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D06" w:rsidRPr="005973A3" w:rsidRDefault="00220D06" w:rsidP="005973A3">
      <w:pPr>
        <w:jc w:val="center"/>
        <w:rPr>
          <w:rFonts w:ascii="Times New Roman" w:hAnsi="Times New Roman" w:cs="Times New Roman"/>
          <w:smallCaps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mallCaps/>
          <w:sz w:val="28"/>
          <w:szCs w:val="28"/>
          <w:lang w:val="en-US"/>
        </w:rPr>
        <w:t>FEDERAL STATE BUDGETARY</w:t>
      </w:r>
    </w:p>
    <w:p w:rsidR="00220D06" w:rsidRPr="005973A3" w:rsidRDefault="00220D06" w:rsidP="005973A3">
      <w:pPr>
        <w:jc w:val="center"/>
        <w:rPr>
          <w:rFonts w:ascii="Times New Roman" w:hAnsi="Times New Roman" w:cs="Times New Roman"/>
          <w:smallCaps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mallCaps/>
          <w:sz w:val="28"/>
          <w:szCs w:val="28"/>
          <w:lang w:val="en-US"/>
        </w:rPr>
        <w:t>UNIVERSITY OF HIGH  EDUCATION</w:t>
      </w:r>
    </w:p>
    <w:p w:rsidR="00220D06" w:rsidRPr="005973A3" w:rsidRDefault="00220D06" w:rsidP="005973A3">
      <w:pPr>
        <w:jc w:val="center"/>
        <w:rPr>
          <w:rFonts w:ascii="Times New Roman" w:hAnsi="Times New Roman" w:cs="Times New Roman"/>
          <w:smallCaps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mallCaps/>
          <w:sz w:val="28"/>
          <w:szCs w:val="28"/>
          <w:lang w:val="en-US"/>
        </w:rPr>
        <w:t>“KUBAN STATE MEDICAL UNIVERSITY”</w:t>
      </w:r>
    </w:p>
    <w:p w:rsidR="00220D06" w:rsidRPr="005973A3" w:rsidRDefault="00220D06" w:rsidP="005973A3">
      <w:pPr>
        <w:jc w:val="center"/>
        <w:rPr>
          <w:rFonts w:ascii="Times New Roman" w:hAnsi="Times New Roman" w:cs="Times New Roman"/>
          <w:smallCaps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mallCaps/>
          <w:sz w:val="28"/>
          <w:szCs w:val="28"/>
          <w:lang w:val="en-US"/>
        </w:rPr>
        <w:t>Ministry of Health of the Russian Federation</w:t>
      </w:r>
    </w:p>
    <w:p w:rsidR="00220D06" w:rsidRPr="005973A3" w:rsidRDefault="00220D06" w:rsidP="005973A3">
      <w:pPr>
        <w:jc w:val="center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220D06" w:rsidRPr="005973A3" w:rsidRDefault="00220D06" w:rsidP="005973A3">
      <w:pPr>
        <w:jc w:val="center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220D06" w:rsidRPr="005973A3" w:rsidRDefault="00220D06" w:rsidP="005973A3">
      <w:pPr>
        <w:jc w:val="center"/>
        <w:rPr>
          <w:rFonts w:ascii="Times New Roman" w:hAnsi="Times New Roman" w:cs="Times New Roman"/>
          <w:smallCaps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mallCaps/>
          <w:sz w:val="28"/>
          <w:szCs w:val="28"/>
          <w:lang w:val="en-US"/>
        </w:rPr>
        <w:t>DEPARTMENT OF PHILOSOPHY, PSYCHOLOGY AND PEDAGOGY</w:t>
      </w:r>
    </w:p>
    <w:p w:rsidR="00220D06" w:rsidRPr="00800012" w:rsidRDefault="00220D06" w:rsidP="005973A3">
      <w:pPr>
        <w:jc w:val="center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220D06" w:rsidRPr="00800012" w:rsidRDefault="00220D06" w:rsidP="005973A3">
      <w:pPr>
        <w:jc w:val="center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220D06" w:rsidRPr="00800012" w:rsidRDefault="00220D06" w:rsidP="005973A3">
      <w:pPr>
        <w:jc w:val="center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220D06" w:rsidRPr="00800012" w:rsidRDefault="00220D06" w:rsidP="005973A3">
      <w:pPr>
        <w:jc w:val="center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220D06" w:rsidRPr="00800012" w:rsidRDefault="00220D06" w:rsidP="005973A3">
      <w:pPr>
        <w:jc w:val="center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220D06" w:rsidRPr="00800012" w:rsidRDefault="00220D06" w:rsidP="005973A3">
      <w:pPr>
        <w:jc w:val="center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220D06" w:rsidRPr="00800012" w:rsidRDefault="00220D06" w:rsidP="005973A3">
      <w:pPr>
        <w:jc w:val="center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220D06" w:rsidRPr="00800012" w:rsidRDefault="00220D06" w:rsidP="005973A3">
      <w:pPr>
        <w:jc w:val="center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220D06" w:rsidRPr="005973A3" w:rsidRDefault="00220D06" w:rsidP="005973A3">
      <w:pPr>
        <w:jc w:val="center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220D06" w:rsidRPr="005973A3" w:rsidRDefault="00220D06" w:rsidP="005973A3">
      <w:pPr>
        <w:jc w:val="center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220D06" w:rsidRPr="005973A3" w:rsidRDefault="00220D06" w:rsidP="005973A3">
      <w:pPr>
        <w:jc w:val="center"/>
        <w:rPr>
          <w:rFonts w:ascii="Times New Roman" w:hAnsi="Times New Roman" w:cs="Times New Roman"/>
          <w:smallCaps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mallCaps/>
          <w:sz w:val="28"/>
          <w:szCs w:val="28"/>
          <w:lang w:val="en-US"/>
        </w:rPr>
        <w:t xml:space="preserve">TESTS BY THE DISCIPLINE OF </w:t>
      </w:r>
    </w:p>
    <w:p w:rsidR="00220D06" w:rsidRPr="00800012" w:rsidRDefault="00220D06" w:rsidP="005973A3">
      <w:pPr>
        <w:jc w:val="center"/>
        <w:rPr>
          <w:rFonts w:ascii="Times New Roman" w:hAnsi="Times New Roman" w:cs="Times New Roman"/>
          <w:smallCaps/>
          <w:sz w:val="28"/>
          <w:szCs w:val="28"/>
          <w:lang w:val="en-US"/>
        </w:rPr>
      </w:pPr>
      <w:r w:rsidRPr="00800012">
        <w:rPr>
          <w:rFonts w:ascii="Times New Roman" w:hAnsi="Times New Roman" w:cs="Times New Roman"/>
          <w:smallCaps/>
          <w:sz w:val="28"/>
          <w:szCs w:val="28"/>
          <w:lang w:val="en-US"/>
        </w:rPr>
        <w:t>bioethics</w:t>
      </w:r>
    </w:p>
    <w:p w:rsidR="00220D06" w:rsidRPr="005973A3" w:rsidRDefault="00220D06" w:rsidP="005973A3">
      <w:pPr>
        <w:jc w:val="center"/>
        <w:rPr>
          <w:rFonts w:ascii="Times New Roman" w:hAnsi="Times New Roman" w:cs="Times New Roman"/>
          <w:smallCaps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mallCaps/>
          <w:sz w:val="28"/>
          <w:szCs w:val="28"/>
          <w:lang w:val="en-US"/>
        </w:rPr>
        <w:t>FOR IN</w:t>
      </w:r>
      <w:r>
        <w:rPr>
          <w:rFonts w:ascii="Times New Roman" w:hAnsi="Times New Roman" w:cs="Times New Roman"/>
          <w:smallCaps/>
          <w:sz w:val="28"/>
          <w:szCs w:val="28"/>
          <w:lang w:val="en-US"/>
        </w:rPr>
        <w:t>COMING</w:t>
      </w:r>
      <w:r w:rsidRPr="005973A3">
        <w:rPr>
          <w:rFonts w:ascii="Times New Roman" w:hAnsi="Times New Roman" w:cs="Times New Roman"/>
          <w:smallCaps/>
          <w:sz w:val="28"/>
          <w:szCs w:val="28"/>
          <w:lang w:val="en-US"/>
        </w:rPr>
        <w:t xml:space="preserve"> CONTROL OF STUDENTS ' KNOWLEDGE.</w:t>
      </w:r>
    </w:p>
    <w:p w:rsidR="00220D06" w:rsidRPr="005973A3" w:rsidRDefault="00220D06" w:rsidP="005973A3">
      <w:pPr>
        <w:jc w:val="center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220D06" w:rsidRPr="005973A3" w:rsidRDefault="00220D06" w:rsidP="005973A3">
      <w:pPr>
        <w:jc w:val="center"/>
        <w:rPr>
          <w:rFonts w:ascii="Times New Roman" w:hAnsi="Times New Roman" w:cs="Times New Roman"/>
          <w:smallCaps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mallCaps/>
          <w:sz w:val="28"/>
          <w:szCs w:val="28"/>
          <w:lang w:val="en-US"/>
        </w:rPr>
        <w:t xml:space="preserve">for preparing specialist </w:t>
      </w:r>
    </w:p>
    <w:p w:rsidR="00220D06" w:rsidRPr="005973A3" w:rsidRDefault="00220D06" w:rsidP="005973A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20D06" w:rsidRPr="005973A3" w:rsidRDefault="00220D06" w:rsidP="005973A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b/>
          <w:sz w:val="28"/>
          <w:szCs w:val="28"/>
          <w:lang w:val="en-US"/>
        </w:rPr>
        <w:t>31.05.01 – Medical faculty</w:t>
      </w:r>
    </w:p>
    <w:p w:rsidR="00220D06" w:rsidRPr="005973A3" w:rsidRDefault="00220D06" w:rsidP="005973A3">
      <w:pPr>
        <w:jc w:val="center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220D06" w:rsidRPr="005973A3" w:rsidRDefault="00220D06" w:rsidP="005973A3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20D06" w:rsidRPr="005973A3" w:rsidRDefault="00220D06" w:rsidP="005973A3">
      <w:pPr>
        <w:ind w:firstLine="720"/>
        <w:jc w:val="center"/>
        <w:rPr>
          <w:rFonts w:ascii="Times New Roman" w:hAnsi="Times New Roman" w:cs="Times New Roman"/>
          <w:b/>
          <w:smallCaps/>
          <w:sz w:val="28"/>
          <w:szCs w:val="28"/>
          <w:lang w:val="en-US"/>
        </w:rPr>
      </w:pPr>
    </w:p>
    <w:p w:rsidR="00220D06" w:rsidRPr="005973A3" w:rsidRDefault="00220D06" w:rsidP="005973A3">
      <w:pPr>
        <w:ind w:firstLine="720"/>
        <w:jc w:val="both"/>
        <w:rPr>
          <w:rFonts w:ascii="Times New Roman" w:hAnsi="Times New Roman" w:cs="Times New Roman"/>
          <w:b/>
          <w:smallCaps/>
          <w:sz w:val="28"/>
          <w:szCs w:val="28"/>
          <w:lang w:val="en-US"/>
        </w:rPr>
      </w:pPr>
    </w:p>
    <w:p w:rsidR="00220D06" w:rsidRPr="005973A3" w:rsidRDefault="00220D06" w:rsidP="005973A3">
      <w:pPr>
        <w:ind w:firstLine="720"/>
        <w:jc w:val="both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220D06" w:rsidRPr="005973A3" w:rsidRDefault="00220D06" w:rsidP="005973A3">
      <w:pPr>
        <w:ind w:firstLine="720"/>
        <w:jc w:val="both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220D06" w:rsidRPr="005973A3" w:rsidRDefault="00220D06" w:rsidP="005973A3">
      <w:pPr>
        <w:ind w:firstLine="720"/>
        <w:jc w:val="both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220D06" w:rsidRPr="005973A3" w:rsidRDefault="00220D06" w:rsidP="005973A3">
      <w:pPr>
        <w:ind w:firstLine="720"/>
        <w:jc w:val="both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220D06" w:rsidRPr="00800012" w:rsidRDefault="00220D06" w:rsidP="005973A3">
      <w:pPr>
        <w:jc w:val="both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220D06" w:rsidRPr="005973A3" w:rsidRDefault="00220D06" w:rsidP="005973A3">
      <w:pPr>
        <w:ind w:firstLine="720"/>
        <w:jc w:val="both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220D06" w:rsidRPr="005973A3" w:rsidRDefault="00220D06" w:rsidP="005973A3">
      <w:pPr>
        <w:ind w:firstLine="720"/>
        <w:jc w:val="both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220D06" w:rsidRPr="005973A3" w:rsidRDefault="00220D06" w:rsidP="005973A3">
      <w:pPr>
        <w:ind w:firstLine="720"/>
        <w:jc w:val="both"/>
        <w:rPr>
          <w:rFonts w:ascii="Times New Roman" w:hAnsi="Times New Roman" w:cs="Times New Roman"/>
          <w:smallCaps/>
          <w:sz w:val="28"/>
          <w:szCs w:val="28"/>
          <w:lang w:val="en-US"/>
        </w:rPr>
      </w:pPr>
      <w:bookmarkStart w:id="0" w:name="_heading=h.gjdgxs" w:colFirst="0" w:colLast="0"/>
      <w:bookmarkEnd w:id="0"/>
    </w:p>
    <w:p w:rsidR="00220D06" w:rsidRPr="005973A3" w:rsidRDefault="00220D06" w:rsidP="005973A3">
      <w:pPr>
        <w:ind w:firstLine="720"/>
        <w:jc w:val="both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220D06" w:rsidRPr="005973A3" w:rsidRDefault="00220D06" w:rsidP="005973A3">
      <w:pPr>
        <w:ind w:firstLine="720"/>
        <w:jc w:val="both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220D06" w:rsidRPr="005973A3" w:rsidRDefault="00220D06" w:rsidP="005973A3">
      <w:pPr>
        <w:ind w:firstLine="720"/>
        <w:jc w:val="both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220D06" w:rsidRPr="005973A3" w:rsidRDefault="00220D06" w:rsidP="005973A3">
      <w:pPr>
        <w:ind w:firstLine="720"/>
        <w:jc w:val="both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220D06" w:rsidRPr="005973A3" w:rsidRDefault="00220D06" w:rsidP="005973A3">
      <w:pPr>
        <w:ind w:firstLine="720"/>
        <w:jc w:val="both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220D06" w:rsidRPr="005973A3" w:rsidRDefault="00220D06" w:rsidP="005973A3">
      <w:pPr>
        <w:ind w:firstLine="720"/>
        <w:jc w:val="both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220D06" w:rsidRPr="005973A3" w:rsidRDefault="00220D06" w:rsidP="005973A3">
      <w:pPr>
        <w:ind w:firstLine="720"/>
        <w:jc w:val="both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220D06" w:rsidRPr="005973A3" w:rsidRDefault="00220D06" w:rsidP="005973A3">
      <w:pPr>
        <w:jc w:val="both"/>
        <w:rPr>
          <w:rFonts w:ascii="Times New Roman" w:hAnsi="Times New Roman" w:cs="Times New Roman"/>
          <w:smallCaps/>
          <w:sz w:val="28"/>
          <w:szCs w:val="28"/>
          <w:lang w:val="en-US"/>
        </w:rPr>
      </w:pPr>
    </w:p>
    <w:p w:rsidR="00220D06" w:rsidRPr="0022788F" w:rsidRDefault="00220D06" w:rsidP="005973A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Krasnodar</w:t>
      </w:r>
    </w:p>
    <w:p w:rsidR="00220D06" w:rsidRPr="00800012" w:rsidRDefault="00220D06" w:rsidP="005973A3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 xml:space="preserve">1. What is the correct definition of " ethics»: 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1) philosophical science, the object of study of which is morality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2) the system of norms of behavior of people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3) special type of public relations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2. Which of these characteristics expresses the meaning of the concept of "morality"?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 xml:space="preserve">1) form of public consciousness 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 xml:space="preserve">2) one of the main ways of normative regulation of human actions in society 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3) form of public relations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4) all of the above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3. What does the concept of "morality" mean?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1) the inner attitude of the individual to act according to his conscience and free will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2) the ability to endure the hardships and hardships of everyday life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3) a branch of philosophy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 xml:space="preserve">4. What are the main forms of monitoring compliance with moral standards? 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1) conscience and public opinion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2) legal norms and legislation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3) traditions and customs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5. What distinguishes moral regulation of human behavior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from legal?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 xml:space="preserve">1) rapid variability over time 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 xml:space="preserve">2) the lack of sanctions for violators 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3) assessment of what is happening in artistic images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6. Which of the concepts expresses a humane attitude to a person?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1) charity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2) compassion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3) charity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4) all of the above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7.  What is the concept expresses a positive moral quality of the person?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1) dignity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2) modesty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 xml:space="preserve">3) responsibility 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4) all of the above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8. What does the concept of "humanism" mean?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1) a moral principle that affirms the value of a person as a person, his right to freedom and creativity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2) the moral principle of behavior, meaning the ability to sacrifice their own interests in favor of the interests of another person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3) orientation of the individual to meet their individual interests and needs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9. What does the concept of "etiquette" mean?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1) an integral part of the external culture of society, which is expressed in detailed rules of conduct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 xml:space="preserve">2) form of public consciousness 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 xml:space="preserve">3) one of the main ways of normative regulation of human actions in society 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 xml:space="preserve">10. What is not included in the concept of "conscience"? 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1) the ability to recognize good and evil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2) a moral principle aimed at the performance of due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3) anxiety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11. Name the categories that in a very generalized form denote, on the one hand, the morally positive and proper, and on the other — the morally negative and reprehensible.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1) good and evil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2) freedom and responsibility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3) conscience and shame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12. What is the ratio of good and evil in the human person?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1) in human nature, there are possibilities and abilities for both good and evil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2) man is inherently good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3) man is inherently evil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13. What is included in the content of the concept of "honor"?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1. loyalty to the chosen principles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2. a sense of responsibility for the perfect act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3. nobility and dignity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4. all of these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 xml:space="preserve">14. What is the meaning of "dignity"? 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 xml:space="preserve">1. respect and self-respect for the human person 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2. physiological and mental characteristics of a person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3. health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 xml:space="preserve">15. What does the concept of "charity" mean? 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1) active assistance to someone caused by feelings of compassion, humanity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2) heartfelt participation in the lives of the infirm and needy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3) both definitions are correct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 xml:space="preserve">16. What does the concept of "compassion" mean? 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1) the feeling of pity caused by someone's misfortune, grief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2) empathy for another person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3) both definitions are correct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17. Which statement is correct?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1) nobility is condescension to those who are less gifted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2) nobility is the understanding that everyone deserves justice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3) both statements are true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18. What concept corresponds to the following definition: "the ability of a person to make decisions and perform actions in accordance with their goals, interests and ideals, based on awareness of the objective laws of the surrounding world"?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1) debt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2) courage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3) freedom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19. What concept corresponds to the following definition: "the type of relationship between the individual, the collective, and society in terms of the conscious implementation of their mutual requirements"?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1) freedom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2) responsibility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3) nobility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 xml:space="preserve">20. What does the concept of "collectivism" mean? 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 xml:space="preserve">1) the principle of community, the collective principle in public life, in work, in any activity 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2) the principle of social solidarity and partnership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3) both definitions are correct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21. What concept corresponds to the following definition: "opposing the interests of an individual to the interests of society, preferring personal interests to public ones"?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 xml:space="preserve">1) collectivism 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2) individualism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3) altruism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22. What concept corresponds to the following definition: "personality trait, which consists in self-love, focus on your "I", indifference to other people"?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 xml:space="preserve">1) collectivism 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2) selfishness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3) altruism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23. What concept corresponds to the following definition: "a moral principle that is the opposite of selfishness and implies a person's willingness to sacrifice personal interests for the sake of other people"?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 xml:space="preserve">1) freedom 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2) individualism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3) altruism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24. What concept corresponds to the following definition: "tolerance of a different way of life, behavior, customs, feelings, opinions, beliefs"?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1) collectivism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2) charity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3) tolerance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25. What concept corresponds to the following definition: "the ability to establish contacts, the ability to constructive and mutually enriching communication with other people"?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1) good communication skills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2) responsibility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3) determination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26. Which statement is correct?</w:t>
      </w:r>
    </w:p>
    <w:p w:rsidR="00220D06" w:rsidRPr="005973A3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73A3">
        <w:rPr>
          <w:rFonts w:ascii="Times New Roman" w:hAnsi="Times New Roman" w:cs="Times New Roman"/>
          <w:sz w:val="28"/>
          <w:szCs w:val="28"/>
          <w:lang w:val="en-US"/>
        </w:rPr>
        <w:t>1) moral qualities of a person are formed only in a social environment</w:t>
      </w:r>
    </w:p>
    <w:p w:rsidR="00220D06" w:rsidRPr="00800012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00012">
        <w:rPr>
          <w:rFonts w:ascii="Times New Roman" w:hAnsi="Times New Roman" w:cs="Times New Roman"/>
          <w:sz w:val="28"/>
          <w:szCs w:val="28"/>
          <w:lang w:val="en-US"/>
        </w:rPr>
        <w:t>2) moral qualities are innate</w:t>
      </w:r>
    </w:p>
    <w:p w:rsidR="00220D06" w:rsidRPr="00800012" w:rsidRDefault="00220D06" w:rsidP="005973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00012">
        <w:rPr>
          <w:rFonts w:ascii="Times New Roman" w:hAnsi="Times New Roman" w:cs="Times New Roman"/>
          <w:sz w:val="28"/>
          <w:szCs w:val="28"/>
          <w:lang w:val="en-US"/>
        </w:rPr>
        <w:t>3) moral qualities are inherited</w:t>
      </w:r>
    </w:p>
    <w:sectPr w:rsidR="00220D06" w:rsidRPr="00800012" w:rsidSect="00BE78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3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73A3"/>
    <w:rsid w:val="00104410"/>
    <w:rsid w:val="001820E6"/>
    <w:rsid w:val="00220D06"/>
    <w:rsid w:val="0022788F"/>
    <w:rsid w:val="002567EE"/>
    <w:rsid w:val="004527B0"/>
    <w:rsid w:val="00540A91"/>
    <w:rsid w:val="005973A3"/>
    <w:rsid w:val="00800012"/>
    <w:rsid w:val="00BE7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3A3"/>
    <w:rPr>
      <w:rFonts w:ascii="Cambria" w:hAnsi="Cambria" w:cs="Cambria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5</Pages>
  <Words>871</Words>
  <Characters>4967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АиЛ</cp:lastModifiedBy>
  <cp:revision>3</cp:revision>
  <dcterms:created xsi:type="dcterms:W3CDTF">2020-01-19T21:29:00Z</dcterms:created>
  <dcterms:modified xsi:type="dcterms:W3CDTF">2020-09-07T13:56:00Z</dcterms:modified>
</cp:coreProperties>
</file>