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8BB" w:rsidRPr="00941E43" w:rsidRDefault="004128BB" w:rsidP="007A33CC">
      <w:pPr>
        <w:jc w:val="center"/>
        <w:rPr>
          <w:b/>
          <w:sz w:val="26"/>
          <w:szCs w:val="26"/>
        </w:rPr>
      </w:pPr>
      <w:r w:rsidRPr="00941E43">
        <w:rPr>
          <w:b/>
          <w:sz w:val="26"/>
          <w:szCs w:val="26"/>
        </w:rPr>
        <w:t xml:space="preserve">Примерный перечень локальных нормативных актов организации в сфере охраны труда </w:t>
      </w:r>
    </w:p>
    <w:p w:rsidR="004128BB" w:rsidRPr="00941E43" w:rsidRDefault="004128BB" w:rsidP="007A33CC">
      <w:pPr>
        <w:jc w:val="center"/>
        <w:rPr>
          <w:b/>
        </w:rPr>
      </w:pPr>
    </w:p>
    <w:tbl>
      <w:tblPr>
        <w:tblW w:w="1592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"/>
        <w:gridCol w:w="3214"/>
        <w:gridCol w:w="5034"/>
        <w:gridCol w:w="3675"/>
        <w:gridCol w:w="15"/>
        <w:gridCol w:w="326"/>
        <w:gridCol w:w="15"/>
        <w:gridCol w:w="105"/>
        <w:gridCol w:w="30"/>
        <w:gridCol w:w="1045"/>
        <w:gridCol w:w="1826"/>
        <w:gridCol w:w="15"/>
        <w:gridCol w:w="15"/>
        <w:gridCol w:w="15"/>
        <w:gridCol w:w="15"/>
      </w:tblGrid>
      <w:tr w:rsidR="004128BB" w:rsidRPr="007C7F97" w:rsidTr="00DA6D71">
        <w:trPr>
          <w:gridAfter w:val="2"/>
          <w:wAfter w:w="30" w:type="dxa"/>
          <w:trHeight w:val="760"/>
        </w:trPr>
        <w:tc>
          <w:tcPr>
            <w:tcW w:w="581" w:type="dxa"/>
            <w:vAlign w:val="center"/>
          </w:tcPr>
          <w:p w:rsidR="004128BB" w:rsidRPr="007C7F97" w:rsidRDefault="004128BB" w:rsidP="00C13EB2">
            <w:pPr>
              <w:ind w:right="12"/>
              <w:jc w:val="center"/>
              <w:rPr>
                <w:b/>
                <w:iCs/>
              </w:rPr>
            </w:pPr>
            <w:r w:rsidRPr="007C7F97">
              <w:rPr>
                <w:b/>
                <w:iCs/>
                <w:sz w:val="22"/>
                <w:szCs w:val="22"/>
              </w:rPr>
              <w:t>№ п/п</w:t>
            </w:r>
          </w:p>
        </w:tc>
        <w:tc>
          <w:tcPr>
            <w:tcW w:w="3214" w:type="dxa"/>
            <w:vAlign w:val="center"/>
          </w:tcPr>
          <w:p w:rsidR="004128BB" w:rsidRPr="007C7F97" w:rsidRDefault="004128BB" w:rsidP="00C13EB2">
            <w:pPr>
              <w:tabs>
                <w:tab w:val="left" w:pos="426"/>
              </w:tabs>
              <w:jc w:val="center"/>
              <w:rPr>
                <w:b/>
                <w:iCs/>
              </w:rPr>
            </w:pPr>
            <w:r w:rsidRPr="007C7F97">
              <w:rPr>
                <w:b/>
                <w:iCs/>
                <w:sz w:val="22"/>
                <w:szCs w:val="22"/>
              </w:rPr>
              <w:t>Локальный акт</w:t>
            </w:r>
          </w:p>
        </w:tc>
        <w:tc>
          <w:tcPr>
            <w:tcW w:w="5034" w:type="dxa"/>
            <w:vAlign w:val="center"/>
          </w:tcPr>
          <w:p w:rsidR="004128BB" w:rsidRPr="007C7F97" w:rsidRDefault="004128BB" w:rsidP="00C13EB2">
            <w:pPr>
              <w:tabs>
                <w:tab w:val="left" w:pos="426"/>
              </w:tabs>
              <w:jc w:val="center"/>
              <w:rPr>
                <w:b/>
                <w:iCs/>
              </w:rPr>
            </w:pPr>
          </w:p>
          <w:p w:rsidR="004128BB" w:rsidRPr="007C7F97" w:rsidRDefault="004128BB" w:rsidP="00C13EB2">
            <w:pPr>
              <w:tabs>
                <w:tab w:val="left" w:pos="426"/>
              </w:tabs>
              <w:jc w:val="center"/>
              <w:rPr>
                <w:b/>
                <w:iCs/>
              </w:rPr>
            </w:pPr>
            <w:r w:rsidRPr="007C7F97">
              <w:rPr>
                <w:b/>
                <w:iCs/>
                <w:sz w:val="22"/>
                <w:szCs w:val="22"/>
              </w:rPr>
              <w:t>Основание</w:t>
            </w:r>
          </w:p>
          <w:p w:rsidR="004128BB" w:rsidRPr="007C7F97" w:rsidRDefault="004128BB" w:rsidP="00C13EB2">
            <w:pPr>
              <w:tabs>
                <w:tab w:val="left" w:pos="426"/>
              </w:tabs>
              <w:jc w:val="center"/>
              <w:rPr>
                <w:b/>
                <w:iCs/>
              </w:rPr>
            </w:pPr>
          </w:p>
        </w:tc>
        <w:tc>
          <w:tcPr>
            <w:tcW w:w="5211" w:type="dxa"/>
            <w:gridSpan w:val="7"/>
            <w:vAlign w:val="center"/>
          </w:tcPr>
          <w:p w:rsidR="004128BB" w:rsidRPr="007C7F97" w:rsidRDefault="004128BB" w:rsidP="00C13EB2">
            <w:pPr>
              <w:tabs>
                <w:tab w:val="left" w:pos="426"/>
              </w:tabs>
              <w:jc w:val="center"/>
              <w:rPr>
                <w:b/>
                <w:iCs/>
              </w:rPr>
            </w:pPr>
          </w:p>
        </w:tc>
        <w:tc>
          <w:tcPr>
            <w:tcW w:w="1856" w:type="dxa"/>
            <w:gridSpan w:val="3"/>
            <w:vAlign w:val="center"/>
          </w:tcPr>
          <w:p w:rsidR="004128BB" w:rsidRPr="007C7F97" w:rsidRDefault="004128BB" w:rsidP="00C13EB2">
            <w:pPr>
              <w:tabs>
                <w:tab w:val="left" w:pos="426"/>
              </w:tabs>
              <w:jc w:val="center"/>
              <w:rPr>
                <w:b/>
                <w:iCs/>
              </w:rPr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14040" w:type="dxa"/>
            <w:gridSpan w:val="10"/>
          </w:tcPr>
          <w:p w:rsidR="004128BB" w:rsidRPr="007C7F97" w:rsidRDefault="004128BB" w:rsidP="00C13EB2">
            <w:pPr>
              <w:tabs>
                <w:tab w:val="left" w:pos="426"/>
              </w:tabs>
              <w:jc w:val="center"/>
              <w:rPr>
                <w:b/>
                <w:iCs/>
              </w:rPr>
            </w:pPr>
            <w:r w:rsidRPr="007C7F97">
              <w:rPr>
                <w:b/>
                <w:iCs/>
                <w:sz w:val="22"/>
                <w:szCs w:val="22"/>
              </w:rPr>
              <w:t>ОРГАНИЗАЦИЯ РАБОТ ПО ОХРАНЕ ТРУДА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8C1AB4">
            <w:pPr>
              <w:tabs>
                <w:tab w:val="left" w:pos="426"/>
              </w:tabs>
              <w:jc w:val="center"/>
              <w:rPr>
                <w:b/>
                <w:iCs/>
              </w:rPr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Положение о службе охраны труда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1.Статья 217 Трудового кодекса РФ;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2.Постановление Минтруда РФ от 08.02.2000 №14 «Об утверждении Рекомендаций по организации работы службы охраны труда в организации».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0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Разрабатывается на основании Рекомендаций по организации работы службы охраны труда в организации, а также с учетом Постановления Минтруда РФ от 17.01.2001 №7 «Об утверждении рекомендаций по организации работы кабинета охраны труда </w:t>
            </w:r>
          </w:p>
          <w:p w:rsidR="004128BB" w:rsidRPr="007C7F97" w:rsidRDefault="004128BB" w:rsidP="00C13EB2">
            <w:pPr>
              <w:tabs>
                <w:tab w:val="left" w:pos="0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и уголка охраны труда».</w:t>
            </w:r>
          </w:p>
          <w:p w:rsidR="004128BB" w:rsidRPr="007C7F97" w:rsidRDefault="004128BB" w:rsidP="00C13EB2">
            <w:pPr>
              <w:tabs>
                <w:tab w:val="left" w:pos="0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Утверждается руководителем организации.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tabs>
                <w:tab w:val="left" w:pos="0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Должностная инструкция инженера (специалиста) </w:t>
            </w:r>
          </w:p>
          <w:p w:rsidR="004128BB" w:rsidRPr="007C7F97" w:rsidRDefault="004128BB" w:rsidP="00C13EB2">
            <w:pPr>
              <w:jc w:val="both"/>
            </w:pPr>
            <w:r w:rsidRPr="007C7F97">
              <w:rPr>
                <w:bCs/>
                <w:sz w:val="22"/>
                <w:szCs w:val="22"/>
              </w:rPr>
              <w:t>по охране труда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1.Постановление Минтруда РФ от 22.01.2001 №10 «Об утверждении Межотраслевых нормативов численности работников службы охраны труда 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в организации»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0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Разрабатывается в соответствии с Квалификационным справочником должностей руководителей, специалистов и других служащих, утвержденных постановлением Минтруда РФ от 21.08.1998 № 37 </w:t>
            </w:r>
          </w:p>
          <w:p w:rsidR="004128BB" w:rsidRPr="007C7F97" w:rsidRDefault="004128BB" w:rsidP="00C13EB2">
            <w:pPr>
              <w:tabs>
                <w:tab w:val="left" w:pos="0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(с изменениями). </w:t>
            </w:r>
          </w:p>
          <w:p w:rsidR="004128BB" w:rsidRPr="007C7F97" w:rsidRDefault="004128BB" w:rsidP="00C13EB2">
            <w:pPr>
              <w:tabs>
                <w:tab w:val="left" w:pos="0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Утверждается руководителем организации.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tabs>
                <w:tab w:val="left" w:pos="0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возложении обязанностей инженера по охране труда на одного из специалистов организации или гражданско-правовой договор о привлечении организации или специалиста, оказывающих услуги в области охраны труда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1.Статья 217 Трудового кодекса РФ;</w:t>
            </w:r>
          </w:p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 xml:space="preserve">2.Приказ Минздравсоцразвития России </w:t>
            </w:r>
          </w:p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>от 01.04.2010</w:t>
            </w:r>
            <w:r>
              <w:rPr>
                <w:sz w:val="22"/>
                <w:szCs w:val="22"/>
              </w:rPr>
              <w:t xml:space="preserve"> № 205н</w:t>
            </w:r>
            <w:r w:rsidRPr="007C7F97">
              <w:rPr>
                <w:sz w:val="22"/>
                <w:szCs w:val="22"/>
              </w:rPr>
              <w:t xml:space="preserve"> «Об утверждении перечня услуг в области охраны труда, для оказания которых необходима аккредитация, и правила аккредитации организаций, оказывающих услуги               в области охраны труда» (с изменениями).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Эти документы оформляются в случае, если численность работников организации менее 50 человек и в штатном расписании  должность инженера по охране труда не введена.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Организации, оказывающие услуги в области охраны труда, подлежат обязательной аккредитации. 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Реестр аккредитованных организаций, оказывающих услуги                      в области охраны труда, размещен на официальном сайте Минздравсоцразвития России в сети Интернет.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pStyle w:val="Header"/>
              <w:tabs>
                <w:tab w:val="clear" w:pos="4153"/>
                <w:tab w:val="clear" w:pos="8306"/>
                <w:tab w:val="left" w:pos="426"/>
              </w:tabs>
              <w:jc w:val="both"/>
              <w:rPr>
                <w:bCs/>
                <w:szCs w:val="22"/>
                <w:lang w:val="ru-RU"/>
              </w:rPr>
            </w:pPr>
            <w:r w:rsidRPr="007C7F97">
              <w:rPr>
                <w:bCs/>
                <w:sz w:val="22"/>
                <w:szCs w:val="22"/>
                <w:lang w:val="ru-RU"/>
              </w:rPr>
              <w:t>Приказ о распределении функциональных обязанностей работодателя по охране труда среди работников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7C7F97">
              <w:rPr>
                <w:sz w:val="22"/>
                <w:szCs w:val="22"/>
                <w:lang w:val="ru-RU"/>
              </w:rPr>
              <w:t xml:space="preserve">или (и) </w:t>
            </w:r>
            <w:r w:rsidRPr="007C7F97">
              <w:rPr>
                <w:bCs/>
                <w:sz w:val="22"/>
                <w:szCs w:val="22"/>
                <w:lang w:val="ru-RU"/>
              </w:rPr>
              <w:t xml:space="preserve">должностные инструкции руководителей </w:t>
            </w:r>
          </w:p>
          <w:p w:rsidR="004128BB" w:rsidRPr="007C7F97" w:rsidRDefault="004128BB" w:rsidP="00C13EB2">
            <w:pPr>
              <w:pStyle w:val="Header"/>
              <w:tabs>
                <w:tab w:val="clear" w:pos="4153"/>
                <w:tab w:val="clear" w:pos="8306"/>
                <w:tab w:val="left" w:pos="426"/>
              </w:tabs>
              <w:jc w:val="both"/>
              <w:rPr>
                <w:szCs w:val="22"/>
                <w:lang w:val="ru-RU"/>
              </w:rPr>
            </w:pPr>
            <w:r w:rsidRPr="007C7F97">
              <w:rPr>
                <w:bCs/>
                <w:sz w:val="22"/>
                <w:szCs w:val="22"/>
                <w:lang w:val="ru-RU"/>
              </w:rPr>
              <w:t>и специалистов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Статья 212 Трудового кодекса РФ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pStyle w:val="Header"/>
              <w:tabs>
                <w:tab w:val="clear" w:pos="4153"/>
                <w:tab w:val="clear" w:pos="8306"/>
                <w:tab w:val="left" w:pos="426"/>
              </w:tabs>
              <w:jc w:val="both"/>
              <w:rPr>
                <w:szCs w:val="22"/>
                <w:lang w:val="ru-RU"/>
              </w:rPr>
            </w:pPr>
            <w:r w:rsidRPr="007C7F97">
              <w:rPr>
                <w:sz w:val="22"/>
                <w:szCs w:val="22"/>
                <w:lang w:val="ru-RU"/>
              </w:rPr>
              <w:t>Все функциональные обязанности работодателя по охране труда должны быть распределены среди работников (в первую очередь – руководителей первого уровня)</w:t>
            </w:r>
            <w:r w:rsidRPr="007C7F97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7C7F97">
              <w:rPr>
                <w:sz w:val="22"/>
                <w:szCs w:val="22"/>
                <w:lang w:val="ru-RU"/>
              </w:rPr>
              <w:t>для четкого управления охраной труда и конкретизации должностных обязанностей.</w:t>
            </w:r>
          </w:p>
          <w:p w:rsidR="004128BB" w:rsidRPr="007C7F97" w:rsidRDefault="004128BB" w:rsidP="00C13EB2">
            <w:pPr>
              <w:pStyle w:val="Header"/>
              <w:tabs>
                <w:tab w:val="clear" w:pos="4153"/>
                <w:tab w:val="clear" w:pos="8306"/>
                <w:tab w:val="left" w:pos="426"/>
              </w:tabs>
              <w:jc w:val="both"/>
              <w:rPr>
                <w:szCs w:val="22"/>
                <w:lang w:val="ru-RU"/>
              </w:rPr>
            </w:pPr>
            <w:r w:rsidRPr="007C7F97">
              <w:rPr>
                <w:sz w:val="22"/>
                <w:szCs w:val="22"/>
                <w:lang w:val="ru-RU"/>
              </w:rPr>
              <w:t xml:space="preserve">Если такое распределение не произведено, то работодатель сам несет всю полноту ответственности в соответствии с законодательством.   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pStyle w:val="Header"/>
              <w:tabs>
                <w:tab w:val="clear" w:pos="4153"/>
                <w:tab w:val="clear" w:pos="8306"/>
                <w:tab w:val="left" w:pos="426"/>
              </w:tabs>
              <w:jc w:val="both"/>
              <w:rPr>
                <w:szCs w:val="22"/>
                <w:lang w:val="ru-RU"/>
              </w:rPr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Правила внутреннего трудового распорядка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Статьи 189, 190 Трудового кодекса РФ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Хранятся в отделе кадров и в службе охраны труда.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14" w:type="dxa"/>
          </w:tcPr>
          <w:p w:rsidR="004128BB" w:rsidRPr="00FE6883" w:rsidRDefault="004128BB" w:rsidP="00C13EB2">
            <w:pPr>
              <w:jc w:val="both"/>
              <w:rPr>
                <w:bCs/>
              </w:rPr>
            </w:pPr>
            <w:r w:rsidRPr="007C7F97">
              <w:t>Коллективный договор                    и соглашение</w:t>
            </w:r>
            <w:r>
              <w:t xml:space="preserve"> </w:t>
            </w:r>
            <w:r w:rsidRPr="007C7F97">
              <w:t>(при наличии)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1.Глава 7 Трудового кодекса РФ;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2.Письмо Минтруда РФ от 23.01.1996 №38-11. «Рекомендации по учету обязательств работодателя по условиям и охране труда                      в трудовом и коллективном договорах».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В письме даны Рекомендации по примерному содержанию раздела «Условия и охрана труда» в коллективном договоре, предусматривающего обязательства работодателя перед трудовым коллективом организации в области условий и охраны труда.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Положение о комитете (комиссии) по охране труда</w:t>
            </w:r>
          </w:p>
          <w:p w:rsidR="004128BB" w:rsidRPr="007C7F97" w:rsidRDefault="004128BB" w:rsidP="00C13EB2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Cs w:val="22"/>
                <w:lang w:val="ru-RU"/>
              </w:rPr>
            </w:pPr>
            <w:r w:rsidRPr="007C7F97">
              <w:rPr>
                <w:sz w:val="22"/>
                <w:szCs w:val="22"/>
                <w:lang w:val="ru-RU"/>
              </w:rPr>
              <w:t>(при наличии)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1.Статья 218 Трудового кодекса РФ;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2.Приказ Минздравсоцразвития РФ от 29.05.2006 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№ 413 «Об утверждении типового положения             о комитете (комиссии) по охране труда».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Комитеты (комиссии) создаются по инициативе работодателя и (или) работников. В их состав на паритетной основе входят представители  работодателя (назначаются работодателем) и представители работников (избираются на собрании). 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Утверждается приказом работодателя. 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14040" w:type="dxa"/>
            <w:gridSpan w:val="10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center"/>
              <w:rPr>
                <w:b/>
              </w:rPr>
            </w:pPr>
            <w:r w:rsidRPr="007C7F97">
              <w:rPr>
                <w:b/>
                <w:sz w:val="22"/>
                <w:szCs w:val="22"/>
              </w:rPr>
              <w:t>ИНСТРУКТАЖИ И ОБУЧЕНИЕ ПО ОХРАНЕ ТРУДА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8C1AB4">
            <w:pPr>
              <w:tabs>
                <w:tab w:val="left" w:pos="21"/>
              </w:tabs>
              <w:jc w:val="center"/>
              <w:rPr>
                <w:b/>
              </w:rPr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Программа про</w:t>
            </w:r>
            <w:r>
              <w:rPr>
                <w:bCs/>
                <w:sz w:val="22"/>
                <w:szCs w:val="22"/>
              </w:rPr>
              <w:t xml:space="preserve">ведения вводного инструктажа                  по </w:t>
            </w:r>
            <w:r w:rsidRPr="007C7F97">
              <w:rPr>
                <w:bCs/>
                <w:sz w:val="22"/>
                <w:szCs w:val="22"/>
              </w:rPr>
              <w:t>охране труда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РФ, Минобразования РФ от 13.01.2003 №1/29 «Об утверждении порядка обучения по охране труда и проверки знаний требований охраны труда работников организации»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Разрабатывается на основании типовой программы, приведенной                в ГОСТ 12.0.004-90 ССБТ.  Организация обучения безопасности труда.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Инструкция проведения вводного инструктажа                    по охране труда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Разрабатывается на основании утвержденной руководителем организации Программы проведения вводного инструктажа. Утверждается руководителем организации.</w:t>
            </w:r>
          </w:p>
          <w:p w:rsidR="004128BB" w:rsidRPr="007C7F97" w:rsidRDefault="004128BB" w:rsidP="00C13EB2">
            <w:pPr>
              <w:ind w:left="21"/>
              <w:jc w:val="both"/>
            </w:pP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Журнал регистрации вводного инструктажа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ГОСТ 12.0.004-90 ССБТ. Организация обучения безопасности труда.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Журнал должен быть пронумерован, прошнурован, подписан, лицом ответственным за его ведением и скреплен печатью организации.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Программа проведения первичного инструктажа </w:t>
            </w:r>
            <w:r>
              <w:rPr>
                <w:bCs/>
                <w:sz w:val="22"/>
                <w:szCs w:val="22"/>
              </w:rPr>
              <w:t xml:space="preserve">               </w:t>
            </w:r>
            <w:r w:rsidRPr="007C7F97">
              <w:rPr>
                <w:bCs/>
                <w:sz w:val="22"/>
                <w:szCs w:val="22"/>
              </w:rPr>
              <w:t>на рабочем месте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РФ, Минобразования РФ от 13.01.2003 №1/29 «Об утверждении порядка обучения по охране труда и проверки знаний требований охраны труда работников организации»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Разрабатывается на основании типовой программы, приведенной              в ГОСТ 12.0.004-90 ССБТ. Организация обучения безопасности труда. Утверждается работодателем организации.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Перечень профессий </w:t>
            </w:r>
            <w:r>
              <w:rPr>
                <w:bCs/>
                <w:sz w:val="22"/>
                <w:szCs w:val="22"/>
              </w:rPr>
              <w:t xml:space="preserve">                  </w:t>
            </w:r>
            <w:r w:rsidRPr="007C7F97">
              <w:rPr>
                <w:bCs/>
                <w:sz w:val="22"/>
                <w:szCs w:val="22"/>
              </w:rPr>
              <w:t>и должностей работников, освобожденных от первичного инструктажа на рабочем месте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РФ, Минобразования РФ от 13.01.2003 №1/29 «Об утверждении порядка обучения по охране труда и проверки знаний требований охраны труда работников организации»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Работники, не связанные с эксплуатацией, обслуживанием, испытанием, наладкой и ремонтом оборудования, использованием инструмента, хранением и  применением сырья и материалов, могут освобождаться от прохождения первичного инструктажа на рабочем месте.</w:t>
            </w:r>
          </w:p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Перечень утверждается руководителем организации. 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Перечень инструкций                      по охране труда, действующих в организации</w:t>
            </w:r>
          </w:p>
          <w:p w:rsidR="004128BB" w:rsidRPr="007C7F97" w:rsidRDefault="004128BB" w:rsidP="00C13EB2">
            <w:pPr>
              <w:jc w:val="both"/>
              <w:rPr>
                <w:bCs/>
              </w:rPr>
            </w:pP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 xml:space="preserve">Постановление Минтруда РФ от 17.12.2002 № 80 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«Об утверждении Методических рекомендаций        по разработке государственных нормативных требований охраны труда»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Разрабатывается в соответствии  со штатным расписанием, технологическими процессами и производственным оборудованием организации (по профессиям (должностям) и по видам работ).</w:t>
            </w:r>
          </w:p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Перечень утверждается работодателем, рассылается в структурные подразделения организации. Подписанный экземпляр хранится                  в службе охраны труда. </w:t>
            </w:r>
          </w:p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В каждом производственном подразделении составляется свой Перечень действующих инструкций по охране труда.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ind w:left="21"/>
              <w:jc w:val="both"/>
            </w:pPr>
          </w:p>
        </w:tc>
      </w:tr>
      <w:tr w:rsidR="004128BB" w:rsidRPr="007C7F97" w:rsidTr="00DA6D71">
        <w:trPr>
          <w:gridAfter w:val="1"/>
          <w:wAfter w:w="1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Инструкции по охране труда для работников 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 xml:space="preserve">Постановление Минтруда РФ от 17.12.2002 № 80 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«Об утверждении Методических рекомендаций     по разработке государственных нормативных требований охраны труда»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Разрабатываются руководителями соответствующих структурных подразделений по утвержденным Перечням инструкций по охране труда. </w:t>
            </w:r>
          </w:p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Инструкция по охране труда для работника разрабатывается исходя из его профессии или вида выполняемой работы; на основе межотраслевой или отраслевой типовой инструкции по охране труда (а при ее отсутствии – межотраслевых или отраслевых правил                       по охране труда), требований безопасности, изложенных                              в эксплуатационной и ремонтной документации организаций изготовителей оборудования, а также в технологической документации организации с учетом конкретных условий производства.</w:t>
            </w:r>
          </w:p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Согласовывается со специалистами организации (механиком, технологом, энергетиком, инженером  по охране труда и т.д.). Утверждается руководителем организации  по согласованию                      с выборным органом первичной профсоюзной организацией или иным уполномоченным работниками органом.</w:t>
            </w:r>
          </w:p>
        </w:tc>
        <w:tc>
          <w:tcPr>
            <w:tcW w:w="1871" w:type="dxa"/>
            <w:gridSpan w:val="4"/>
          </w:tcPr>
          <w:p w:rsidR="004128BB" w:rsidRPr="007C7F97" w:rsidRDefault="004128BB" w:rsidP="00C13EB2">
            <w:pPr>
              <w:ind w:left="21"/>
              <w:jc w:val="both"/>
            </w:pPr>
          </w:p>
        </w:tc>
      </w:tr>
      <w:tr w:rsidR="004128BB" w:rsidRPr="007C7F97" w:rsidTr="00DA6D71">
        <w:trPr>
          <w:gridAfter w:val="1"/>
          <w:wAfter w:w="1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Журнал учета инструкций </w:t>
            </w:r>
            <w:r>
              <w:rPr>
                <w:bCs/>
                <w:sz w:val="22"/>
                <w:szCs w:val="22"/>
              </w:rPr>
              <w:t xml:space="preserve">             </w:t>
            </w:r>
            <w:r w:rsidRPr="007C7F97">
              <w:rPr>
                <w:bCs/>
                <w:sz w:val="22"/>
                <w:szCs w:val="22"/>
              </w:rPr>
              <w:t>по охране труда для работников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 xml:space="preserve">Постановление Минтруда РФ от 17.12.2002 № 80 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«Об утверждении Методических рекомендаций </w:t>
            </w:r>
            <w:r>
              <w:rPr>
                <w:sz w:val="22"/>
                <w:szCs w:val="22"/>
              </w:rPr>
              <w:t xml:space="preserve"> </w:t>
            </w:r>
            <w:r w:rsidRPr="007C7F97">
              <w:rPr>
                <w:sz w:val="22"/>
                <w:szCs w:val="22"/>
              </w:rPr>
              <w:t>по разработке государственных нормативных требований охраны труда»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Учет ведется службой охраны труда (специалистом по охране труда)</w:t>
            </w:r>
          </w:p>
        </w:tc>
        <w:tc>
          <w:tcPr>
            <w:tcW w:w="1871" w:type="dxa"/>
            <w:gridSpan w:val="4"/>
          </w:tcPr>
          <w:p w:rsidR="004128BB" w:rsidRPr="007C7F97" w:rsidRDefault="004128BB" w:rsidP="00C13EB2">
            <w:pPr>
              <w:ind w:left="21"/>
              <w:jc w:val="both"/>
            </w:pPr>
          </w:p>
        </w:tc>
      </w:tr>
      <w:tr w:rsidR="004128BB" w:rsidRPr="007C7F97" w:rsidTr="00DA6D71">
        <w:trPr>
          <w:gridAfter w:val="1"/>
          <w:wAfter w:w="1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Журнал учета выдачи инструкций по охране труда для работников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 xml:space="preserve">Постановление Минтруда РФ от 17.12.2002 № 80 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«Об утверждении Методических рекомендаций </w:t>
            </w:r>
            <w:r>
              <w:rPr>
                <w:sz w:val="22"/>
                <w:szCs w:val="22"/>
              </w:rPr>
              <w:t xml:space="preserve"> </w:t>
            </w:r>
            <w:r w:rsidRPr="007C7F97">
              <w:rPr>
                <w:sz w:val="22"/>
                <w:szCs w:val="22"/>
              </w:rPr>
              <w:t>по разработке государственных нормативных требований охраны труда»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Руководитель службы охраны труда (специалист по охране труда), </w:t>
            </w:r>
          </w:p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а там, где этой службы нет – работодатель, обязан выдать в каждое структурное подразделение организации Инструкции по охране труда для работников с регистрацией факта их выдачи в Журнале учета выдачи инструкции по охране труда для работников</w:t>
            </w:r>
          </w:p>
        </w:tc>
        <w:tc>
          <w:tcPr>
            <w:tcW w:w="1871" w:type="dxa"/>
            <w:gridSpan w:val="4"/>
          </w:tcPr>
          <w:p w:rsidR="004128BB" w:rsidRDefault="004128BB"/>
          <w:p w:rsidR="004128BB" w:rsidRDefault="004128BB"/>
          <w:p w:rsidR="004128BB" w:rsidRDefault="004128BB"/>
          <w:p w:rsidR="004128BB" w:rsidRDefault="004128BB"/>
          <w:p w:rsidR="004128BB" w:rsidRDefault="004128BB"/>
          <w:p w:rsidR="004128BB" w:rsidRDefault="004128BB"/>
          <w:p w:rsidR="004128BB" w:rsidRDefault="004128BB"/>
          <w:p w:rsidR="004128BB" w:rsidRDefault="004128BB"/>
          <w:p w:rsidR="004128BB" w:rsidRDefault="004128BB"/>
          <w:p w:rsidR="004128BB" w:rsidRDefault="004128BB"/>
          <w:p w:rsidR="004128BB" w:rsidRDefault="004128BB"/>
          <w:p w:rsidR="004128BB" w:rsidRPr="007C7F97" w:rsidRDefault="004128BB" w:rsidP="00C13EB2">
            <w:pPr>
              <w:ind w:left="21"/>
              <w:jc w:val="both"/>
            </w:pPr>
          </w:p>
        </w:tc>
      </w:tr>
      <w:tr w:rsidR="004128BB" w:rsidRPr="007C7F97" w:rsidTr="00DA6D71">
        <w:trPr>
          <w:gridAfter w:val="1"/>
          <w:wAfter w:w="1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пересмотре инструкций по охране труда для работников (или продлении срока действия инструкций по охране труда)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 xml:space="preserve">Постановление Минтруда РФ от 17.12.2002 № 80 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«Об утверждении Методических рекомендаций            по разработке государственных нормативных требований охраны труда»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Пересмотр инструкций по охране труда для работников производится не реже одного раза в 5 лет. </w:t>
            </w:r>
          </w:p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Если условия труда работника в течение срока действия инструкции по охране труда для работника не изменились, то приказом (распоряжением) работодателя   действие инструкции продлевается на следующий срок. Приказ доводится до сведения всех руководителей подразделений, а на инструкции ставится штамп   </w:t>
            </w:r>
          </w:p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о сроке ее продления.</w:t>
            </w:r>
          </w:p>
        </w:tc>
        <w:tc>
          <w:tcPr>
            <w:tcW w:w="1871" w:type="dxa"/>
            <w:gridSpan w:val="4"/>
          </w:tcPr>
          <w:p w:rsidR="004128BB" w:rsidRPr="007C7F97" w:rsidRDefault="004128BB" w:rsidP="00C13EB2">
            <w:pPr>
              <w:ind w:left="21"/>
              <w:jc w:val="both"/>
            </w:pPr>
          </w:p>
        </w:tc>
      </w:tr>
      <w:tr w:rsidR="004128BB" w:rsidRPr="007C7F97" w:rsidTr="00DA6D71">
        <w:trPr>
          <w:gridAfter w:val="1"/>
          <w:wAfter w:w="1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Журнал регистрации инструктажа на рабочем месте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ГОСТ 12.0.004-90 ССБТ. Организация обучения безопасности труда.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ind w:left="21"/>
              <w:jc w:val="both"/>
            </w:pPr>
            <w:r w:rsidRPr="007C7F97">
              <w:rPr>
                <w:sz w:val="22"/>
                <w:szCs w:val="22"/>
              </w:rPr>
              <w:t>Журнал должен быть пронумерован, прошнурован, подписан руководителем структурного подразделения или специалистом по охране труда и скреплен печатью.</w:t>
            </w:r>
          </w:p>
        </w:tc>
        <w:tc>
          <w:tcPr>
            <w:tcW w:w="1871" w:type="dxa"/>
            <w:gridSpan w:val="4"/>
          </w:tcPr>
          <w:p w:rsidR="004128BB" w:rsidRPr="007C7F97" w:rsidRDefault="004128BB" w:rsidP="00C13EB2">
            <w:pPr>
              <w:ind w:left="21"/>
              <w:jc w:val="both"/>
            </w:pPr>
          </w:p>
        </w:tc>
      </w:tr>
      <w:tr w:rsidR="004128BB" w:rsidRPr="007C7F97" w:rsidTr="00DA6D71">
        <w:trPr>
          <w:gridAfter w:val="1"/>
          <w:wAfter w:w="1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Приказы (распоряжения) </w:t>
            </w:r>
          </w:p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по структурным подразделениям о назначении лиц, под руководством которых проходят стажировку вновь принятые работники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ГОСТ 12.0.004-90 ССБТ.  Организация обучения безопасности труда.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Все рабочие  после первичного инструктажа на рабочем месте должны в течение первых 2 - 14 смен  пройти стажировку </w:t>
            </w:r>
            <w:r>
              <w:rPr>
                <w:sz w:val="22"/>
                <w:szCs w:val="22"/>
              </w:rPr>
              <w:t xml:space="preserve">                      </w:t>
            </w:r>
            <w:r w:rsidRPr="007C7F97">
              <w:rPr>
                <w:sz w:val="22"/>
                <w:szCs w:val="22"/>
              </w:rPr>
              <w:t xml:space="preserve">под руководством лиц, назначенных приказом (распоряжением) </w:t>
            </w:r>
            <w:r>
              <w:rPr>
                <w:sz w:val="22"/>
                <w:szCs w:val="22"/>
              </w:rPr>
              <w:t xml:space="preserve">                    </w:t>
            </w:r>
            <w:r w:rsidRPr="007C7F97">
              <w:rPr>
                <w:sz w:val="22"/>
                <w:szCs w:val="22"/>
              </w:rPr>
              <w:t>по организации или структурному подразделению. Рабочие допускаются к самостоятельной работе после стажировки, проверки теоретических знаний и приобретенных навыков безопасных способов работы. Информация о прохождении стажировки отражается в журнале инструктажа на рабочем месте.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Руководство подразделения  по согласованию с отделом (специалистом) охраны труда и профсоюзным комитетом может освобождать от стажировки работника, имеющего стаж работы </w:t>
            </w:r>
            <w:r>
              <w:rPr>
                <w:sz w:val="22"/>
                <w:szCs w:val="22"/>
              </w:rPr>
              <w:t xml:space="preserve">               </w:t>
            </w:r>
            <w:r w:rsidRPr="007C7F97">
              <w:rPr>
                <w:sz w:val="22"/>
                <w:szCs w:val="22"/>
              </w:rPr>
              <w:t xml:space="preserve">по специальности не менее 3 лет, переходящего из одного цеха </w:t>
            </w:r>
            <w:r>
              <w:rPr>
                <w:sz w:val="22"/>
                <w:szCs w:val="22"/>
              </w:rPr>
              <w:t xml:space="preserve">                 </w:t>
            </w:r>
            <w:r w:rsidRPr="007C7F97">
              <w:rPr>
                <w:sz w:val="22"/>
                <w:szCs w:val="22"/>
              </w:rPr>
              <w:t>в другой, если характер его работы и тип оборудования, на котором он работал ранее, не меняется.</w:t>
            </w:r>
          </w:p>
        </w:tc>
        <w:tc>
          <w:tcPr>
            <w:tcW w:w="187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1"/>
          <w:wAfter w:w="1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создании комиссии по проверке знаний требований охраны труда работников организации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РФ, Минобразования РФ от 13.01.2003 №1/29 «Об утверждении порядка обучения по охране труда и проверки знаний требований охраны труда работников организации»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Комиссия назначается в составе не менее 3-х человек, прошедших обучение и проверку знаний требований охраны труда                                 в установленном порядке. В состав комиссии включаются руководители организации и структурных подразделений, специалисты служб охраны труда, главные  специалисты (механик, энергетик и т.д.). В работе комиссии могут принимать участие представители выборного профсоюзного органа, в т.ч. уполномоченные (доверенные) лица по охране труда.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Комиссия состоит из председателя, заместителя  председателя, секретаря и членов комиссии. Приказ доводится до сведения всех руководителей подразделений.</w:t>
            </w:r>
          </w:p>
        </w:tc>
        <w:tc>
          <w:tcPr>
            <w:tcW w:w="187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проведении обучения по охране труда руководителей и специалистов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РФ, Минобразования РФ от 13.01.2003 №1/29 «Об утверждении порядка обучения по охране труда и проверки знаний требований охраны труда работников организации»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Руководители и специалисты организации проходят очередную проверку знаний требований охраны труда не реже 1 раза в 3 года.  Приказ доводится до сведения руководителей соответствующих подразделений.</w:t>
            </w:r>
          </w:p>
        </w:tc>
        <w:tc>
          <w:tcPr>
            <w:tcW w:w="188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Программа обучения по охране труда руководителей </w:t>
            </w:r>
            <w:r>
              <w:rPr>
                <w:bCs/>
                <w:sz w:val="22"/>
                <w:szCs w:val="22"/>
              </w:rPr>
              <w:t xml:space="preserve">                      </w:t>
            </w:r>
            <w:r w:rsidRPr="007C7F97">
              <w:rPr>
                <w:bCs/>
                <w:sz w:val="22"/>
                <w:szCs w:val="22"/>
              </w:rPr>
              <w:t>и специалистов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РФ, Минобразования РФ от 13.01.2003 №1/29 «Об утверждении порядка обучения по охране труда и проверки знаний требований охраны труда работников организации»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Разрабатывается на основании Примерных учебных планов обучения по охране труда и проверки знаний требований охраны труда работников организаций и Примерной программы обучения работников организации (Письмо Минтруда России от 27.05.2004 </w:t>
            </w:r>
            <w:r>
              <w:rPr>
                <w:sz w:val="22"/>
                <w:szCs w:val="22"/>
              </w:rPr>
              <w:t xml:space="preserve">            </w:t>
            </w:r>
            <w:r w:rsidRPr="007C7F97">
              <w:rPr>
                <w:sz w:val="22"/>
                <w:szCs w:val="22"/>
              </w:rPr>
              <w:t>№ 477-7) или типовых отраслевых программ обучения по охране труда. Утверждается  руководителем организации.</w:t>
            </w:r>
          </w:p>
        </w:tc>
        <w:tc>
          <w:tcPr>
            <w:tcW w:w="188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об утверждении</w:t>
            </w:r>
          </w:p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Перечня работ и профессий </w:t>
            </w:r>
            <w:r>
              <w:rPr>
                <w:bCs/>
                <w:sz w:val="22"/>
                <w:szCs w:val="22"/>
              </w:rPr>
              <w:t xml:space="preserve">            </w:t>
            </w:r>
            <w:r w:rsidRPr="007C7F97">
              <w:rPr>
                <w:bCs/>
                <w:sz w:val="22"/>
                <w:szCs w:val="22"/>
              </w:rPr>
              <w:t>по которым проводят обучение по охране труда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 ГОСТ 12.0.004-90 ССБТ. Организация обучения безопасности труда.;</w:t>
            </w:r>
          </w:p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>2.Постановление Минтруда РФ, Минобразования РФ от 13.01.2003 №1/29 «Об утверждении порядка обучения по охране труда и проверки знаний требований охраны труда работников организации».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В отдельных отраслях, связанных с работами, к которым предъявляются дополнительные (повышенные) требования безопасности труда, работники проходят дополнительное специальное обучение безопасности труда с учетом этих требований.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Рабочие, связанные с выполнением работ и обслуживанием объектов повышенной опасности, а также объектов, подконтрольных органам государственного надзора, проходят  периодическую проверку знаний  в сроки, установленные соответствующими правилами.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Работодатель обеспечивает обучение лиц, принимаемых на работу</w:t>
            </w:r>
            <w:r>
              <w:rPr>
                <w:sz w:val="22"/>
                <w:szCs w:val="22"/>
              </w:rPr>
              <w:t xml:space="preserve">            </w:t>
            </w:r>
            <w:r w:rsidRPr="007C7F97">
              <w:rPr>
                <w:sz w:val="22"/>
                <w:szCs w:val="22"/>
              </w:rPr>
              <w:t xml:space="preserve"> с вредными и (или) опасными условиями труда, безопасным методам и приемам выполнения работ со стажировкой на рабочем месте </w:t>
            </w:r>
            <w:r>
              <w:rPr>
                <w:sz w:val="22"/>
                <w:szCs w:val="22"/>
              </w:rPr>
              <w:t xml:space="preserve">               </w:t>
            </w:r>
            <w:r w:rsidRPr="007C7F97">
              <w:rPr>
                <w:sz w:val="22"/>
                <w:szCs w:val="22"/>
              </w:rPr>
              <w:t>и сдачей экзаменов, а в процессе трудовой деятельности – проведение периодического обучения по охране труда и проверки знаний требований охраны труда.</w:t>
            </w:r>
          </w:p>
          <w:p w:rsidR="004128BB" w:rsidRPr="007C7F97" w:rsidRDefault="004128BB" w:rsidP="00C13EB2">
            <w:pPr>
              <w:tabs>
                <w:tab w:val="left" w:pos="21"/>
              </w:tabs>
              <w:jc w:val="both"/>
            </w:pPr>
            <w:r w:rsidRPr="007C7F97">
              <w:rPr>
                <w:sz w:val="22"/>
                <w:szCs w:val="22"/>
              </w:rPr>
              <w:t xml:space="preserve">Порядок, форма, периодичность и продолжительность обучения по охране труда и проверки знаний требований охраны труда работников рабочих профессий устанавливается работодателем </w:t>
            </w:r>
            <w:r>
              <w:rPr>
                <w:sz w:val="22"/>
                <w:szCs w:val="22"/>
              </w:rPr>
              <w:t xml:space="preserve">                 </w:t>
            </w:r>
            <w:r w:rsidRPr="007C7F97">
              <w:rPr>
                <w:sz w:val="22"/>
                <w:szCs w:val="22"/>
              </w:rPr>
              <w:t>в соответствии с нормативными правовыми актами, регулирующими безопасность конкретных видов работ.</w:t>
            </w:r>
          </w:p>
        </w:tc>
        <w:tc>
          <w:tcPr>
            <w:tcW w:w="188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jc w:val="both"/>
            </w:pPr>
          </w:p>
        </w:tc>
      </w:tr>
      <w:tr w:rsidR="004128BB" w:rsidRPr="007C7F97" w:rsidTr="00DA6D71"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Программы обучения </w:t>
            </w:r>
            <w:r>
              <w:rPr>
                <w:bCs/>
                <w:sz w:val="22"/>
                <w:szCs w:val="22"/>
              </w:rPr>
              <w:t xml:space="preserve">                     </w:t>
            </w:r>
            <w:r w:rsidRPr="007C7F97">
              <w:rPr>
                <w:bCs/>
                <w:sz w:val="22"/>
                <w:szCs w:val="22"/>
              </w:rPr>
              <w:t>по охране труда рабочего персонала</w:t>
            </w:r>
          </w:p>
          <w:p w:rsidR="004128BB" w:rsidRPr="007C7F97" w:rsidRDefault="004128BB" w:rsidP="00C13EB2">
            <w:pPr>
              <w:jc w:val="both"/>
              <w:rPr>
                <w:bCs/>
              </w:rPr>
            </w:pP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ГОСТ 12.0.004-90 ССБТ. Организация обучения безопасности труда.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Обучение осуществляют по программам, разработанным с учетом отраслевых типовых программ и утвержденным руководителем (главным инженером) предприятия по согласованию с отделом (специалистом) охраны труда и профсоюзным комитетом.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После обучения  комиссия проводит проверку теоретических знаний и практических навыков.</w:t>
            </w:r>
          </w:p>
        </w:tc>
        <w:tc>
          <w:tcPr>
            <w:tcW w:w="188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Приказы о проведении обучения по охране труда рабочего персонала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РФ, Минобразования РФ от 13.01.2003 №1/29 «Об утверждении порядка обучения по охране труда и проверки знаний требований охраны труда работников организации»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Приказы доводятся до сведения руководителей соответствующих подразделений</w:t>
            </w:r>
          </w:p>
        </w:tc>
        <w:tc>
          <w:tcPr>
            <w:tcW w:w="188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Протоколы заседания комиссии по проверке знаний требований охраны труда работников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РФ, Минобразования РФ от 13.01.2003 №1/29 «Об утверждении порядка обучения по охране труда и проверки знаний требований охраны труда работников организации»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Хранятся в службе охраны труда и в отделе кадров</w:t>
            </w:r>
          </w:p>
        </w:tc>
        <w:tc>
          <w:tcPr>
            <w:tcW w:w="188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Удостоверение  о проверке знаний требований охраны труда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РФ, Минобразования РФ от 13.01.2003 №1/29 «Об утверждении порядка обучения по охране труда и проверки знаний требований охраны труда работников организации»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Удостоверение выдается за подписью председателя комиссии, заверенное печатью организации, проводившей обучение и проверку знаний требований охраны труда. Хранится у работника, копии –                в отделе кадров.</w:t>
            </w:r>
          </w:p>
        </w:tc>
        <w:tc>
          <w:tcPr>
            <w:tcW w:w="188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проведении обучения работников рабочих профессий оказанию первой помощи пострадавшим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РФ, Минобразования РФ от 13.01.2003 №1/29 «Об утверждении порядка обучения по охране труда и проверки знаний требований охраны труда работников организации»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Работодатель организует проведение периодического, не реже 1 раза в год, обучения работников рабочих профессий оказанию первой помощи пострадавшим. Вновь принимаемые работники проходят это обучение в сроки, установленные работодателем, но не позднее                 1 месяца после приема на работу.</w:t>
            </w:r>
          </w:p>
        </w:tc>
        <w:tc>
          <w:tcPr>
            <w:tcW w:w="188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15896" w:type="dxa"/>
            <w:gridSpan w:val="13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center"/>
              <w:rPr>
                <w:b/>
              </w:rPr>
            </w:pPr>
            <w:r w:rsidRPr="007C7F97">
              <w:rPr>
                <w:b/>
                <w:sz w:val="22"/>
                <w:szCs w:val="22"/>
              </w:rPr>
              <w:t>ПРЕДВАРИТЕЛЬНЫЕ И ПЕРИОДИЧЕСКИЕ МЕДИЦИНСКИЕ ОСМОТРЫ</w:t>
            </w: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Перечень профессий и работ, при поступлении на которые работник должен пройти предварительный медицинский осмотр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-108"/>
              </w:tabs>
              <w:jc w:val="both"/>
            </w:pPr>
            <w:r w:rsidRPr="007C7F97">
              <w:rPr>
                <w:sz w:val="22"/>
                <w:szCs w:val="22"/>
              </w:rPr>
              <w:t>1.Статья 213 Трудового кодекса РФ;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 xml:space="preserve">2.Приказ Минздравсоцразвития РФ от 12.04.2011           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</w:t>
            </w:r>
            <w:r>
              <w:rPr>
                <w:sz w:val="22"/>
                <w:szCs w:val="22"/>
              </w:rPr>
              <w:t xml:space="preserve">                 </w:t>
            </w:r>
            <w:r w:rsidRPr="007C7F97">
              <w:rPr>
                <w:sz w:val="22"/>
                <w:szCs w:val="22"/>
              </w:rPr>
              <w:t xml:space="preserve">и периодических медицинских осмотров (обследований) работников, занятых на тяжелых работах и на работах                  </w:t>
            </w:r>
            <w:r>
              <w:rPr>
                <w:sz w:val="22"/>
                <w:szCs w:val="22"/>
              </w:rPr>
              <w:t xml:space="preserve">       с вредными              и </w:t>
            </w:r>
            <w:r w:rsidRPr="007C7F97">
              <w:rPr>
                <w:sz w:val="22"/>
                <w:szCs w:val="22"/>
              </w:rPr>
              <w:t>(или) опасными условиями труда»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ind w:left="-108"/>
              <w:jc w:val="both"/>
            </w:pPr>
            <w:r w:rsidRPr="007C7F97">
              <w:rPr>
                <w:sz w:val="22"/>
                <w:szCs w:val="22"/>
              </w:rPr>
              <w:t xml:space="preserve">Разрабатывается  в соответствии с Приказом Минздравсоцразвития РФ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</w:t>
            </w:r>
            <w:r>
              <w:rPr>
                <w:sz w:val="22"/>
                <w:szCs w:val="22"/>
              </w:rPr>
              <w:t xml:space="preserve">              </w:t>
            </w:r>
            <w:r w:rsidRPr="007C7F97">
              <w:rPr>
                <w:sz w:val="22"/>
                <w:szCs w:val="22"/>
              </w:rPr>
              <w:t xml:space="preserve">и на работах с вредными и (или) опасными условиями труда» </w:t>
            </w:r>
            <w:r>
              <w:rPr>
                <w:sz w:val="22"/>
                <w:szCs w:val="22"/>
              </w:rPr>
              <w:t xml:space="preserve">                     </w:t>
            </w:r>
            <w:r w:rsidRPr="007C7F97">
              <w:rPr>
                <w:sz w:val="22"/>
                <w:szCs w:val="22"/>
              </w:rPr>
              <w:t>и утверждается руководителем организации.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Список контингентов, подлежащих периодическим медицинским осмотрам.</w:t>
            </w:r>
          </w:p>
          <w:p w:rsidR="004128BB" w:rsidRPr="007C7F97" w:rsidRDefault="004128BB" w:rsidP="00C13EB2">
            <w:pPr>
              <w:jc w:val="both"/>
              <w:rPr>
                <w:bCs/>
              </w:rPr>
            </w:pPr>
          </w:p>
          <w:p w:rsidR="004128BB" w:rsidRPr="007C7F97" w:rsidRDefault="004128BB" w:rsidP="00C13EB2">
            <w:pPr>
              <w:jc w:val="both"/>
              <w:rPr>
                <w:bCs/>
              </w:rPr>
            </w:pPr>
          </w:p>
          <w:p w:rsidR="004128BB" w:rsidRPr="007C7F97" w:rsidRDefault="004128BB" w:rsidP="00C13EB2">
            <w:pPr>
              <w:jc w:val="both"/>
              <w:rPr>
                <w:bCs/>
              </w:rPr>
            </w:pP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0"/>
              </w:tabs>
              <w:jc w:val="both"/>
            </w:pPr>
            <w:r w:rsidRPr="007C7F97">
              <w:rPr>
                <w:sz w:val="22"/>
                <w:szCs w:val="22"/>
              </w:rPr>
              <w:t>1.Статья 213 Трудового кодекса РФ;</w:t>
            </w:r>
          </w:p>
          <w:p w:rsidR="004128BB" w:rsidRPr="007C7F97" w:rsidRDefault="004128BB" w:rsidP="00C13EB2">
            <w:pPr>
              <w:tabs>
                <w:tab w:val="left" w:pos="12"/>
              </w:tabs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 xml:space="preserve">2.Приказ Минздравсоцразвития РФ от 12.04.2011            № 302н «Об утверждении перечней вредных </w:t>
            </w:r>
            <w:r>
              <w:rPr>
                <w:sz w:val="22"/>
                <w:szCs w:val="22"/>
              </w:rPr>
              <w:t xml:space="preserve">                </w:t>
            </w:r>
            <w:r w:rsidRPr="007C7F97">
              <w:rPr>
                <w:sz w:val="22"/>
                <w:szCs w:val="22"/>
              </w:rPr>
              <w:t xml:space="preserve">и (или) опасных производственных факторов </w:t>
            </w:r>
            <w:r>
              <w:rPr>
                <w:sz w:val="22"/>
                <w:szCs w:val="22"/>
              </w:rPr>
              <w:t xml:space="preserve">              </w:t>
            </w:r>
            <w:r w:rsidRPr="007C7F97">
              <w:rPr>
                <w:sz w:val="22"/>
                <w:szCs w:val="22"/>
              </w:rPr>
              <w:t xml:space="preserve">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</w:t>
            </w:r>
            <w:r>
              <w:rPr>
                <w:sz w:val="22"/>
                <w:szCs w:val="22"/>
              </w:rPr>
              <w:t xml:space="preserve">                  </w:t>
            </w:r>
            <w:r w:rsidRPr="007C7F97">
              <w:rPr>
                <w:sz w:val="22"/>
                <w:szCs w:val="22"/>
              </w:rPr>
              <w:t xml:space="preserve">и периодических медицинских осмотров (обследований) работников, занятых на тяжелых работах и на работах                         с вредными </w:t>
            </w:r>
            <w:r>
              <w:rPr>
                <w:sz w:val="22"/>
                <w:szCs w:val="22"/>
              </w:rPr>
              <w:t xml:space="preserve">                 </w:t>
            </w:r>
            <w:r w:rsidRPr="007C7F97">
              <w:rPr>
                <w:sz w:val="22"/>
                <w:szCs w:val="22"/>
              </w:rPr>
              <w:t>и (или) опасными условиями труда»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  <w:r w:rsidRPr="007C7F97">
              <w:rPr>
                <w:sz w:val="22"/>
                <w:szCs w:val="22"/>
              </w:rPr>
              <w:t xml:space="preserve">Разработанный и утвержденный работодателем Список контингента   в 10-дневный срок направляется в территориальный орган федерального органа исполнительной власти, уполномоченного </w:t>
            </w:r>
            <w:r>
              <w:rPr>
                <w:sz w:val="22"/>
                <w:szCs w:val="22"/>
              </w:rPr>
              <w:t xml:space="preserve">               </w:t>
            </w:r>
            <w:r w:rsidRPr="007C7F97">
              <w:rPr>
                <w:sz w:val="22"/>
                <w:szCs w:val="22"/>
              </w:rPr>
              <w:t>на осуществление федерального государственного санитарно-эпидемиологического надзора по фактическому месту нахождения работодателя.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Поименный список лиц, подлежащих периодическому медицинскому осмотру. 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0"/>
              </w:tabs>
              <w:jc w:val="both"/>
            </w:pPr>
            <w:r w:rsidRPr="007C7F97">
              <w:rPr>
                <w:sz w:val="22"/>
                <w:szCs w:val="22"/>
              </w:rPr>
              <w:t>1.Статья 213 Трудового кодекса РФ;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 xml:space="preserve">2.Приказ Минздравсоцразвития РФ от 12.04.2011            № 302н «Об утверждении перечней вредных </w:t>
            </w:r>
            <w:r>
              <w:rPr>
                <w:sz w:val="22"/>
                <w:szCs w:val="22"/>
              </w:rPr>
              <w:t xml:space="preserve">                 </w:t>
            </w:r>
            <w:r w:rsidRPr="007C7F97">
              <w:rPr>
                <w:sz w:val="22"/>
                <w:szCs w:val="22"/>
              </w:rPr>
              <w:t xml:space="preserve">и (или) опасных производственных факторов </w:t>
            </w:r>
            <w:r>
              <w:rPr>
                <w:sz w:val="22"/>
                <w:szCs w:val="22"/>
              </w:rPr>
              <w:t xml:space="preserve">               </w:t>
            </w:r>
            <w:r w:rsidRPr="007C7F97">
              <w:rPr>
                <w:sz w:val="22"/>
                <w:szCs w:val="22"/>
              </w:rPr>
              <w:t xml:space="preserve">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</w:t>
            </w:r>
            <w:r>
              <w:rPr>
                <w:sz w:val="22"/>
                <w:szCs w:val="22"/>
              </w:rPr>
              <w:t xml:space="preserve">                  </w:t>
            </w:r>
            <w:r w:rsidRPr="007C7F97">
              <w:rPr>
                <w:sz w:val="22"/>
                <w:szCs w:val="22"/>
              </w:rPr>
              <w:t>и периодических медицинских осмотров (обследований) работников, занятых на тяжелых работах и на работах                         с вредными</w:t>
            </w:r>
            <w:r>
              <w:rPr>
                <w:sz w:val="22"/>
                <w:szCs w:val="22"/>
              </w:rPr>
              <w:t xml:space="preserve">               </w:t>
            </w:r>
            <w:r w:rsidRPr="007C7F97">
              <w:rPr>
                <w:sz w:val="22"/>
                <w:szCs w:val="22"/>
              </w:rPr>
              <w:t xml:space="preserve"> и (или) опасными условиями труда»</w:t>
            </w:r>
          </w:p>
          <w:p w:rsidR="004128BB" w:rsidRPr="007C7F97" w:rsidRDefault="004128BB" w:rsidP="00C13EB2">
            <w:pPr>
              <w:tabs>
                <w:tab w:val="left" w:pos="0"/>
              </w:tabs>
              <w:jc w:val="both"/>
            </w:pP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  <w:r w:rsidRPr="007C7F97">
              <w:rPr>
                <w:sz w:val="22"/>
                <w:szCs w:val="22"/>
              </w:rPr>
              <w:t xml:space="preserve">Составленные и утвержденные работодателем поименные списки </w:t>
            </w:r>
            <w:r>
              <w:rPr>
                <w:sz w:val="22"/>
                <w:szCs w:val="22"/>
              </w:rPr>
              <w:t xml:space="preserve">              </w:t>
            </w:r>
            <w:r w:rsidRPr="007C7F97">
              <w:rPr>
                <w:sz w:val="22"/>
                <w:szCs w:val="22"/>
              </w:rPr>
              <w:t>не позднее чем за 2 месяца до согласованной с медицинской организацией датой начала проведения периодического осмотра направляются работодателем в медицинскую организацию.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  <w:r w:rsidRPr="007C7F97">
              <w:rPr>
                <w:sz w:val="22"/>
                <w:szCs w:val="22"/>
              </w:rPr>
              <w:t>Медицинской организацией на основе поименного списка составляется календарный план проведения периодического осмотра, который согласовывается с работодателем и утверждается руководителем медицинской организации. Такой план должен быть составлен в течение 10 дней с момента получения от работодателя поименного списка, но не позднее чем за 14 дней до согласованной              с работодателем даты начала его проведения.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  <w:r w:rsidRPr="007C7F97">
              <w:rPr>
                <w:sz w:val="22"/>
                <w:szCs w:val="22"/>
              </w:rPr>
              <w:t>Работодатель не позднее чем за 10 дней до даты начала проведения осмотра обязан ознакомить обследуемых работников                                   с календарным планом и выдать им под роспись направление                   на осмотр, которое заполняется на основании списка контингента.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4128BB" w:rsidRPr="007C7F97" w:rsidTr="00DA6D71">
        <w:trPr>
          <w:gridAfter w:val="3"/>
          <w:wAfter w:w="4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-21"/>
              <w:jc w:val="both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Заключительный акт                        о проведении периодического медицинского осмотра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12.04.2011         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  <w:r w:rsidRPr="007C7F97">
              <w:rPr>
                <w:sz w:val="22"/>
                <w:szCs w:val="22"/>
              </w:rPr>
              <w:t xml:space="preserve">По итогам проведения осмотров медицинская организация не позднее чем через 30 дней после завершения периодического медицинского осмотра обобщает результаты проведенных периодических осмотров работников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7C7F97">
              <w:rPr>
                <w:sz w:val="22"/>
                <w:szCs w:val="22"/>
              </w:rPr>
              <w:t xml:space="preserve">и представителями работодателя, составляет заключительный акт </w:t>
            </w:r>
            <w:r>
              <w:rPr>
                <w:sz w:val="22"/>
                <w:szCs w:val="22"/>
              </w:rPr>
              <w:t xml:space="preserve">               </w:t>
            </w:r>
            <w:r w:rsidRPr="007C7F97">
              <w:rPr>
                <w:sz w:val="22"/>
                <w:szCs w:val="22"/>
              </w:rPr>
              <w:t>в четырех экземплярах.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  <w:r w:rsidRPr="007C7F97">
              <w:rPr>
                <w:sz w:val="22"/>
                <w:szCs w:val="22"/>
              </w:rPr>
              <w:t xml:space="preserve">Заключительные акты, утвержденные председателем врачебной комиссии и заверенные печатью медицинской организации, направляются медицинской организацией в течение 5 рабочих дней   с даты утверждения акта работодателю, в центр профпатологии субъекта Российской Федерации, территориальный орган федерального органа исполнительной власти, уполномоченного </w:t>
            </w:r>
            <w:r>
              <w:rPr>
                <w:sz w:val="22"/>
                <w:szCs w:val="22"/>
              </w:rPr>
              <w:t xml:space="preserve">                </w:t>
            </w:r>
            <w:r w:rsidRPr="007C7F97">
              <w:rPr>
                <w:sz w:val="22"/>
                <w:szCs w:val="22"/>
              </w:rPr>
              <w:t>на осуществление государственного контроля и надзора в сфере обеспечения санитарно-эпидемиологического благополучия населения.</w:t>
            </w:r>
          </w:p>
        </w:tc>
        <w:tc>
          <w:tcPr>
            <w:tcW w:w="1841" w:type="dxa"/>
            <w:gridSpan w:val="2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15896" w:type="dxa"/>
            <w:gridSpan w:val="13"/>
          </w:tcPr>
          <w:p w:rsidR="004128BB" w:rsidRPr="00993843" w:rsidRDefault="004128BB" w:rsidP="00C13EB2">
            <w:pPr>
              <w:pStyle w:val="Heading4"/>
              <w:rPr>
                <w:sz w:val="22"/>
                <w:szCs w:val="22"/>
              </w:rPr>
            </w:pPr>
            <w:r w:rsidRPr="00993843">
              <w:rPr>
                <w:sz w:val="22"/>
                <w:szCs w:val="22"/>
              </w:rPr>
              <w:t>КОМПЕНСАЦИИ ЗА ВРЕДНЫЕ УСЛОВИЯ ТРУДА</w:t>
            </w:r>
          </w:p>
        </w:tc>
      </w:tr>
      <w:tr w:rsidR="004128BB" w:rsidRPr="007C7F97" w:rsidTr="00DA6D71">
        <w:tc>
          <w:tcPr>
            <w:tcW w:w="581" w:type="dxa"/>
          </w:tcPr>
          <w:p w:rsidR="004128BB" w:rsidRPr="007C7F97" w:rsidRDefault="004128BB" w:rsidP="00C13EB2">
            <w:pPr>
              <w:ind w:left="113" w:right="-21"/>
              <w:jc w:val="both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Перечень должностей </w:t>
            </w:r>
            <w:r>
              <w:rPr>
                <w:bCs/>
                <w:sz w:val="22"/>
                <w:szCs w:val="22"/>
              </w:rPr>
              <w:t xml:space="preserve">                       </w:t>
            </w:r>
            <w:r w:rsidRPr="007C7F97">
              <w:rPr>
                <w:bCs/>
                <w:sz w:val="22"/>
                <w:szCs w:val="22"/>
              </w:rPr>
              <w:t xml:space="preserve">и профессий работников, которым по условиям труда выдается  бесплатно молоко или другие равноценные пищевые продукты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>1Статья 222 Трудового кодекса РФ;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 xml:space="preserve">2.Приказ Минздравсоцразвития РФ от 16.02.2009 № 45н (в редакции от 19.04.2010) </w:t>
            </w:r>
            <w:r>
              <w:rPr>
                <w:sz w:val="22"/>
                <w:szCs w:val="22"/>
              </w:rPr>
              <w:t xml:space="preserve">                               </w:t>
            </w:r>
            <w:r w:rsidRPr="007C7F97">
              <w:rPr>
                <w:sz w:val="22"/>
                <w:szCs w:val="22"/>
              </w:rPr>
              <w:t xml:space="preserve">«Об утверждении норм и условий бесплатной выдачи работникам, занятым на работах с вредными условиями труда, молока или других равноценных пищевых продуктов, Порядка осуществления компенсационной выплаты </w:t>
            </w:r>
            <w:r>
              <w:rPr>
                <w:sz w:val="22"/>
                <w:szCs w:val="22"/>
              </w:rPr>
              <w:t xml:space="preserve">                     </w:t>
            </w:r>
            <w:r w:rsidRPr="007C7F97">
              <w:rPr>
                <w:sz w:val="22"/>
                <w:szCs w:val="22"/>
              </w:rPr>
              <w:t xml:space="preserve">в размере, эквивалентном стоимости молока или других равноценных пищевых продуктов, </w:t>
            </w:r>
            <w:r>
              <w:rPr>
                <w:sz w:val="22"/>
                <w:szCs w:val="22"/>
              </w:rPr>
              <w:t xml:space="preserve">                       </w:t>
            </w:r>
            <w:r w:rsidRPr="007C7F97">
              <w:rPr>
                <w:sz w:val="22"/>
                <w:szCs w:val="22"/>
              </w:rPr>
              <w:t xml:space="preserve">и Перечня вредных производственных факторов, при воздействии которых в профилактических целях рекомендуется употребление молока </w:t>
            </w:r>
            <w:r>
              <w:rPr>
                <w:sz w:val="22"/>
                <w:szCs w:val="22"/>
              </w:rPr>
              <w:t xml:space="preserve">                 </w:t>
            </w:r>
            <w:r w:rsidRPr="007C7F97">
              <w:rPr>
                <w:sz w:val="22"/>
                <w:szCs w:val="22"/>
              </w:rPr>
              <w:t>или других равноценных пищевых продуктов».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Разрабатывается на основании Приказа Минздравсоцразвития РФ             от 16.02.2009 № 45н (в редакции от 19.04.2010).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Выдача молока или других равноценных пищевых продуктов может быть заменена по письменным заявлениям работников компенсационной выплатой, производимой в установленном Приказом №45н порядке.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Основанием для принятия решения о прекращении бесплатной выдачи молока являются: наличие результатов АРМ по условиям труда, которые подтверждают отсутствие вредных производственных факторов или отсутствие превышения установленных нормативов </w:t>
            </w:r>
            <w:r>
              <w:rPr>
                <w:sz w:val="22"/>
                <w:szCs w:val="22"/>
              </w:rPr>
              <w:t xml:space="preserve">              </w:t>
            </w:r>
            <w:r w:rsidRPr="007C7F97">
              <w:rPr>
                <w:sz w:val="22"/>
                <w:szCs w:val="22"/>
              </w:rPr>
              <w:t>и согласие первичной профсоюзной организации или иного представительного органа работников.</w:t>
            </w:r>
          </w:p>
        </w:tc>
        <w:tc>
          <w:tcPr>
            <w:tcW w:w="188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-21"/>
              <w:jc w:val="both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Перечень рабочих мест и список работников, получающих смывающие и (или) обезвреживающие средства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1.Статья 221 Трудового кодекса РФ;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>2.Приказ Минздравсоцразвития РФ от 17.12.2010 № 1122н «Об утверждении типовых норм бесплатной выдачи работникам смывающих и (или) обезвреживающих средств и стандарта безопасности труда «Обеспечение работников смывающими и (или) обезвреживающими средствами».</w:t>
            </w:r>
          </w:p>
        </w:tc>
        <w:tc>
          <w:tcPr>
            <w:tcW w:w="3690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Разрабатываются на основании приказа Минздравсоцразвития РФ          от 17.12.2010 №1122н.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Перечень рабочих мест и список работников, для которых необходима выдача средств, составляются службой охраны труда (специалистом по охране труда) и утверждаются работодателем </w:t>
            </w:r>
            <w:r>
              <w:rPr>
                <w:sz w:val="22"/>
                <w:szCs w:val="22"/>
              </w:rPr>
              <w:t xml:space="preserve">                </w:t>
            </w:r>
            <w:r w:rsidRPr="007C7F97">
              <w:rPr>
                <w:sz w:val="22"/>
                <w:szCs w:val="22"/>
              </w:rPr>
              <w:t xml:space="preserve">с учетом мнения выборного органа первичной профорганизации или иного уполномоченного работниками  органа.  </w:t>
            </w:r>
          </w:p>
        </w:tc>
        <w:tc>
          <w:tcPr>
            <w:tcW w:w="3377" w:type="dxa"/>
            <w:gridSpan w:val="8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-21"/>
              <w:jc w:val="both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Перечень профессий и должностей, которым выдаются бесплатная специальная одежда, специальная обувь и другие средства индивидуальной защиты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1.Статья 221 Трудового кодекса РФ;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 xml:space="preserve">2.Приказ Минздравсоцразвития РФ от 01.06.2009 № 290н (в редакции от 27.01.2010)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Pr="007C7F97">
              <w:rPr>
                <w:sz w:val="22"/>
                <w:szCs w:val="22"/>
              </w:rPr>
              <w:t>«Об утверждении Межотраслевых правил обеспечения работников специальной одеждой, специальной обувью и другими средствами индивидуальной защиты».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</w:tc>
        <w:tc>
          <w:tcPr>
            <w:tcW w:w="3690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Разрабатывается на основании Типовых отраслевых норм бесплатной выдачи специальной одежды, специальной обуви и других средств индивидуальной защиты и Межотраслевых правил обеспечения работников специальной одеждой, специальной обувью и другими СИЗ (Приказ Минздравсоцразвития России от 01.06.2009 № 290н,            (в редакции от 27.01.2010). Утверждается руководителем организации по согласованию с профсоюзным либо иным уполномоченным работниками представительным органом. Хранится в службе охраны труда, копии рассылаются руководителям подразделений, в отдел снабжения, бухгалтерию, на склад.</w:t>
            </w:r>
          </w:p>
        </w:tc>
        <w:tc>
          <w:tcPr>
            <w:tcW w:w="3377" w:type="dxa"/>
            <w:gridSpan w:val="8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-21"/>
              <w:jc w:val="both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Личные карточки учета выдачи средств индивидуальной защиты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01.06.2009            № 290н (в редакции от 27.01.2010)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    </w:r>
          </w:p>
        </w:tc>
        <w:tc>
          <w:tcPr>
            <w:tcW w:w="3675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Выдача работникам и сдача ими СИЗ фиксируются записью в личной карточке учета выдачи СИЗ.  Работодатель вправе вести учет выдачи работникам СИЗ с применением программных средств.  Электронная форма учетной карточки должна соответствовать установленной форме личной карточки, где вместо личной подписи работника указываются номер и дата документа бухгалтерского учета                         о получении СИЗ, на котором имеется личная подпись  работника.</w:t>
            </w:r>
          </w:p>
        </w:tc>
        <w:tc>
          <w:tcPr>
            <w:tcW w:w="3392" w:type="dxa"/>
            <w:gridSpan w:val="9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15896" w:type="dxa"/>
            <w:gridSpan w:val="13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center"/>
              <w:rPr>
                <w:b/>
              </w:rPr>
            </w:pPr>
            <w:r w:rsidRPr="007C7F97">
              <w:rPr>
                <w:b/>
                <w:sz w:val="22"/>
                <w:szCs w:val="22"/>
              </w:rPr>
              <w:t>РАССЛЕДОВАНИЕ НЕСЧАСТНЫХ СЛУЧАЕВ НА ПРОИЗВОДСТВЕ</w:t>
            </w: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Запрос в медицинскую организацию  о тяжести травмы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Приказ Минздравсоцразвития РФ от 23.02.2005 №160 «Об определении степени тяжести повреждения здоровья при несчастных случаях </w:t>
            </w:r>
            <w:r>
              <w:rPr>
                <w:sz w:val="22"/>
                <w:szCs w:val="22"/>
              </w:rPr>
              <w:t xml:space="preserve">              </w:t>
            </w:r>
            <w:r w:rsidRPr="007C7F97">
              <w:rPr>
                <w:sz w:val="22"/>
                <w:szCs w:val="22"/>
              </w:rPr>
              <w:t>на производстве»</w:t>
            </w:r>
          </w:p>
        </w:tc>
        <w:tc>
          <w:tcPr>
            <w:tcW w:w="3690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Запрос незамедлительно направляется  в медицинскую организацию, куда обратился пострадавший или где он находится на излечении.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3377" w:type="dxa"/>
            <w:gridSpan w:val="8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Сообщение о страховом случае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>Приказ ФСС РФ от 24.08.2000 № 157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>«О создании в Фонде социального страхования Российской Федерации единой системы учета страховых случаев, их анализа и определения размера скидок и надбавок к страховым тарифам с учетом состояния охраны труда»</w:t>
            </w:r>
          </w:p>
        </w:tc>
        <w:tc>
          <w:tcPr>
            <w:tcW w:w="3690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Сообщение отправляется в течение суток исполнительному органу ФСС РФ по месту регистрации страхователя в соответствии </w:t>
            </w:r>
            <w:r>
              <w:rPr>
                <w:sz w:val="22"/>
                <w:szCs w:val="22"/>
              </w:rPr>
              <w:t xml:space="preserve">                  </w:t>
            </w:r>
            <w:r w:rsidRPr="007C7F97">
              <w:rPr>
                <w:sz w:val="22"/>
                <w:szCs w:val="22"/>
              </w:rPr>
              <w:t>с п.п. 6.2. ст. 17 Федерального закона от 24.07.1998 № 125-ФЗ                                   «Об обязательном социальном страховании от несчастных случаев на производстве и профессиональных заболеваний»</w:t>
            </w:r>
          </w:p>
        </w:tc>
        <w:tc>
          <w:tcPr>
            <w:tcW w:w="3377" w:type="dxa"/>
            <w:gridSpan w:val="8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Извещение о групповом несчастном случае (тяжелом несчастном случае, несчастном случае со смертельным исходом)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1.Статья 228 Трудового кодекса РФ;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 xml:space="preserve">2.Постановление Минтруда РФ от 24.10.2002 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>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(Приложение №1, Форма 1).</w:t>
            </w:r>
          </w:p>
        </w:tc>
        <w:tc>
          <w:tcPr>
            <w:tcW w:w="3690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Передается по телефону, телеграфом и другими средствами связи </w:t>
            </w:r>
            <w:r>
              <w:rPr>
                <w:sz w:val="22"/>
                <w:szCs w:val="22"/>
              </w:rPr>
              <w:t xml:space="preserve">               </w:t>
            </w:r>
            <w:r w:rsidRPr="007C7F97">
              <w:rPr>
                <w:sz w:val="22"/>
                <w:szCs w:val="22"/>
              </w:rPr>
              <w:t xml:space="preserve">в течение суток после  происшествия группового несчастного случая, тяжелого несчастного случая, несчастного случая со смертельным исходом в органы и организации, указанные в ст. 228 Трудового кодекса РФ. </w:t>
            </w:r>
          </w:p>
        </w:tc>
        <w:tc>
          <w:tcPr>
            <w:tcW w:w="3377" w:type="dxa"/>
            <w:gridSpan w:val="8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Медицинское заключение о  характере и степени тяжести повреждения, причиненного здоровью пострадавшего 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Приказ Минздравсоцразвития РФ от 15.04.2005                № 275 «О формах документов, необходимых для расследования несчастных случаев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7C7F97">
              <w:rPr>
                <w:sz w:val="22"/>
                <w:szCs w:val="22"/>
              </w:rPr>
              <w:t>на производстве»</w:t>
            </w:r>
          </w:p>
        </w:tc>
        <w:tc>
          <w:tcPr>
            <w:tcW w:w="3690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По официальному запросу работодателя или председателя комиссии соответствующая медицинская организация  незамедлительно выдает «Медицинское заключение о характере полученных повреждений здоровья в результате несчастного случая на производстве и степени их тяжести» (учетная форма №315/у)</w:t>
            </w:r>
          </w:p>
        </w:tc>
        <w:tc>
          <w:tcPr>
            <w:tcW w:w="3377" w:type="dxa"/>
            <w:gridSpan w:val="8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создании комиссии по расследованию несчастного случая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1.Статья 229 Трудового кодекса РФ;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 xml:space="preserve">2.Постановление Минтруда РФ от 24.10.2002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организациях».  </w:t>
            </w:r>
          </w:p>
        </w:tc>
        <w:tc>
          <w:tcPr>
            <w:tcW w:w="3690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Формирование комиссии производится в зависимости от степени тяжести повреждения здоровья пострадавшими и обстоятельств несчастного случая. Состав комиссии должен быть не менее 3-х человек и должен состоять из нечетного числа членов, при этом </w:t>
            </w:r>
            <w:r>
              <w:rPr>
                <w:sz w:val="22"/>
                <w:szCs w:val="22"/>
              </w:rPr>
              <w:t xml:space="preserve">                 </w:t>
            </w:r>
            <w:r w:rsidRPr="007C7F97">
              <w:rPr>
                <w:sz w:val="22"/>
                <w:szCs w:val="22"/>
              </w:rPr>
              <w:t xml:space="preserve">не включаются лица, на которых непосредственно возложено обеспечение охраны труда на участке, где произошел несчастный случай.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3377" w:type="dxa"/>
            <w:gridSpan w:val="8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Протокол осмотра места несчастного случая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 Статья 229.2 Трудового кодекса РФ;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2.Постановление Минтруда РФ от 24.10.02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(Приложение №1, Форма 7).</w:t>
            </w:r>
          </w:p>
        </w:tc>
        <w:tc>
          <w:tcPr>
            <w:tcW w:w="3690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В случае необходимости прилагаются фотографии, планы, схемы, включая фото- и видеоматериалы</w:t>
            </w:r>
          </w:p>
        </w:tc>
        <w:tc>
          <w:tcPr>
            <w:tcW w:w="3377" w:type="dxa"/>
            <w:gridSpan w:val="8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Протокол опроса пострадавшего при несчастном случае 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 Статья 229.2 Трудового кодекса РФ;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2.Постановление Минтруда РФ от 24.10.02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</w:t>
            </w:r>
            <w:r>
              <w:rPr>
                <w:sz w:val="22"/>
                <w:szCs w:val="22"/>
              </w:rPr>
              <w:t xml:space="preserve">                                 </w:t>
            </w:r>
            <w:r w:rsidRPr="007C7F97">
              <w:rPr>
                <w:sz w:val="22"/>
                <w:szCs w:val="22"/>
              </w:rPr>
              <w:t xml:space="preserve">на производстве в отдельных отраслях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7C7F97">
              <w:rPr>
                <w:sz w:val="22"/>
                <w:szCs w:val="22"/>
              </w:rPr>
              <w:t>и организациях» (Приложение №1, Форма 6).</w:t>
            </w:r>
          </w:p>
        </w:tc>
        <w:tc>
          <w:tcPr>
            <w:tcW w:w="3690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3377" w:type="dxa"/>
            <w:gridSpan w:val="8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Протоколы опроса очевидцев несчастного случая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 Статья 229.2 Трудового кодекса РФ;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2.Постановление Минтруда РФ от 24.10.02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Pr="007C7F97">
              <w:rPr>
                <w:sz w:val="22"/>
                <w:szCs w:val="22"/>
              </w:rPr>
              <w:t xml:space="preserve">на производстве в отдельных отраслях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7C7F97">
              <w:rPr>
                <w:sz w:val="22"/>
                <w:szCs w:val="22"/>
              </w:rPr>
              <w:t>и организациях» (Приложение №1, Форма 6).</w:t>
            </w:r>
          </w:p>
        </w:tc>
        <w:tc>
          <w:tcPr>
            <w:tcW w:w="3690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3377" w:type="dxa"/>
            <w:gridSpan w:val="8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Протоколы опроса должностного лица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 Статья 229.2 Трудового кодекса РФ;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2.Постановление Минтруда РФ от 24.10.02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</w:t>
            </w:r>
            <w:r>
              <w:rPr>
                <w:sz w:val="22"/>
                <w:szCs w:val="22"/>
              </w:rPr>
              <w:t xml:space="preserve">                                 </w:t>
            </w:r>
            <w:r w:rsidRPr="007C7F97">
              <w:rPr>
                <w:sz w:val="22"/>
                <w:szCs w:val="22"/>
              </w:rPr>
              <w:t xml:space="preserve">на производстве в отдельных отраслях 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7C7F97">
              <w:rPr>
                <w:sz w:val="22"/>
                <w:szCs w:val="22"/>
              </w:rPr>
              <w:t>и организациях» (Приложение №1, Форма 6).</w:t>
            </w:r>
          </w:p>
        </w:tc>
        <w:tc>
          <w:tcPr>
            <w:tcW w:w="3690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3377" w:type="dxa"/>
            <w:gridSpan w:val="8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Копии инструкции по охране труда, должностной инструкции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Статья  229.2. Трудового кодекса РФ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Выписки (копии) из Журналов  регистрации инструктажей </w:t>
            </w:r>
            <w:r>
              <w:rPr>
                <w:bCs/>
                <w:sz w:val="22"/>
                <w:szCs w:val="22"/>
              </w:rPr>
              <w:t xml:space="preserve">              </w:t>
            </w:r>
            <w:r w:rsidRPr="007C7F97">
              <w:rPr>
                <w:bCs/>
                <w:sz w:val="22"/>
                <w:szCs w:val="22"/>
              </w:rPr>
              <w:t>по охране труда, протоколов проверки знаний требований охраны труда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Статьи 229.2., 225 Трудового кодекса РФ.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Все работники, в том числе руководители организаций, а также работодатели, предприниматели, обязаны проходить обучение </w:t>
            </w:r>
            <w:r>
              <w:rPr>
                <w:sz w:val="22"/>
                <w:szCs w:val="22"/>
              </w:rPr>
              <w:t xml:space="preserve">                  </w:t>
            </w:r>
            <w:r w:rsidRPr="007C7F97">
              <w:rPr>
                <w:sz w:val="22"/>
                <w:szCs w:val="22"/>
              </w:rPr>
              <w:t xml:space="preserve">по охране труда и проверку знаний требований охраны труда </w:t>
            </w:r>
            <w:r>
              <w:rPr>
                <w:sz w:val="22"/>
                <w:szCs w:val="22"/>
              </w:rPr>
              <w:t xml:space="preserve">                    </w:t>
            </w:r>
            <w:r w:rsidRPr="007C7F97">
              <w:rPr>
                <w:sz w:val="22"/>
                <w:szCs w:val="22"/>
              </w:rPr>
              <w:t>в установленные нормативными правовыми актами сроки.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Копии документов, подтверждающих выдачу пострадавшему средств индивидуальной защиты</w:t>
            </w:r>
          </w:p>
          <w:p w:rsidR="004128BB" w:rsidRPr="007C7F97" w:rsidRDefault="004128BB" w:rsidP="00C13EB2">
            <w:pPr>
              <w:jc w:val="both"/>
              <w:rPr>
                <w:bCs/>
              </w:rPr>
            </w:pP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Статья  229.2. Трудового кодекса РФ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Приказ Минздравсоцразвития России от 01.06.2009 № 290н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(в редакции Приказа от 27.01.2010 № 28н)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Акт о несчастном случае </w:t>
            </w:r>
            <w:r>
              <w:rPr>
                <w:bCs/>
                <w:sz w:val="22"/>
                <w:szCs w:val="22"/>
              </w:rPr>
              <w:t xml:space="preserve">                 </w:t>
            </w:r>
            <w:r w:rsidRPr="007C7F97">
              <w:rPr>
                <w:bCs/>
                <w:sz w:val="22"/>
                <w:szCs w:val="22"/>
              </w:rPr>
              <w:t>на производстве (форма Н-1)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 от 24.10.2002 № 73 «Об утверждении форм документов, необходимых для расследования и учета несчастных случаев</w:t>
            </w:r>
            <w:r>
              <w:rPr>
                <w:sz w:val="22"/>
                <w:szCs w:val="22"/>
              </w:rPr>
              <w:t xml:space="preserve">               </w:t>
            </w:r>
            <w:r w:rsidRPr="007C7F97">
              <w:rPr>
                <w:sz w:val="22"/>
                <w:szCs w:val="22"/>
              </w:rPr>
              <w:t xml:space="preserve"> на производстве, и положения об особенностях расследования несчастных случаев </w:t>
            </w:r>
            <w:r>
              <w:rPr>
                <w:sz w:val="22"/>
                <w:szCs w:val="22"/>
              </w:rPr>
              <w:t xml:space="preserve">                                 </w:t>
            </w:r>
            <w:r w:rsidRPr="007C7F97">
              <w:rPr>
                <w:sz w:val="22"/>
                <w:szCs w:val="22"/>
              </w:rPr>
              <w:t xml:space="preserve">на производстве в отдельных отраслях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7C7F97">
              <w:rPr>
                <w:sz w:val="22"/>
                <w:szCs w:val="22"/>
              </w:rPr>
              <w:t>и организациях» (Приложение № 1, Форма 2,       Форма 3 – для профессиональных спортсменов)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Составляется комиссией в 3-х экземплярах: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1-й экз. – выдается пострадавшему в 3-х дневный срок после завершения расследования;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2-й экз. – хранится 45 лет работодателем;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3-й экз. – направляется в исполнительный орган ФСС РФ по месту регистрации работодателя в 3-х дневный срок после завершения расследования.</w:t>
            </w:r>
          </w:p>
          <w:p w:rsidR="004128BB" w:rsidRPr="007C7F97" w:rsidRDefault="004128BB" w:rsidP="00C13EB2">
            <w:pPr>
              <w:tabs>
                <w:tab w:val="left" w:pos="21"/>
              </w:tabs>
              <w:jc w:val="both"/>
            </w:pP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Акт о расследовании группового несчастного случая (тяжелого несчастного случая, несчастного случая </w:t>
            </w:r>
            <w:r>
              <w:rPr>
                <w:bCs/>
                <w:sz w:val="22"/>
                <w:szCs w:val="22"/>
              </w:rPr>
              <w:t xml:space="preserve">                         </w:t>
            </w:r>
            <w:r w:rsidRPr="007C7F97">
              <w:rPr>
                <w:bCs/>
                <w:sz w:val="22"/>
                <w:szCs w:val="22"/>
              </w:rPr>
              <w:t>со смертельным исходом)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Постановление Минтруда РФ от 24.10.2002 № 73 «Об утверждении форм документов, необходимых для расследования и учета несчастных случаев </w:t>
            </w:r>
            <w:r>
              <w:rPr>
                <w:sz w:val="22"/>
                <w:szCs w:val="22"/>
              </w:rPr>
              <w:t xml:space="preserve">               </w:t>
            </w:r>
            <w:r w:rsidRPr="007C7F97">
              <w:rPr>
                <w:sz w:val="22"/>
                <w:szCs w:val="22"/>
              </w:rPr>
              <w:t xml:space="preserve">на производстве, и положения об особенностях расследования несчастных случаев 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Pr="007C7F97">
              <w:rPr>
                <w:sz w:val="22"/>
                <w:szCs w:val="22"/>
              </w:rPr>
              <w:t xml:space="preserve">на производстве в отдельных отраслях </w:t>
            </w:r>
            <w:r>
              <w:rPr>
                <w:sz w:val="22"/>
                <w:szCs w:val="22"/>
              </w:rPr>
              <w:t xml:space="preserve">                           </w:t>
            </w:r>
            <w:r w:rsidRPr="007C7F97">
              <w:rPr>
                <w:sz w:val="22"/>
                <w:szCs w:val="22"/>
              </w:rPr>
              <w:t xml:space="preserve">и организациях» (Приложение № 1, Форма 4)      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Оформляется при тяжких несчастных случаях (групповой или тяжелый или смертельный несчастный случай) в 3-х экз.: один – хранится у работодателя, второй направляется в Прокуратуру, третий  – в Государственную инспекцию труда.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При групповом несчастном случае акты по Форме Н-1 составляются на каждого пострадавшего отдельно.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Журнал регистрации несчастных случаев на производстве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Постановление Минтруда РФ от 24.10.2002 № 73 «Об утверждении форм документов, необходимых для расследования и учета несчастных случаев </w:t>
            </w:r>
            <w:r>
              <w:rPr>
                <w:sz w:val="22"/>
                <w:szCs w:val="22"/>
              </w:rPr>
              <w:t xml:space="preserve">               </w:t>
            </w:r>
            <w:r w:rsidRPr="007C7F97">
              <w:rPr>
                <w:sz w:val="22"/>
                <w:szCs w:val="22"/>
              </w:rPr>
              <w:t xml:space="preserve">на производстве, и положения об особенностях расследования несчастных случаев 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Pr="007C7F97">
              <w:rPr>
                <w:sz w:val="22"/>
                <w:szCs w:val="22"/>
              </w:rPr>
              <w:t xml:space="preserve">на производстве в отдельных отраслях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Pr="007C7F97">
              <w:rPr>
                <w:sz w:val="22"/>
                <w:szCs w:val="22"/>
              </w:rPr>
              <w:t xml:space="preserve">и организациях» (Приложение № 1, Форма 9)      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Заполняется специалистом службы охраны труда. Подлежит хранению в организации в течение 45 лет.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Сообщение о последствиях несчастного случая на производстве и принятых мерах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 xml:space="preserve">1.Статья  230.1. Трудового кодекса РФ; 2.Постановление Минтруда РФ от 24.10.2002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(Приложение № 1, Форма 8).     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По окончании временной нетрудоспособности пострадавшего Сообщение направляется в исполнительный орган ФСС РФ по месту регистрации работодателя  и Государственную инспекцию труда.  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Справка о заключительном диагнозе пострадавшего от несчастного случая на производстве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15.04.2005           № 275 «О формах документов, необходимых для расследования несчастных случаев на производстве»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Выдается пострадавшему при закрытии больничного листа медицинской организацией (учетная форма №316/у)  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15896" w:type="dxa"/>
            <w:gridSpan w:val="13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center"/>
              <w:rPr>
                <w:b/>
              </w:rPr>
            </w:pPr>
            <w:r w:rsidRPr="007C7F97">
              <w:rPr>
                <w:b/>
                <w:sz w:val="22"/>
                <w:szCs w:val="22"/>
              </w:rPr>
              <w:t>АТТЕСТАЦИЯ РАБОЧИХ МЕСТ ПО УСЛОВИЯМ ТРУДА</w:t>
            </w: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Приказ об утверждении  состава аттестационной комиссии и графика проведения работ </w:t>
            </w:r>
            <w:r>
              <w:rPr>
                <w:bCs/>
                <w:sz w:val="22"/>
                <w:szCs w:val="22"/>
              </w:rPr>
              <w:t xml:space="preserve">                             </w:t>
            </w:r>
            <w:r w:rsidRPr="007C7F97">
              <w:rPr>
                <w:bCs/>
                <w:sz w:val="22"/>
                <w:szCs w:val="22"/>
              </w:rPr>
              <w:t>по аттестации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</w:tc>
        <w:tc>
          <w:tcPr>
            <w:tcW w:w="4016" w:type="dxa"/>
            <w:gridSpan w:val="3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В состав комиссии включаются: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-представители работодателя: руководители структурных подразделений, юристы, специалисты по кадрам, по труду </w:t>
            </w:r>
            <w:r>
              <w:rPr>
                <w:sz w:val="22"/>
                <w:szCs w:val="22"/>
              </w:rPr>
              <w:t xml:space="preserve">                         </w:t>
            </w:r>
            <w:r w:rsidRPr="007C7F97">
              <w:rPr>
                <w:sz w:val="22"/>
                <w:szCs w:val="22"/>
              </w:rPr>
              <w:t xml:space="preserve">и заработной плате, главные специалисты организации, медицинские работники и иные работники;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-специалист по охране труда;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-представители выборного органа первичной профсоюзной организации или иного  представительного органа работников;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-представители аттестующей организации. 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1"/>
            </w:pPr>
            <w:r w:rsidRPr="007C7F97">
              <w:rPr>
                <w:sz w:val="22"/>
                <w:szCs w:val="22"/>
              </w:rPr>
              <w:t>Возглавляет аттестационную комиссию представитель работодателя.</w:t>
            </w:r>
          </w:p>
          <w:p w:rsidR="004128BB" w:rsidRPr="007C7F97" w:rsidRDefault="004128BB" w:rsidP="00C13EB2">
            <w:pPr>
              <w:tabs>
                <w:tab w:val="left" w:pos="21"/>
              </w:tabs>
              <w:jc w:val="both"/>
            </w:pPr>
            <w:r w:rsidRPr="007C7F97">
              <w:rPr>
                <w:sz w:val="22"/>
                <w:szCs w:val="22"/>
              </w:rPr>
              <w:t xml:space="preserve">В состав комиссии организаций малого бизнеса и микропредприятий включаются представители организации или специалист, привлекаемые работодателем по гражданско-правовому  договору для осуществления функций службы охраны труда (специалист </w:t>
            </w:r>
            <w:r>
              <w:rPr>
                <w:sz w:val="22"/>
                <w:szCs w:val="22"/>
              </w:rPr>
              <w:t xml:space="preserve">                  </w:t>
            </w:r>
            <w:r w:rsidRPr="007C7F97">
              <w:rPr>
                <w:sz w:val="22"/>
                <w:szCs w:val="22"/>
              </w:rPr>
              <w:t>по охране труда).</w:t>
            </w:r>
          </w:p>
        </w:tc>
        <w:tc>
          <w:tcPr>
            <w:tcW w:w="305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Перечень рабочих мест, подлежащих аттестации по условиям труда в организации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 (Приложение № 1)</w:t>
            </w:r>
          </w:p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Аттестации рабочих мест по условиям труда подлежат все рабочие места работодателя. Составляется полный Перечень с выделением аналогичных рабочих мест и указанием факторов производственной среды и трудового процесса, травмоопасности и обеспеченности средствами индивидуальной защиты. 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Сведения об аттестующей организации с приложением копии документов на право проведения измерений </w:t>
            </w:r>
            <w:r>
              <w:rPr>
                <w:bCs/>
                <w:sz w:val="22"/>
                <w:szCs w:val="22"/>
              </w:rPr>
              <w:t xml:space="preserve">                    </w:t>
            </w:r>
            <w:r w:rsidRPr="007C7F97">
              <w:rPr>
                <w:bCs/>
                <w:sz w:val="22"/>
                <w:szCs w:val="22"/>
              </w:rPr>
              <w:t xml:space="preserve">и оценок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>1.Приказ Минздравсоцразвития РФ от 01.04.2010 N 205н (ред. от 22.11.2011)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>«Об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труда»;</w:t>
            </w:r>
          </w:p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>2. Приказ Минздравсоцразвития РФ от 26.04.2011          № 342н «Об утверждении Порядка проведения аттестации рабочих мест по условиям труда» (Приложение № 10)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Аттестующая организация  должна быть независимым лицом </w:t>
            </w:r>
            <w:r>
              <w:rPr>
                <w:sz w:val="22"/>
                <w:szCs w:val="22"/>
              </w:rPr>
              <w:t xml:space="preserve">                   </w:t>
            </w:r>
            <w:r w:rsidRPr="007C7F97">
              <w:rPr>
                <w:sz w:val="22"/>
                <w:szCs w:val="22"/>
              </w:rPr>
              <w:t xml:space="preserve">по отношению к работодателю, проводящему АРМ по условиям труда.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Копия уведомления о включении в Реестр аккредитованных организаций, оказывающих услуги в области охраны труда </w:t>
            </w:r>
            <w:r>
              <w:rPr>
                <w:sz w:val="22"/>
                <w:szCs w:val="22"/>
              </w:rPr>
              <w:t xml:space="preserve">                       </w:t>
            </w:r>
            <w:r w:rsidRPr="007C7F97">
              <w:rPr>
                <w:sz w:val="22"/>
                <w:szCs w:val="22"/>
              </w:rPr>
              <w:t>по проведению аттестации рабочих мест по условиям труда.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Копия Аттестата аккредитации с приложением, устанавливающим  область аккредитации испытательной лаборатории. 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Карты аттестации рабочих мест по условиям труда </w:t>
            </w:r>
            <w:r>
              <w:rPr>
                <w:bCs/>
                <w:sz w:val="22"/>
                <w:szCs w:val="22"/>
              </w:rPr>
              <w:t xml:space="preserve">                            </w:t>
            </w:r>
            <w:r w:rsidRPr="007C7F97">
              <w:rPr>
                <w:bCs/>
                <w:sz w:val="22"/>
                <w:szCs w:val="22"/>
              </w:rPr>
              <w:t xml:space="preserve">с протоколами измерений </w:t>
            </w:r>
            <w:r>
              <w:rPr>
                <w:bCs/>
                <w:sz w:val="22"/>
                <w:szCs w:val="22"/>
              </w:rPr>
              <w:t xml:space="preserve">                 </w:t>
            </w:r>
            <w:r w:rsidRPr="007C7F97">
              <w:rPr>
                <w:bCs/>
                <w:sz w:val="22"/>
                <w:szCs w:val="22"/>
              </w:rPr>
              <w:t xml:space="preserve">и оценок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 (Приложение № 2)</w:t>
            </w:r>
          </w:p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Рекомендации по заполнению карты аттестации рабочих мест </w:t>
            </w:r>
            <w:r>
              <w:rPr>
                <w:sz w:val="22"/>
                <w:szCs w:val="22"/>
              </w:rPr>
              <w:t xml:space="preserve">                   </w:t>
            </w:r>
            <w:r w:rsidRPr="007C7F97">
              <w:rPr>
                <w:sz w:val="22"/>
                <w:szCs w:val="22"/>
              </w:rPr>
              <w:t>по условиям труда (Карты) приведены в Приложении № 3 к Порядку.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Карта подписывается председателем, членами аттестационной комиссии с указанием их должности, а также работниками, чьи рабочие места подлежали аттестации.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Протоколы измерений </w:t>
            </w:r>
            <w:r>
              <w:rPr>
                <w:bCs/>
                <w:sz w:val="22"/>
                <w:szCs w:val="22"/>
              </w:rPr>
              <w:t xml:space="preserve">                     </w:t>
            </w:r>
            <w:r w:rsidRPr="007C7F97">
              <w:rPr>
                <w:bCs/>
                <w:sz w:val="22"/>
                <w:szCs w:val="22"/>
              </w:rPr>
              <w:t>и оценок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2"/>
            </w:pPr>
            <w:r w:rsidRPr="007C7F97">
              <w:rPr>
                <w:sz w:val="22"/>
                <w:szCs w:val="22"/>
              </w:rPr>
              <w:t>Оценка соответствия условий труда гигиеническим нормативам проводится путем инструментальных измерений и оценок уровней факторов производственной среды и трудового процесса в ходе осуществления штатных производственных (технологических) процессов и (или) штатной деятельности организации.</w:t>
            </w:r>
          </w:p>
          <w:p w:rsidR="004128BB" w:rsidRPr="007C7F97" w:rsidRDefault="004128BB" w:rsidP="00C13EB2">
            <w:pPr>
              <w:tabs>
                <w:tab w:val="left" w:pos="21"/>
              </w:tabs>
              <w:jc w:val="both"/>
            </w:pPr>
            <w:r w:rsidRPr="007C7F97">
              <w:rPr>
                <w:sz w:val="22"/>
                <w:szCs w:val="22"/>
              </w:rPr>
              <w:t xml:space="preserve">По каждому фактору или группе факторов на отдельное рабочее место оформляются протоколы измерений и оценок, являющиеся неотъемлемой частью Карты аттестации рабочего места по условиям труда (к строке 030).  Определяется класс условий труда по данному фактору. 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Сроки проведения аттестации  устанавливаются исходя из того, что каждое рабочее место должно быть аттестовано не реже одного раза в 5 лет.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Протоколы оценки травмоопасности рабочих мест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 (Приложение № 4)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Результаты оценки травмоопасности рабочего места оформляются протоколом. По результатам оценки травмоопасности условия труда квалифицируются: 1 класс травмоопасности – оптимальный;   2 класс травмоопасности – допустимый;   3 класс травмоопасности – опасный. 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4"/>
          <w:wAfter w:w="6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Протоколы оценки обеспеченности работников средствами индивидуальной защиты на рабочем месте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 (Приложение № 5)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В протоколе указывается, что рабочее место соответствует или  </w:t>
            </w:r>
            <w:r>
              <w:rPr>
                <w:sz w:val="22"/>
                <w:szCs w:val="22"/>
              </w:rPr>
              <w:t xml:space="preserve">                 </w:t>
            </w:r>
            <w:r w:rsidRPr="007C7F97">
              <w:rPr>
                <w:sz w:val="22"/>
                <w:szCs w:val="22"/>
              </w:rPr>
              <w:t xml:space="preserve">не соответствует требованиям обеспеченности работников СИЗ.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Протокол не оформляется в случаях, когда выдача СИЗ </w:t>
            </w:r>
            <w:r>
              <w:rPr>
                <w:sz w:val="22"/>
                <w:szCs w:val="22"/>
              </w:rPr>
              <w:t xml:space="preserve">                            </w:t>
            </w:r>
            <w:r w:rsidRPr="007C7F97">
              <w:rPr>
                <w:sz w:val="22"/>
                <w:szCs w:val="22"/>
              </w:rPr>
              <w:t>не предусмотрена нормами и не требуется по фактическому состоянию условий труда.</w:t>
            </w:r>
          </w:p>
        </w:tc>
        <w:tc>
          <w:tcPr>
            <w:tcW w:w="1826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3"/>
          <w:wAfter w:w="4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Сводная ведомость результатов аттестации рабочих мест по условиям труда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 (Приложение № 6)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Указывается в целом по организации количество рабочих мест </w:t>
            </w:r>
            <w:r>
              <w:rPr>
                <w:sz w:val="22"/>
                <w:szCs w:val="22"/>
              </w:rPr>
              <w:t xml:space="preserve">                    </w:t>
            </w:r>
            <w:r w:rsidRPr="007C7F97">
              <w:rPr>
                <w:sz w:val="22"/>
                <w:szCs w:val="22"/>
              </w:rPr>
              <w:t>и работников: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-с классами условий труда по гигиеническим нормативам,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-с классами условий труда по травмоопасности,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-с оценкой соответствия требованиям по обеспеченности СИЗ,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-аттестованных с классами условий труда 3 и 4 и (или) 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7C7F97">
              <w:rPr>
                <w:sz w:val="22"/>
                <w:szCs w:val="22"/>
              </w:rPr>
              <w:t>«не соответствует по обеспеченности СИЗ».</w:t>
            </w:r>
          </w:p>
        </w:tc>
        <w:tc>
          <w:tcPr>
            <w:tcW w:w="1841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3"/>
          <w:wAfter w:w="4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Сводная таблица классов условий труда, установленных по результатам АРМ, и компенсаций, которые необходимо в этой связи устанавливать работникам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1.Статья  219 Трудового кодекса РФ;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2.Приказ Минздравсоцразвития РФ от 26.04.2011          № 342н «Об утверждении Порядка проведения аттестации рабочих мест по условиям труда» (Приложение № 7)</w:t>
            </w: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Виды компенсаций: </w:t>
            </w:r>
          </w:p>
          <w:p w:rsidR="004128BB" w:rsidRPr="007C7F97" w:rsidRDefault="004128BB" w:rsidP="00C13EB2">
            <w:pPr>
              <w:tabs>
                <w:tab w:val="left" w:pos="193"/>
              </w:tabs>
              <w:ind w:left="-47"/>
              <w:jc w:val="both"/>
            </w:pPr>
            <w:r w:rsidRPr="007C7F97">
              <w:rPr>
                <w:sz w:val="22"/>
                <w:szCs w:val="22"/>
              </w:rPr>
              <w:t xml:space="preserve">-дополнительный отпуск; </w:t>
            </w:r>
          </w:p>
          <w:p w:rsidR="004128BB" w:rsidRPr="007C7F97" w:rsidRDefault="004128BB" w:rsidP="00C13EB2">
            <w:pPr>
              <w:tabs>
                <w:tab w:val="left" w:pos="193"/>
              </w:tabs>
              <w:ind w:left="-47"/>
              <w:jc w:val="both"/>
            </w:pPr>
            <w:r w:rsidRPr="007C7F97">
              <w:rPr>
                <w:sz w:val="22"/>
                <w:szCs w:val="22"/>
              </w:rPr>
              <w:t xml:space="preserve">-сокращенная продолжительность рабочего времени; </w:t>
            </w:r>
          </w:p>
          <w:p w:rsidR="004128BB" w:rsidRPr="007C7F97" w:rsidRDefault="004128BB" w:rsidP="00C13EB2">
            <w:pPr>
              <w:tabs>
                <w:tab w:val="left" w:pos="193"/>
              </w:tabs>
              <w:ind w:left="-47"/>
              <w:jc w:val="both"/>
            </w:pPr>
            <w:r w:rsidRPr="007C7F97">
              <w:rPr>
                <w:sz w:val="22"/>
                <w:szCs w:val="22"/>
              </w:rPr>
              <w:t>-повышенная оплата труда работникам за тяжелые и вредные, особо тяжелые и особо вредные условия труда;</w:t>
            </w:r>
          </w:p>
          <w:p w:rsidR="004128BB" w:rsidRPr="007C7F97" w:rsidRDefault="004128BB" w:rsidP="00C13EB2">
            <w:pPr>
              <w:tabs>
                <w:tab w:val="left" w:pos="193"/>
              </w:tabs>
              <w:ind w:left="-47"/>
              <w:jc w:val="both"/>
            </w:pPr>
            <w:r w:rsidRPr="007C7F97">
              <w:rPr>
                <w:sz w:val="22"/>
                <w:szCs w:val="22"/>
              </w:rPr>
              <w:t>-лечебно-профилактическое питание;</w:t>
            </w:r>
          </w:p>
          <w:p w:rsidR="004128BB" w:rsidRPr="007C7F97" w:rsidRDefault="004128BB" w:rsidP="00C13EB2">
            <w:pPr>
              <w:tabs>
                <w:tab w:val="left" w:pos="193"/>
              </w:tabs>
              <w:ind w:left="-47"/>
              <w:jc w:val="both"/>
            </w:pPr>
            <w:r w:rsidRPr="007C7F97">
              <w:rPr>
                <w:sz w:val="22"/>
                <w:szCs w:val="22"/>
              </w:rPr>
              <w:t>-выдача молока и других равноценных продуктов.</w:t>
            </w:r>
          </w:p>
        </w:tc>
        <w:tc>
          <w:tcPr>
            <w:tcW w:w="1841" w:type="dxa"/>
            <w:gridSpan w:val="2"/>
          </w:tcPr>
          <w:p w:rsidR="004128BB" w:rsidRPr="007C7F97" w:rsidRDefault="004128BB" w:rsidP="00C13EB2">
            <w:pPr>
              <w:tabs>
                <w:tab w:val="left" w:pos="193"/>
              </w:tabs>
              <w:ind w:left="-47"/>
              <w:jc w:val="both"/>
            </w:pPr>
          </w:p>
        </w:tc>
      </w:tr>
      <w:tr w:rsidR="004128BB" w:rsidRPr="007C7F97" w:rsidTr="00DA6D71">
        <w:trPr>
          <w:gridAfter w:val="3"/>
          <w:wAfter w:w="4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План мероприятий по улучшению и оздоровлению условий труда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 (Приложение № 8)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В плане указываются  мероприятия,  источники их финансирования, сроки их выполнения,  ответственные за выполнение мероприятий </w:t>
            </w:r>
            <w:r>
              <w:rPr>
                <w:sz w:val="22"/>
                <w:szCs w:val="22"/>
              </w:rPr>
              <w:t xml:space="preserve">             </w:t>
            </w:r>
            <w:r w:rsidRPr="007C7F97">
              <w:rPr>
                <w:sz w:val="22"/>
                <w:szCs w:val="22"/>
              </w:rPr>
              <w:t xml:space="preserve">и устраняемые вредные (опасные) производственные факторы </w:t>
            </w:r>
            <w:r>
              <w:rPr>
                <w:sz w:val="22"/>
                <w:szCs w:val="22"/>
              </w:rPr>
              <w:t xml:space="preserve">                  </w:t>
            </w:r>
            <w:r w:rsidRPr="007C7F97">
              <w:rPr>
                <w:sz w:val="22"/>
                <w:szCs w:val="22"/>
              </w:rPr>
              <w:t>по конкретным рабочим местам.</w:t>
            </w:r>
          </w:p>
        </w:tc>
        <w:tc>
          <w:tcPr>
            <w:tcW w:w="1841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3"/>
          <w:wAfter w:w="4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Протокол заседания аттестационной комиссии по результатам аттестации рабочих мест по  условиям труда (итоговый)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 (Приложение № 9)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Отчеты об аттестации рабочих мест по условиям труда хранятся                у работодателя в течение сроков, установленных законодательством Российской Федерации. Место и  порядок хранения отчетов определяет работодатель.</w:t>
            </w:r>
          </w:p>
        </w:tc>
        <w:tc>
          <w:tcPr>
            <w:tcW w:w="1841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3"/>
          <w:wAfter w:w="45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Отчет об аттестации </w:t>
            </w:r>
          </w:p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с приложениями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 (пункт 44)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Аттестационная комиссия рассматривает отчет об аттестации                в течение 10 календарных дней с даты его поступления, подписывает протокол заседания аттестационной комиссии (итоговый) и передает его вместе с отчетом работодателю (его представителю). </w:t>
            </w:r>
          </w:p>
        </w:tc>
        <w:tc>
          <w:tcPr>
            <w:tcW w:w="1841" w:type="dxa"/>
            <w:gridSpan w:val="2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right="12"/>
              <w:jc w:val="center"/>
            </w:pPr>
            <w:r w:rsidRPr="00FE6883">
              <w:rPr>
                <w:sz w:val="22"/>
                <w:szCs w:val="22"/>
              </w:rPr>
              <w:t>66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завершении АРМ и утверждении отчета об аттестации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 (пункт 44)</w:t>
            </w:r>
          </w:p>
        </w:tc>
        <w:tc>
          <w:tcPr>
            <w:tcW w:w="5211" w:type="dxa"/>
            <w:gridSpan w:val="7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Работодатель в течение 10 рабочих дней с даты поступления отчета об аттестации и протокола (итогового) подписывает приказ                         о завершении аттестации и утверждении отчета об аттестации,                  а также знакомит работника под роспись с результатами аттестации его рабочего места.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В течение 10 календарных дней с даты издания приказа о завершении аттестации и утверждения отчета об аттестации работодатель отправляет на бумажном и электронном носителях сводную ведомость результатов АРМ, а также сведения об аттестующей организации в Государственную инспекцию труда.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C7F97">
              <w:rPr>
                <w:sz w:val="22"/>
                <w:szCs w:val="22"/>
              </w:rPr>
              <w:t>С 1 января 2012 года страхователь обязан сообщать сведения                    об аттестации рабочих мест по условиям труда в ФСС РФ (</w:t>
            </w:r>
            <w:r w:rsidRPr="007C7F97">
              <w:rPr>
                <w:bCs/>
                <w:sz w:val="22"/>
                <w:szCs w:val="22"/>
              </w:rPr>
              <w:t>Федеральный закон от 24.07.1998 № 125-ФЗ «Об обязательном социальном страховании от несчастных случаев на производстве                и профессиональных заболеваний» (в редакции от 03.12.2011).</w:t>
            </w:r>
          </w:p>
        </w:tc>
        <w:tc>
          <w:tcPr>
            <w:tcW w:w="1856" w:type="dxa"/>
            <w:gridSpan w:val="3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right="12"/>
              <w:jc w:val="center"/>
            </w:pPr>
          </w:p>
          <w:p w:rsidR="004128BB" w:rsidRPr="00FE6883" w:rsidRDefault="004128BB" w:rsidP="00C13EB2">
            <w:pPr>
              <w:ind w:right="12"/>
              <w:jc w:val="center"/>
            </w:pPr>
            <w:r w:rsidRPr="00FE6883">
              <w:rPr>
                <w:sz w:val="22"/>
                <w:szCs w:val="22"/>
              </w:rPr>
              <w:t>67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Заключение(я) по итогам государственной экспертизы условий труда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Минздравсоцразвития РФ от 26.04.2011          № 342н «Об утверждении Порядка проведения аттестации рабочих мест по условиям труда» (пункт 44)</w:t>
            </w:r>
          </w:p>
        </w:tc>
        <w:tc>
          <w:tcPr>
            <w:tcW w:w="7067" w:type="dxa"/>
            <w:gridSpan w:val="10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При наличии.</w:t>
            </w: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15896" w:type="dxa"/>
            <w:gridSpan w:val="13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center"/>
              <w:rPr>
                <w:b/>
              </w:rPr>
            </w:pPr>
            <w:r w:rsidRPr="007C7F97">
              <w:rPr>
                <w:b/>
                <w:sz w:val="22"/>
                <w:szCs w:val="22"/>
              </w:rPr>
              <w:t>ЭЛЕКТРОБЕЗОПАСНОСТЬ</w:t>
            </w: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right="12"/>
              <w:jc w:val="center"/>
            </w:pPr>
            <w:r w:rsidRPr="00FE6883">
              <w:rPr>
                <w:sz w:val="22"/>
                <w:szCs w:val="22"/>
              </w:rPr>
              <w:t>68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назначении лиц, ответственных за электрохозяйство организации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Минэнерго РФ от 13.01.2003 № 6                   «Об утверждении Правил технической эксплуатации электроустановок потребителей» (пункт 1.2.3.)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Руководитель потребителя назначает приказом ответственного                 за электрохозяйство организации и его заместителя из числа руководителей и специалистов Потребителя, прошедшего проверку знаний, имеющего удостоверение и квалификационную группу                по электробезопасности в электроустановках до 1000В – IV группу,  свыше 1000В –  V группу.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right="12"/>
              <w:jc w:val="center"/>
            </w:pPr>
            <w:r w:rsidRPr="00FE6883">
              <w:rPr>
                <w:sz w:val="22"/>
                <w:szCs w:val="22"/>
              </w:rPr>
              <w:t>69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Перечень должностей и профессий электротехнического и электротехнологического персонала, которым необходимо иметь соответствующую группу по электробезопасности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Минэнерго РФ от 13.01.2003 № 6                   «Об утверждении Правил технической эксплуатации электроустановок потребителей» (пункт 1.4.3.)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Утверждает руководитель организации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70</w:t>
            </w:r>
          </w:p>
          <w:p w:rsidR="004128BB" w:rsidRPr="00FE6883" w:rsidRDefault="004128BB" w:rsidP="00C13EB2">
            <w:pPr>
              <w:ind w:left="113" w:right="12"/>
              <w:jc w:val="center"/>
            </w:pP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Перечень должностей и профессий, требующих присвоения персоналу I группы по электробезопасности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Минэнерго РФ от 13.01.2003 № 6                   «Об утверждении Правил технической эксплуатации электроустановок потребителей» (пункт 1.4.4.)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Неэлектротехническому персоналу, выполняющему работы, при которых может возникнуть опасность поражения эл.током, присваивается группа I по электробезопасности.  Перечень определяется и утверждается руководителем организации.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  <w:trHeight w:val="903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71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назначении лица  для  проведения инструктажа  неэлектротехнического  персонала (I группа)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Минэнерго РФ от 13.01.2003 № 6                   «Об утверждении Правил технической эксплуатации электроустановок потребителей» (пункт 1.4.4.)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Назначаемый работник – из числа   электротехнического  персонала  с  группой по электробезопасности  не ниже III группы по электробезопасности.     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72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Журнал учета присвоений  группы I по электробезопасности неэлектротехническому персоналу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Минэнерго РФ от 13.01.2003 № 6                   «Об утверждении Правил технической эксплуатации электроустановок потребителей» (пункт 1.4.4.)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Присвоение  группы I по электробезопасности производится путем проведения инструктажа, который, как правило, должен завершаться проверкой знаний в форме устного опроса и (при необходимости) проверкой приобретенных навыков безопасных способов работы или оказания первой помощи при поражении электрическим током. Проводится с периодичностью – не реже 1 раза в год.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73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создании комиссии для проверки знаний электротехнического и электротехнологического персонала организации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Минэнерго РФ от 13.01.2003 № 6                   «Об утверждении Правил технической эксплуатации электроустановок потребителей» (пункты 1.4.30., 1.4.31.)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Численность комиссии – не менее 5  человек.   Все члены комиссии должны иметь группу по электробезопасности и пройти проверку знаний в комиссии органа госэнергонадзора.   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2"/>
            </w:pPr>
            <w:r w:rsidRPr="007C7F97">
              <w:rPr>
                <w:sz w:val="22"/>
                <w:szCs w:val="22"/>
              </w:rPr>
              <w:t xml:space="preserve">Председатель комиссии должен иметь группу </w:t>
            </w:r>
            <w:r>
              <w:rPr>
                <w:sz w:val="22"/>
                <w:szCs w:val="22"/>
              </w:rPr>
              <w:t xml:space="preserve">                                             </w:t>
            </w:r>
            <w:r w:rsidRPr="007C7F97">
              <w:rPr>
                <w:sz w:val="22"/>
                <w:szCs w:val="22"/>
              </w:rPr>
              <w:t xml:space="preserve">по электробезопасности V у Потребителей с электроустановками напряжением до и выше 1000 В и группу IV у Потребителей </w:t>
            </w:r>
            <w:r>
              <w:rPr>
                <w:sz w:val="22"/>
                <w:szCs w:val="22"/>
              </w:rPr>
              <w:t xml:space="preserve">                       </w:t>
            </w:r>
            <w:r w:rsidRPr="007C7F97">
              <w:rPr>
                <w:sz w:val="22"/>
                <w:szCs w:val="22"/>
              </w:rPr>
              <w:t xml:space="preserve">с электроустановками напряжением только до 1000 В. Председателем комиссии назначается, как правило, ответственный </w:t>
            </w:r>
            <w:r>
              <w:rPr>
                <w:sz w:val="22"/>
                <w:szCs w:val="22"/>
              </w:rPr>
              <w:t xml:space="preserve">                                      </w:t>
            </w:r>
            <w:r w:rsidRPr="007C7F97">
              <w:rPr>
                <w:sz w:val="22"/>
                <w:szCs w:val="22"/>
              </w:rPr>
              <w:t>за электрохозяйство Потребителя.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right="12"/>
              <w:jc w:val="center"/>
            </w:pPr>
            <w:r w:rsidRPr="00FE6883">
              <w:rPr>
                <w:sz w:val="22"/>
                <w:szCs w:val="22"/>
              </w:rPr>
              <w:t>74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Журнал учета проверки знаний и норм правил работы в электроустановках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Приказ Минэнерго РФ от 13.01.2003 № 6                   «Об утверждении Правил технической эксплуатации электроустановок потребителей» (пункт 1.4.39.)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Результаты проверки знаний  заносятся в журнал установленной формы и подписываются всеми членами комиссии.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75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назначении лиц, ответственных за учет, обеспечение, организацию своевременного осмотра, испытания и хранение средств индивидуальной защиты, используемых в электроустановках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>Приказ Минэнерго РФ от 30.06.2003 № 261</w:t>
            </w:r>
          </w:p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>«Об утверждении Инструкции по применению и испытанию средств защиты, используемых                      в электроустановках» (раздел 1.4.)</w:t>
            </w:r>
          </w:p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</w:p>
          <w:p w:rsidR="004128BB" w:rsidRPr="007C7F97" w:rsidRDefault="004128BB" w:rsidP="00C13EB2">
            <w:pPr>
              <w:tabs>
                <w:tab w:val="left" w:pos="12"/>
              </w:tabs>
              <w:jc w:val="both"/>
            </w:pPr>
          </w:p>
        </w:tc>
        <w:tc>
          <w:tcPr>
            <w:tcW w:w="4031" w:type="dxa"/>
            <w:gridSpan w:val="4"/>
            <w:vMerge w:val="restart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В подразделениях организации ведутся журналы.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Наличие и состояние средств защиты проверяется периодическим осмотром, который проводится не реже 1 раза в 6 месяцев </w:t>
            </w:r>
            <w:r>
              <w:rPr>
                <w:sz w:val="22"/>
                <w:szCs w:val="22"/>
              </w:rPr>
              <w:t xml:space="preserve">                      </w:t>
            </w:r>
            <w:r w:rsidRPr="007C7F97">
              <w:rPr>
                <w:sz w:val="22"/>
                <w:szCs w:val="22"/>
              </w:rPr>
              <w:t xml:space="preserve">(для переносных заземлений – не реже 1 раза в 3 месяца) работником, ответственным за их состояние, с записью результатов осмотра </w:t>
            </w:r>
            <w:r>
              <w:rPr>
                <w:sz w:val="22"/>
                <w:szCs w:val="22"/>
              </w:rPr>
              <w:t xml:space="preserve">                  </w:t>
            </w:r>
            <w:r w:rsidRPr="007C7F97">
              <w:rPr>
                <w:sz w:val="22"/>
                <w:szCs w:val="22"/>
              </w:rPr>
              <w:t xml:space="preserve">в журнал.  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Электрозащитные средства, кроме изолирующих подставок, диэлектрических ковров, переносных заземлений, защитных ограждений, плакатов и знаков безопасности, а также предохранительные монтерские пояса и страховочные канаты, полученные для эксплуатации от заводов-изготовителей или </w:t>
            </w:r>
            <w:r>
              <w:rPr>
                <w:sz w:val="22"/>
                <w:szCs w:val="22"/>
              </w:rPr>
              <w:t xml:space="preserve">              </w:t>
            </w:r>
            <w:r w:rsidRPr="007C7F97">
              <w:rPr>
                <w:sz w:val="22"/>
                <w:szCs w:val="22"/>
              </w:rPr>
              <w:t>со складов, проверяются по нормам эксплуатационных испытаний.</w:t>
            </w:r>
          </w:p>
        </w:tc>
        <w:tc>
          <w:tcPr>
            <w:tcW w:w="3036" w:type="dxa"/>
            <w:gridSpan w:val="6"/>
            <w:vMerge w:val="restart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76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Журнал учета и содержания средств защиты  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>Приказ Минэнерго РФ от 30.06.2003 № 261                «Об утверждении Инструкции по применению                и испытанию средств защиты, используемых                 в электроустановках» (Приложение № 1)</w:t>
            </w:r>
          </w:p>
        </w:tc>
        <w:tc>
          <w:tcPr>
            <w:tcW w:w="4031" w:type="dxa"/>
            <w:gridSpan w:val="4"/>
            <w:vMerge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3036" w:type="dxa"/>
            <w:gridSpan w:val="6"/>
            <w:vMerge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77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Журнал испытаний средств защиты из диэлектрической резины и полимерных материалов (перчаток, бот, галош диэлектрических, накладок изолирующих)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>Приказ Минэнерго РФ от 30.06.2003 № 261                      «Об утверждении Инструкции по применению                 и испытанию средств защиты, используемых                  в электроустановках» (Приложение № 2)</w:t>
            </w:r>
          </w:p>
        </w:tc>
        <w:tc>
          <w:tcPr>
            <w:tcW w:w="4031" w:type="dxa"/>
            <w:gridSpan w:val="4"/>
            <w:vMerge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3036" w:type="dxa"/>
            <w:gridSpan w:val="6"/>
            <w:vMerge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78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Перечень работ, выполняемых в порядке текущей эксплуатации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 xml:space="preserve">«ПОТ Р М-016-2001. РД 153-34.0-03.150-00. Межотраслевые Правила по охране труда (Правила безопасности) при эксплуатации электроустановок» (пункт 2.4.) 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Работа, выполняемая в порядке текущей эксплуатации, включенная в перечень, является постоянно разрешенной, на которую не требуется каких-либо дополнительных указаний, распоряжений, целевого инструктажа. 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15896" w:type="dxa"/>
            <w:gridSpan w:val="13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center"/>
              <w:rPr>
                <w:b/>
              </w:rPr>
            </w:pPr>
            <w:r w:rsidRPr="007C7F97">
              <w:rPr>
                <w:b/>
                <w:sz w:val="22"/>
                <w:szCs w:val="22"/>
              </w:rPr>
              <w:t>ТРАНСПОРТ</w:t>
            </w: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79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назначении ответственных лиц за безопасную эксплуатацию и техническое состояние транспортных средств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jc w:val="both"/>
            </w:pPr>
            <w:r w:rsidRPr="007C7F97">
              <w:rPr>
                <w:sz w:val="22"/>
                <w:szCs w:val="22"/>
              </w:rPr>
              <w:t xml:space="preserve">«ПОТ РМ-008-99. Межотраслевые правила по охране труда при эксплуатации промышленного транспорта (напольный безрельсовый колесный транспорт)» (пункт 4.1.5.) 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Ответственность возлагается на руководителей структурных подразделений, имеющих транспортные средства.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80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Удостоверение аттестации ответственных лиц за безопасную эксплуатацию и техническое состояние транспортных средств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«ПОТ РМ-008-99. Межотраслевые правила по охране труда при эксплуатации промышленного транспорта (напольный безрельсовый колесный транспорт)» (пункт 4.1.9.)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Работники, ответственные за техническое состояние транспортных средств и за их безопасную эксплуатацию, не реже 1 раза в 5 лет проходят обучение и аттестацию по безопасности дорожного движения в аттестационных комиссиях органов государственного управления на транспорте.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81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Удостоверения на право вождения транспортных средств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«ПОТ РМ-008-99. Межотраслевые правила по охране труда при эксплуатации промышленного транспорта (напольный безрельсовый колесный транспорт)» (пункт 8.9.)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82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График профилактических осмотров и технического обслуживания транспортных средств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«ПОТ РМ-008-99. Межотраслевые правила по охране труда при эксплуатации промышленного транспорта (напольный безрельсовый колесный транспорт)» (пункт 4.1.12.)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Разрабатывает работник, ответственный за техническое состояние транспортных средств.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83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Путевой лист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«ПОТ РМ-008-99. Межотраслевые правила по охране труда при эксплуатации промышленного транспорта (напольный безрельсовый колесный транспорт)» (пункт 4.1.12.)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 xml:space="preserve">Оформляется по установленной форме и выдается выезжающим                на линию водителям, принимается от водителей по возвращении                с линии лицом, ответственным за безопасную эксплуатацию транспортных средств. Путевой лист выдается на все типы транспортных средств, кроме электротранспорта.  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both"/>
            </w:pPr>
            <w:r w:rsidRPr="007C7F97">
              <w:rPr>
                <w:sz w:val="22"/>
                <w:szCs w:val="22"/>
              </w:rPr>
              <w:t>84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Журнал учета выдачи путевых листов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«ПОТ РМ-008-99. Межотраслевые правила по охране труда при эксплуатации промышленного транспорта (напольный безрельсовый колесный транспорт)» (пункт 4.1.12.)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Лицо, ответственное за безопасную эксплуатацию транспортных средств, регистрирует путевые листы в Журнале, который у него хранится.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85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Журнал технического состояния и выпуска на линию транспортных средств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«ПОТ РМ-008-99. Межотраслевые правила по охране труда при эксплуатации промышленного транспорта (напольный безрельсовый колесный транспорт)» (пункт 4.1.12.)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Лицо, ответственное за техническое состояние транспортных средств, производит регистрацию технического состояния выпускаемых на линию транспортных средств в специальном журнале.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86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назначении ответственного лица за выпуск автомобиля на линию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autoSpaceDE w:val="0"/>
              <w:autoSpaceDN w:val="0"/>
              <w:adjustRightInd w:val="0"/>
              <w:ind w:left="57"/>
              <w:jc w:val="both"/>
            </w:pPr>
            <w:r w:rsidRPr="007C7F97">
              <w:rPr>
                <w:sz w:val="22"/>
                <w:szCs w:val="22"/>
              </w:rPr>
              <w:t>Постановление Минтруда РФ от 12.05.2003 № 28 «Об утверждении Межотраслевых правил по охране труда на автомобильном транспорте» (пункт 2.3.1.7.)</w:t>
            </w:r>
          </w:p>
        </w:tc>
        <w:tc>
          <w:tcPr>
            <w:tcW w:w="403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Работодатель обязан выпускать на линию технически исправные, укомплектованные  АТС, что подтверждается подписями в путевом листе водителя и ответственного за выпуск АТС на линию.</w:t>
            </w:r>
          </w:p>
        </w:tc>
        <w:tc>
          <w:tcPr>
            <w:tcW w:w="303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87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 xml:space="preserve">Журнал предрейсового медицинского осмотра </w:t>
            </w:r>
          </w:p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водителей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Письмо Минздрава РФ от 21.08.2003 №2510/9468-03-32 «О предрейсовых медицинских осмотрах водителей транспортных средств»</w:t>
            </w:r>
          </w:p>
        </w:tc>
        <w:tc>
          <w:tcPr>
            <w:tcW w:w="416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Результаты проведенного предрейсового медосмотра в обязательном порядке заносятся в журнал.</w:t>
            </w:r>
          </w:p>
        </w:tc>
        <w:tc>
          <w:tcPr>
            <w:tcW w:w="290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88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Положение об организации предрейсовых медицинских осмотров водителей автотранспортных средств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Письмо Минздрава РФ от 21.08.2003        №2510/9468-03-32 «О предрейсовых медицинских осмотрах водителей транспортных средств»                (приложение № 2)</w:t>
            </w:r>
          </w:p>
        </w:tc>
        <w:tc>
          <w:tcPr>
            <w:tcW w:w="4166" w:type="dxa"/>
            <w:gridSpan w:val="6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Разрабатывается на основании типового Положения.</w:t>
            </w:r>
          </w:p>
        </w:tc>
        <w:tc>
          <w:tcPr>
            <w:tcW w:w="2901" w:type="dxa"/>
            <w:gridSpan w:val="4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15896" w:type="dxa"/>
            <w:gridSpan w:val="13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center"/>
              <w:rPr>
                <w:b/>
              </w:rPr>
            </w:pPr>
            <w:r w:rsidRPr="007C7F97">
              <w:rPr>
                <w:b/>
                <w:sz w:val="22"/>
                <w:szCs w:val="22"/>
              </w:rPr>
              <w:t>ЗДАНИЯ И СООРУЖЕНИЯ</w:t>
            </w: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89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создании службы технического надзора за состоянием, содержанием и ремонтом промышленных зданий и сооружений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ПОТ РО-14000-004-98. Техническая эксплуатация промышленных зданий и сооружений (пункт 4.1.)</w:t>
            </w:r>
          </w:p>
        </w:tc>
        <w:tc>
          <w:tcPr>
            <w:tcW w:w="413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На службу технического надзора возлагается надзор и  контроль               за выполнением в организации комплекса организационно-технических мероприятий по эксплуатации.</w:t>
            </w:r>
          </w:p>
        </w:tc>
        <w:tc>
          <w:tcPr>
            <w:tcW w:w="2931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90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назначении лиц, ответственных за техническую эксплуатацию зданий и сооружений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ПОТ РО-14000-004-98. Техническая эксплуатация промышленных зданий и сооружений (пункт 3.2.)</w:t>
            </w:r>
          </w:p>
        </w:tc>
        <w:tc>
          <w:tcPr>
            <w:tcW w:w="413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Ответственность за техническую эксплуатацию зданий. Сооружений или отдельных помещений должна возлагаться на  руководителей подразделений, в ведении которых находится производственное здание или сооружение.</w:t>
            </w:r>
          </w:p>
        </w:tc>
        <w:tc>
          <w:tcPr>
            <w:tcW w:w="2931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FE6883" w:rsidRDefault="004128BB" w:rsidP="00C13EB2">
            <w:pPr>
              <w:ind w:left="113" w:right="12"/>
              <w:jc w:val="center"/>
            </w:pPr>
            <w:r w:rsidRPr="00FE6883">
              <w:rPr>
                <w:sz w:val="22"/>
                <w:szCs w:val="22"/>
              </w:rPr>
              <w:t>91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Графики планово-предупредительных ремонтов зданий и сооружений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ПОТ РО-14000-004-98. Техническая эксплуатация промышленных зданий и сооружений (пункт 4.6.1.)</w:t>
            </w:r>
          </w:p>
        </w:tc>
        <w:tc>
          <w:tcPr>
            <w:tcW w:w="4136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Обеспечение совместно с цехами, отделами, участками сохранности, надлежащего технического состояния и постоянной эксплуатационной годности строительных конструкций зданий                  и сооружений путем проведения текущего и капитального ремонтов, выполняемых в плановом порядке в  соответствии с единой системой планово-предупредительного ремонта (ППР). Графики разрабатываются службой технического надзора на основании актов осмотров зданий и  сооружений, доводятся до сведения руководителей подразделений и службы охраны труда.</w:t>
            </w:r>
          </w:p>
        </w:tc>
        <w:tc>
          <w:tcPr>
            <w:tcW w:w="2931" w:type="dxa"/>
            <w:gridSpan w:val="5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center"/>
            </w:pPr>
            <w:r w:rsidRPr="007C7F97">
              <w:rPr>
                <w:sz w:val="22"/>
                <w:szCs w:val="22"/>
              </w:rPr>
              <w:t>92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Планы подготовки зданий и сооружений к осенне-зимнему периоду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ПОТ РО-14000-004-98. Техническая эксплуатация промышленных зданий и сооружений (пункт 3.9.3.)</w:t>
            </w:r>
          </w:p>
        </w:tc>
        <w:tc>
          <w:tcPr>
            <w:tcW w:w="7067" w:type="dxa"/>
            <w:gridSpan w:val="10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center"/>
            </w:pPr>
            <w:r w:rsidRPr="007C7F97">
              <w:rPr>
                <w:sz w:val="22"/>
                <w:szCs w:val="22"/>
              </w:rPr>
              <w:t>93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Приказ о назначении технической комиссии по проверке и приемке зданий и сооружений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ПОТ РО-14000-004-98. Техническая эксплуатация промышленных зданий и сооружений (пункт 6.11.)</w:t>
            </w:r>
          </w:p>
        </w:tc>
        <w:tc>
          <w:tcPr>
            <w:tcW w:w="7067" w:type="dxa"/>
            <w:gridSpan w:val="10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center"/>
            </w:pPr>
            <w:r w:rsidRPr="007C7F97">
              <w:rPr>
                <w:sz w:val="22"/>
                <w:szCs w:val="22"/>
              </w:rPr>
              <w:t>94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Акты осмотров зданий и сооружений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ПОТ РО-14000-004-98. Техническая эксплуатация промышленных зданий и сооружений (пункт 6.13.)</w:t>
            </w:r>
          </w:p>
        </w:tc>
        <w:tc>
          <w:tcPr>
            <w:tcW w:w="3675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Результаты всех видов осмотров оформляются актами, в которых отмечаются обнаруженные дефекты, а также меры и сроки их устранения.</w:t>
            </w:r>
          </w:p>
        </w:tc>
        <w:tc>
          <w:tcPr>
            <w:tcW w:w="3392" w:type="dxa"/>
            <w:gridSpan w:val="9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center"/>
            </w:pPr>
            <w:r w:rsidRPr="007C7F97">
              <w:rPr>
                <w:sz w:val="22"/>
                <w:szCs w:val="22"/>
              </w:rPr>
              <w:t>95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Акты приемки объектов после ремонта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ПОТ РО-14000-004-98. Техническая эксплуатация промышленных зданий и сооружений (пункты 13.10, 13.11, 13.12)</w:t>
            </w:r>
          </w:p>
        </w:tc>
        <w:tc>
          <w:tcPr>
            <w:tcW w:w="3675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Приемка объектов после капитального ремонта оформляется актом рабочей комиссии.</w:t>
            </w:r>
          </w:p>
        </w:tc>
        <w:tc>
          <w:tcPr>
            <w:tcW w:w="3392" w:type="dxa"/>
            <w:gridSpan w:val="9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center"/>
            </w:pPr>
            <w:r w:rsidRPr="007C7F97">
              <w:rPr>
                <w:sz w:val="22"/>
                <w:szCs w:val="22"/>
              </w:rPr>
              <w:t>96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Технический паспорт на здания и сооружения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ПОТ РО-14000-004-98. Техническая эксплуатация промышленных зданий и сооружений (пункт 12.5.)</w:t>
            </w:r>
          </w:p>
        </w:tc>
        <w:tc>
          <w:tcPr>
            <w:tcW w:w="3675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Технический паспорт составляется на каждое капитальное здание и сооружение и является основным документом, содержащим конструктивную и технико-экономическую характеристику объекта и все основные сведения, необходимые в процессе его эксплуатации.</w:t>
            </w:r>
          </w:p>
        </w:tc>
        <w:tc>
          <w:tcPr>
            <w:tcW w:w="3392" w:type="dxa"/>
            <w:gridSpan w:val="9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  <w:tr w:rsidR="004128BB" w:rsidRPr="007C7F97" w:rsidTr="00DA6D71">
        <w:trPr>
          <w:gridAfter w:val="2"/>
          <w:wAfter w:w="30" w:type="dxa"/>
        </w:trPr>
        <w:tc>
          <w:tcPr>
            <w:tcW w:w="581" w:type="dxa"/>
          </w:tcPr>
          <w:p w:rsidR="004128BB" w:rsidRPr="007C7F97" w:rsidRDefault="004128BB" w:rsidP="00C13EB2">
            <w:pPr>
              <w:ind w:left="113" w:right="12"/>
              <w:jc w:val="center"/>
            </w:pPr>
            <w:r w:rsidRPr="007C7F97">
              <w:rPr>
                <w:sz w:val="22"/>
                <w:szCs w:val="22"/>
              </w:rPr>
              <w:t>97</w:t>
            </w:r>
          </w:p>
        </w:tc>
        <w:tc>
          <w:tcPr>
            <w:tcW w:w="3214" w:type="dxa"/>
          </w:tcPr>
          <w:p w:rsidR="004128BB" w:rsidRPr="007C7F97" w:rsidRDefault="004128BB" w:rsidP="00C13EB2">
            <w:pPr>
              <w:jc w:val="both"/>
              <w:rPr>
                <w:bCs/>
              </w:rPr>
            </w:pPr>
            <w:r w:rsidRPr="007C7F97">
              <w:rPr>
                <w:bCs/>
                <w:sz w:val="22"/>
                <w:szCs w:val="22"/>
              </w:rPr>
              <w:t>Технический журнал по эксплуатации промышленного здания</w:t>
            </w:r>
          </w:p>
        </w:tc>
        <w:tc>
          <w:tcPr>
            <w:tcW w:w="5034" w:type="dxa"/>
          </w:tcPr>
          <w:p w:rsidR="004128BB" w:rsidRPr="007C7F97" w:rsidRDefault="004128BB" w:rsidP="00C13EB2">
            <w:pPr>
              <w:tabs>
                <w:tab w:val="left" w:pos="12"/>
              </w:tabs>
              <w:ind w:left="12"/>
              <w:jc w:val="both"/>
            </w:pPr>
            <w:r w:rsidRPr="007C7F97">
              <w:rPr>
                <w:sz w:val="22"/>
                <w:szCs w:val="22"/>
              </w:rPr>
              <w:t>ПОТ РО-14000-004-98. Техническая эксплуатация промышленных зданий и сооружений (пункт 12.9.)</w:t>
            </w:r>
          </w:p>
        </w:tc>
        <w:tc>
          <w:tcPr>
            <w:tcW w:w="3675" w:type="dxa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  <w:r w:rsidRPr="007C7F97">
              <w:rPr>
                <w:sz w:val="22"/>
                <w:szCs w:val="22"/>
              </w:rPr>
              <w:t>Журнал является документом, отражающим состояние эксплуатируемого объекта.</w:t>
            </w:r>
          </w:p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  <w:tc>
          <w:tcPr>
            <w:tcW w:w="3392" w:type="dxa"/>
            <w:gridSpan w:val="9"/>
          </w:tcPr>
          <w:p w:rsidR="004128BB" w:rsidRPr="007C7F97" w:rsidRDefault="004128BB" w:rsidP="00C13EB2">
            <w:pPr>
              <w:tabs>
                <w:tab w:val="left" w:pos="21"/>
              </w:tabs>
              <w:ind w:left="21"/>
              <w:jc w:val="both"/>
            </w:pPr>
          </w:p>
        </w:tc>
      </w:tr>
    </w:tbl>
    <w:p w:rsidR="004128BB" w:rsidRDefault="004128BB" w:rsidP="007A33CC">
      <w:pPr>
        <w:jc w:val="both"/>
      </w:pPr>
    </w:p>
    <w:p w:rsidR="004128BB" w:rsidRDefault="004128BB" w:rsidP="007A33CC"/>
    <w:p w:rsidR="004128BB" w:rsidRDefault="004128BB"/>
    <w:sectPr w:rsidR="004128BB" w:rsidSect="00275DA8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CC"/>
    <w:rsid w:val="00000013"/>
    <w:rsid w:val="00000222"/>
    <w:rsid w:val="0000025C"/>
    <w:rsid w:val="000002B0"/>
    <w:rsid w:val="000002D0"/>
    <w:rsid w:val="000003BD"/>
    <w:rsid w:val="0000041D"/>
    <w:rsid w:val="00000466"/>
    <w:rsid w:val="00000714"/>
    <w:rsid w:val="00000923"/>
    <w:rsid w:val="000009A9"/>
    <w:rsid w:val="00000B70"/>
    <w:rsid w:val="00000BB1"/>
    <w:rsid w:val="00000D16"/>
    <w:rsid w:val="00000D9A"/>
    <w:rsid w:val="00000F6D"/>
    <w:rsid w:val="00001171"/>
    <w:rsid w:val="000011CF"/>
    <w:rsid w:val="0000134C"/>
    <w:rsid w:val="0000139B"/>
    <w:rsid w:val="000013FD"/>
    <w:rsid w:val="000014C8"/>
    <w:rsid w:val="00001563"/>
    <w:rsid w:val="000015F9"/>
    <w:rsid w:val="0000194D"/>
    <w:rsid w:val="000019B8"/>
    <w:rsid w:val="00001C70"/>
    <w:rsid w:val="00001DE5"/>
    <w:rsid w:val="00001DFF"/>
    <w:rsid w:val="00001F59"/>
    <w:rsid w:val="00002159"/>
    <w:rsid w:val="000021E1"/>
    <w:rsid w:val="0000233C"/>
    <w:rsid w:val="00002368"/>
    <w:rsid w:val="0000236A"/>
    <w:rsid w:val="000024FA"/>
    <w:rsid w:val="00002594"/>
    <w:rsid w:val="000026AD"/>
    <w:rsid w:val="000026E2"/>
    <w:rsid w:val="00002766"/>
    <w:rsid w:val="00002AEC"/>
    <w:rsid w:val="00002B14"/>
    <w:rsid w:val="00002BA8"/>
    <w:rsid w:val="00002BDF"/>
    <w:rsid w:val="00002D42"/>
    <w:rsid w:val="000030AB"/>
    <w:rsid w:val="00003250"/>
    <w:rsid w:val="000032F0"/>
    <w:rsid w:val="00003354"/>
    <w:rsid w:val="000034E4"/>
    <w:rsid w:val="000038CE"/>
    <w:rsid w:val="000039E4"/>
    <w:rsid w:val="00003A91"/>
    <w:rsid w:val="00003C29"/>
    <w:rsid w:val="00003C4D"/>
    <w:rsid w:val="00003C57"/>
    <w:rsid w:val="00003F87"/>
    <w:rsid w:val="00004155"/>
    <w:rsid w:val="0000429B"/>
    <w:rsid w:val="00004342"/>
    <w:rsid w:val="000043E1"/>
    <w:rsid w:val="000046B9"/>
    <w:rsid w:val="000047AE"/>
    <w:rsid w:val="00004886"/>
    <w:rsid w:val="00004A24"/>
    <w:rsid w:val="00004B67"/>
    <w:rsid w:val="00004C59"/>
    <w:rsid w:val="00004F2D"/>
    <w:rsid w:val="00004FF7"/>
    <w:rsid w:val="00005047"/>
    <w:rsid w:val="00005062"/>
    <w:rsid w:val="000050C8"/>
    <w:rsid w:val="000050E3"/>
    <w:rsid w:val="00005158"/>
    <w:rsid w:val="0000516F"/>
    <w:rsid w:val="0000524D"/>
    <w:rsid w:val="0000535C"/>
    <w:rsid w:val="000054DF"/>
    <w:rsid w:val="0000554D"/>
    <w:rsid w:val="000055C1"/>
    <w:rsid w:val="00005A93"/>
    <w:rsid w:val="00005ACD"/>
    <w:rsid w:val="00005C1F"/>
    <w:rsid w:val="00005C2D"/>
    <w:rsid w:val="00005C39"/>
    <w:rsid w:val="00005DB0"/>
    <w:rsid w:val="00006084"/>
    <w:rsid w:val="00006204"/>
    <w:rsid w:val="00006575"/>
    <w:rsid w:val="0000676E"/>
    <w:rsid w:val="000067FE"/>
    <w:rsid w:val="00006A97"/>
    <w:rsid w:val="00006E4A"/>
    <w:rsid w:val="00006EBD"/>
    <w:rsid w:val="00006F46"/>
    <w:rsid w:val="00006FAF"/>
    <w:rsid w:val="000070F5"/>
    <w:rsid w:val="00007264"/>
    <w:rsid w:val="00007350"/>
    <w:rsid w:val="00007352"/>
    <w:rsid w:val="00007559"/>
    <w:rsid w:val="0000763F"/>
    <w:rsid w:val="00007681"/>
    <w:rsid w:val="0000769B"/>
    <w:rsid w:val="0000774A"/>
    <w:rsid w:val="0000788C"/>
    <w:rsid w:val="00007C55"/>
    <w:rsid w:val="00007D2F"/>
    <w:rsid w:val="00007D77"/>
    <w:rsid w:val="00007DF4"/>
    <w:rsid w:val="000100B1"/>
    <w:rsid w:val="000104F9"/>
    <w:rsid w:val="00010547"/>
    <w:rsid w:val="00010683"/>
    <w:rsid w:val="0001084C"/>
    <w:rsid w:val="00010BAA"/>
    <w:rsid w:val="00010D09"/>
    <w:rsid w:val="00010EA1"/>
    <w:rsid w:val="00010FE4"/>
    <w:rsid w:val="00011013"/>
    <w:rsid w:val="00011098"/>
    <w:rsid w:val="00011128"/>
    <w:rsid w:val="000112D9"/>
    <w:rsid w:val="00011329"/>
    <w:rsid w:val="000116DB"/>
    <w:rsid w:val="0001173D"/>
    <w:rsid w:val="0001177E"/>
    <w:rsid w:val="000117A5"/>
    <w:rsid w:val="000117E5"/>
    <w:rsid w:val="0001183D"/>
    <w:rsid w:val="000119A6"/>
    <w:rsid w:val="00011A20"/>
    <w:rsid w:val="00011ADD"/>
    <w:rsid w:val="00011B93"/>
    <w:rsid w:val="00011C8E"/>
    <w:rsid w:val="00011CD2"/>
    <w:rsid w:val="00011FA5"/>
    <w:rsid w:val="00011FE7"/>
    <w:rsid w:val="00012091"/>
    <w:rsid w:val="0001209F"/>
    <w:rsid w:val="000121E1"/>
    <w:rsid w:val="00012222"/>
    <w:rsid w:val="0001227D"/>
    <w:rsid w:val="000122D1"/>
    <w:rsid w:val="000123DC"/>
    <w:rsid w:val="000123FF"/>
    <w:rsid w:val="000124C3"/>
    <w:rsid w:val="00012546"/>
    <w:rsid w:val="000126F3"/>
    <w:rsid w:val="00012706"/>
    <w:rsid w:val="000127D3"/>
    <w:rsid w:val="00012876"/>
    <w:rsid w:val="00012A11"/>
    <w:rsid w:val="00012AB9"/>
    <w:rsid w:val="00012AFD"/>
    <w:rsid w:val="00012D25"/>
    <w:rsid w:val="00012D4F"/>
    <w:rsid w:val="00012D82"/>
    <w:rsid w:val="00012E34"/>
    <w:rsid w:val="0001300F"/>
    <w:rsid w:val="0001306C"/>
    <w:rsid w:val="000131F0"/>
    <w:rsid w:val="000132D6"/>
    <w:rsid w:val="0001359F"/>
    <w:rsid w:val="00013655"/>
    <w:rsid w:val="000139D5"/>
    <w:rsid w:val="00013B3C"/>
    <w:rsid w:val="00013BAB"/>
    <w:rsid w:val="00013BC4"/>
    <w:rsid w:val="00013BDB"/>
    <w:rsid w:val="000141CA"/>
    <w:rsid w:val="00014217"/>
    <w:rsid w:val="00014229"/>
    <w:rsid w:val="00014736"/>
    <w:rsid w:val="000148C7"/>
    <w:rsid w:val="00014ACF"/>
    <w:rsid w:val="00014B69"/>
    <w:rsid w:val="00014CBB"/>
    <w:rsid w:val="00014DAB"/>
    <w:rsid w:val="00014E88"/>
    <w:rsid w:val="000152D1"/>
    <w:rsid w:val="0001543D"/>
    <w:rsid w:val="000154C7"/>
    <w:rsid w:val="00015666"/>
    <w:rsid w:val="000157A1"/>
    <w:rsid w:val="00015961"/>
    <w:rsid w:val="000159BD"/>
    <w:rsid w:val="00015A0A"/>
    <w:rsid w:val="00015A0E"/>
    <w:rsid w:val="00015A39"/>
    <w:rsid w:val="00015A6C"/>
    <w:rsid w:val="00015B76"/>
    <w:rsid w:val="00015B7F"/>
    <w:rsid w:val="00015C9E"/>
    <w:rsid w:val="00015CE6"/>
    <w:rsid w:val="00015DE5"/>
    <w:rsid w:val="00015DF1"/>
    <w:rsid w:val="00015E8D"/>
    <w:rsid w:val="00015EC2"/>
    <w:rsid w:val="00015F87"/>
    <w:rsid w:val="00015F92"/>
    <w:rsid w:val="00015FC5"/>
    <w:rsid w:val="00016030"/>
    <w:rsid w:val="000163C0"/>
    <w:rsid w:val="000164F9"/>
    <w:rsid w:val="00016520"/>
    <w:rsid w:val="000165F1"/>
    <w:rsid w:val="000166F8"/>
    <w:rsid w:val="00016747"/>
    <w:rsid w:val="000167D5"/>
    <w:rsid w:val="00016868"/>
    <w:rsid w:val="00016995"/>
    <w:rsid w:val="00016A44"/>
    <w:rsid w:val="00016BD3"/>
    <w:rsid w:val="00016C45"/>
    <w:rsid w:val="00016C8A"/>
    <w:rsid w:val="00016D8C"/>
    <w:rsid w:val="00016EED"/>
    <w:rsid w:val="00016F36"/>
    <w:rsid w:val="0001706A"/>
    <w:rsid w:val="000171C8"/>
    <w:rsid w:val="00017224"/>
    <w:rsid w:val="000174AD"/>
    <w:rsid w:val="0001781E"/>
    <w:rsid w:val="00017858"/>
    <w:rsid w:val="000178C7"/>
    <w:rsid w:val="00017950"/>
    <w:rsid w:val="00017B00"/>
    <w:rsid w:val="00017B51"/>
    <w:rsid w:val="00017CA9"/>
    <w:rsid w:val="00017D0B"/>
    <w:rsid w:val="00017DE2"/>
    <w:rsid w:val="00017E25"/>
    <w:rsid w:val="00017E4C"/>
    <w:rsid w:val="00017EF4"/>
    <w:rsid w:val="0002009B"/>
    <w:rsid w:val="000201E0"/>
    <w:rsid w:val="00020330"/>
    <w:rsid w:val="0002040E"/>
    <w:rsid w:val="0002047E"/>
    <w:rsid w:val="0002059D"/>
    <w:rsid w:val="000205D8"/>
    <w:rsid w:val="000207C2"/>
    <w:rsid w:val="00020906"/>
    <w:rsid w:val="00020971"/>
    <w:rsid w:val="00020C38"/>
    <w:rsid w:val="00020C95"/>
    <w:rsid w:val="00020DF8"/>
    <w:rsid w:val="00020E00"/>
    <w:rsid w:val="00020F64"/>
    <w:rsid w:val="00020F8D"/>
    <w:rsid w:val="0002103F"/>
    <w:rsid w:val="00021356"/>
    <w:rsid w:val="000213A1"/>
    <w:rsid w:val="00021467"/>
    <w:rsid w:val="000214E2"/>
    <w:rsid w:val="000216AC"/>
    <w:rsid w:val="000218A5"/>
    <w:rsid w:val="00021943"/>
    <w:rsid w:val="00021B2C"/>
    <w:rsid w:val="00021B49"/>
    <w:rsid w:val="00021B52"/>
    <w:rsid w:val="00021C5F"/>
    <w:rsid w:val="00021C63"/>
    <w:rsid w:val="00021CB6"/>
    <w:rsid w:val="00021CED"/>
    <w:rsid w:val="00021FF8"/>
    <w:rsid w:val="0002209F"/>
    <w:rsid w:val="000222A2"/>
    <w:rsid w:val="0002231A"/>
    <w:rsid w:val="00022333"/>
    <w:rsid w:val="000223A9"/>
    <w:rsid w:val="0002252D"/>
    <w:rsid w:val="00022670"/>
    <w:rsid w:val="000226F2"/>
    <w:rsid w:val="00022785"/>
    <w:rsid w:val="000228AC"/>
    <w:rsid w:val="0002296C"/>
    <w:rsid w:val="0002298B"/>
    <w:rsid w:val="0002299D"/>
    <w:rsid w:val="00022CAB"/>
    <w:rsid w:val="00022F0C"/>
    <w:rsid w:val="00022FF9"/>
    <w:rsid w:val="00023112"/>
    <w:rsid w:val="0002322C"/>
    <w:rsid w:val="0002338E"/>
    <w:rsid w:val="00023499"/>
    <w:rsid w:val="00023515"/>
    <w:rsid w:val="00023529"/>
    <w:rsid w:val="000235F6"/>
    <w:rsid w:val="00023617"/>
    <w:rsid w:val="00023688"/>
    <w:rsid w:val="000236AD"/>
    <w:rsid w:val="000237A2"/>
    <w:rsid w:val="000237DE"/>
    <w:rsid w:val="00023910"/>
    <w:rsid w:val="00023936"/>
    <w:rsid w:val="0002395A"/>
    <w:rsid w:val="00023A41"/>
    <w:rsid w:val="00023CD5"/>
    <w:rsid w:val="00023D91"/>
    <w:rsid w:val="00023E1C"/>
    <w:rsid w:val="00023E4E"/>
    <w:rsid w:val="00023F69"/>
    <w:rsid w:val="00023FEE"/>
    <w:rsid w:val="000240C9"/>
    <w:rsid w:val="00024192"/>
    <w:rsid w:val="000241C7"/>
    <w:rsid w:val="000243BC"/>
    <w:rsid w:val="00024534"/>
    <w:rsid w:val="00024541"/>
    <w:rsid w:val="0002455D"/>
    <w:rsid w:val="000246FA"/>
    <w:rsid w:val="00024720"/>
    <w:rsid w:val="00024C7D"/>
    <w:rsid w:val="00024CA6"/>
    <w:rsid w:val="00024E16"/>
    <w:rsid w:val="00024F1C"/>
    <w:rsid w:val="0002514E"/>
    <w:rsid w:val="00025202"/>
    <w:rsid w:val="00025342"/>
    <w:rsid w:val="0002550C"/>
    <w:rsid w:val="00025586"/>
    <w:rsid w:val="000255E1"/>
    <w:rsid w:val="000259DA"/>
    <w:rsid w:val="00025A72"/>
    <w:rsid w:val="00025B3B"/>
    <w:rsid w:val="00025B7C"/>
    <w:rsid w:val="00025E95"/>
    <w:rsid w:val="000261FD"/>
    <w:rsid w:val="00026257"/>
    <w:rsid w:val="00026264"/>
    <w:rsid w:val="00026281"/>
    <w:rsid w:val="0002629C"/>
    <w:rsid w:val="00026307"/>
    <w:rsid w:val="00026381"/>
    <w:rsid w:val="000264E4"/>
    <w:rsid w:val="0002659E"/>
    <w:rsid w:val="000265CB"/>
    <w:rsid w:val="000265FF"/>
    <w:rsid w:val="00026674"/>
    <w:rsid w:val="000266F6"/>
    <w:rsid w:val="0002670F"/>
    <w:rsid w:val="000269DF"/>
    <w:rsid w:val="00026A9D"/>
    <w:rsid w:val="00026B1A"/>
    <w:rsid w:val="00026C8B"/>
    <w:rsid w:val="00026CD2"/>
    <w:rsid w:val="00026D85"/>
    <w:rsid w:val="00026DD6"/>
    <w:rsid w:val="0002723D"/>
    <w:rsid w:val="00027253"/>
    <w:rsid w:val="000272BD"/>
    <w:rsid w:val="0002740C"/>
    <w:rsid w:val="0002748E"/>
    <w:rsid w:val="000275F6"/>
    <w:rsid w:val="00027666"/>
    <w:rsid w:val="0002794B"/>
    <w:rsid w:val="00027976"/>
    <w:rsid w:val="00027B4D"/>
    <w:rsid w:val="00027DD3"/>
    <w:rsid w:val="00027DE1"/>
    <w:rsid w:val="00027E8D"/>
    <w:rsid w:val="00027ED7"/>
    <w:rsid w:val="00027F7F"/>
    <w:rsid w:val="000301E8"/>
    <w:rsid w:val="0003020B"/>
    <w:rsid w:val="00030328"/>
    <w:rsid w:val="000303CB"/>
    <w:rsid w:val="00030480"/>
    <w:rsid w:val="000306DA"/>
    <w:rsid w:val="000307D8"/>
    <w:rsid w:val="000308F1"/>
    <w:rsid w:val="000309A1"/>
    <w:rsid w:val="00030AB6"/>
    <w:rsid w:val="00030B13"/>
    <w:rsid w:val="00030DF7"/>
    <w:rsid w:val="00030E3F"/>
    <w:rsid w:val="00030E8A"/>
    <w:rsid w:val="00030EE6"/>
    <w:rsid w:val="000312E3"/>
    <w:rsid w:val="00031310"/>
    <w:rsid w:val="00031314"/>
    <w:rsid w:val="00031368"/>
    <w:rsid w:val="0003143A"/>
    <w:rsid w:val="000315E6"/>
    <w:rsid w:val="00031821"/>
    <w:rsid w:val="00031873"/>
    <w:rsid w:val="0003196E"/>
    <w:rsid w:val="00031A81"/>
    <w:rsid w:val="00031AD9"/>
    <w:rsid w:val="00031ADF"/>
    <w:rsid w:val="00031B37"/>
    <w:rsid w:val="00031B7D"/>
    <w:rsid w:val="00031BE3"/>
    <w:rsid w:val="00031C6C"/>
    <w:rsid w:val="00031D62"/>
    <w:rsid w:val="00031E8A"/>
    <w:rsid w:val="00031F37"/>
    <w:rsid w:val="0003211C"/>
    <w:rsid w:val="00032187"/>
    <w:rsid w:val="000321CA"/>
    <w:rsid w:val="000322AF"/>
    <w:rsid w:val="0003231C"/>
    <w:rsid w:val="00032611"/>
    <w:rsid w:val="00032851"/>
    <w:rsid w:val="00032A2F"/>
    <w:rsid w:val="00032B97"/>
    <w:rsid w:val="00032BAE"/>
    <w:rsid w:val="00032C04"/>
    <w:rsid w:val="00032D30"/>
    <w:rsid w:val="00032D65"/>
    <w:rsid w:val="00032E1B"/>
    <w:rsid w:val="0003308D"/>
    <w:rsid w:val="00033282"/>
    <w:rsid w:val="00033504"/>
    <w:rsid w:val="000335C0"/>
    <w:rsid w:val="0003389C"/>
    <w:rsid w:val="000338C8"/>
    <w:rsid w:val="00033A61"/>
    <w:rsid w:val="00033B44"/>
    <w:rsid w:val="00033B4D"/>
    <w:rsid w:val="00033C76"/>
    <w:rsid w:val="00033E8B"/>
    <w:rsid w:val="00033EDE"/>
    <w:rsid w:val="00033F38"/>
    <w:rsid w:val="000342AE"/>
    <w:rsid w:val="00034489"/>
    <w:rsid w:val="0003452E"/>
    <w:rsid w:val="0003456D"/>
    <w:rsid w:val="0003473E"/>
    <w:rsid w:val="0003487C"/>
    <w:rsid w:val="000349E2"/>
    <w:rsid w:val="00034A39"/>
    <w:rsid w:val="00034AAA"/>
    <w:rsid w:val="00034B39"/>
    <w:rsid w:val="00034CF9"/>
    <w:rsid w:val="00034E89"/>
    <w:rsid w:val="00034EDD"/>
    <w:rsid w:val="00034F0C"/>
    <w:rsid w:val="00034FCF"/>
    <w:rsid w:val="0003504E"/>
    <w:rsid w:val="00035275"/>
    <w:rsid w:val="00035336"/>
    <w:rsid w:val="00035586"/>
    <w:rsid w:val="000356D6"/>
    <w:rsid w:val="00035857"/>
    <w:rsid w:val="00035883"/>
    <w:rsid w:val="00035889"/>
    <w:rsid w:val="000359FC"/>
    <w:rsid w:val="00035B38"/>
    <w:rsid w:val="00035B50"/>
    <w:rsid w:val="00035BB0"/>
    <w:rsid w:val="00035C7A"/>
    <w:rsid w:val="00035DBE"/>
    <w:rsid w:val="00035E19"/>
    <w:rsid w:val="00035FB5"/>
    <w:rsid w:val="00036038"/>
    <w:rsid w:val="0003606D"/>
    <w:rsid w:val="000360BF"/>
    <w:rsid w:val="0003639D"/>
    <w:rsid w:val="000363D4"/>
    <w:rsid w:val="00036602"/>
    <w:rsid w:val="000366AF"/>
    <w:rsid w:val="00036839"/>
    <w:rsid w:val="00036861"/>
    <w:rsid w:val="000368D5"/>
    <w:rsid w:val="00036916"/>
    <w:rsid w:val="0003699B"/>
    <w:rsid w:val="0003699F"/>
    <w:rsid w:val="00036BA5"/>
    <w:rsid w:val="00036BF4"/>
    <w:rsid w:val="00036D7C"/>
    <w:rsid w:val="00036EC4"/>
    <w:rsid w:val="0003713E"/>
    <w:rsid w:val="00037285"/>
    <w:rsid w:val="000372A0"/>
    <w:rsid w:val="00037310"/>
    <w:rsid w:val="00037314"/>
    <w:rsid w:val="00037355"/>
    <w:rsid w:val="0003739F"/>
    <w:rsid w:val="00037545"/>
    <w:rsid w:val="0003755F"/>
    <w:rsid w:val="00037604"/>
    <w:rsid w:val="00037619"/>
    <w:rsid w:val="00037639"/>
    <w:rsid w:val="000376F4"/>
    <w:rsid w:val="000378B2"/>
    <w:rsid w:val="00037921"/>
    <w:rsid w:val="00037CA1"/>
    <w:rsid w:val="00037D40"/>
    <w:rsid w:val="00037F5F"/>
    <w:rsid w:val="00040064"/>
    <w:rsid w:val="000400A9"/>
    <w:rsid w:val="00040125"/>
    <w:rsid w:val="000403DE"/>
    <w:rsid w:val="0004042B"/>
    <w:rsid w:val="00040684"/>
    <w:rsid w:val="00040738"/>
    <w:rsid w:val="000407CA"/>
    <w:rsid w:val="00040C3B"/>
    <w:rsid w:val="00040E12"/>
    <w:rsid w:val="00040F76"/>
    <w:rsid w:val="0004109C"/>
    <w:rsid w:val="00041166"/>
    <w:rsid w:val="00041171"/>
    <w:rsid w:val="000412EF"/>
    <w:rsid w:val="000414D5"/>
    <w:rsid w:val="000415EF"/>
    <w:rsid w:val="00041706"/>
    <w:rsid w:val="000417BC"/>
    <w:rsid w:val="00041A1C"/>
    <w:rsid w:val="00041A9F"/>
    <w:rsid w:val="00041AF0"/>
    <w:rsid w:val="00041B98"/>
    <w:rsid w:val="00041D48"/>
    <w:rsid w:val="00041E27"/>
    <w:rsid w:val="00041F47"/>
    <w:rsid w:val="00041FBC"/>
    <w:rsid w:val="00042048"/>
    <w:rsid w:val="000420BD"/>
    <w:rsid w:val="0004225A"/>
    <w:rsid w:val="000422A5"/>
    <w:rsid w:val="0004231D"/>
    <w:rsid w:val="00042342"/>
    <w:rsid w:val="000423E5"/>
    <w:rsid w:val="00042411"/>
    <w:rsid w:val="000424FC"/>
    <w:rsid w:val="0004259C"/>
    <w:rsid w:val="0004277A"/>
    <w:rsid w:val="0004277C"/>
    <w:rsid w:val="000427BC"/>
    <w:rsid w:val="00042835"/>
    <w:rsid w:val="0004284D"/>
    <w:rsid w:val="00042861"/>
    <w:rsid w:val="00042897"/>
    <w:rsid w:val="00042BA4"/>
    <w:rsid w:val="00042E2B"/>
    <w:rsid w:val="00042E66"/>
    <w:rsid w:val="00042E77"/>
    <w:rsid w:val="0004325F"/>
    <w:rsid w:val="000432E5"/>
    <w:rsid w:val="0004344D"/>
    <w:rsid w:val="00043458"/>
    <w:rsid w:val="000435E4"/>
    <w:rsid w:val="0004374E"/>
    <w:rsid w:val="0004385B"/>
    <w:rsid w:val="00043BED"/>
    <w:rsid w:val="00043BFA"/>
    <w:rsid w:val="00043CE7"/>
    <w:rsid w:val="00043EEA"/>
    <w:rsid w:val="00043F77"/>
    <w:rsid w:val="00043FB6"/>
    <w:rsid w:val="000441C3"/>
    <w:rsid w:val="0004428F"/>
    <w:rsid w:val="00044356"/>
    <w:rsid w:val="000443DE"/>
    <w:rsid w:val="0004475B"/>
    <w:rsid w:val="000448A2"/>
    <w:rsid w:val="0004490D"/>
    <w:rsid w:val="00044947"/>
    <w:rsid w:val="00044993"/>
    <w:rsid w:val="00044C7C"/>
    <w:rsid w:val="00044E31"/>
    <w:rsid w:val="00044E69"/>
    <w:rsid w:val="00045029"/>
    <w:rsid w:val="000451C7"/>
    <w:rsid w:val="00045245"/>
    <w:rsid w:val="000453D5"/>
    <w:rsid w:val="0004547C"/>
    <w:rsid w:val="00045625"/>
    <w:rsid w:val="00045667"/>
    <w:rsid w:val="0004578F"/>
    <w:rsid w:val="0004581F"/>
    <w:rsid w:val="00045982"/>
    <w:rsid w:val="00045A0A"/>
    <w:rsid w:val="00045B16"/>
    <w:rsid w:val="00045B19"/>
    <w:rsid w:val="00045CFB"/>
    <w:rsid w:val="00045D9D"/>
    <w:rsid w:val="00045E38"/>
    <w:rsid w:val="00045ECD"/>
    <w:rsid w:val="000460A9"/>
    <w:rsid w:val="000460B7"/>
    <w:rsid w:val="00046110"/>
    <w:rsid w:val="000462DF"/>
    <w:rsid w:val="00046354"/>
    <w:rsid w:val="0004644C"/>
    <w:rsid w:val="00046487"/>
    <w:rsid w:val="0004655C"/>
    <w:rsid w:val="000466DC"/>
    <w:rsid w:val="00046902"/>
    <w:rsid w:val="0004690F"/>
    <w:rsid w:val="00046997"/>
    <w:rsid w:val="000469F4"/>
    <w:rsid w:val="00046B8A"/>
    <w:rsid w:val="00046E86"/>
    <w:rsid w:val="00047080"/>
    <w:rsid w:val="00047144"/>
    <w:rsid w:val="0004722C"/>
    <w:rsid w:val="00047296"/>
    <w:rsid w:val="00047393"/>
    <w:rsid w:val="00047445"/>
    <w:rsid w:val="000475E7"/>
    <w:rsid w:val="000476DE"/>
    <w:rsid w:val="000476E0"/>
    <w:rsid w:val="0004783C"/>
    <w:rsid w:val="0004792E"/>
    <w:rsid w:val="00047A35"/>
    <w:rsid w:val="00047C48"/>
    <w:rsid w:val="00047CDE"/>
    <w:rsid w:val="00047E98"/>
    <w:rsid w:val="00047F5F"/>
    <w:rsid w:val="00047FAB"/>
    <w:rsid w:val="000502CA"/>
    <w:rsid w:val="0005037E"/>
    <w:rsid w:val="00050400"/>
    <w:rsid w:val="0005040A"/>
    <w:rsid w:val="00050433"/>
    <w:rsid w:val="000504E9"/>
    <w:rsid w:val="00050516"/>
    <w:rsid w:val="000507D2"/>
    <w:rsid w:val="00050A67"/>
    <w:rsid w:val="00050A89"/>
    <w:rsid w:val="00050AAB"/>
    <w:rsid w:val="00050BAC"/>
    <w:rsid w:val="00050F41"/>
    <w:rsid w:val="00051047"/>
    <w:rsid w:val="0005106E"/>
    <w:rsid w:val="000510E1"/>
    <w:rsid w:val="0005122A"/>
    <w:rsid w:val="00051385"/>
    <w:rsid w:val="000513F4"/>
    <w:rsid w:val="000514C9"/>
    <w:rsid w:val="00051529"/>
    <w:rsid w:val="000517F6"/>
    <w:rsid w:val="0005182B"/>
    <w:rsid w:val="0005190D"/>
    <w:rsid w:val="00051A89"/>
    <w:rsid w:val="00051B6A"/>
    <w:rsid w:val="00051CF3"/>
    <w:rsid w:val="00051D93"/>
    <w:rsid w:val="00051F12"/>
    <w:rsid w:val="00051FE0"/>
    <w:rsid w:val="000520BA"/>
    <w:rsid w:val="0005222C"/>
    <w:rsid w:val="000522EF"/>
    <w:rsid w:val="00052427"/>
    <w:rsid w:val="0005247B"/>
    <w:rsid w:val="000524DC"/>
    <w:rsid w:val="00052528"/>
    <w:rsid w:val="000525A7"/>
    <w:rsid w:val="00052836"/>
    <w:rsid w:val="0005287E"/>
    <w:rsid w:val="00052939"/>
    <w:rsid w:val="000529DD"/>
    <w:rsid w:val="00052B8C"/>
    <w:rsid w:val="00052C56"/>
    <w:rsid w:val="00052D71"/>
    <w:rsid w:val="00053100"/>
    <w:rsid w:val="00053421"/>
    <w:rsid w:val="0005344E"/>
    <w:rsid w:val="0005347D"/>
    <w:rsid w:val="0005351B"/>
    <w:rsid w:val="0005352C"/>
    <w:rsid w:val="00053663"/>
    <w:rsid w:val="00053750"/>
    <w:rsid w:val="00053AFE"/>
    <w:rsid w:val="00053BEE"/>
    <w:rsid w:val="00053C61"/>
    <w:rsid w:val="00053D3E"/>
    <w:rsid w:val="00053DB8"/>
    <w:rsid w:val="0005401D"/>
    <w:rsid w:val="000541EA"/>
    <w:rsid w:val="000542C2"/>
    <w:rsid w:val="0005438E"/>
    <w:rsid w:val="000545A9"/>
    <w:rsid w:val="000545B6"/>
    <w:rsid w:val="00054638"/>
    <w:rsid w:val="000546B6"/>
    <w:rsid w:val="000547AD"/>
    <w:rsid w:val="0005489D"/>
    <w:rsid w:val="00054917"/>
    <w:rsid w:val="000549AC"/>
    <w:rsid w:val="00054A6A"/>
    <w:rsid w:val="00054E67"/>
    <w:rsid w:val="0005507F"/>
    <w:rsid w:val="000550FE"/>
    <w:rsid w:val="00055334"/>
    <w:rsid w:val="0005540E"/>
    <w:rsid w:val="0005541F"/>
    <w:rsid w:val="00055679"/>
    <w:rsid w:val="000559C1"/>
    <w:rsid w:val="00055A4F"/>
    <w:rsid w:val="00055B9F"/>
    <w:rsid w:val="00055D40"/>
    <w:rsid w:val="00055F09"/>
    <w:rsid w:val="00055FB2"/>
    <w:rsid w:val="000560C7"/>
    <w:rsid w:val="00056161"/>
    <w:rsid w:val="000561EC"/>
    <w:rsid w:val="00056332"/>
    <w:rsid w:val="00056351"/>
    <w:rsid w:val="000563C4"/>
    <w:rsid w:val="0005640B"/>
    <w:rsid w:val="000565FA"/>
    <w:rsid w:val="0005673B"/>
    <w:rsid w:val="00056786"/>
    <w:rsid w:val="000567AF"/>
    <w:rsid w:val="00056938"/>
    <w:rsid w:val="00056950"/>
    <w:rsid w:val="00056A83"/>
    <w:rsid w:val="00056C64"/>
    <w:rsid w:val="00056CAF"/>
    <w:rsid w:val="00056D22"/>
    <w:rsid w:val="00056E65"/>
    <w:rsid w:val="00056F35"/>
    <w:rsid w:val="00056F93"/>
    <w:rsid w:val="000570FB"/>
    <w:rsid w:val="00057267"/>
    <w:rsid w:val="0005732D"/>
    <w:rsid w:val="000573AF"/>
    <w:rsid w:val="00057454"/>
    <w:rsid w:val="0005755B"/>
    <w:rsid w:val="0005773C"/>
    <w:rsid w:val="000577A0"/>
    <w:rsid w:val="000579AF"/>
    <w:rsid w:val="000579EF"/>
    <w:rsid w:val="00057CD2"/>
    <w:rsid w:val="00057CF4"/>
    <w:rsid w:val="00057E23"/>
    <w:rsid w:val="0006005A"/>
    <w:rsid w:val="000600A6"/>
    <w:rsid w:val="000600C7"/>
    <w:rsid w:val="0006021D"/>
    <w:rsid w:val="000602A1"/>
    <w:rsid w:val="0006037A"/>
    <w:rsid w:val="0006045F"/>
    <w:rsid w:val="000604EC"/>
    <w:rsid w:val="0006050D"/>
    <w:rsid w:val="00060599"/>
    <w:rsid w:val="00060657"/>
    <w:rsid w:val="00060771"/>
    <w:rsid w:val="0006090F"/>
    <w:rsid w:val="00060A5B"/>
    <w:rsid w:val="00060AC5"/>
    <w:rsid w:val="00060D6A"/>
    <w:rsid w:val="00060D9D"/>
    <w:rsid w:val="00060DE8"/>
    <w:rsid w:val="00060E44"/>
    <w:rsid w:val="00060F5B"/>
    <w:rsid w:val="00061073"/>
    <w:rsid w:val="0006122B"/>
    <w:rsid w:val="00061305"/>
    <w:rsid w:val="00061357"/>
    <w:rsid w:val="00061366"/>
    <w:rsid w:val="00061375"/>
    <w:rsid w:val="0006149B"/>
    <w:rsid w:val="00061848"/>
    <w:rsid w:val="000619BD"/>
    <w:rsid w:val="00061B2B"/>
    <w:rsid w:val="00061B8B"/>
    <w:rsid w:val="00061BBF"/>
    <w:rsid w:val="00061E3F"/>
    <w:rsid w:val="00061F3E"/>
    <w:rsid w:val="00061F46"/>
    <w:rsid w:val="00061F5D"/>
    <w:rsid w:val="00061FFD"/>
    <w:rsid w:val="00062196"/>
    <w:rsid w:val="00062198"/>
    <w:rsid w:val="000621B5"/>
    <w:rsid w:val="00062364"/>
    <w:rsid w:val="0006242B"/>
    <w:rsid w:val="00062521"/>
    <w:rsid w:val="0006265B"/>
    <w:rsid w:val="00062684"/>
    <w:rsid w:val="00062802"/>
    <w:rsid w:val="00062857"/>
    <w:rsid w:val="0006287E"/>
    <w:rsid w:val="000629FF"/>
    <w:rsid w:val="00062A79"/>
    <w:rsid w:val="00062AC2"/>
    <w:rsid w:val="00062B55"/>
    <w:rsid w:val="00062CB7"/>
    <w:rsid w:val="00062FBD"/>
    <w:rsid w:val="000630D4"/>
    <w:rsid w:val="000631B1"/>
    <w:rsid w:val="000632A4"/>
    <w:rsid w:val="0006339A"/>
    <w:rsid w:val="0006343C"/>
    <w:rsid w:val="00063679"/>
    <w:rsid w:val="000637E7"/>
    <w:rsid w:val="00063A2B"/>
    <w:rsid w:val="00063B1E"/>
    <w:rsid w:val="00063B56"/>
    <w:rsid w:val="00063B75"/>
    <w:rsid w:val="00063CF6"/>
    <w:rsid w:val="00063D2C"/>
    <w:rsid w:val="00063EB8"/>
    <w:rsid w:val="00063F4F"/>
    <w:rsid w:val="00063F58"/>
    <w:rsid w:val="00063F98"/>
    <w:rsid w:val="00063FB9"/>
    <w:rsid w:val="00064021"/>
    <w:rsid w:val="0006410B"/>
    <w:rsid w:val="000643D8"/>
    <w:rsid w:val="0006459C"/>
    <w:rsid w:val="00064920"/>
    <w:rsid w:val="000649BD"/>
    <w:rsid w:val="00064C69"/>
    <w:rsid w:val="00064E82"/>
    <w:rsid w:val="0006504F"/>
    <w:rsid w:val="0006512A"/>
    <w:rsid w:val="00065220"/>
    <w:rsid w:val="00065234"/>
    <w:rsid w:val="000652E3"/>
    <w:rsid w:val="00065401"/>
    <w:rsid w:val="000654AA"/>
    <w:rsid w:val="00065621"/>
    <w:rsid w:val="0006593C"/>
    <w:rsid w:val="00065AC4"/>
    <w:rsid w:val="00065AE4"/>
    <w:rsid w:val="00065AFF"/>
    <w:rsid w:val="00065BC2"/>
    <w:rsid w:val="00065DDE"/>
    <w:rsid w:val="00065DFC"/>
    <w:rsid w:val="00065F6A"/>
    <w:rsid w:val="00065FDA"/>
    <w:rsid w:val="000660E7"/>
    <w:rsid w:val="00066134"/>
    <w:rsid w:val="000661D4"/>
    <w:rsid w:val="0006633F"/>
    <w:rsid w:val="000663AC"/>
    <w:rsid w:val="000663D5"/>
    <w:rsid w:val="000663F3"/>
    <w:rsid w:val="00066478"/>
    <w:rsid w:val="000665B2"/>
    <w:rsid w:val="000665B8"/>
    <w:rsid w:val="0006666F"/>
    <w:rsid w:val="0006677A"/>
    <w:rsid w:val="00066798"/>
    <w:rsid w:val="000667A6"/>
    <w:rsid w:val="00066890"/>
    <w:rsid w:val="00066908"/>
    <w:rsid w:val="000669BD"/>
    <w:rsid w:val="00066AFC"/>
    <w:rsid w:val="00066B5A"/>
    <w:rsid w:val="00066CED"/>
    <w:rsid w:val="00066CF2"/>
    <w:rsid w:val="00066D20"/>
    <w:rsid w:val="00066D71"/>
    <w:rsid w:val="00066DA2"/>
    <w:rsid w:val="00066DA5"/>
    <w:rsid w:val="000670BD"/>
    <w:rsid w:val="0006723C"/>
    <w:rsid w:val="000672D4"/>
    <w:rsid w:val="000674C6"/>
    <w:rsid w:val="000674E5"/>
    <w:rsid w:val="00067587"/>
    <w:rsid w:val="000675B5"/>
    <w:rsid w:val="00067912"/>
    <w:rsid w:val="00067985"/>
    <w:rsid w:val="00067AB9"/>
    <w:rsid w:val="00067F31"/>
    <w:rsid w:val="00070167"/>
    <w:rsid w:val="0007034F"/>
    <w:rsid w:val="000703E3"/>
    <w:rsid w:val="0007081D"/>
    <w:rsid w:val="000709CD"/>
    <w:rsid w:val="000709E7"/>
    <w:rsid w:val="000709F0"/>
    <w:rsid w:val="00070B5B"/>
    <w:rsid w:val="00070CA5"/>
    <w:rsid w:val="00070CDE"/>
    <w:rsid w:val="00070D6F"/>
    <w:rsid w:val="00070EA9"/>
    <w:rsid w:val="0007114D"/>
    <w:rsid w:val="000711A6"/>
    <w:rsid w:val="0007131A"/>
    <w:rsid w:val="00071356"/>
    <w:rsid w:val="00071375"/>
    <w:rsid w:val="000713DD"/>
    <w:rsid w:val="000713F5"/>
    <w:rsid w:val="0007184A"/>
    <w:rsid w:val="0007185A"/>
    <w:rsid w:val="000718D2"/>
    <w:rsid w:val="0007193F"/>
    <w:rsid w:val="00071973"/>
    <w:rsid w:val="000719B8"/>
    <w:rsid w:val="00071AC0"/>
    <w:rsid w:val="00071B12"/>
    <w:rsid w:val="00071BA4"/>
    <w:rsid w:val="00071F5C"/>
    <w:rsid w:val="00071F71"/>
    <w:rsid w:val="00071FEA"/>
    <w:rsid w:val="00072271"/>
    <w:rsid w:val="0007235C"/>
    <w:rsid w:val="00072385"/>
    <w:rsid w:val="000723C4"/>
    <w:rsid w:val="00072428"/>
    <w:rsid w:val="000729C1"/>
    <w:rsid w:val="00072CAB"/>
    <w:rsid w:val="00072CEB"/>
    <w:rsid w:val="00072D21"/>
    <w:rsid w:val="00072E98"/>
    <w:rsid w:val="00072FBC"/>
    <w:rsid w:val="00073269"/>
    <w:rsid w:val="0007368B"/>
    <w:rsid w:val="000736B9"/>
    <w:rsid w:val="00073745"/>
    <w:rsid w:val="00073845"/>
    <w:rsid w:val="000739D6"/>
    <w:rsid w:val="00073AF3"/>
    <w:rsid w:val="00073C6E"/>
    <w:rsid w:val="00073E4D"/>
    <w:rsid w:val="00073FDC"/>
    <w:rsid w:val="0007412C"/>
    <w:rsid w:val="0007418E"/>
    <w:rsid w:val="000741A9"/>
    <w:rsid w:val="000743A3"/>
    <w:rsid w:val="000743F3"/>
    <w:rsid w:val="00074674"/>
    <w:rsid w:val="000746F3"/>
    <w:rsid w:val="00074722"/>
    <w:rsid w:val="00074814"/>
    <w:rsid w:val="00074930"/>
    <w:rsid w:val="00074938"/>
    <w:rsid w:val="0007495C"/>
    <w:rsid w:val="00074992"/>
    <w:rsid w:val="00074A05"/>
    <w:rsid w:val="00074A80"/>
    <w:rsid w:val="00074A91"/>
    <w:rsid w:val="00074FF1"/>
    <w:rsid w:val="00075124"/>
    <w:rsid w:val="0007526C"/>
    <w:rsid w:val="00075409"/>
    <w:rsid w:val="00075452"/>
    <w:rsid w:val="0007563F"/>
    <w:rsid w:val="00075676"/>
    <w:rsid w:val="00075A82"/>
    <w:rsid w:val="00075A9C"/>
    <w:rsid w:val="00075B10"/>
    <w:rsid w:val="00075C9F"/>
    <w:rsid w:val="00075E08"/>
    <w:rsid w:val="00075E71"/>
    <w:rsid w:val="00075ECB"/>
    <w:rsid w:val="000760A7"/>
    <w:rsid w:val="0007615C"/>
    <w:rsid w:val="000761AB"/>
    <w:rsid w:val="00076311"/>
    <w:rsid w:val="000763E7"/>
    <w:rsid w:val="000766F4"/>
    <w:rsid w:val="00076978"/>
    <w:rsid w:val="000769D6"/>
    <w:rsid w:val="00076B3D"/>
    <w:rsid w:val="00076B51"/>
    <w:rsid w:val="00076BE2"/>
    <w:rsid w:val="00076C7A"/>
    <w:rsid w:val="00076C80"/>
    <w:rsid w:val="00076CA4"/>
    <w:rsid w:val="00076D58"/>
    <w:rsid w:val="00076E21"/>
    <w:rsid w:val="00077180"/>
    <w:rsid w:val="000771BB"/>
    <w:rsid w:val="000771F0"/>
    <w:rsid w:val="00077613"/>
    <w:rsid w:val="000776B7"/>
    <w:rsid w:val="000776C6"/>
    <w:rsid w:val="000776CD"/>
    <w:rsid w:val="000777E4"/>
    <w:rsid w:val="00077B40"/>
    <w:rsid w:val="00077F72"/>
    <w:rsid w:val="00077F98"/>
    <w:rsid w:val="000800B8"/>
    <w:rsid w:val="00080126"/>
    <w:rsid w:val="00080161"/>
    <w:rsid w:val="00080499"/>
    <w:rsid w:val="000805E4"/>
    <w:rsid w:val="00080719"/>
    <w:rsid w:val="0008072D"/>
    <w:rsid w:val="000807AD"/>
    <w:rsid w:val="000807BF"/>
    <w:rsid w:val="000809CB"/>
    <w:rsid w:val="00080A31"/>
    <w:rsid w:val="00080E0A"/>
    <w:rsid w:val="00080EA0"/>
    <w:rsid w:val="00080F7E"/>
    <w:rsid w:val="00080F91"/>
    <w:rsid w:val="00081035"/>
    <w:rsid w:val="0008103C"/>
    <w:rsid w:val="00081082"/>
    <w:rsid w:val="0008109B"/>
    <w:rsid w:val="000810BB"/>
    <w:rsid w:val="00081147"/>
    <w:rsid w:val="000811AD"/>
    <w:rsid w:val="0008131F"/>
    <w:rsid w:val="00081397"/>
    <w:rsid w:val="000813B6"/>
    <w:rsid w:val="000814A3"/>
    <w:rsid w:val="00081582"/>
    <w:rsid w:val="000816B4"/>
    <w:rsid w:val="00081737"/>
    <w:rsid w:val="0008179E"/>
    <w:rsid w:val="00081A0E"/>
    <w:rsid w:val="00081B18"/>
    <w:rsid w:val="00081B3E"/>
    <w:rsid w:val="00081C17"/>
    <w:rsid w:val="00081CFD"/>
    <w:rsid w:val="00081D3F"/>
    <w:rsid w:val="00081E7D"/>
    <w:rsid w:val="00081F7F"/>
    <w:rsid w:val="000820D1"/>
    <w:rsid w:val="0008216F"/>
    <w:rsid w:val="0008221A"/>
    <w:rsid w:val="0008229F"/>
    <w:rsid w:val="000822E6"/>
    <w:rsid w:val="000822E8"/>
    <w:rsid w:val="00082390"/>
    <w:rsid w:val="00082477"/>
    <w:rsid w:val="0008251E"/>
    <w:rsid w:val="0008265B"/>
    <w:rsid w:val="00082766"/>
    <w:rsid w:val="000827C6"/>
    <w:rsid w:val="0008282E"/>
    <w:rsid w:val="00082BB0"/>
    <w:rsid w:val="00082C56"/>
    <w:rsid w:val="00082C68"/>
    <w:rsid w:val="00082CF9"/>
    <w:rsid w:val="00082D0F"/>
    <w:rsid w:val="00082D25"/>
    <w:rsid w:val="00082E0F"/>
    <w:rsid w:val="00082F0B"/>
    <w:rsid w:val="00082F66"/>
    <w:rsid w:val="00082FE5"/>
    <w:rsid w:val="0008305A"/>
    <w:rsid w:val="000830D2"/>
    <w:rsid w:val="00083287"/>
    <w:rsid w:val="000832EB"/>
    <w:rsid w:val="000833DD"/>
    <w:rsid w:val="00083549"/>
    <w:rsid w:val="00083748"/>
    <w:rsid w:val="000837DB"/>
    <w:rsid w:val="00083AB5"/>
    <w:rsid w:val="00083B54"/>
    <w:rsid w:val="00083C70"/>
    <w:rsid w:val="00083CD5"/>
    <w:rsid w:val="00083D2C"/>
    <w:rsid w:val="00083E96"/>
    <w:rsid w:val="00083EEB"/>
    <w:rsid w:val="00084107"/>
    <w:rsid w:val="00084171"/>
    <w:rsid w:val="0008427E"/>
    <w:rsid w:val="000844BC"/>
    <w:rsid w:val="00084699"/>
    <w:rsid w:val="000848BD"/>
    <w:rsid w:val="00084944"/>
    <w:rsid w:val="00084995"/>
    <w:rsid w:val="00084B0C"/>
    <w:rsid w:val="00084BFF"/>
    <w:rsid w:val="00084C66"/>
    <w:rsid w:val="00084CD0"/>
    <w:rsid w:val="00084E87"/>
    <w:rsid w:val="00084E97"/>
    <w:rsid w:val="00084E9A"/>
    <w:rsid w:val="00084EBF"/>
    <w:rsid w:val="00084FA6"/>
    <w:rsid w:val="00085030"/>
    <w:rsid w:val="00085100"/>
    <w:rsid w:val="0008514A"/>
    <w:rsid w:val="00085165"/>
    <w:rsid w:val="00085184"/>
    <w:rsid w:val="00085606"/>
    <w:rsid w:val="00085763"/>
    <w:rsid w:val="00085794"/>
    <w:rsid w:val="0008581B"/>
    <w:rsid w:val="000859EE"/>
    <w:rsid w:val="00085B27"/>
    <w:rsid w:val="00085E93"/>
    <w:rsid w:val="00085F09"/>
    <w:rsid w:val="000860B2"/>
    <w:rsid w:val="00086180"/>
    <w:rsid w:val="0008626A"/>
    <w:rsid w:val="00086415"/>
    <w:rsid w:val="000864A0"/>
    <w:rsid w:val="000864E0"/>
    <w:rsid w:val="0008656B"/>
    <w:rsid w:val="00086757"/>
    <w:rsid w:val="00086AD5"/>
    <w:rsid w:val="00086CFD"/>
    <w:rsid w:val="00086D21"/>
    <w:rsid w:val="00086DC6"/>
    <w:rsid w:val="00086E18"/>
    <w:rsid w:val="00086E1D"/>
    <w:rsid w:val="00086FBB"/>
    <w:rsid w:val="0008725F"/>
    <w:rsid w:val="000875FA"/>
    <w:rsid w:val="00087611"/>
    <w:rsid w:val="00087811"/>
    <w:rsid w:val="00087881"/>
    <w:rsid w:val="000878E7"/>
    <w:rsid w:val="00087BCC"/>
    <w:rsid w:val="00087EC6"/>
    <w:rsid w:val="00087F0A"/>
    <w:rsid w:val="00087F1C"/>
    <w:rsid w:val="00090117"/>
    <w:rsid w:val="00090267"/>
    <w:rsid w:val="000904B8"/>
    <w:rsid w:val="00090537"/>
    <w:rsid w:val="00090598"/>
    <w:rsid w:val="000905BA"/>
    <w:rsid w:val="00090844"/>
    <w:rsid w:val="00090853"/>
    <w:rsid w:val="00090A2B"/>
    <w:rsid w:val="00090B32"/>
    <w:rsid w:val="00090BB3"/>
    <w:rsid w:val="00090C15"/>
    <w:rsid w:val="00090D8D"/>
    <w:rsid w:val="00090E48"/>
    <w:rsid w:val="00090E94"/>
    <w:rsid w:val="00090EB2"/>
    <w:rsid w:val="00090F7A"/>
    <w:rsid w:val="00091139"/>
    <w:rsid w:val="000911C4"/>
    <w:rsid w:val="00091207"/>
    <w:rsid w:val="000912DE"/>
    <w:rsid w:val="0009135C"/>
    <w:rsid w:val="00091409"/>
    <w:rsid w:val="00091423"/>
    <w:rsid w:val="000914CD"/>
    <w:rsid w:val="00091633"/>
    <w:rsid w:val="00091713"/>
    <w:rsid w:val="00091B52"/>
    <w:rsid w:val="00091D83"/>
    <w:rsid w:val="00091E5C"/>
    <w:rsid w:val="00092140"/>
    <w:rsid w:val="000921A4"/>
    <w:rsid w:val="000921CA"/>
    <w:rsid w:val="000922F3"/>
    <w:rsid w:val="000923DF"/>
    <w:rsid w:val="00092423"/>
    <w:rsid w:val="000926D8"/>
    <w:rsid w:val="00093229"/>
    <w:rsid w:val="0009359A"/>
    <w:rsid w:val="00093854"/>
    <w:rsid w:val="000938AD"/>
    <w:rsid w:val="000939FE"/>
    <w:rsid w:val="00093AA8"/>
    <w:rsid w:val="00093AC7"/>
    <w:rsid w:val="00093AD4"/>
    <w:rsid w:val="00093B5A"/>
    <w:rsid w:val="00093B62"/>
    <w:rsid w:val="00093CC8"/>
    <w:rsid w:val="00093F76"/>
    <w:rsid w:val="000941CF"/>
    <w:rsid w:val="000943EA"/>
    <w:rsid w:val="00094562"/>
    <w:rsid w:val="0009462A"/>
    <w:rsid w:val="00094711"/>
    <w:rsid w:val="0009495D"/>
    <w:rsid w:val="00094BC1"/>
    <w:rsid w:val="00094CDB"/>
    <w:rsid w:val="00094D22"/>
    <w:rsid w:val="00094D8E"/>
    <w:rsid w:val="00094FC0"/>
    <w:rsid w:val="000951B0"/>
    <w:rsid w:val="00095341"/>
    <w:rsid w:val="00095368"/>
    <w:rsid w:val="0009540C"/>
    <w:rsid w:val="00095475"/>
    <w:rsid w:val="000955D3"/>
    <w:rsid w:val="0009573D"/>
    <w:rsid w:val="00095995"/>
    <w:rsid w:val="00095B54"/>
    <w:rsid w:val="00095C1B"/>
    <w:rsid w:val="00095CA5"/>
    <w:rsid w:val="00095E16"/>
    <w:rsid w:val="000963A8"/>
    <w:rsid w:val="000964CB"/>
    <w:rsid w:val="000964CD"/>
    <w:rsid w:val="00096558"/>
    <w:rsid w:val="0009672C"/>
    <w:rsid w:val="00096741"/>
    <w:rsid w:val="000968D3"/>
    <w:rsid w:val="00096983"/>
    <w:rsid w:val="00096B90"/>
    <w:rsid w:val="00096BB3"/>
    <w:rsid w:val="00096C28"/>
    <w:rsid w:val="00096DDD"/>
    <w:rsid w:val="00096E0F"/>
    <w:rsid w:val="000970A9"/>
    <w:rsid w:val="00097173"/>
    <w:rsid w:val="0009718E"/>
    <w:rsid w:val="000971A3"/>
    <w:rsid w:val="00097340"/>
    <w:rsid w:val="00097430"/>
    <w:rsid w:val="000974C8"/>
    <w:rsid w:val="0009778B"/>
    <w:rsid w:val="000977A6"/>
    <w:rsid w:val="00097823"/>
    <w:rsid w:val="000978AF"/>
    <w:rsid w:val="00097B1E"/>
    <w:rsid w:val="00097B39"/>
    <w:rsid w:val="00097B5E"/>
    <w:rsid w:val="00097C43"/>
    <w:rsid w:val="00097D59"/>
    <w:rsid w:val="00097DC1"/>
    <w:rsid w:val="00097F17"/>
    <w:rsid w:val="00097FC4"/>
    <w:rsid w:val="000A00BA"/>
    <w:rsid w:val="000A01F3"/>
    <w:rsid w:val="000A026D"/>
    <w:rsid w:val="000A0323"/>
    <w:rsid w:val="000A0484"/>
    <w:rsid w:val="000A04DB"/>
    <w:rsid w:val="000A0625"/>
    <w:rsid w:val="000A063F"/>
    <w:rsid w:val="000A0838"/>
    <w:rsid w:val="000A08FC"/>
    <w:rsid w:val="000A0B24"/>
    <w:rsid w:val="000A0B5E"/>
    <w:rsid w:val="000A0BBA"/>
    <w:rsid w:val="000A0C71"/>
    <w:rsid w:val="000A0EFB"/>
    <w:rsid w:val="000A1147"/>
    <w:rsid w:val="000A12CC"/>
    <w:rsid w:val="000A1348"/>
    <w:rsid w:val="000A13CF"/>
    <w:rsid w:val="000A1475"/>
    <w:rsid w:val="000A167C"/>
    <w:rsid w:val="000A17B9"/>
    <w:rsid w:val="000A1845"/>
    <w:rsid w:val="000A1973"/>
    <w:rsid w:val="000A1AD5"/>
    <w:rsid w:val="000A1B39"/>
    <w:rsid w:val="000A1C67"/>
    <w:rsid w:val="000A1FD7"/>
    <w:rsid w:val="000A2043"/>
    <w:rsid w:val="000A2046"/>
    <w:rsid w:val="000A209D"/>
    <w:rsid w:val="000A20A7"/>
    <w:rsid w:val="000A2461"/>
    <w:rsid w:val="000A257B"/>
    <w:rsid w:val="000A2799"/>
    <w:rsid w:val="000A28D3"/>
    <w:rsid w:val="000A29BB"/>
    <w:rsid w:val="000A29D5"/>
    <w:rsid w:val="000A2AE0"/>
    <w:rsid w:val="000A2C7F"/>
    <w:rsid w:val="000A2D5F"/>
    <w:rsid w:val="000A2E36"/>
    <w:rsid w:val="000A2E4E"/>
    <w:rsid w:val="000A2FA2"/>
    <w:rsid w:val="000A2FFD"/>
    <w:rsid w:val="000A312A"/>
    <w:rsid w:val="000A3180"/>
    <w:rsid w:val="000A32A8"/>
    <w:rsid w:val="000A331C"/>
    <w:rsid w:val="000A33A2"/>
    <w:rsid w:val="000A33F4"/>
    <w:rsid w:val="000A3480"/>
    <w:rsid w:val="000A34CA"/>
    <w:rsid w:val="000A355A"/>
    <w:rsid w:val="000A3577"/>
    <w:rsid w:val="000A3638"/>
    <w:rsid w:val="000A36CC"/>
    <w:rsid w:val="000A376E"/>
    <w:rsid w:val="000A3A71"/>
    <w:rsid w:val="000A3CB9"/>
    <w:rsid w:val="000A3CDC"/>
    <w:rsid w:val="000A3E3E"/>
    <w:rsid w:val="000A413C"/>
    <w:rsid w:val="000A4163"/>
    <w:rsid w:val="000A4392"/>
    <w:rsid w:val="000A4397"/>
    <w:rsid w:val="000A4477"/>
    <w:rsid w:val="000A466A"/>
    <w:rsid w:val="000A471F"/>
    <w:rsid w:val="000A476E"/>
    <w:rsid w:val="000A479E"/>
    <w:rsid w:val="000A485C"/>
    <w:rsid w:val="000A49A5"/>
    <w:rsid w:val="000A49BE"/>
    <w:rsid w:val="000A4B49"/>
    <w:rsid w:val="000A4BBF"/>
    <w:rsid w:val="000A4CC5"/>
    <w:rsid w:val="000A4DB6"/>
    <w:rsid w:val="000A4E79"/>
    <w:rsid w:val="000A5175"/>
    <w:rsid w:val="000A51A4"/>
    <w:rsid w:val="000A541A"/>
    <w:rsid w:val="000A5532"/>
    <w:rsid w:val="000A56D9"/>
    <w:rsid w:val="000A5727"/>
    <w:rsid w:val="000A58A2"/>
    <w:rsid w:val="000A5A0F"/>
    <w:rsid w:val="000A5AC3"/>
    <w:rsid w:val="000A5B57"/>
    <w:rsid w:val="000A5C9E"/>
    <w:rsid w:val="000A5CC2"/>
    <w:rsid w:val="000A5E8F"/>
    <w:rsid w:val="000A5F54"/>
    <w:rsid w:val="000A63B6"/>
    <w:rsid w:val="000A63F7"/>
    <w:rsid w:val="000A642A"/>
    <w:rsid w:val="000A65B7"/>
    <w:rsid w:val="000A65F5"/>
    <w:rsid w:val="000A6741"/>
    <w:rsid w:val="000A68EC"/>
    <w:rsid w:val="000A6916"/>
    <w:rsid w:val="000A696B"/>
    <w:rsid w:val="000A69CB"/>
    <w:rsid w:val="000A6A35"/>
    <w:rsid w:val="000A6F60"/>
    <w:rsid w:val="000A6FC0"/>
    <w:rsid w:val="000A7239"/>
    <w:rsid w:val="000A7487"/>
    <w:rsid w:val="000A7489"/>
    <w:rsid w:val="000A7496"/>
    <w:rsid w:val="000A75FB"/>
    <w:rsid w:val="000A767F"/>
    <w:rsid w:val="000A77BF"/>
    <w:rsid w:val="000A77E9"/>
    <w:rsid w:val="000A79A4"/>
    <w:rsid w:val="000A7D65"/>
    <w:rsid w:val="000A7E51"/>
    <w:rsid w:val="000B033F"/>
    <w:rsid w:val="000B0346"/>
    <w:rsid w:val="000B0532"/>
    <w:rsid w:val="000B0583"/>
    <w:rsid w:val="000B0585"/>
    <w:rsid w:val="000B05DE"/>
    <w:rsid w:val="000B0661"/>
    <w:rsid w:val="000B088C"/>
    <w:rsid w:val="000B09C5"/>
    <w:rsid w:val="000B0B9E"/>
    <w:rsid w:val="000B0C1E"/>
    <w:rsid w:val="000B0E9C"/>
    <w:rsid w:val="000B0ED4"/>
    <w:rsid w:val="000B0FD9"/>
    <w:rsid w:val="000B107B"/>
    <w:rsid w:val="000B10EA"/>
    <w:rsid w:val="000B1236"/>
    <w:rsid w:val="000B13E1"/>
    <w:rsid w:val="000B1501"/>
    <w:rsid w:val="000B157D"/>
    <w:rsid w:val="000B19FE"/>
    <w:rsid w:val="000B1A19"/>
    <w:rsid w:val="000B1A2E"/>
    <w:rsid w:val="000B1A4A"/>
    <w:rsid w:val="000B1ACA"/>
    <w:rsid w:val="000B1CB2"/>
    <w:rsid w:val="000B1D7F"/>
    <w:rsid w:val="000B1DE1"/>
    <w:rsid w:val="000B1DFB"/>
    <w:rsid w:val="000B1E77"/>
    <w:rsid w:val="000B1E8F"/>
    <w:rsid w:val="000B1EB9"/>
    <w:rsid w:val="000B2028"/>
    <w:rsid w:val="000B236C"/>
    <w:rsid w:val="000B23E5"/>
    <w:rsid w:val="000B25A8"/>
    <w:rsid w:val="000B2632"/>
    <w:rsid w:val="000B2683"/>
    <w:rsid w:val="000B26EC"/>
    <w:rsid w:val="000B285D"/>
    <w:rsid w:val="000B2908"/>
    <w:rsid w:val="000B2978"/>
    <w:rsid w:val="000B2B9A"/>
    <w:rsid w:val="000B2C06"/>
    <w:rsid w:val="000B2CAF"/>
    <w:rsid w:val="000B2D9C"/>
    <w:rsid w:val="000B2DC2"/>
    <w:rsid w:val="000B3200"/>
    <w:rsid w:val="000B3298"/>
    <w:rsid w:val="000B32ED"/>
    <w:rsid w:val="000B3335"/>
    <w:rsid w:val="000B3379"/>
    <w:rsid w:val="000B3385"/>
    <w:rsid w:val="000B33BF"/>
    <w:rsid w:val="000B3432"/>
    <w:rsid w:val="000B353B"/>
    <w:rsid w:val="000B3655"/>
    <w:rsid w:val="000B3696"/>
    <w:rsid w:val="000B385B"/>
    <w:rsid w:val="000B38BA"/>
    <w:rsid w:val="000B38EE"/>
    <w:rsid w:val="000B3A9A"/>
    <w:rsid w:val="000B3B13"/>
    <w:rsid w:val="000B3B35"/>
    <w:rsid w:val="000B3B3D"/>
    <w:rsid w:val="000B3B7C"/>
    <w:rsid w:val="000B3BC1"/>
    <w:rsid w:val="000B3C20"/>
    <w:rsid w:val="000B3D6C"/>
    <w:rsid w:val="000B3D81"/>
    <w:rsid w:val="000B3E46"/>
    <w:rsid w:val="000B41B7"/>
    <w:rsid w:val="000B4307"/>
    <w:rsid w:val="000B4347"/>
    <w:rsid w:val="000B43BB"/>
    <w:rsid w:val="000B441A"/>
    <w:rsid w:val="000B4638"/>
    <w:rsid w:val="000B466D"/>
    <w:rsid w:val="000B47C8"/>
    <w:rsid w:val="000B48FD"/>
    <w:rsid w:val="000B4AF0"/>
    <w:rsid w:val="000B4CD5"/>
    <w:rsid w:val="000B4D0B"/>
    <w:rsid w:val="000B4D90"/>
    <w:rsid w:val="000B4DD7"/>
    <w:rsid w:val="000B4E87"/>
    <w:rsid w:val="000B5036"/>
    <w:rsid w:val="000B503D"/>
    <w:rsid w:val="000B5349"/>
    <w:rsid w:val="000B534F"/>
    <w:rsid w:val="000B5515"/>
    <w:rsid w:val="000B55D3"/>
    <w:rsid w:val="000B5612"/>
    <w:rsid w:val="000B5671"/>
    <w:rsid w:val="000B56D3"/>
    <w:rsid w:val="000B5724"/>
    <w:rsid w:val="000B57D4"/>
    <w:rsid w:val="000B5A7A"/>
    <w:rsid w:val="000B5B18"/>
    <w:rsid w:val="000B5B21"/>
    <w:rsid w:val="000B5B4F"/>
    <w:rsid w:val="000B5BB1"/>
    <w:rsid w:val="000B5DA6"/>
    <w:rsid w:val="000B5E26"/>
    <w:rsid w:val="000B5F57"/>
    <w:rsid w:val="000B5FB5"/>
    <w:rsid w:val="000B6592"/>
    <w:rsid w:val="000B6769"/>
    <w:rsid w:val="000B6A56"/>
    <w:rsid w:val="000B6A89"/>
    <w:rsid w:val="000B6CC1"/>
    <w:rsid w:val="000B6CCF"/>
    <w:rsid w:val="000B6DAA"/>
    <w:rsid w:val="000B6F6B"/>
    <w:rsid w:val="000B7026"/>
    <w:rsid w:val="000B70D4"/>
    <w:rsid w:val="000B7178"/>
    <w:rsid w:val="000B717E"/>
    <w:rsid w:val="000B7197"/>
    <w:rsid w:val="000B724A"/>
    <w:rsid w:val="000B728C"/>
    <w:rsid w:val="000B72B8"/>
    <w:rsid w:val="000B740C"/>
    <w:rsid w:val="000B7497"/>
    <w:rsid w:val="000B74EA"/>
    <w:rsid w:val="000B7743"/>
    <w:rsid w:val="000B7833"/>
    <w:rsid w:val="000B7879"/>
    <w:rsid w:val="000B791A"/>
    <w:rsid w:val="000B7925"/>
    <w:rsid w:val="000B7AA6"/>
    <w:rsid w:val="000B7C25"/>
    <w:rsid w:val="000B7D77"/>
    <w:rsid w:val="000B7E28"/>
    <w:rsid w:val="000C0024"/>
    <w:rsid w:val="000C0102"/>
    <w:rsid w:val="000C015F"/>
    <w:rsid w:val="000C0166"/>
    <w:rsid w:val="000C0184"/>
    <w:rsid w:val="000C0252"/>
    <w:rsid w:val="000C0360"/>
    <w:rsid w:val="000C03E6"/>
    <w:rsid w:val="000C04D2"/>
    <w:rsid w:val="000C06FA"/>
    <w:rsid w:val="000C0736"/>
    <w:rsid w:val="000C074A"/>
    <w:rsid w:val="000C08D0"/>
    <w:rsid w:val="000C0BD8"/>
    <w:rsid w:val="000C0CE2"/>
    <w:rsid w:val="000C0DE8"/>
    <w:rsid w:val="000C0E96"/>
    <w:rsid w:val="000C0F81"/>
    <w:rsid w:val="000C11C7"/>
    <w:rsid w:val="000C1256"/>
    <w:rsid w:val="000C158F"/>
    <w:rsid w:val="000C16B9"/>
    <w:rsid w:val="000C16E1"/>
    <w:rsid w:val="000C171D"/>
    <w:rsid w:val="000C1853"/>
    <w:rsid w:val="000C1AC8"/>
    <w:rsid w:val="000C1AF2"/>
    <w:rsid w:val="000C1BAD"/>
    <w:rsid w:val="000C1BC2"/>
    <w:rsid w:val="000C1CA4"/>
    <w:rsid w:val="000C1FFD"/>
    <w:rsid w:val="000C20BC"/>
    <w:rsid w:val="000C20CF"/>
    <w:rsid w:val="000C2113"/>
    <w:rsid w:val="000C2276"/>
    <w:rsid w:val="000C2281"/>
    <w:rsid w:val="000C2282"/>
    <w:rsid w:val="000C2327"/>
    <w:rsid w:val="000C23DF"/>
    <w:rsid w:val="000C23FD"/>
    <w:rsid w:val="000C24AA"/>
    <w:rsid w:val="000C26B1"/>
    <w:rsid w:val="000C2703"/>
    <w:rsid w:val="000C2706"/>
    <w:rsid w:val="000C2723"/>
    <w:rsid w:val="000C2758"/>
    <w:rsid w:val="000C2846"/>
    <w:rsid w:val="000C286C"/>
    <w:rsid w:val="000C2890"/>
    <w:rsid w:val="000C2932"/>
    <w:rsid w:val="000C294D"/>
    <w:rsid w:val="000C2AD2"/>
    <w:rsid w:val="000C2D75"/>
    <w:rsid w:val="000C2D78"/>
    <w:rsid w:val="000C2D8F"/>
    <w:rsid w:val="000C2F95"/>
    <w:rsid w:val="000C2FDA"/>
    <w:rsid w:val="000C30F3"/>
    <w:rsid w:val="000C317B"/>
    <w:rsid w:val="000C3267"/>
    <w:rsid w:val="000C3283"/>
    <w:rsid w:val="000C37CD"/>
    <w:rsid w:val="000C390D"/>
    <w:rsid w:val="000C3962"/>
    <w:rsid w:val="000C3A04"/>
    <w:rsid w:val="000C3AC5"/>
    <w:rsid w:val="000C3B17"/>
    <w:rsid w:val="000C3BA8"/>
    <w:rsid w:val="000C3CC5"/>
    <w:rsid w:val="000C3CF9"/>
    <w:rsid w:val="000C3D0A"/>
    <w:rsid w:val="000C3D97"/>
    <w:rsid w:val="000C3E4C"/>
    <w:rsid w:val="000C4168"/>
    <w:rsid w:val="000C4282"/>
    <w:rsid w:val="000C428B"/>
    <w:rsid w:val="000C44E3"/>
    <w:rsid w:val="000C4534"/>
    <w:rsid w:val="000C4548"/>
    <w:rsid w:val="000C4670"/>
    <w:rsid w:val="000C489D"/>
    <w:rsid w:val="000C4A44"/>
    <w:rsid w:val="000C4AA9"/>
    <w:rsid w:val="000C4AF0"/>
    <w:rsid w:val="000C4C4E"/>
    <w:rsid w:val="000C4C9E"/>
    <w:rsid w:val="000C4E81"/>
    <w:rsid w:val="000C5181"/>
    <w:rsid w:val="000C5263"/>
    <w:rsid w:val="000C5336"/>
    <w:rsid w:val="000C5337"/>
    <w:rsid w:val="000C534A"/>
    <w:rsid w:val="000C55F3"/>
    <w:rsid w:val="000C560D"/>
    <w:rsid w:val="000C56D7"/>
    <w:rsid w:val="000C58AC"/>
    <w:rsid w:val="000C5942"/>
    <w:rsid w:val="000C59FD"/>
    <w:rsid w:val="000C5A74"/>
    <w:rsid w:val="000C5BB5"/>
    <w:rsid w:val="000C5BBA"/>
    <w:rsid w:val="000C5CA0"/>
    <w:rsid w:val="000C5DBE"/>
    <w:rsid w:val="000C618E"/>
    <w:rsid w:val="000C6472"/>
    <w:rsid w:val="000C66A1"/>
    <w:rsid w:val="000C671B"/>
    <w:rsid w:val="000C6873"/>
    <w:rsid w:val="000C6906"/>
    <w:rsid w:val="000C6932"/>
    <w:rsid w:val="000C6999"/>
    <w:rsid w:val="000C69E6"/>
    <w:rsid w:val="000C6B54"/>
    <w:rsid w:val="000C6B9B"/>
    <w:rsid w:val="000C6D05"/>
    <w:rsid w:val="000C6E50"/>
    <w:rsid w:val="000C6F39"/>
    <w:rsid w:val="000C7382"/>
    <w:rsid w:val="000C73E9"/>
    <w:rsid w:val="000C74E6"/>
    <w:rsid w:val="000C75B6"/>
    <w:rsid w:val="000C75F2"/>
    <w:rsid w:val="000C7675"/>
    <w:rsid w:val="000C76CC"/>
    <w:rsid w:val="000C77EF"/>
    <w:rsid w:val="000C7A2E"/>
    <w:rsid w:val="000C7C1B"/>
    <w:rsid w:val="000C7E1B"/>
    <w:rsid w:val="000C7FB7"/>
    <w:rsid w:val="000C7FE7"/>
    <w:rsid w:val="000D00FD"/>
    <w:rsid w:val="000D0109"/>
    <w:rsid w:val="000D037C"/>
    <w:rsid w:val="000D03BC"/>
    <w:rsid w:val="000D05C1"/>
    <w:rsid w:val="000D05C8"/>
    <w:rsid w:val="000D0654"/>
    <w:rsid w:val="000D0736"/>
    <w:rsid w:val="000D07E3"/>
    <w:rsid w:val="000D0924"/>
    <w:rsid w:val="000D0961"/>
    <w:rsid w:val="000D0968"/>
    <w:rsid w:val="000D0A26"/>
    <w:rsid w:val="000D0C11"/>
    <w:rsid w:val="000D1041"/>
    <w:rsid w:val="000D106F"/>
    <w:rsid w:val="000D12B8"/>
    <w:rsid w:val="000D12FA"/>
    <w:rsid w:val="000D13B3"/>
    <w:rsid w:val="000D14C0"/>
    <w:rsid w:val="000D1645"/>
    <w:rsid w:val="000D1A81"/>
    <w:rsid w:val="000D1B96"/>
    <w:rsid w:val="000D1C58"/>
    <w:rsid w:val="000D1D79"/>
    <w:rsid w:val="000D1F16"/>
    <w:rsid w:val="000D1F23"/>
    <w:rsid w:val="000D2213"/>
    <w:rsid w:val="000D2267"/>
    <w:rsid w:val="000D251A"/>
    <w:rsid w:val="000D2662"/>
    <w:rsid w:val="000D26CD"/>
    <w:rsid w:val="000D2934"/>
    <w:rsid w:val="000D2AF8"/>
    <w:rsid w:val="000D2F13"/>
    <w:rsid w:val="000D2F30"/>
    <w:rsid w:val="000D3079"/>
    <w:rsid w:val="000D3083"/>
    <w:rsid w:val="000D30FE"/>
    <w:rsid w:val="000D3137"/>
    <w:rsid w:val="000D31A0"/>
    <w:rsid w:val="000D321D"/>
    <w:rsid w:val="000D32B4"/>
    <w:rsid w:val="000D32F7"/>
    <w:rsid w:val="000D332C"/>
    <w:rsid w:val="000D33D0"/>
    <w:rsid w:val="000D3466"/>
    <w:rsid w:val="000D34C7"/>
    <w:rsid w:val="000D34EF"/>
    <w:rsid w:val="000D3671"/>
    <w:rsid w:val="000D3672"/>
    <w:rsid w:val="000D371C"/>
    <w:rsid w:val="000D3775"/>
    <w:rsid w:val="000D39BD"/>
    <w:rsid w:val="000D39D6"/>
    <w:rsid w:val="000D3A12"/>
    <w:rsid w:val="000D3B89"/>
    <w:rsid w:val="000D3C4F"/>
    <w:rsid w:val="000D3EE5"/>
    <w:rsid w:val="000D3FEE"/>
    <w:rsid w:val="000D412B"/>
    <w:rsid w:val="000D41B4"/>
    <w:rsid w:val="000D4327"/>
    <w:rsid w:val="000D4360"/>
    <w:rsid w:val="000D43B0"/>
    <w:rsid w:val="000D4491"/>
    <w:rsid w:val="000D4546"/>
    <w:rsid w:val="000D468F"/>
    <w:rsid w:val="000D47F2"/>
    <w:rsid w:val="000D4831"/>
    <w:rsid w:val="000D48D6"/>
    <w:rsid w:val="000D4C4D"/>
    <w:rsid w:val="000D4C97"/>
    <w:rsid w:val="000D4CD6"/>
    <w:rsid w:val="000D4D3F"/>
    <w:rsid w:val="000D4DBE"/>
    <w:rsid w:val="000D517E"/>
    <w:rsid w:val="000D5196"/>
    <w:rsid w:val="000D51C5"/>
    <w:rsid w:val="000D5211"/>
    <w:rsid w:val="000D526B"/>
    <w:rsid w:val="000D5427"/>
    <w:rsid w:val="000D5451"/>
    <w:rsid w:val="000D54B2"/>
    <w:rsid w:val="000D54C9"/>
    <w:rsid w:val="000D555B"/>
    <w:rsid w:val="000D5597"/>
    <w:rsid w:val="000D561D"/>
    <w:rsid w:val="000D5C56"/>
    <w:rsid w:val="000D5D30"/>
    <w:rsid w:val="000D5D33"/>
    <w:rsid w:val="000D5EE5"/>
    <w:rsid w:val="000D6037"/>
    <w:rsid w:val="000D6066"/>
    <w:rsid w:val="000D61F3"/>
    <w:rsid w:val="000D629E"/>
    <w:rsid w:val="000D62E7"/>
    <w:rsid w:val="000D632A"/>
    <w:rsid w:val="000D6590"/>
    <w:rsid w:val="000D664F"/>
    <w:rsid w:val="000D68D0"/>
    <w:rsid w:val="000D69A8"/>
    <w:rsid w:val="000D6B34"/>
    <w:rsid w:val="000D6B63"/>
    <w:rsid w:val="000D6B96"/>
    <w:rsid w:val="000D6D59"/>
    <w:rsid w:val="000D6E3B"/>
    <w:rsid w:val="000D6E84"/>
    <w:rsid w:val="000D6F47"/>
    <w:rsid w:val="000D6FB9"/>
    <w:rsid w:val="000D7050"/>
    <w:rsid w:val="000D7059"/>
    <w:rsid w:val="000D722E"/>
    <w:rsid w:val="000D731A"/>
    <w:rsid w:val="000D7417"/>
    <w:rsid w:val="000D7609"/>
    <w:rsid w:val="000D76B3"/>
    <w:rsid w:val="000D76D0"/>
    <w:rsid w:val="000D7788"/>
    <w:rsid w:val="000D7849"/>
    <w:rsid w:val="000D78CA"/>
    <w:rsid w:val="000D79E8"/>
    <w:rsid w:val="000D7A5B"/>
    <w:rsid w:val="000D7AD1"/>
    <w:rsid w:val="000D7AE4"/>
    <w:rsid w:val="000D7CE2"/>
    <w:rsid w:val="000D7F36"/>
    <w:rsid w:val="000D7FC3"/>
    <w:rsid w:val="000D7FDF"/>
    <w:rsid w:val="000E0074"/>
    <w:rsid w:val="000E01B1"/>
    <w:rsid w:val="000E032B"/>
    <w:rsid w:val="000E036A"/>
    <w:rsid w:val="000E0535"/>
    <w:rsid w:val="000E0711"/>
    <w:rsid w:val="000E0756"/>
    <w:rsid w:val="000E08B8"/>
    <w:rsid w:val="000E09F2"/>
    <w:rsid w:val="000E09FA"/>
    <w:rsid w:val="000E0B7D"/>
    <w:rsid w:val="000E0BEB"/>
    <w:rsid w:val="000E0C22"/>
    <w:rsid w:val="000E0E32"/>
    <w:rsid w:val="000E0E9A"/>
    <w:rsid w:val="000E1146"/>
    <w:rsid w:val="000E1307"/>
    <w:rsid w:val="000E1662"/>
    <w:rsid w:val="000E167B"/>
    <w:rsid w:val="000E1703"/>
    <w:rsid w:val="000E1722"/>
    <w:rsid w:val="000E177D"/>
    <w:rsid w:val="000E1819"/>
    <w:rsid w:val="000E18D7"/>
    <w:rsid w:val="000E18D8"/>
    <w:rsid w:val="000E191F"/>
    <w:rsid w:val="000E1B90"/>
    <w:rsid w:val="000E1BA8"/>
    <w:rsid w:val="000E1CAB"/>
    <w:rsid w:val="000E1D09"/>
    <w:rsid w:val="000E1FAE"/>
    <w:rsid w:val="000E2003"/>
    <w:rsid w:val="000E2014"/>
    <w:rsid w:val="000E2086"/>
    <w:rsid w:val="000E2090"/>
    <w:rsid w:val="000E26E1"/>
    <w:rsid w:val="000E2849"/>
    <w:rsid w:val="000E2948"/>
    <w:rsid w:val="000E2A8D"/>
    <w:rsid w:val="000E2E03"/>
    <w:rsid w:val="000E306A"/>
    <w:rsid w:val="000E3087"/>
    <w:rsid w:val="000E32AD"/>
    <w:rsid w:val="000E35D9"/>
    <w:rsid w:val="000E35DC"/>
    <w:rsid w:val="000E35FF"/>
    <w:rsid w:val="000E3607"/>
    <w:rsid w:val="000E369E"/>
    <w:rsid w:val="000E36B0"/>
    <w:rsid w:val="000E36DB"/>
    <w:rsid w:val="000E37EE"/>
    <w:rsid w:val="000E382A"/>
    <w:rsid w:val="000E3836"/>
    <w:rsid w:val="000E3837"/>
    <w:rsid w:val="000E3847"/>
    <w:rsid w:val="000E3927"/>
    <w:rsid w:val="000E3B88"/>
    <w:rsid w:val="000E401D"/>
    <w:rsid w:val="000E4056"/>
    <w:rsid w:val="000E4058"/>
    <w:rsid w:val="000E4488"/>
    <w:rsid w:val="000E4525"/>
    <w:rsid w:val="000E4568"/>
    <w:rsid w:val="000E467C"/>
    <w:rsid w:val="000E4711"/>
    <w:rsid w:val="000E47E9"/>
    <w:rsid w:val="000E47F6"/>
    <w:rsid w:val="000E48CC"/>
    <w:rsid w:val="000E4950"/>
    <w:rsid w:val="000E4977"/>
    <w:rsid w:val="000E4E83"/>
    <w:rsid w:val="000E5022"/>
    <w:rsid w:val="000E50DA"/>
    <w:rsid w:val="000E523F"/>
    <w:rsid w:val="000E52FA"/>
    <w:rsid w:val="000E54DE"/>
    <w:rsid w:val="000E5556"/>
    <w:rsid w:val="000E5664"/>
    <w:rsid w:val="000E576E"/>
    <w:rsid w:val="000E5997"/>
    <w:rsid w:val="000E5D27"/>
    <w:rsid w:val="000E5D4A"/>
    <w:rsid w:val="000E5E40"/>
    <w:rsid w:val="000E5E7D"/>
    <w:rsid w:val="000E5EC9"/>
    <w:rsid w:val="000E5F57"/>
    <w:rsid w:val="000E5FBA"/>
    <w:rsid w:val="000E5FFD"/>
    <w:rsid w:val="000E6017"/>
    <w:rsid w:val="000E609B"/>
    <w:rsid w:val="000E6202"/>
    <w:rsid w:val="000E62A4"/>
    <w:rsid w:val="000E63B5"/>
    <w:rsid w:val="000E641C"/>
    <w:rsid w:val="000E6533"/>
    <w:rsid w:val="000E6608"/>
    <w:rsid w:val="000E66BA"/>
    <w:rsid w:val="000E66C8"/>
    <w:rsid w:val="000E66D4"/>
    <w:rsid w:val="000E6737"/>
    <w:rsid w:val="000E679B"/>
    <w:rsid w:val="000E6A47"/>
    <w:rsid w:val="000E6CA8"/>
    <w:rsid w:val="000E6D9F"/>
    <w:rsid w:val="000E6DA7"/>
    <w:rsid w:val="000E6F7A"/>
    <w:rsid w:val="000E7121"/>
    <w:rsid w:val="000E71FD"/>
    <w:rsid w:val="000E72F2"/>
    <w:rsid w:val="000E74C9"/>
    <w:rsid w:val="000E7628"/>
    <w:rsid w:val="000E7922"/>
    <w:rsid w:val="000E793A"/>
    <w:rsid w:val="000E7D14"/>
    <w:rsid w:val="000E7F16"/>
    <w:rsid w:val="000E7F3B"/>
    <w:rsid w:val="000E7F54"/>
    <w:rsid w:val="000F00C6"/>
    <w:rsid w:val="000F01E6"/>
    <w:rsid w:val="000F0341"/>
    <w:rsid w:val="000F03FD"/>
    <w:rsid w:val="000F04F9"/>
    <w:rsid w:val="000F05C0"/>
    <w:rsid w:val="000F079D"/>
    <w:rsid w:val="000F08E6"/>
    <w:rsid w:val="000F0A41"/>
    <w:rsid w:val="000F0BF0"/>
    <w:rsid w:val="000F0C9F"/>
    <w:rsid w:val="000F0F73"/>
    <w:rsid w:val="000F0F7A"/>
    <w:rsid w:val="000F0FD0"/>
    <w:rsid w:val="000F1064"/>
    <w:rsid w:val="000F1190"/>
    <w:rsid w:val="000F123D"/>
    <w:rsid w:val="000F1330"/>
    <w:rsid w:val="000F13CC"/>
    <w:rsid w:val="000F14AB"/>
    <w:rsid w:val="000F157E"/>
    <w:rsid w:val="000F1727"/>
    <w:rsid w:val="000F173B"/>
    <w:rsid w:val="000F1777"/>
    <w:rsid w:val="000F1836"/>
    <w:rsid w:val="000F18F0"/>
    <w:rsid w:val="000F1901"/>
    <w:rsid w:val="000F1D0B"/>
    <w:rsid w:val="000F1DB6"/>
    <w:rsid w:val="000F1E21"/>
    <w:rsid w:val="000F20DA"/>
    <w:rsid w:val="000F20FF"/>
    <w:rsid w:val="000F2234"/>
    <w:rsid w:val="000F23AB"/>
    <w:rsid w:val="000F23EA"/>
    <w:rsid w:val="000F256F"/>
    <w:rsid w:val="000F258D"/>
    <w:rsid w:val="000F278B"/>
    <w:rsid w:val="000F2878"/>
    <w:rsid w:val="000F28C9"/>
    <w:rsid w:val="000F28D7"/>
    <w:rsid w:val="000F28EB"/>
    <w:rsid w:val="000F29D9"/>
    <w:rsid w:val="000F2AD2"/>
    <w:rsid w:val="000F2BD7"/>
    <w:rsid w:val="000F2BE0"/>
    <w:rsid w:val="000F2C80"/>
    <w:rsid w:val="000F2CF6"/>
    <w:rsid w:val="000F2D0C"/>
    <w:rsid w:val="000F2DFC"/>
    <w:rsid w:val="000F2E47"/>
    <w:rsid w:val="000F2E76"/>
    <w:rsid w:val="000F302B"/>
    <w:rsid w:val="000F3112"/>
    <w:rsid w:val="000F311C"/>
    <w:rsid w:val="000F34A1"/>
    <w:rsid w:val="000F350E"/>
    <w:rsid w:val="000F3593"/>
    <w:rsid w:val="000F35D3"/>
    <w:rsid w:val="000F3667"/>
    <w:rsid w:val="000F377C"/>
    <w:rsid w:val="000F3B93"/>
    <w:rsid w:val="000F3C34"/>
    <w:rsid w:val="000F3C5C"/>
    <w:rsid w:val="000F3D2A"/>
    <w:rsid w:val="000F3EE6"/>
    <w:rsid w:val="000F3FEF"/>
    <w:rsid w:val="000F429A"/>
    <w:rsid w:val="000F4469"/>
    <w:rsid w:val="000F46D2"/>
    <w:rsid w:val="000F4807"/>
    <w:rsid w:val="000F480A"/>
    <w:rsid w:val="000F49AB"/>
    <w:rsid w:val="000F49DE"/>
    <w:rsid w:val="000F4B19"/>
    <w:rsid w:val="000F4C1A"/>
    <w:rsid w:val="000F4CA2"/>
    <w:rsid w:val="000F4CC5"/>
    <w:rsid w:val="000F4D47"/>
    <w:rsid w:val="000F4DA1"/>
    <w:rsid w:val="000F4DE7"/>
    <w:rsid w:val="000F4E8C"/>
    <w:rsid w:val="000F4FEC"/>
    <w:rsid w:val="000F5068"/>
    <w:rsid w:val="000F516E"/>
    <w:rsid w:val="000F51E1"/>
    <w:rsid w:val="000F531F"/>
    <w:rsid w:val="000F549C"/>
    <w:rsid w:val="000F54A6"/>
    <w:rsid w:val="000F54FB"/>
    <w:rsid w:val="000F56E6"/>
    <w:rsid w:val="000F575D"/>
    <w:rsid w:val="000F5934"/>
    <w:rsid w:val="000F5A10"/>
    <w:rsid w:val="000F5A89"/>
    <w:rsid w:val="000F5CFC"/>
    <w:rsid w:val="000F602F"/>
    <w:rsid w:val="000F6358"/>
    <w:rsid w:val="000F6374"/>
    <w:rsid w:val="000F63A6"/>
    <w:rsid w:val="000F63E0"/>
    <w:rsid w:val="000F667B"/>
    <w:rsid w:val="000F6697"/>
    <w:rsid w:val="000F67BE"/>
    <w:rsid w:val="000F6856"/>
    <w:rsid w:val="000F68B6"/>
    <w:rsid w:val="000F6A2F"/>
    <w:rsid w:val="000F6B73"/>
    <w:rsid w:val="000F6C34"/>
    <w:rsid w:val="000F6F09"/>
    <w:rsid w:val="000F6FD9"/>
    <w:rsid w:val="000F73DC"/>
    <w:rsid w:val="000F740C"/>
    <w:rsid w:val="000F7437"/>
    <w:rsid w:val="000F74CB"/>
    <w:rsid w:val="000F7564"/>
    <w:rsid w:val="000F7654"/>
    <w:rsid w:val="000F76E2"/>
    <w:rsid w:val="000F7741"/>
    <w:rsid w:val="000F77B5"/>
    <w:rsid w:val="000F7BD3"/>
    <w:rsid w:val="000F7D35"/>
    <w:rsid w:val="000F7E74"/>
    <w:rsid w:val="000F7F90"/>
    <w:rsid w:val="00100124"/>
    <w:rsid w:val="001001A6"/>
    <w:rsid w:val="001001AC"/>
    <w:rsid w:val="00100295"/>
    <w:rsid w:val="00100305"/>
    <w:rsid w:val="00100373"/>
    <w:rsid w:val="0010055B"/>
    <w:rsid w:val="00100630"/>
    <w:rsid w:val="00100781"/>
    <w:rsid w:val="001007E2"/>
    <w:rsid w:val="00100888"/>
    <w:rsid w:val="001008E3"/>
    <w:rsid w:val="0010092A"/>
    <w:rsid w:val="00100945"/>
    <w:rsid w:val="00100A19"/>
    <w:rsid w:val="00100BF9"/>
    <w:rsid w:val="00100C21"/>
    <w:rsid w:val="00100C99"/>
    <w:rsid w:val="00100CC5"/>
    <w:rsid w:val="00100CDC"/>
    <w:rsid w:val="00100CE3"/>
    <w:rsid w:val="00100CE5"/>
    <w:rsid w:val="00100FEA"/>
    <w:rsid w:val="00101032"/>
    <w:rsid w:val="00101067"/>
    <w:rsid w:val="0010114E"/>
    <w:rsid w:val="0010165A"/>
    <w:rsid w:val="0010168F"/>
    <w:rsid w:val="001016B1"/>
    <w:rsid w:val="00101817"/>
    <w:rsid w:val="00101C87"/>
    <w:rsid w:val="00101CE4"/>
    <w:rsid w:val="00101D73"/>
    <w:rsid w:val="00102024"/>
    <w:rsid w:val="001020F6"/>
    <w:rsid w:val="001021CE"/>
    <w:rsid w:val="001021D0"/>
    <w:rsid w:val="001021E7"/>
    <w:rsid w:val="001023CD"/>
    <w:rsid w:val="001024C2"/>
    <w:rsid w:val="00102569"/>
    <w:rsid w:val="001027D7"/>
    <w:rsid w:val="001027F4"/>
    <w:rsid w:val="0010287C"/>
    <w:rsid w:val="00102898"/>
    <w:rsid w:val="001029B8"/>
    <w:rsid w:val="00102CE7"/>
    <w:rsid w:val="00102D16"/>
    <w:rsid w:val="00102D3D"/>
    <w:rsid w:val="00103164"/>
    <w:rsid w:val="00103231"/>
    <w:rsid w:val="001032C3"/>
    <w:rsid w:val="0010334D"/>
    <w:rsid w:val="00103390"/>
    <w:rsid w:val="00103399"/>
    <w:rsid w:val="00103474"/>
    <w:rsid w:val="00103502"/>
    <w:rsid w:val="001037B8"/>
    <w:rsid w:val="00103C66"/>
    <w:rsid w:val="00103CF2"/>
    <w:rsid w:val="00103D1B"/>
    <w:rsid w:val="00103FF2"/>
    <w:rsid w:val="0010401E"/>
    <w:rsid w:val="0010414A"/>
    <w:rsid w:val="001041A5"/>
    <w:rsid w:val="0010424D"/>
    <w:rsid w:val="001044F4"/>
    <w:rsid w:val="00104543"/>
    <w:rsid w:val="00104749"/>
    <w:rsid w:val="00104816"/>
    <w:rsid w:val="00104827"/>
    <w:rsid w:val="001048B2"/>
    <w:rsid w:val="0010492B"/>
    <w:rsid w:val="00104AD8"/>
    <w:rsid w:val="00104B61"/>
    <w:rsid w:val="00104CB4"/>
    <w:rsid w:val="00104D9A"/>
    <w:rsid w:val="00104E5D"/>
    <w:rsid w:val="00104EF3"/>
    <w:rsid w:val="00104F92"/>
    <w:rsid w:val="00104FEB"/>
    <w:rsid w:val="00105152"/>
    <w:rsid w:val="00105267"/>
    <w:rsid w:val="001052A1"/>
    <w:rsid w:val="001052FC"/>
    <w:rsid w:val="00105330"/>
    <w:rsid w:val="0010535F"/>
    <w:rsid w:val="00105365"/>
    <w:rsid w:val="0010547A"/>
    <w:rsid w:val="0010569C"/>
    <w:rsid w:val="00105825"/>
    <w:rsid w:val="0010587F"/>
    <w:rsid w:val="00105982"/>
    <w:rsid w:val="00105C79"/>
    <w:rsid w:val="00105D79"/>
    <w:rsid w:val="00105FB0"/>
    <w:rsid w:val="00105FF9"/>
    <w:rsid w:val="00106098"/>
    <w:rsid w:val="001060B8"/>
    <w:rsid w:val="001060E6"/>
    <w:rsid w:val="00106409"/>
    <w:rsid w:val="001064A4"/>
    <w:rsid w:val="001066BE"/>
    <w:rsid w:val="001067D8"/>
    <w:rsid w:val="0010697D"/>
    <w:rsid w:val="00106D34"/>
    <w:rsid w:val="00106E87"/>
    <w:rsid w:val="00106E8B"/>
    <w:rsid w:val="00106F57"/>
    <w:rsid w:val="0010706C"/>
    <w:rsid w:val="001071E6"/>
    <w:rsid w:val="0010725A"/>
    <w:rsid w:val="001072CD"/>
    <w:rsid w:val="0010733C"/>
    <w:rsid w:val="00107504"/>
    <w:rsid w:val="00107738"/>
    <w:rsid w:val="00107799"/>
    <w:rsid w:val="0010783C"/>
    <w:rsid w:val="00107994"/>
    <w:rsid w:val="00107AF5"/>
    <w:rsid w:val="00107C6E"/>
    <w:rsid w:val="00107CB4"/>
    <w:rsid w:val="00107E23"/>
    <w:rsid w:val="00107E35"/>
    <w:rsid w:val="00107F3B"/>
    <w:rsid w:val="00107FB1"/>
    <w:rsid w:val="00110215"/>
    <w:rsid w:val="00110447"/>
    <w:rsid w:val="001104F6"/>
    <w:rsid w:val="001105F4"/>
    <w:rsid w:val="0011063E"/>
    <w:rsid w:val="0011066F"/>
    <w:rsid w:val="0011069A"/>
    <w:rsid w:val="0011071A"/>
    <w:rsid w:val="001109C1"/>
    <w:rsid w:val="00110A00"/>
    <w:rsid w:val="00110A70"/>
    <w:rsid w:val="00110B00"/>
    <w:rsid w:val="00110B72"/>
    <w:rsid w:val="00110D20"/>
    <w:rsid w:val="00110DA7"/>
    <w:rsid w:val="00110E71"/>
    <w:rsid w:val="00111136"/>
    <w:rsid w:val="00111333"/>
    <w:rsid w:val="00111432"/>
    <w:rsid w:val="001115B3"/>
    <w:rsid w:val="001116C3"/>
    <w:rsid w:val="0011175F"/>
    <w:rsid w:val="0011178A"/>
    <w:rsid w:val="0011181C"/>
    <w:rsid w:val="001119D8"/>
    <w:rsid w:val="00111F77"/>
    <w:rsid w:val="00112075"/>
    <w:rsid w:val="00112272"/>
    <w:rsid w:val="00112350"/>
    <w:rsid w:val="0011259A"/>
    <w:rsid w:val="00112710"/>
    <w:rsid w:val="00112813"/>
    <w:rsid w:val="001128A7"/>
    <w:rsid w:val="00112918"/>
    <w:rsid w:val="00112B31"/>
    <w:rsid w:val="00112B55"/>
    <w:rsid w:val="00112B6E"/>
    <w:rsid w:val="00112D1A"/>
    <w:rsid w:val="001132A3"/>
    <w:rsid w:val="00113586"/>
    <w:rsid w:val="001135C4"/>
    <w:rsid w:val="001135FC"/>
    <w:rsid w:val="0011368B"/>
    <w:rsid w:val="001139AE"/>
    <w:rsid w:val="00113A1A"/>
    <w:rsid w:val="00113D7A"/>
    <w:rsid w:val="00113DB1"/>
    <w:rsid w:val="00113DC1"/>
    <w:rsid w:val="00114063"/>
    <w:rsid w:val="00114197"/>
    <w:rsid w:val="001144C6"/>
    <w:rsid w:val="001144D8"/>
    <w:rsid w:val="00114517"/>
    <w:rsid w:val="00114603"/>
    <w:rsid w:val="00114730"/>
    <w:rsid w:val="001148DB"/>
    <w:rsid w:val="001149A7"/>
    <w:rsid w:val="00114AAE"/>
    <w:rsid w:val="00114AC4"/>
    <w:rsid w:val="00114B41"/>
    <w:rsid w:val="00114CF2"/>
    <w:rsid w:val="00114D39"/>
    <w:rsid w:val="00114D76"/>
    <w:rsid w:val="00114DD9"/>
    <w:rsid w:val="00114F30"/>
    <w:rsid w:val="00115069"/>
    <w:rsid w:val="00115198"/>
    <w:rsid w:val="001153A7"/>
    <w:rsid w:val="00115479"/>
    <w:rsid w:val="001154E7"/>
    <w:rsid w:val="00115533"/>
    <w:rsid w:val="0011585D"/>
    <w:rsid w:val="00115874"/>
    <w:rsid w:val="00115940"/>
    <w:rsid w:val="00115BD2"/>
    <w:rsid w:val="00115D8E"/>
    <w:rsid w:val="00115DD8"/>
    <w:rsid w:val="00115E45"/>
    <w:rsid w:val="00115FC1"/>
    <w:rsid w:val="0011601D"/>
    <w:rsid w:val="001161A8"/>
    <w:rsid w:val="001162EE"/>
    <w:rsid w:val="001162FD"/>
    <w:rsid w:val="001163DC"/>
    <w:rsid w:val="00116459"/>
    <w:rsid w:val="001168C1"/>
    <w:rsid w:val="001168CA"/>
    <w:rsid w:val="00116B37"/>
    <w:rsid w:val="00116B63"/>
    <w:rsid w:val="00116C1D"/>
    <w:rsid w:val="00116CBC"/>
    <w:rsid w:val="00116E57"/>
    <w:rsid w:val="00116E86"/>
    <w:rsid w:val="00117158"/>
    <w:rsid w:val="00117262"/>
    <w:rsid w:val="00117279"/>
    <w:rsid w:val="00117296"/>
    <w:rsid w:val="001172B5"/>
    <w:rsid w:val="001173AB"/>
    <w:rsid w:val="00117599"/>
    <w:rsid w:val="00117983"/>
    <w:rsid w:val="001179FB"/>
    <w:rsid w:val="00117A02"/>
    <w:rsid w:val="00117B2C"/>
    <w:rsid w:val="00117B46"/>
    <w:rsid w:val="00117B4F"/>
    <w:rsid w:val="00117F17"/>
    <w:rsid w:val="00120131"/>
    <w:rsid w:val="001204C1"/>
    <w:rsid w:val="00120511"/>
    <w:rsid w:val="0012055E"/>
    <w:rsid w:val="001205BC"/>
    <w:rsid w:val="00120600"/>
    <w:rsid w:val="001209C9"/>
    <w:rsid w:val="00120A53"/>
    <w:rsid w:val="00120B99"/>
    <w:rsid w:val="00120BDC"/>
    <w:rsid w:val="00120BEB"/>
    <w:rsid w:val="00120C5E"/>
    <w:rsid w:val="00120F19"/>
    <w:rsid w:val="00120FF6"/>
    <w:rsid w:val="001211AD"/>
    <w:rsid w:val="001211B6"/>
    <w:rsid w:val="0012121F"/>
    <w:rsid w:val="0012179A"/>
    <w:rsid w:val="001217C3"/>
    <w:rsid w:val="00121884"/>
    <w:rsid w:val="001218A9"/>
    <w:rsid w:val="00121927"/>
    <w:rsid w:val="0012195C"/>
    <w:rsid w:val="001219BF"/>
    <w:rsid w:val="00121A58"/>
    <w:rsid w:val="00121AFF"/>
    <w:rsid w:val="00121CAE"/>
    <w:rsid w:val="00122028"/>
    <w:rsid w:val="001221AF"/>
    <w:rsid w:val="001221DD"/>
    <w:rsid w:val="0012224E"/>
    <w:rsid w:val="001224F2"/>
    <w:rsid w:val="0012254B"/>
    <w:rsid w:val="001226E4"/>
    <w:rsid w:val="00122723"/>
    <w:rsid w:val="00122815"/>
    <w:rsid w:val="001228E9"/>
    <w:rsid w:val="001229A4"/>
    <w:rsid w:val="00122D36"/>
    <w:rsid w:val="00122D4E"/>
    <w:rsid w:val="00122E55"/>
    <w:rsid w:val="00122F48"/>
    <w:rsid w:val="00122FDF"/>
    <w:rsid w:val="00123000"/>
    <w:rsid w:val="001230AF"/>
    <w:rsid w:val="001230ED"/>
    <w:rsid w:val="00123171"/>
    <w:rsid w:val="00123261"/>
    <w:rsid w:val="00123374"/>
    <w:rsid w:val="001233B3"/>
    <w:rsid w:val="00123450"/>
    <w:rsid w:val="0012345A"/>
    <w:rsid w:val="0012369D"/>
    <w:rsid w:val="001237BB"/>
    <w:rsid w:val="00123892"/>
    <w:rsid w:val="001238C4"/>
    <w:rsid w:val="001238C7"/>
    <w:rsid w:val="0012392F"/>
    <w:rsid w:val="00123AA3"/>
    <w:rsid w:val="00123B42"/>
    <w:rsid w:val="00123B49"/>
    <w:rsid w:val="00123B6C"/>
    <w:rsid w:val="00123B7F"/>
    <w:rsid w:val="00123C58"/>
    <w:rsid w:val="00123CC2"/>
    <w:rsid w:val="00123CF4"/>
    <w:rsid w:val="00123EAB"/>
    <w:rsid w:val="0012419C"/>
    <w:rsid w:val="001243AF"/>
    <w:rsid w:val="00124915"/>
    <w:rsid w:val="00124B24"/>
    <w:rsid w:val="00124B57"/>
    <w:rsid w:val="00124BC6"/>
    <w:rsid w:val="00124C09"/>
    <w:rsid w:val="00124E74"/>
    <w:rsid w:val="00124F64"/>
    <w:rsid w:val="00124F9B"/>
    <w:rsid w:val="001251AA"/>
    <w:rsid w:val="0012521F"/>
    <w:rsid w:val="00125275"/>
    <w:rsid w:val="001252C4"/>
    <w:rsid w:val="00125521"/>
    <w:rsid w:val="00125728"/>
    <w:rsid w:val="00125821"/>
    <w:rsid w:val="00125848"/>
    <w:rsid w:val="0012596B"/>
    <w:rsid w:val="001259A2"/>
    <w:rsid w:val="00125A47"/>
    <w:rsid w:val="00125E34"/>
    <w:rsid w:val="00125F5B"/>
    <w:rsid w:val="00125FA2"/>
    <w:rsid w:val="0012607A"/>
    <w:rsid w:val="001262D9"/>
    <w:rsid w:val="0012639E"/>
    <w:rsid w:val="001264DD"/>
    <w:rsid w:val="001264E4"/>
    <w:rsid w:val="0012651A"/>
    <w:rsid w:val="0012656B"/>
    <w:rsid w:val="001265B3"/>
    <w:rsid w:val="00126749"/>
    <w:rsid w:val="0012680C"/>
    <w:rsid w:val="001268DB"/>
    <w:rsid w:val="0012694B"/>
    <w:rsid w:val="00126B12"/>
    <w:rsid w:val="00126CC4"/>
    <w:rsid w:val="00126F2D"/>
    <w:rsid w:val="00126F6B"/>
    <w:rsid w:val="00126FB2"/>
    <w:rsid w:val="00127385"/>
    <w:rsid w:val="00127552"/>
    <w:rsid w:val="001275C4"/>
    <w:rsid w:val="001276D2"/>
    <w:rsid w:val="001277FC"/>
    <w:rsid w:val="001278C5"/>
    <w:rsid w:val="001278D7"/>
    <w:rsid w:val="0012796A"/>
    <w:rsid w:val="00127A90"/>
    <w:rsid w:val="00127B87"/>
    <w:rsid w:val="00127DA4"/>
    <w:rsid w:val="00127F83"/>
    <w:rsid w:val="001301E9"/>
    <w:rsid w:val="00130334"/>
    <w:rsid w:val="001305EF"/>
    <w:rsid w:val="001306BD"/>
    <w:rsid w:val="00130A80"/>
    <w:rsid w:val="00130D24"/>
    <w:rsid w:val="00130E9C"/>
    <w:rsid w:val="00131071"/>
    <w:rsid w:val="001310C1"/>
    <w:rsid w:val="00131167"/>
    <w:rsid w:val="001311DB"/>
    <w:rsid w:val="0013124D"/>
    <w:rsid w:val="00131326"/>
    <w:rsid w:val="001313B2"/>
    <w:rsid w:val="00131634"/>
    <w:rsid w:val="001316E4"/>
    <w:rsid w:val="00131BA3"/>
    <w:rsid w:val="00131BE0"/>
    <w:rsid w:val="00131BF8"/>
    <w:rsid w:val="00131D65"/>
    <w:rsid w:val="00131DA7"/>
    <w:rsid w:val="00131F47"/>
    <w:rsid w:val="0013208C"/>
    <w:rsid w:val="001320C4"/>
    <w:rsid w:val="001320D6"/>
    <w:rsid w:val="0013246A"/>
    <w:rsid w:val="001324D6"/>
    <w:rsid w:val="00132601"/>
    <w:rsid w:val="0013262A"/>
    <w:rsid w:val="00132673"/>
    <w:rsid w:val="001326B0"/>
    <w:rsid w:val="0013275D"/>
    <w:rsid w:val="001328B0"/>
    <w:rsid w:val="001328EB"/>
    <w:rsid w:val="0013294D"/>
    <w:rsid w:val="0013296D"/>
    <w:rsid w:val="001329DE"/>
    <w:rsid w:val="00132CA5"/>
    <w:rsid w:val="00132D2B"/>
    <w:rsid w:val="00132DD3"/>
    <w:rsid w:val="00132DF2"/>
    <w:rsid w:val="00132ED8"/>
    <w:rsid w:val="00133055"/>
    <w:rsid w:val="00133456"/>
    <w:rsid w:val="0013354E"/>
    <w:rsid w:val="00133643"/>
    <w:rsid w:val="00133687"/>
    <w:rsid w:val="0013375D"/>
    <w:rsid w:val="001337D8"/>
    <w:rsid w:val="00133802"/>
    <w:rsid w:val="001338AD"/>
    <w:rsid w:val="00133BD0"/>
    <w:rsid w:val="00133CD6"/>
    <w:rsid w:val="00133D45"/>
    <w:rsid w:val="00134054"/>
    <w:rsid w:val="001340B0"/>
    <w:rsid w:val="0013425A"/>
    <w:rsid w:val="001343C4"/>
    <w:rsid w:val="001344D0"/>
    <w:rsid w:val="001345E4"/>
    <w:rsid w:val="0013480C"/>
    <w:rsid w:val="001349B1"/>
    <w:rsid w:val="00134A45"/>
    <w:rsid w:val="00134A66"/>
    <w:rsid w:val="00134AE8"/>
    <w:rsid w:val="00134B3E"/>
    <w:rsid w:val="00134B7A"/>
    <w:rsid w:val="00134C27"/>
    <w:rsid w:val="00134D10"/>
    <w:rsid w:val="00134DD5"/>
    <w:rsid w:val="00134F74"/>
    <w:rsid w:val="001351CA"/>
    <w:rsid w:val="001351FD"/>
    <w:rsid w:val="001352EF"/>
    <w:rsid w:val="00135356"/>
    <w:rsid w:val="00135384"/>
    <w:rsid w:val="0013543B"/>
    <w:rsid w:val="001354F5"/>
    <w:rsid w:val="001354FD"/>
    <w:rsid w:val="00135590"/>
    <w:rsid w:val="001357C7"/>
    <w:rsid w:val="001358E8"/>
    <w:rsid w:val="00135A28"/>
    <w:rsid w:val="00135AF0"/>
    <w:rsid w:val="00135B32"/>
    <w:rsid w:val="00135BC7"/>
    <w:rsid w:val="00135BED"/>
    <w:rsid w:val="00135E60"/>
    <w:rsid w:val="00135EC2"/>
    <w:rsid w:val="00135F08"/>
    <w:rsid w:val="00135F16"/>
    <w:rsid w:val="00135F47"/>
    <w:rsid w:val="00136055"/>
    <w:rsid w:val="0013606A"/>
    <w:rsid w:val="001360FA"/>
    <w:rsid w:val="00136107"/>
    <w:rsid w:val="001362C2"/>
    <w:rsid w:val="0013637B"/>
    <w:rsid w:val="00136536"/>
    <w:rsid w:val="00136621"/>
    <w:rsid w:val="00136622"/>
    <w:rsid w:val="0013663E"/>
    <w:rsid w:val="00136798"/>
    <w:rsid w:val="001368D4"/>
    <w:rsid w:val="001369C8"/>
    <w:rsid w:val="00136B9D"/>
    <w:rsid w:val="00136C08"/>
    <w:rsid w:val="00136C57"/>
    <w:rsid w:val="00136D6B"/>
    <w:rsid w:val="00136E24"/>
    <w:rsid w:val="001370DB"/>
    <w:rsid w:val="0013724F"/>
    <w:rsid w:val="001372DB"/>
    <w:rsid w:val="001373E5"/>
    <w:rsid w:val="0013744F"/>
    <w:rsid w:val="00137511"/>
    <w:rsid w:val="0013774F"/>
    <w:rsid w:val="001377D9"/>
    <w:rsid w:val="001378B8"/>
    <w:rsid w:val="00137A7F"/>
    <w:rsid w:val="00137B1E"/>
    <w:rsid w:val="00137CC4"/>
    <w:rsid w:val="00137F99"/>
    <w:rsid w:val="001401FD"/>
    <w:rsid w:val="001403DF"/>
    <w:rsid w:val="0014043A"/>
    <w:rsid w:val="0014058E"/>
    <w:rsid w:val="00140593"/>
    <w:rsid w:val="001405BA"/>
    <w:rsid w:val="0014061B"/>
    <w:rsid w:val="00140677"/>
    <w:rsid w:val="001408ED"/>
    <w:rsid w:val="00140C68"/>
    <w:rsid w:val="00140C8B"/>
    <w:rsid w:val="00140EFE"/>
    <w:rsid w:val="00140FAB"/>
    <w:rsid w:val="00140FD7"/>
    <w:rsid w:val="001410EF"/>
    <w:rsid w:val="00141127"/>
    <w:rsid w:val="001411D8"/>
    <w:rsid w:val="00141248"/>
    <w:rsid w:val="001414F8"/>
    <w:rsid w:val="0014162A"/>
    <w:rsid w:val="001416E7"/>
    <w:rsid w:val="00141793"/>
    <w:rsid w:val="00141B7C"/>
    <w:rsid w:val="00141B83"/>
    <w:rsid w:val="00141BBE"/>
    <w:rsid w:val="00141BFD"/>
    <w:rsid w:val="00141C01"/>
    <w:rsid w:val="00141CB5"/>
    <w:rsid w:val="001420E9"/>
    <w:rsid w:val="0014215C"/>
    <w:rsid w:val="00142482"/>
    <w:rsid w:val="00142615"/>
    <w:rsid w:val="001427A3"/>
    <w:rsid w:val="001427C6"/>
    <w:rsid w:val="0014291F"/>
    <w:rsid w:val="00142A8A"/>
    <w:rsid w:val="00142AE8"/>
    <w:rsid w:val="00142CD8"/>
    <w:rsid w:val="00142D21"/>
    <w:rsid w:val="00142EFC"/>
    <w:rsid w:val="00142F1D"/>
    <w:rsid w:val="00142F34"/>
    <w:rsid w:val="00142FC1"/>
    <w:rsid w:val="00142FEA"/>
    <w:rsid w:val="00142FEC"/>
    <w:rsid w:val="00143143"/>
    <w:rsid w:val="001431ED"/>
    <w:rsid w:val="00143206"/>
    <w:rsid w:val="001433DF"/>
    <w:rsid w:val="001433F2"/>
    <w:rsid w:val="00143432"/>
    <w:rsid w:val="00143489"/>
    <w:rsid w:val="0014350F"/>
    <w:rsid w:val="001435E5"/>
    <w:rsid w:val="0014361B"/>
    <w:rsid w:val="001436EB"/>
    <w:rsid w:val="00143772"/>
    <w:rsid w:val="0014377F"/>
    <w:rsid w:val="001437EA"/>
    <w:rsid w:val="00143815"/>
    <w:rsid w:val="00143899"/>
    <w:rsid w:val="00143925"/>
    <w:rsid w:val="00143B65"/>
    <w:rsid w:val="00143B8C"/>
    <w:rsid w:val="00143C83"/>
    <w:rsid w:val="00143C9A"/>
    <w:rsid w:val="00143F6E"/>
    <w:rsid w:val="00143FD2"/>
    <w:rsid w:val="001440CB"/>
    <w:rsid w:val="00144164"/>
    <w:rsid w:val="0014419C"/>
    <w:rsid w:val="001441BB"/>
    <w:rsid w:val="0014437B"/>
    <w:rsid w:val="00144409"/>
    <w:rsid w:val="00144538"/>
    <w:rsid w:val="00144696"/>
    <w:rsid w:val="00144846"/>
    <w:rsid w:val="001448E8"/>
    <w:rsid w:val="001448ED"/>
    <w:rsid w:val="001448EF"/>
    <w:rsid w:val="0014497D"/>
    <w:rsid w:val="001449A8"/>
    <w:rsid w:val="00144A8C"/>
    <w:rsid w:val="00144BF9"/>
    <w:rsid w:val="00144C3F"/>
    <w:rsid w:val="00144D1C"/>
    <w:rsid w:val="00144D43"/>
    <w:rsid w:val="00144FCD"/>
    <w:rsid w:val="00145078"/>
    <w:rsid w:val="00145137"/>
    <w:rsid w:val="00145144"/>
    <w:rsid w:val="00145154"/>
    <w:rsid w:val="00145225"/>
    <w:rsid w:val="00145393"/>
    <w:rsid w:val="00145494"/>
    <w:rsid w:val="00145749"/>
    <w:rsid w:val="0014575B"/>
    <w:rsid w:val="001457ED"/>
    <w:rsid w:val="00145A84"/>
    <w:rsid w:val="00145E03"/>
    <w:rsid w:val="00145E27"/>
    <w:rsid w:val="00145E69"/>
    <w:rsid w:val="00145ED1"/>
    <w:rsid w:val="001461C0"/>
    <w:rsid w:val="001462A9"/>
    <w:rsid w:val="00146453"/>
    <w:rsid w:val="001464B3"/>
    <w:rsid w:val="0014656B"/>
    <w:rsid w:val="0014677D"/>
    <w:rsid w:val="001468D4"/>
    <w:rsid w:val="001468E3"/>
    <w:rsid w:val="0014696A"/>
    <w:rsid w:val="001469C9"/>
    <w:rsid w:val="00146A7D"/>
    <w:rsid w:val="00146B32"/>
    <w:rsid w:val="00146B68"/>
    <w:rsid w:val="00146BDD"/>
    <w:rsid w:val="00146D1C"/>
    <w:rsid w:val="00146E59"/>
    <w:rsid w:val="00146F41"/>
    <w:rsid w:val="00146F95"/>
    <w:rsid w:val="00146FA0"/>
    <w:rsid w:val="0014701D"/>
    <w:rsid w:val="0014738C"/>
    <w:rsid w:val="001473AC"/>
    <w:rsid w:val="00147465"/>
    <w:rsid w:val="00147676"/>
    <w:rsid w:val="0014767F"/>
    <w:rsid w:val="00147832"/>
    <w:rsid w:val="0014789D"/>
    <w:rsid w:val="00147C58"/>
    <w:rsid w:val="00147C69"/>
    <w:rsid w:val="00147E2D"/>
    <w:rsid w:val="00147F34"/>
    <w:rsid w:val="00147F8F"/>
    <w:rsid w:val="00147FB4"/>
    <w:rsid w:val="00147FCF"/>
    <w:rsid w:val="00150145"/>
    <w:rsid w:val="0015047C"/>
    <w:rsid w:val="001504D8"/>
    <w:rsid w:val="00150616"/>
    <w:rsid w:val="0015083E"/>
    <w:rsid w:val="00150A67"/>
    <w:rsid w:val="00150B24"/>
    <w:rsid w:val="00150BBA"/>
    <w:rsid w:val="00150BF3"/>
    <w:rsid w:val="00150D03"/>
    <w:rsid w:val="00150D19"/>
    <w:rsid w:val="00150D4B"/>
    <w:rsid w:val="00150DAC"/>
    <w:rsid w:val="00150F2A"/>
    <w:rsid w:val="00151067"/>
    <w:rsid w:val="00151191"/>
    <w:rsid w:val="00151468"/>
    <w:rsid w:val="00151481"/>
    <w:rsid w:val="001514A3"/>
    <w:rsid w:val="001517AF"/>
    <w:rsid w:val="00151911"/>
    <w:rsid w:val="00151BA6"/>
    <w:rsid w:val="00151C55"/>
    <w:rsid w:val="00151DD0"/>
    <w:rsid w:val="0015203D"/>
    <w:rsid w:val="001520D0"/>
    <w:rsid w:val="00152185"/>
    <w:rsid w:val="00152452"/>
    <w:rsid w:val="0015247F"/>
    <w:rsid w:val="00152575"/>
    <w:rsid w:val="001526BE"/>
    <w:rsid w:val="00152897"/>
    <w:rsid w:val="0015289F"/>
    <w:rsid w:val="00152962"/>
    <w:rsid w:val="00152AE3"/>
    <w:rsid w:val="00152AFC"/>
    <w:rsid w:val="00152B12"/>
    <w:rsid w:val="00152D8E"/>
    <w:rsid w:val="00152E40"/>
    <w:rsid w:val="00152EB7"/>
    <w:rsid w:val="0015308C"/>
    <w:rsid w:val="00153269"/>
    <w:rsid w:val="00153279"/>
    <w:rsid w:val="0015339C"/>
    <w:rsid w:val="00153542"/>
    <w:rsid w:val="001536E0"/>
    <w:rsid w:val="00153733"/>
    <w:rsid w:val="00153850"/>
    <w:rsid w:val="0015385D"/>
    <w:rsid w:val="00153BA2"/>
    <w:rsid w:val="00153DC7"/>
    <w:rsid w:val="00153E2D"/>
    <w:rsid w:val="00153F9D"/>
    <w:rsid w:val="00153FE2"/>
    <w:rsid w:val="00154094"/>
    <w:rsid w:val="00154134"/>
    <w:rsid w:val="00154205"/>
    <w:rsid w:val="001543E3"/>
    <w:rsid w:val="0015441E"/>
    <w:rsid w:val="00154570"/>
    <w:rsid w:val="001546A2"/>
    <w:rsid w:val="00154707"/>
    <w:rsid w:val="00154796"/>
    <w:rsid w:val="001547A8"/>
    <w:rsid w:val="0015483C"/>
    <w:rsid w:val="001548C8"/>
    <w:rsid w:val="0015497E"/>
    <w:rsid w:val="00154B38"/>
    <w:rsid w:val="00154C91"/>
    <w:rsid w:val="00154DA3"/>
    <w:rsid w:val="00154F63"/>
    <w:rsid w:val="00154FFB"/>
    <w:rsid w:val="00155152"/>
    <w:rsid w:val="00155282"/>
    <w:rsid w:val="00155437"/>
    <w:rsid w:val="00155558"/>
    <w:rsid w:val="001555B2"/>
    <w:rsid w:val="001557BB"/>
    <w:rsid w:val="00155B4F"/>
    <w:rsid w:val="00155B61"/>
    <w:rsid w:val="00155BE0"/>
    <w:rsid w:val="00155CC8"/>
    <w:rsid w:val="00155CF3"/>
    <w:rsid w:val="00155DC6"/>
    <w:rsid w:val="00155EDF"/>
    <w:rsid w:val="00155F39"/>
    <w:rsid w:val="0015602F"/>
    <w:rsid w:val="00156055"/>
    <w:rsid w:val="001560C2"/>
    <w:rsid w:val="001561B8"/>
    <w:rsid w:val="00156232"/>
    <w:rsid w:val="00156422"/>
    <w:rsid w:val="0015654C"/>
    <w:rsid w:val="001567BB"/>
    <w:rsid w:val="00156987"/>
    <w:rsid w:val="001569C9"/>
    <w:rsid w:val="00156AC5"/>
    <w:rsid w:val="00156B83"/>
    <w:rsid w:val="00156C9F"/>
    <w:rsid w:val="00156D43"/>
    <w:rsid w:val="00156D79"/>
    <w:rsid w:val="00156DC1"/>
    <w:rsid w:val="00156ECA"/>
    <w:rsid w:val="00156FA4"/>
    <w:rsid w:val="0015710D"/>
    <w:rsid w:val="001572F1"/>
    <w:rsid w:val="001578BA"/>
    <w:rsid w:val="001579F0"/>
    <w:rsid w:val="00157ACE"/>
    <w:rsid w:val="00157BAC"/>
    <w:rsid w:val="00157C04"/>
    <w:rsid w:val="00157CF2"/>
    <w:rsid w:val="00160001"/>
    <w:rsid w:val="0016001F"/>
    <w:rsid w:val="0016014D"/>
    <w:rsid w:val="001601DB"/>
    <w:rsid w:val="00160379"/>
    <w:rsid w:val="00160531"/>
    <w:rsid w:val="0016057A"/>
    <w:rsid w:val="00160637"/>
    <w:rsid w:val="001606FD"/>
    <w:rsid w:val="00160872"/>
    <w:rsid w:val="00160AE0"/>
    <w:rsid w:val="00160D6E"/>
    <w:rsid w:val="00160DA8"/>
    <w:rsid w:val="00160DAA"/>
    <w:rsid w:val="00160F08"/>
    <w:rsid w:val="001611D7"/>
    <w:rsid w:val="00161217"/>
    <w:rsid w:val="0016129A"/>
    <w:rsid w:val="0016154F"/>
    <w:rsid w:val="001615F0"/>
    <w:rsid w:val="00161697"/>
    <w:rsid w:val="001617AC"/>
    <w:rsid w:val="00161880"/>
    <w:rsid w:val="001618DA"/>
    <w:rsid w:val="0016196F"/>
    <w:rsid w:val="00161BF7"/>
    <w:rsid w:val="00161D16"/>
    <w:rsid w:val="00161EDD"/>
    <w:rsid w:val="00161FDF"/>
    <w:rsid w:val="0016216E"/>
    <w:rsid w:val="00162424"/>
    <w:rsid w:val="00162483"/>
    <w:rsid w:val="00162691"/>
    <w:rsid w:val="001627BE"/>
    <w:rsid w:val="001627E6"/>
    <w:rsid w:val="001627ED"/>
    <w:rsid w:val="00162853"/>
    <w:rsid w:val="0016287F"/>
    <w:rsid w:val="001628C2"/>
    <w:rsid w:val="001628E3"/>
    <w:rsid w:val="00162B1B"/>
    <w:rsid w:val="00162C72"/>
    <w:rsid w:val="00162CB4"/>
    <w:rsid w:val="00162CE2"/>
    <w:rsid w:val="00162DFC"/>
    <w:rsid w:val="00162F73"/>
    <w:rsid w:val="0016322E"/>
    <w:rsid w:val="001633A1"/>
    <w:rsid w:val="00163562"/>
    <w:rsid w:val="0016370A"/>
    <w:rsid w:val="00163798"/>
    <w:rsid w:val="001637C4"/>
    <w:rsid w:val="001638E7"/>
    <w:rsid w:val="00163A22"/>
    <w:rsid w:val="00163ACA"/>
    <w:rsid w:val="00163B40"/>
    <w:rsid w:val="00163C06"/>
    <w:rsid w:val="00163C08"/>
    <w:rsid w:val="00163C1C"/>
    <w:rsid w:val="00163C4F"/>
    <w:rsid w:val="00163CD9"/>
    <w:rsid w:val="00163E2E"/>
    <w:rsid w:val="00163E45"/>
    <w:rsid w:val="00163E82"/>
    <w:rsid w:val="00163F96"/>
    <w:rsid w:val="001641AB"/>
    <w:rsid w:val="001641C2"/>
    <w:rsid w:val="0016430B"/>
    <w:rsid w:val="00164364"/>
    <w:rsid w:val="001643FB"/>
    <w:rsid w:val="00164565"/>
    <w:rsid w:val="001645DB"/>
    <w:rsid w:val="0016474D"/>
    <w:rsid w:val="001647F1"/>
    <w:rsid w:val="0016480C"/>
    <w:rsid w:val="00164826"/>
    <w:rsid w:val="00164973"/>
    <w:rsid w:val="00164AA3"/>
    <w:rsid w:val="00164BDD"/>
    <w:rsid w:val="00164C77"/>
    <w:rsid w:val="00164CF4"/>
    <w:rsid w:val="00164D79"/>
    <w:rsid w:val="00164DF5"/>
    <w:rsid w:val="00164EC0"/>
    <w:rsid w:val="00164F85"/>
    <w:rsid w:val="00164FCE"/>
    <w:rsid w:val="001650E4"/>
    <w:rsid w:val="0016524F"/>
    <w:rsid w:val="00165404"/>
    <w:rsid w:val="00165506"/>
    <w:rsid w:val="00165567"/>
    <w:rsid w:val="00165610"/>
    <w:rsid w:val="00165753"/>
    <w:rsid w:val="00165D81"/>
    <w:rsid w:val="00165F97"/>
    <w:rsid w:val="00165FD4"/>
    <w:rsid w:val="00166020"/>
    <w:rsid w:val="00166113"/>
    <w:rsid w:val="0016613E"/>
    <w:rsid w:val="00166182"/>
    <w:rsid w:val="0016635D"/>
    <w:rsid w:val="00166366"/>
    <w:rsid w:val="00166379"/>
    <w:rsid w:val="001664C5"/>
    <w:rsid w:val="001664CE"/>
    <w:rsid w:val="00166549"/>
    <w:rsid w:val="00166A34"/>
    <w:rsid w:val="00166AB2"/>
    <w:rsid w:val="00166C01"/>
    <w:rsid w:val="00166D28"/>
    <w:rsid w:val="00166EB9"/>
    <w:rsid w:val="00167193"/>
    <w:rsid w:val="00167198"/>
    <w:rsid w:val="0016723B"/>
    <w:rsid w:val="0016734F"/>
    <w:rsid w:val="001674ED"/>
    <w:rsid w:val="00167521"/>
    <w:rsid w:val="0016754F"/>
    <w:rsid w:val="0016762E"/>
    <w:rsid w:val="001676AC"/>
    <w:rsid w:val="001676E8"/>
    <w:rsid w:val="001679DB"/>
    <w:rsid w:val="001679FA"/>
    <w:rsid w:val="001679FE"/>
    <w:rsid w:val="00167B1F"/>
    <w:rsid w:val="00167B24"/>
    <w:rsid w:val="00167B60"/>
    <w:rsid w:val="00167E33"/>
    <w:rsid w:val="00167E91"/>
    <w:rsid w:val="00167FA7"/>
    <w:rsid w:val="00167FDB"/>
    <w:rsid w:val="00167FE1"/>
    <w:rsid w:val="00170044"/>
    <w:rsid w:val="0017024F"/>
    <w:rsid w:val="00170302"/>
    <w:rsid w:val="001704DD"/>
    <w:rsid w:val="001706E9"/>
    <w:rsid w:val="00170865"/>
    <w:rsid w:val="00170885"/>
    <w:rsid w:val="00170A5F"/>
    <w:rsid w:val="00170AF6"/>
    <w:rsid w:val="00170B55"/>
    <w:rsid w:val="00170CC0"/>
    <w:rsid w:val="00170E08"/>
    <w:rsid w:val="00170F15"/>
    <w:rsid w:val="00170F89"/>
    <w:rsid w:val="0017118E"/>
    <w:rsid w:val="00171533"/>
    <w:rsid w:val="0017155F"/>
    <w:rsid w:val="00171570"/>
    <w:rsid w:val="00171727"/>
    <w:rsid w:val="001717A2"/>
    <w:rsid w:val="00171820"/>
    <w:rsid w:val="00171878"/>
    <w:rsid w:val="0017188E"/>
    <w:rsid w:val="00171C86"/>
    <w:rsid w:val="00171D0E"/>
    <w:rsid w:val="00171D2E"/>
    <w:rsid w:val="00171DBF"/>
    <w:rsid w:val="001720FA"/>
    <w:rsid w:val="00172169"/>
    <w:rsid w:val="00172287"/>
    <w:rsid w:val="00172440"/>
    <w:rsid w:val="00172552"/>
    <w:rsid w:val="0017257C"/>
    <w:rsid w:val="00172765"/>
    <w:rsid w:val="00172779"/>
    <w:rsid w:val="00172879"/>
    <w:rsid w:val="001729D4"/>
    <w:rsid w:val="00172A05"/>
    <w:rsid w:val="00172B9F"/>
    <w:rsid w:val="00172EA0"/>
    <w:rsid w:val="00172F67"/>
    <w:rsid w:val="00173107"/>
    <w:rsid w:val="00173184"/>
    <w:rsid w:val="00173211"/>
    <w:rsid w:val="00173305"/>
    <w:rsid w:val="00173447"/>
    <w:rsid w:val="00173451"/>
    <w:rsid w:val="001736C3"/>
    <w:rsid w:val="00173741"/>
    <w:rsid w:val="00173868"/>
    <w:rsid w:val="001738E9"/>
    <w:rsid w:val="001738EE"/>
    <w:rsid w:val="00173CF7"/>
    <w:rsid w:val="00173D4B"/>
    <w:rsid w:val="00173D83"/>
    <w:rsid w:val="00173DA3"/>
    <w:rsid w:val="00173E83"/>
    <w:rsid w:val="00173F53"/>
    <w:rsid w:val="0017403C"/>
    <w:rsid w:val="001742C5"/>
    <w:rsid w:val="001742F2"/>
    <w:rsid w:val="0017460E"/>
    <w:rsid w:val="00174677"/>
    <w:rsid w:val="001747A7"/>
    <w:rsid w:val="00174844"/>
    <w:rsid w:val="001748DC"/>
    <w:rsid w:val="0017494C"/>
    <w:rsid w:val="00174B5E"/>
    <w:rsid w:val="00174B8C"/>
    <w:rsid w:val="00174E64"/>
    <w:rsid w:val="00175087"/>
    <w:rsid w:val="001757CC"/>
    <w:rsid w:val="00175A8B"/>
    <w:rsid w:val="00175A8F"/>
    <w:rsid w:val="00175AE4"/>
    <w:rsid w:val="00175B0A"/>
    <w:rsid w:val="00175B3F"/>
    <w:rsid w:val="00175C59"/>
    <w:rsid w:val="00175DF1"/>
    <w:rsid w:val="00175EC9"/>
    <w:rsid w:val="0017612E"/>
    <w:rsid w:val="001762D2"/>
    <w:rsid w:val="00176303"/>
    <w:rsid w:val="00176349"/>
    <w:rsid w:val="001763E6"/>
    <w:rsid w:val="001763EB"/>
    <w:rsid w:val="0017658D"/>
    <w:rsid w:val="0017659F"/>
    <w:rsid w:val="001765A2"/>
    <w:rsid w:val="00176688"/>
    <w:rsid w:val="001766AA"/>
    <w:rsid w:val="00176782"/>
    <w:rsid w:val="001768D8"/>
    <w:rsid w:val="00176AEE"/>
    <w:rsid w:val="00176C9B"/>
    <w:rsid w:val="00176CC1"/>
    <w:rsid w:val="00176D1B"/>
    <w:rsid w:val="00176D1F"/>
    <w:rsid w:val="00176D43"/>
    <w:rsid w:val="00176E7A"/>
    <w:rsid w:val="00176F5E"/>
    <w:rsid w:val="001771B6"/>
    <w:rsid w:val="0017722F"/>
    <w:rsid w:val="0017740E"/>
    <w:rsid w:val="001774AC"/>
    <w:rsid w:val="00177CE5"/>
    <w:rsid w:val="00177D1D"/>
    <w:rsid w:val="00177D68"/>
    <w:rsid w:val="00177E02"/>
    <w:rsid w:val="00177EFD"/>
    <w:rsid w:val="00177FA6"/>
    <w:rsid w:val="00177FB0"/>
    <w:rsid w:val="00180004"/>
    <w:rsid w:val="00180028"/>
    <w:rsid w:val="00180390"/>
    <w:rsid w:val="001803F7"/>
    <w:rsid w:val="00180639"/>
    <w:rsid w:val="00180998"/>
    <w:rsid w:val="00180AAE"/>
    <w:rsid w:val="00180B36"/>
    <w:rsid w:val="00180B4F"/>
    <w:rsid w:val="00180BD1"/>
    <w:rsid w:val="00180D23"/>
    <w:rsid w:val="00180EF3"/>
    <w:rsid w:val="00180FBF"/>
    <w:rsid w:val="001812A8"/>
    <w:rsid w:val="00181388"/>
    <w:rsid w:val="001813A6"/>
    <w:rsid w:val="00181491"/>
    <w:rsid w:val="0018152A"/>
    <w:rsid w:val="00181568"/>
    <w:rsid w:val="001817D4"/>
    <w:rsid w:val="00181827"/>
    <w:rsid w:val="001818B9"/>
    <w:rsid w:val="00181AEB"/>
    <w:rsid w:val="00181B93"/>
    <w:rsid w:val="00181BD5"/>
    <w:rsid w:val="00181D74"/>
    <w:rsid w:val="00181E1B"/>
    <w:rsid w:val="00181F4E"/>
    <w:rsid w:val="00181F55"/>
    <w:rsid w:val="0018221E"/>
    <w:rsid w:val="00182500"/>
    <w:rsid w:val="00182542"/>
    <w:rsid w:val="001825B3"/>
    <w:rsid w:val="001826FF"/>
    <w:rsid w:val="00182B76"/>
    <w:rsid w:val="00182C1D"/>
    <w:rsid w:val="00182EC3"/>
    <w:rsid w:val="00182FA8"/>
    <w:rsid w:val="00183470"/>
    <w:rsid w:val="001834B5"/>
    <w:rsid w:val="00183513"/>
    <w:rsid w:val="0018373C"/>
    <w:rsid w:val="001837EB"/>
    <w:rsid w:val="0018394F"/>
    <w:rsid w:val="00183BE6"/>
    <w:rsid w:val="00183CB6"/>
    <w:rsid w:val="00183D50"/>
    <w:rsid w:val="00183E11"/>
    <w:rsid w:val="00183E9D"/>
    <w:rsid w:val="00184276"/>
    <w:rsid w:val="001843E9"/>
    <w:rsid w:val="00184646"/>
    <w:rsid w:val="00184676"/>
    <w:rsid w:val="001846CB"/>
    <w:rsid w:val="001846D6"/>
    <w:rsid w:val="0018475A"/>
    <w:rsid w:val="00184782"/>
    <w:rsid w:val="00184A1D"/>
    <w:rsid w:val="00184B21"/>
    <w:rsid w:val="00184B51"/>
    <w:rsid w:val="00184CDE"/>
    <w:rsid w:val="00184D56"/>
    <w:rsid w:val="00184EFA"/>
    <w:rsid w:val="001851DF"/>
    <w:rsid w:val="001851E9"/>
    <w:rsid w:val="00185476"/>
    <w:rsid w:val="00185578"/>
    <w:rsid w:val="0018568B"/>
    <w:rsid w:val="001856A3"/>
    <w:rsid w:val="001857B7"/>
    <w:rsid w:val="00185939"/>
    <w:rsid w:val="00185BAC"/>
    <w:rsid w:val="00185C2B"/>
    <w:rsid w:val="00185C6E"/>
    <w:rsid w:val="00185D24"/>
    <w:rsid w:val="00185DAA"/>
    <w:rsid w:val="00185F4C"/>
    <w:rsid w:val="00185F53"/>
    <w:rsid w:val="00186264"/>
    <w:rsid w:val="001864ED"/>
    <w:rsid w:val="001864EE"/>
    <w:rsid w:val="001864FC"/>
    <w:rsid w:val="0018652E"/>
    <w:rsid w:val="001865EF"/>
    <w:rsid w:val="001866D5"/>
    <w:rsid w:val="001866DB"/>
    <w:rsid w:val="00186CF9"/>
    <w:rsid w:val="00186DF2"/>
    <w:rsid w:val="00186DF6"/>
    <w:rsid w:val="00186E81"/>
    <w:rsid w:val="00187205"/>
    <w:rsid w:val="00187240"/>
    <w:rsid w:val="00187269"/>
    <w:rsid w:val="001872DD"/>
    <w:rsid w:val="00187376"/>
    <w:rsid w:val="001874A2"/>
    <w:rsid w:val="00187608"/>
    <w:rsid w:val="0018781A"/>
    <w:rsid w:val="0018787B"/>
    <w:rsid w:val="00187942"/>
    <w:rsid w:val="00187AD9"/>
    <w:rsid w:val="00187B12"/>
    <w:rsid w:val="00187CEF"/>
    <w:rsid w:val="00187D31"/>
    <w:rsid w:val="00187F03"/>
    <w:rsid w:val="00187F8B"/>
    <w:rsid w:val="001900FC"/>
    <w:rsid w:val="00190184"/>
    <w:rsid w:val="0019022C"/>
    <w:rsid w:val="00190497"/>
    <w:rsid w:val="0019049B"/>
    <w:rsid w:val="0019052D"/>
    <w:rsid w:val="00190544"/>
    <w:rsid w:val="00190640"/>
    <w:rsid w:val="001906B3"/>
    <w:rsid w:val="0019077F"/>
    <w:rsid w:val="001908A2"/>
    <w:rsid w:val="0019097D"/>
    <w:rsid w:val="00190A62"/>
    <w:rsid w:val="00190D3E"/>
    <w:rsid w:val="00190DE6"/>
    <w:rsid w:val="0019101F"/>
    <w:rsid w:val="00191089"/>
    <w:rsid w:val="001911E4"/>
    <w:rsid w:val="00191276"/>
    <w:rsid w:val="0019129A"/>
    <w:rsid w:val="001912EE"/>
    <w:rsid w:val="0019139C"/>
    <w:rsid w:val="00191441"/>
    <w:rsid w:val="001915C5"/>
    <w:rsid w:val="001917D3"/>
    <w:rsid w:val="00191883"/>
    <w:rsid w:val="001918CC"/>
    <w:rsid w:val="00191B89"/>
    <w:rsid w:val="00191B8E"/>
    <w:rsid w:val="00191B91"/>
    <w:rsid w:val="00191C31"/>
    <w:rsid w:val="00191C55"/>
    <w:rsid w:val="00191D0D"/>
    <w:rsid w:val="00191E2A"/>
    <w:rsid w:val="00191E91"/>
    <w:rsid w:val="00191EB9"/>
    <w:rsid w:val="00191ED6"/>
    <w:rsid w:val="0019214E"/>
    <w:rsid w:val="0019220C"/>
    <w:rsid w:val="00192272"/>
    <w:rsid w:val="00192534"/>
    <w:rsid w:val="0019258A"/>
    <w:rsid w:val="001926FB"/>
    <w:rsid w:val="001927CC"/>
    <w:rsid w:val="00192829"/>
    <w:rsid w:val="0019282C"/>
    <w:rsid w:val="0019287F"/>
    <w:rsid w:val="001928E4"/>
    <w:rsid w:val="001929CA"/>
    <w:rsid w:val="00192C1F"/>
    <w:rsid w:val="00192E05"/>
    <w:rsid w:val="00192E5E"/>
    <w:rsid w:val="00192F27"/>
    <w:rsid w:val="0019329D"/>
    <w:rsid w:val="001932E5"/>
    <w:rsid w:val="001932E8"/>
    <w:rsid w:val="00193353"/>
    <w:rsid w:val="001935A1"/>
    <w:rsid w:val="00193739"/>
    <w:rsid w:val="001938B7"/>
    <w:rsid w:val="00193926"/>
    <w:rsid w:val="00193956"/>
    <w:rsid w:val="00193A29"/>
    <w:rsid w:val="00193BA7"/>
    <w:rsid w:val="00193C26"/>
    <w:rsid w:val="00193C3D"/>
    <w:rsid w:val="00193EEA"/>
    <w:rsid w:val="00193EEC"/>
    <w:rsid w:val="0019419F"/>
    <w:rsid w:val="00194251"/>
    <w:rsid w:val="001942AC"/>
    <w:rsid w:val="0019431A"/>
    <w:rsid w:val="001943BC"/>
    <w:rsid w:val="00194401"/>
    <w:rsid w:val="00194494"/>
    <w:rsid w:val="0019465C"/>
    <w:rsid w:val="001946D7"/>
    <w:rsid w:val="001947BA"/>
    <w:rsid w:val="0019482E"/>
    <w:rsid w:val="00194AF4"/>
    <w:rsid w:val="00194BEA"/>
    <w:rsid w:val="00194CB9"/>
    <w:rsid w:val="00194DDE"/>
    <w:rsid w:val="00194ECB"/>
    <w:rsid w:val="00194EF1"/>
    <w:rsid w:val="00194F59"/>
    <w:rsid w:val="0019506F"/>
    <w:rsid w:val="00195078"/>
    <w:rsid w:val="0019517A"/>
    <w:rsid w:val="001951BC"/>
    <w:rsid w:val="0019526C"/>
    <w:rsid w:val="001952AB"/>
    <w:rsid w:val="00195320"/>
    <w:rsid w:val="001954C7"/>
    <w:rsid w:val="00195525"/>
    <w:rsid w:val="00195536"/>
    <w:rsid w:val="00195777"/>
    <w:rsid w:val="00195780"/>
    <w:rsid w:val="0019582A"/>
    <w:rsid w:val="00195880"/>
    <w:rsid w:val="00195BAA"/>
    <w:rsid w:val="00195BB9"/>
    <w:rsid w:val="00195C0D"/>
    <w:rsid w:val="00195E58"/>
    <w:rsid w:val="00195EE6"/>
    <w:rsid w:val="001960E7"/>
    <w:rsid w:val="001961DF"/>
    <w:rsid w:val="001961FA"/>
    <w:rsid w:val="001963CE"/>
    <w:rsid w:val="00196488"/>
    <w:rsid w:val="00196579"/>
    <w:rsid w:val="0019659F"/>
    <w:rsid w:val="001965D0"/>
    <w:rsid w:val="00196907"/>
    <w:rsid w:val="00196A63"/>
    <w:rsid w:val="00196B84"/>
    <w:rsid w:val="00196C3D"/>
    <w:rsid w:val="00196C41"/>
    <w:rsid w:val="00196D2D"/>
    <w:rsid w:val="00196E18"/>
    <w:rsid w:val="00196EA6"/>
    <w:rsid w:val="00196EC2"/>
    <w:rsid w:val="00196FFF"/>
    <w:rsid w:val="00197204"/>
    <w:rsid w:val="00197219"/>
    <w:rsid w:val="001973AA"/>
    <w:rsid w:val="00197548"/>
    <w:rsid w:val="001975A5"/>
    <w:rsid w:val="001975CC"/>
    <w:rsid w:val="0019772F"/>
    <w:rsid w:val="001978F8"/>
    <w:rsid w:val="0019798D"/>
    <w:rsid w:val="001979BD"/>
    <w:rsid w:val="00197AE5"/>
    <w:rsid w:val="00197B49"/>
    <w:rsid w:val="00197BE3"/>
    <w:rsid w:val="00197D3B"/>
    <w:rsid w:val="00197D48"/>
    <w:rsid w:val="00197F0A"/>
    <w:rsid w:val="001A01A3"/>
    <w:rsid w:val="001A02D1"/>
    <w:rsid w:val="001A050A"/>
    <w:rsid w:val="001A0522"/>
    <w:rsid w:val="001A05E0"/>
    <w:rsid w:val="001A07CC"/>
    <w:rsid w:val="001A08B1"/>
    <w:rsid w:val="001A09B6"/>
    <w:rsid w:val="001A09FE"/>
    <w:rsid w:val="001A0A31"/>
    <w:rsid w:val="001A0ADA"/>
    <w:rsid w:val="001A0B26"/>
    <w:rsid w:val="001A0C78"/>
    <w:rsid w:val="001A0CC3"/>
    <w:rsid w:val="001A0D4A"/>
    <w:rsid w:val="001A0E29"/>
    <w:rsid w:val="001A0EC2"/>
    <w:rsid w:val="001A0EE5"/>
    <w:rsid w:val="001A0FCB"/>
    <w:rsid w:val="001A10F5"/>
    <w:rsid w:val="001A1233"/>
    <w:rsid w:val="001A129C"/>
    <w:rsid w:val="001A13C4"/>
    <w:rsid w:val="001A143E"/>
    <w:rsid w:val="001A14AD"/>
    <w:rsid w:val="001A1539"/>
    <w:rsid w:val="001A160F"/>
    <w:rsid w:val="001A1714"/>
    <w:rsid w:val="001A1814"/>
    <w:rsid w:val="001A19BA"/>
    <w:rsid w:val="001A1B98"/>
    <w:rsid w:val="001A1CBB"/>
    <w:rsid w:val="001A1E7D"/>
    <w:rsid w:val="001A20F3"/>
    <w:rsid w:val="001A2295"/>
    <w:rsid w:val="001A2433"/>
    <w:rsid w:val="001A2471"/>
    <w:rsid w:val="001A2602"/>
    <w:rsid w:val="001A2651"/>
    <w:rsid w:val="001A270D"/>
    <w:rsid w:val="001A2CF4"/>
    <w:rsid w:val="001A2D4F"/>
    <w:rsid w:val="001A2D8D"/>
    <w:rsid w:val="001A2F16"/>
    <w:rsid w:val="001A2F95"/>
    <w:rsid w:val="001A319B"/>
    <w:rsid w:val="001A31AC"/>
    <w:rsid w:val="001A3294"/>
    <w:rsid w:val="001A35E0"/>
    <w:rsid w:val="001A363D"/>
    <w:rsid w:val="001A382D"/>
    <w:rsid w:val="001A38CD"/>
    <w:rsid w:val="001A3C85"/>
    <w:rsid w:val="001A3CF1"/>
    <w:rsid w:val="001A3D16"/>
    <w:rsid w:val="001A3E45"/>
    <w:rsid w:val="001A3E78"/>
    <w:rsid w:val="001A3FA7"/>
    <w:rsid w:val="001A41EC"/>
    <w:rsid w:val="001A4603"/>
    <w:rsid w:val="001A49C8"/>
    <w:rsid w:val="001A49E9"/>
    <w:rsid w:val="001A4AA4"/>
    <w:rsid w:val="001A4AEB"/>
    <w:rsid w:val="001A4B26"/>
    <w:rsid w:val="001A4B51"/>
    <w:rsid w:val="001A4D2A"/>
    <w:rsid w:val="001A50DD"/>
    <w:rsid w:val="001A515B"/>
    <w:rsid w:val="001A525F"/>
    <w:rsid w:val="001A52C2"/>
    <w:rsid w:val="001A52F1"/>
    <w:rsid w:val="001A52FC"/>
    <w:rsid w:val="001A5380"/>
    <w:rsid w:val="001A5390"/>
    <w:rsid w:val="001A54B4"/>
    <w:rsid w:val="001A5523"/>
    <w:rsid w:val="001A55C9"/>
    <w:rsid w:val="001A57D5"/>
    <w:rsid w:val="001A5846"/>
    <w:rsid w:val="001A5BA8"/>
    <w:rsid w:val="001A5BEB"/>
    <w:rsid w:val="001A5C0C"/>
    <w:rsid w:val="001A5C8E"/>
    <w:rsid w:val="001A5CFB"/>
    <w:rsid w:val="001A5E02"/>
    <w:rsid w:val="001A5E6E"/>
    <w:rsid w:val="001A6017"/>
    <w:rsid w:val="001A60C7"/>
    <w:rsid w:val="001A6152"/>
    <w:rsid w:val="001A61A0"/>
    <w:rsid w:val="001A6265"/>
    <w:rsid w:val="001A633B"/>
    <w:rsid w:val="001A6483"/>
    <w:rsid w:val="001A64B1"/>
    <w:rsid w:val="001A660E"/>
    <w:rsid w:val="001A66B5"/>
    <w:rsid w:val="001A6B64"/>
    <w:rsid w:val="001A6C3C"/>
    <w:rsid w:val="001A6DC9"/>
    <w:rsid w:val="001A7132"/>
    <w:rsid w:val="001A7206"/>
    <w:rsid w:val="001A77CB"/>
    <w:rsid w:val="001A785A"/>
    <w:rsid w:val="001A7950"/>
    <w:rsid w:val="001A7983"/>
    <w:rsid w:val="001A798E"/>
    <w:rsid w:val="001A7B11"/>
    <w:rsid w:val="001A7CD3"/>
    <w:rsid w:val="001A7CF5"/>
    <w:rsid w:val="001A7F50"/>
    <w:rsid w:val="001B002B"/>
    <w:rsid w:val="001B0039"/>
    <w:rsid w:val="001B00FB"/>
    <w:rsid w:val="001B0170"/>
    <w:rsid w:val="001B0251"/>
    <w:rsid w:val="001B026A"/>
    <w:rsid w:val="001B02B0"/>
    <w:rsid w:val="001B0395"/>
    <w:rsid w:val="001B04FF"/>
    <w:rsid w:val="001B0690"/>
    <w:rsid w:val="001B07FE"/>
    <w:rsid w:val="001B0856"/>
    <w:rsid w:val="001B09B8"/>
    <w:rsid w:val="001B0B85"/>
    <w:rsid w:val="001B0C22"/>
    <w:rsid w:val="001B0F14"/>
    <w:rsid w:val="001B0F61"/>
    <w:rsid w:val="001B13AA"/>
    <w:rsid w:val="001B13FE"/>
    <w:rsid w:val="001B1460"/>
    <w:rsid w:val="001B14B1"/>
    <w:rsid w:val="001B1862"/>
    <w:rsid w:val="001B1A0C"/>
    <w:rsid w:val="001B1B6B"/>
    <w:rsid w:val="001B1B82"/>
    <w:rsid w:val="001B1BEF"/>
    <w:rsid w:val="001B1D0A"/>
    <w:rsid w:val="001B1DED"/>
    <w:rsid w:val="001B1F17"/>
    <w:rsid w:val="001B1F46"/>
    <w:rsid w:val="001B2080"/>
    <w:rsid w:val="001B225F"/>
    <w:rsid w:val="001B2375"/>
    <w:rsid w:val="001B24C3"/>
    <w:rsid w:val="001B24D0"/>
    <w:rsid w:val="001B24E2"/>
    <w:rsid w:val="001B25CF"/>
    <w:rsid w:val="001B2C5D"/>
    <w:rsid w:val="001B2CF0"/>
    <w:rsid w:val="001B3020"/>
    <w:rsid w:val="001B30C4"/>
    <w:rsid w:val="001B3270"/>
    <w:rsid w:val="001B329A"/>
    <w:rsid w:val="001B32E3"/>
    <w:rsid w:val="001B33ED"/>
    <w:rsid w:val="001B365B"/>
    <w:rsid w:val="001B36EB"/>
    <w:rsid w:val="001B376D"/>
    <w:rsid w:val="001B386C"/>
    <w:rsid w:val="001B3944"/>
    <w:rsid w:val="001B399C"/>
    <w:rsid w:val="001B3C2D"/>
    <w:rsid w:val="001B3E36"/>
    <w:rsid w:val="001B3EFA"/>
    <w:rsid w:val="001B400E"/>
    <w:rsid w:val="001B4026"/>
    <w:rsid w:val="001B421B"/>
    <w:rsid w:val="001B423F"/>
    <w:rsid w:val="001B4247"/>
    <w:rsid w:val="001B4304"/>
    <w:rsid w:val="001B4460"/>
    <w:rsid w:val="001B4841"/>
    <w:rsid w:val="001B498C"/>
    <w:rsid w:val="001B49B0"/>
    <w:rsid w:val="001B49FF"/>
    <w:rsid w:val="001B4A4A"/>
    <w:rsid w:val="001B4ACB"/>
    <w:rsid w:val="001B4B84"/>
    <w:rsid w:val="001B4BB0"/>
    <w:rsid w:val="001B4CC9"/>
    <w:rsid w:val="001B4D83"/>
    <w:rsid w:val="001B4E37"/>
    <w:rsid w:val="001B5093"/>
    <w:rsid w:val="001B5147"/>
    <w:rsid w:val="001B5292"/>
    <w:rsid w:val="001B529D"/>
    <w:rsid w:val="001B545C"/>
    <w:rsid w:val="001B5473"/>
    <w:rsid w:val="001B56F4"/>
    <w:rsid w:val="001B571B"/>
    <w:rsid w:val="001B5842"/>
    <w:rsid w:val="001B5989"/>
    <w:rsid w:val="001B5A29"/>
    <w:rsid w:val="001B5B19"/>
    <w:rsid w:val="001B5CEC"/>
    <w:rsid w:val="001B5D15"/>
    <w:rsid w:val="001B5D3F"/>
    <w:rsid w:val="001B5ED1"/>
    <w:rsid w:val="001B5FA9"/>
    <w:rsid w:val="001B5FC7"/>
    <w:rsid w:val="001B614E"/>
    <w:rsid w:val="001B61D1"/>
    <w:rsid w:val="001B621F"/>
    <w:rsid w:val="001B630E"/>
    <w:rsid w:val="001B64B8"/>
    <w:rsid w:val="001B654E"/>
    <w:rsid w:val="001B657B"/>
    <w:rsid w:val="001B65C9"/>
    <w:rsid w:val="001B6782"/>
    <w:rsid w:val="001B6956"/>
    <w:rsid w:val="001B6B60"/>
    <w:rsid w:val="001B6E5D"/>
    <w:rsid w:val="001B6F7B"/>
    <w:rsid w:val="001B7052"/>
    <w:rsid w:val="001B70B0"/>
    <w:rsid w:val="001B7148"/>
    <w:rsid w:val="001B7425"/>
    <w:rsid w:val="001B74BF"/>
    <w:rsid w:val="001B74C0"/>
    <w:rsid w:val="001B7768"/>
    <w:rsid w:val="001B7771"/>
    <w:rsid w:val="001B78D2"/>
    <w:rsid w:val="001B7B46"/>
    <w:rsid w:val="001B7BAD"/>
    <w:rsid w:val="001B7C7A"/>
    <w:rsid w:val="001B7CC3"/>
    <w:rsid w:val="001B7F54"/>
    <w:rsid w:val="001B7FD5"/>
    <w:rsid w:val="001C0270"/>
    <w:rsid w:val="001C0371"/>
    <w:rsid w:val="001C038E"/>
    <w:rsid w:val="001C08AD"/>
    <w:rsid w:val="001C09A3"/>
    <w:rsid w:val="001C09F8"/>
    <w:rsid w:val="001C0B61"/>
    <w:rsid w:val="001C0B69"/>
    <w:rsid w:val="001C0C0D"/>
    <w:rsid w:val="001C0C58"/>
    <w:rsid w:val="001C0CA9"/>
    <w:rsid w:val="001C0CAE"/>
    <w:rsid w:val="001C0CC9"/>
    <w:rsid w:val="001C0CE8"/>
    <w:rsid w:val="001C0DA1"/>
    <w:rsid w:val="001C0DA2"/>
    <w:rsid w:val="001C0F61"/>
    <w:rsid w:val="001C0FC4"/>
    <w:rsid w:val="001C0FD4"/>
    <w:rsid w:val="001C125F"/>
    <w:rsid w:val="001C12C0"/>
    <w:rsid w:val="001C12E8"/>
    <w:rsid w:val="001C12F6"/>
    <w:rsid w:val="001C12F8"/>
    <w:rsid w:val="001C1450"/>
    <w:rsid w:val="001C14F7"/>
    <w:rsid w:val="001C151F"/>
    <w:rsid w:val="001C16A3"/>
    <w:rsid w:val="001C1A27"/>
    <w:rsid w:val="001C1CA8"/>
    <w:rsid w:val="001C1CDF"/>
    <w:rsid w:val="001C1D37"/>
    <w:rsid w:val="001C1F59"/>
    <w:rsid w:val="001C204C"/>
    <w:rsid w:val="001C227C"/>
    <w:rsid w:val="001C22B6"/>
    <w:rsid w:val="001C2339"/>
    <w:rsid w:val="001C24C1"/>
    <w:rsid w:val="001C26B0"/>
    <w:rsid w:val="001C2A1F"/>
    <w:rsid w:val="001C2B32"/>
    <w:rsid w:val="001C2CA0"/>
    <w:rsid w:val="001C2F67"/>
    <w:rsid w:val="001C2F9A"/>
    <w:rsid w:val="001C3052"/>
    <w:rsid w:val="001C305F"/>
    <w:rsid w:val="001C31E7"/>
    <w:rsid w:val="001C339F"/>
    <w:rsid w:val="001C35AC"/>
    <w:rsid w:val="001C3631"/>
    <w:rsid w:val="001C37DD"/>
    <w:rsid w:val="001C382E"/>
    <w:rsid w:val="001C3948"/>
    <w:rsid w:val="001C3A1A"/>
    <w:rsid w:val="001C3A21"/>
    <w:rsid w:val="001C3A8B"/>
    <w:rsid w:val="001C3BE5"/>
    <w:rsid w:val="001C3C59"/>
    <w:rsid w:val="001C3D56"/>
    <w:rsid w:val="001C3D6E"/>
    <w:rsid w:val="001C415D"/>
    <w:rsid w:val="001C419F"/>
    <w:rsid w:val="001C428C"/>
    <w:rsid w:val="001C42E7"/>
    <w:rsid w:val="001C4395"/>
    <w:rsid w:val="001C44A4"/>
    <w:rsid w:val="001C4539"/>
    <w:rsid w:val="001C47A7"/>
    <w:rsid w:val="001C48B9"/>
    <w:rsid w:val="001C4901"/>
    <w:rsid w:val="001C4AE0"/>
    <w:rsid w:val="001C4BB0"/>
    <w:rsid w:val="001C4D20"/>
    <w:rsid w:val="001C4DCA"/>
    <w:rsid w:val="001C4F57"/>
    <w:rsid w:val="001C4F5B"/>
    <w:rsid w:val="001C4F66"/>
    <w:rsid w:val="001C51A3"/>
    <w:rsid w:val="001C542A"/>
    <w:rsid w:val="001C55FB"/>
    <w:rsid w:val="001C5842"/>
    <w:rsid w:val="001C592C"/>
    <w:rsid w:val="001C5C07"/>
    <w:rsid w:val="001C5EE3"/>
    <w:rsid w:val="001C5EE5"/>
    <w:rsid w:val="001C60F0"/>
    <w:rsid w:val="001C625E"/>
    <w:rsid w:val="001C62B4"/>
    <w:rsid w:val="001C654E"/>
    <w:rsid w:val="001C6693"/>
    <w:rsid w:val="001C6877"/>
    <w:rsid w:val="001C68FC"/>
    <w:rsid w:val="001C6A9D"/>
    <w:rsid w:val="001C6C0B"/>
    <w:rsid w:val="001C6CD5"/>
    <w:rsid w:val="001C6D60"/>
    <w:rsid w:val="001C6D6B"/>
    <w:rsid w:val="001C6E86"/>
    <w:rsid w:val="001C7117"/>
    <w:rsid w:val="001C7218"/>
    <w:rsid w:val="001C7277"/>
    <w:rsid w:val="001C72C9"/>
    <w:rsid w:val="001C732F"/>
    <w:rsid w:val="001C7374"/>
    <w:rsid w:val="001C73BA"/>
    <w:rsid w:val="001C762B"/>
    <w:rsid w:val="001C762E"/>
    <w:rsid w:val="001C7660"/>
    <w:rsid w:val="001C7B91"/>
    <w:rsid w:val="001C7C90"/>
    <w:rsid w:val="001C7DDC"/>
    <w:rsid w:val="001C7E30"/>
    <w:rsid w:val="001C7E85"/>
    <w:rsid w:val="001C7F07"/>
    <w:rsid w:val="001D016A"/>
    <w:rsid w:val="001D018F"/>
    <w:rsid w:val="001D021A"/>
    <w:rsid w:val="001D03DE"/>
    <w:rsid w:val="001D0496"/>
    <w:rsid w:val="001D0588"/>
    <w:rsid w:val="001D062E"/>
    <w:rsid w:val="001D066C"/>
    <w:rsid w:val="001D0707"/>
    <w:rsid w:val="001D081F"/>
    <w:rsid w:val="001D0929"/>
    <w:rsid w:val="001D0B86"/>
    <w:rsid w:val="001D0C18"/>
    <w:rsid w:val="001D0CDF"/>
    <w:rsid w:val="001D0DAC"/>
    <w:rsid w:val="001D0DB8"/>
    <w:rsid w:val="001D0DE2"/>
    <w:rsid w:val="001D0F64"/>
    <w:rsid w:val="001D0F6A"/>
    <w:rsid w:val="001D109A"/>
    <w:rsid w:val="001D10DB"/>
    <w:rsid w:val="001D1113"/>
    <w:rsid w:val="001D11DD"/>
    <w:rsid w:val="001D1536"/>
    <w:rsid w:val="001D1556"/>
    <w:rsid w:val="001D155C"/>
    <w:rsid w:val="001D15F7"/>
    <w:rsid w:val="001D16E9"/>
    <w:rsid w:val="001D1973"/>
    <w:rsid w:val="001D1A41"/>
    <w:rsid w:val="001D1A4C"/>
    <w:rsid w:val="001D1ABF"/>
    <w:rsid w:val="001D1CEF"/>
    <w:rsid w:val="001D2199"/>
    <w:rsid w:val="001D2261"/>
    <w:rsid w:val="001D23C8"/>
    <w:rsid w:val="001D2435"/>
    <w:rsid w:val="001D24C7"/>
    <w:rsid w:val="001D256B"/>
    <w:rsid w:val="001D264A"/>
    <w:rsid w:val="001D2685"/>
    <w:rsid w:val="001D2696"/>
    <w:rsid w:val="001D27C7"/>
    <w:rsid w:val="001D27D4"/>
    <w:rsid w:val="001D2A38"/>
    <w:rsid w:val="001D2C05"/>
    <w:rsid w:val="001D2D2D"/>
    <w:rsid w:val="001D2F88"/>
    <w:rsid w:val="001D3318"/>
    <w:rsid w:val="001D3327"/>
    <w:rsid w:val="001D3333"/>
    <w:rsid w:val="001D339C"/>
    <w:rsid w:val="001D34BE"/>
    <w:rsid w:val="001D3536"/>
    <w:rsid w:val="001D3570"/>
    <w:rsid w:val="001D3626"/>
    <w:rsid w:val="001D365D"/>
    <w:rsid w:val="001D36F7"/>
    <w:rsid w:val="001D3A57"/>
    <w:rsid w:val="001D3F55"/>
    <w:rsid w:val="001D4021"/>
    <w:rsid w:val="001D4187"/>
    <w:rsid w:val="001D42FE"/>
    <w:rsid w:val="001D4438"/>
    <w:rsid w:val="001D459B"/>
    <w:rsid w:val="001D462A"/>
    <w:rsid w:val="001D477F"/>
    <w:rsid w:val="001D4A13"/>
    <w:rsid w:val="001D4B00"/>
    <w:rsid w:val="001D4C6B"/>
    <w:rsid w:val="001D4E20"/>
    <w:rsid w:val="001D504D"/>
    <w:rsid w:val="001D50A1"/>
    <w:rsid w:val="001D5158"/>
    <w:rsid w:val="001D5281"/>
    <w:rsid w:val="001D5518"/>
    <w:rsid w:val="001D55ED"/>
    <w:rsid w:val="001D57FE"/>
    <w:rsid w:val="001D58BE"/>
    <w:rsid w:val="001D5A72"/>
    <w:rsid w:val="001D5B4B"/>
    <w:rsid w:val="001D5BEC"/>
    <w:rsid w:val="001D5CA8"/>
    <w:rsid w:val="001D5CEB"/>
    <w:rsid w:val="001D5E13"/>
    <w:rsid w:val="001D5EA0"/>
    <w:rsid w:val="001D5EE1"/>
    <w:rsid w:val="001D5F60"/>
    <w:rsid w:val="001D5FE1"/>
    <w:rsid w:val="001D62FE"/>
    <w:rsid w:val="001D637B"/>
    <w:rsid w:val="001D6535"/>
    <w:rsid w:val="001D6553"/>
    <w:rsid w:val="001D6A64"/>
    <w:rsid w:val="001D6B53"/>
    <w:rsid w:val="001D6B8A"/>
    <w:rsid w:val="001D6C32"/>
    <w:rsid w:val="001D6CE4"/>
    <w:rsid w:val="001D6D8C"/>
    <w:rsid w:val="001D6DD5"/>
    <w:rsid w:val="001D6E38"/>
    <w:rsid w:val="001D6F45"/>
    <w:rsid w:val="001D6F4A"/>
    <w:rsid w:val="001D705A"/>
    <w:rsid w:val="001D7060"/>
    <w:rsid w:val="001D71CD"/>
    <w:rsid w:val="001D73E8"/>
    <w:rsid w:val="001D7424"/>
    <w:rsid w:val="001D742F"/>
    <w:rsid w:val="001D7630"/>
    <w:rsid w:val="001D78F1"/>
    <w:rsid w:val="001D7AD7"/>
    <w:rsid w:val="001D7CEC"/>
    <w:rsid w:val="001D7CF8"/>
    <w:rsid w:val="001D7DC9"/>
    <w:rsid w:val="001D7E8A"/>
    <w:rsid w:val="001D7F26"/>
    <w:rsid w:val="001D7FBE"/>
    <w:rsid w:val="001E0017"/>
    <w:rsid w:val="001E003B"/>
    <w:rsid w:val="001E0118"/>
    <w:rsid w:val="001E016C"/>
    <w:rsid w:val="001E01EE"/>
    <w:rsid w:val="001E033A"/>
    <w:rsid w:val="001E03DE"/>
    <w:rsid w:val="001E066F"/>
    <w:rsid w:val="001E0793"/>
    <w:rsid w:val="001E0940"/>
    <w:rsid w:val="001E0A15"/>
    <w:rsid w:val="001E0A58"/>
    <w:rsid w:val="001E0E5E"/>
    <w:rsid w:val="001E0E65"/>
    <w:rsid w:val="001E0F5C"/>
    <w:rsid w:val="001E1003"/>
    <w:rsid w:val="001E106A"/>
    <w:rsid w:val="001E1076"/>
    <w:rsid w:val="001E1113"/>
    <w:rsid w:val="001E11B8"/>
    <w:rsid w:val="001E11E9"/>
    <w:rsid w:val="001E1210"/>
    <w:rsid w:val="001E126E"/>
    <w:rsid w:val="001E1737"/>
    <w:rsid w:val="001E1834"/>
    <w:rsid w:val="001E1D3A"/>
    <w:rsid w:val="001E1D46"/>
    <w:rsid w:val="001E1E19"/>
    <w:rsid w:val="001E2224"/>
    <w:rsid w:val="001E26E4"/>
    <w:rsid w:val="001E2750"/>
    <w:rsid w:val="001E27A6"/>
    <w:rsid w:val="001E2839"/>
    <w:rsid w:val="001E2E1D"/>
    <w:rsid w:val="001E2E9B"/>
    <w:rsid w:val="001E2EE6"/>
    <w:rsid w:val="001E2FEC"/>
    <w:rsid w:val="001E30EB"/>
    <w:rsid w:val="001E35ED"/>
    <w:rsid w:val="001E3861"/>
    <w:rsid w:val="001E3C49"/>
    <w:rsid w:val="001E3C87"/>
    <w:rsid w:val="001E3D61"/>
    <w:rsid w:val="001E3D89"/>
    <w:rsid w:val="001E3D91"/>
    <w:rsid w:val="001E3DBA"/>
    <w:rsid w:val="001E3FA3"/>
    <w:rsid w:val="001E41B2"/>
    <w:rsid w:val="001E42A6"/>
    <w:rsid w:val="001E42CB"/>
    <w:rsid w:val="001E46B1"/>
    <w:rsid w:val="001E4A83"/>
    <w:rsid w:val="001E4B45"/>
    <w:rsid w:val="001E4C1D"/>
    <w:rsid w:val="001E4C65"/>
    <w:rsid w:val="001E4EA9"/>
    <w:rsid w:val="001E50BA"/>
    <w:rsid w:val="001E50D1"/>
    <w:rsid w:val="001E5289"/>
    <w:rsid w:val="001E5481"/>
    <w:rsid w:val="001E54EF"/>
    <w:rsid w:val="001E572C"/>
    <w:rsid w:val="001E5891"/>
    <w:rsid w:val="001E5A7E"/>
    <w:rsid w:val="001E5B5E"/>
    <w:rsid w:val="001E5D15"/>
    <w:rsid w:val="001E5DE1"/>
    <w:rsid w:val="001E5E2E"/>
    <w:rsid w:val="001E5F33"/>
    <w:rsid w:val="001E608D"/>
    <w:rsid w:val="001E61DF"/>
    <w:rsid w:val="001E64D5"/>
    <w:rsid w:val="001E6757"/>
    <w:rsid w:val="001E6792"/>
    <w:rsid w:val="001E67D3"/>
    <w:rsid w:val="001E67FB"/>
    <w:rsid w:val="001E6919"/>
    <w:rsid w:val="001E69B3"/>
    <w:rsid w:val="001E6A7B"/>
    <w:rsid w:val="001E6AC8"/>
    <w:rsid w:val="001E6BA7"/>
    <w:rsid w:val="001E6BC7"/>
    <w:rsid w:val="001E6C61"/>
    <w:rsid w:val="001E6FCD"/>
    <w:rsid w:val="001E7075"/>
    <w:rsid w:val="001E70FB"/>
    <w:rsid w:val="001E7225"/>
    <w:rsid w:val="001E7389"/>
    <w:rsid w:val="001E75C5"/>
    <w:rsid w:val="001E7889"/>
    <w:rsid w:val="001E7900"/>
    <w:rsid w:val="001E7954"/>
    <w:rsid w:val="001E7A08"/>
    <w:rsid w:val="001E7A2C"/>
    <w:rsid w:val="001E7A9D"/>
    <w:rsid w:val="001E7CE8"/>
    <w:rsid w:val="001E7D4D"/>
    <w:rsid w:val="001E7EEB"/>
    <w:rsid w:val="001E7F68"/>
    <w:rsid w:val="001F006F"/>
    <w:rsid w:val="001F00D0"/>
    <w:rsid w:val="001F01B2"/>
    <w:rsid w:val="001F020D"/>
    <w:rsid w:val="001F0472"/>
    <w:rsid w:val="001F0777"/>
    <w:rsid w:val="001F07CD"/>
    <w:rsid w:val="001F0816"/>
    <w:rsid w:val="001F083B"/>
    <w:rsid w:val="001F0889"/>
    <w:rsid w:val="001F0B17"/>
    <w:rsid w:val="001F0B21"/>
    <w:rsid w:val="001F0D69"/>
    <w:rsid w:val="001F0FA1"/>
    <w:rsid w:val="001F101D"/>
    <w:rsid w:val="001F1026"/>
    <w:rsid w:val="001F10A3"/>
    <w:rsid w:val="001F10B4"/>
    <w:rsid w:val="001F1667"/>
    <w:rsid w:val="001F18A4"/>
    <w:rsid w:val="001F1B5E"/>
    <w:rsid w:val="001F1B6C"/>
    <w:rsid w:val="001F1CFE"/>
    <w:rsid w:val="001F1D12"/>
    <w:rsid w:val="001F1D2A"/>
    <w:rsid w:val="001F1E87"/>
    <w:rsid w:val="001F1FF4"/>
    <w:rsid w:val="001F1FF7"/>
    <w:rsid w:val="001F2130"/>
    <w:rsid w:val="001F228D"/>
    <w:rsid w:val="001F22D2"/>
    <w:rsid w:val="001F246C"/>
    <w:rsid w:val="001F2470"/>
    <w:rsid w:val="001F257F"/>
    <w:rsid w:val="001F2840"/>
    <w:rsid w:val="001F2930"/>
    <w:rsid w:val="001F298B"/>
    <w:rsid w:val="001F29E7"/>
    <w:rsid w:val="001F2D97"/>
    <w:rsid w:val="001F2E64"/>
    <w:rsid w:val="001F2FC8"/>
    <w:rsid w:val="001F2FD0"/>
    <w:rsid w:val="001F30DE"/>
    <w:rsid w:val="001F3181"/>
    <w:rsid w:val="001F3216"/>
    <w:rsid w:val="001F32B7"/>
    <w:rsid w:val="001F348C"/>
    <w:rsid w:val="001F34DA"/>
    <w:rsid w:val="001F3565"/>
    <w:rsid w:val="001F3585"/>
    <w:rsid w:val="001F359B"/>
    <w:rsid w:val="001F36BE"/>
    <w:rsid w:val="001F3739"/>
    <w:rsid w:val="001F3759"/>
    <w:rsid w:val="001F376F"/>
    <w:rsid w:val="001F37FB"/>
    <w:rsid w:val="001F3849"/>
    <w:rsid w:val="001F3ABB"/>
    <w:rsid w:val="001F3AC7"/>
    <w:rsid w:val="001F3CAC"/>
    <w:rsid w:val="001F3DE3"/>
    <w:rsid w:val="001F3E1C"/>
    <w:rsid w:val="001F3F5F"/>
    <w:rsid w:val="001F3F7B"/>
    <w:rsid w:val="001F4205"/>
    <w:rsid w:val="001F42AA"/>
    <w:rsid w:val="001F42DE"/>
    <w:rsid w:val="001F4329"/>
    <w:rsid w:val="001F43A0"/>
    <w:rsid w:val="001F43C2"/>
    <w:rsid w:val="001F4472"/>
    <w:rsid w:val="001F44D0"/>
    <w:rsid w:val="001F459D"/>
    <w:rsid w:val="001F4659"/>
    <w:rsid w:val="001F46E6"/>
    <w:rsid w:val="001F4782"/>
    <w:rsid w:val="001F4A30"/>
    <w:rsid w:val="001F4A3D"/>
    <w:rsid w:val="001F4AD4"/>
    <w:rsid w:val="001F4AD6"/>
    <w:rsid w:val="001F4B9E"/>
    <w:rsid w:val="001F4C21"/>
    <w:rsid w:val="001F4C4D"/>
    <w:rsid w:val="001F4CF0"/>
    <w:rsid w:val="001F4D30"/>
    <w:rsid w:val="001F4EBB"/>
    <w:rsid w:val="001F4F0B"/>
    <w:rsid w:val="001F4F27"/>
    <w:rsid w:val="001F4FD3"/>
    <w:rsid w:val="001F51B8"/>
    <w:rsid w:val="001F51BE"/>
    <w:rsid w:val="001F52EE"/>
    <w:rsid w:val="001F535D"/>
    <w:rsid w:val="001F573B"/>
    <w:rsid w:val="001F5B71"/>
    <w:rsid w:val="001F5BCE"/>
    <w:rsid w:val="001F5D36"/>
    <w:rsid w:val="001F5E58"/>
    <w:rsid w:val="001F5EFF"/>
    <w:rsid w:val="001F5F7C"/>
    <w:rsid w:val="001F6008"/>
    <w:rsid w:val="001F60B4"/>
    <w:rsid w:val="001F60E1"/>
    <w:rsid w:val="001F612D"/>
    <w:rsid w:val="001F6304"/>
    <w:rsid w:val="001F6452"/>
    <w:rsid w:val="001F64C2"/>
    <w:rsid w:val="001F6772"/>
    <w:rsid w:val="001F6949"/>
    <w:rsid w:val="001F6A25"/>
    <w:rsid w:val="001F6AAE"/>
    <w:rsid w:val="001F6BFC"/>
    <w:rsid w:val="001F6E43"/>
    <w:rsid w:val="001F6ED3"/>
    <w:rsid w:val="001F7163"/>
    <w:rsid w:val="001F7194"/>
    <w:rsid w:val="001F7488"/>
    <w:rsid w:val="001F7616"/>
    <w:rsid w:val="001F769B"/>
    <w:rsid w:val="001F779E"/>
    <w:rsid w:val="001F79B6"/>
    <w:rsid w:val="001F7C87"/>
    <w:rsid w:val="001F7CA6"/>
    <w:rsid w:val="001F7D52"/>
    <w:rsid w:val="001F7D6D"/>
    <w:rsid w:val="001F7EE9"/>
    <w:rsid w:val="001F7FE2"/>
    <w:rsid w:val="00200005"/>
    <w:rsid w:val="00200036"/>
    <w:rsid w:val="002002BF"/>
    <w:rsid w:val="0020058C"/>
    <w:rsid w:val="002005AF"/>
    <w:rsid w:val="002005FF"/>
    <w:rsid w:val="00200751"/>
    <w:rsid w:val="00200B96"/>
    <w:rsid w:val="00200C73"/>
    <w:rsid w:val="00200CFD"/>
    <w:rsid w:val="00200D51"/>
    <w:rsid w:val="00200D5D"/>
    <w:rsid w:val="00200FAF"/>
    <w:rsid w:val="00201029"/>
    <w:rsid w:val="0020132B"/>
    <w:rsid w:val="00201412"/>
    <w:rsid w:val="00201483"/>
    <w:rsid w:val="002014D9"/>
    <w:rsid w:val="002015EA"/>
    <w:rsid w:val="00201630"/>
    <w:rsid w:val="00201685"/>
    <w:rsid w:val="0020173F"/>
    <w:rsid w:val="00201890"/>
    <w:rsid w:val="002019F1"/>
    <w:rsid w:val="002019F8"/>
    <w:rsid w:val="00202009"/>
    <w:rsid w:val="00202021"/>
    <w:rsid w:val="0020204D"/>
    <w:rsid w:val="002020FF"/>
    <w:rsid w:val="00202199"/>
    <w:rsid w:val="00202815"/>
    <w:rsid w:val="00202A26"/>
    <w:rsid w:val="00202A30"/>
    <w:rsid w:val="00202ABA"/>
    <w:rsid w:val="00202B40"/>
    <w:rsid w:val="00202E70"/>
    <w:rsid w:val="0020320D"/>
    <w:rsid w:val="0020338E"/>
    <w:rsid w:val="0020345E"/>
    <w:rsid w:val="002034DC"/>
    <w:rsid w:val="00203699"/>
    <w:rsid w:val="00203753"/>
    <w:rsid w:val="00203882"/>
    <w:rsid w:val="00203908"/>
    <w:rsid w:val="00203909"/>
    <w:rsid w:val="00203A47"/>
    <w:rsid w:val="00203AD1"/>
    <w:rsid w:val="00203B3E"/>
    <w:rsid w:val="00203C6F"/>
    <w:rsid w:val="00203D53"/>
    <w:rsid w:val="00203D82"/>
    <w:rsid w:val="00203DBF"/>
    <w:rsid w:val="00203F1F"/>
    <w:rsid w:val="002042F3"/>
    <w:rsid w:val="002043D1"/>
    <w:rsid w:val="002043DD"/>
    <w:rsid w:val="00204537"/>
    <w:rsid w:val="0020464F"/>
    <w:rsid w:val="0020494F"/>
    <w:rsid w:val="0020498D"/>
    <w:rsid w:val="00204A4D"/>
    <w:rsid w:val="00204B97"/>
    <w:rsid w:val="00205024"/>
    <w:rsid w:val="00205058"/>
    <w:rsid w:val="00205230"/>
    <w:rsid w:val="002055E1"/>
    <w:rsid w:val="0020566B"/>
    <w:rsid w:val="002057A1"/>
    <w:rsid w:val="00205859"/>
    <w:rsid w:val="00205A05"/>
    <w:rsid w:val="00205C94"/>
    <w:rsid w:val="00205CD6"/>
    <w:rsid w:val="00205DD7"/>
    <w:rsid w:val="00205DEF"/>
    <w:rsid w:val="00205FB3"/>
    <w:rsid w:val="0020613B"/>
    <w:rsid w:val="002061E6"/>
    <w:rsid w:val="00206289"/>
    <w:rsid w:val="0020628A"/>
    <w:rsid w:val="002062AE"/>
    <w:rsid w:val="0020637F"/>
    <w:rsid w:val="002064B9"/>
    <w:rsid w:val="002064C4"/>
    <w:rsid w:val="002065AE"/>
    <w:rsid w:val="0020667C"/>
    <w:rsid w:val="0020675B"/>
    <w:rsid w:val="00206782"/>
    <w:rsid w:val="002067B2"/>
    <w:rsid w:val="00206817"/>
    <w:rsid w:val="00206872"/>
    <w:rsid w:val="00206A03"/>
    <w:rsid w:val="00206A18"/>
    <w:rsid w:val="00206C83"/>
    <w:rsid w:val="00206CA5"/>
    <w:rsid w:val="00206D36"/>
    <w:rsid w:val="00206D85"/>
    <w:rsid w:val="00206F45"/>
    <w:rsid w:val="002070B6"/>
    <w:rsid w:val="002070DC"/>
    <w:rsid w:val="0020715D"/>
    <w:rsid w:val="00207317"/>
    <w:rsid w:val="00207427"/>
    <w:rsid w:val="00207554"/>
    <w:rsid w:val="0020767A"/>
    <w:rsid w:val="0020781B"/>
    <w:rsid w:val="00207B33"/>
    <w:rsid w:val="00207BF4"/>
    <w:rsid w:val="00207D74"/>
    <w:rsid w:val="00207E6C"/>
    <w:rsid w:val="00207E8D"/>
    <w:rsid w:val="00207EAC"/>
    <w:rsid w:val="00207EE9"/>
    <w:rsid w:val="00210085"/>
    <w:rsid w:val="00210123"/>
    <w:rsid w:val="00210141"/>
    <w:rsid w:val="002101D0"/>
    <w:rsid w:val="002102A4"/>
    <w:rsid w:val="002102F3"/>
    <w:rsid w:val="00210384"/>
    <w:rsid w:val="00210418"/>
    <w:rsid w:val="00210452"/>
    <w:rsid w:val="00210545"/>
    <w:rsid w:val="002105F5"/>
    <w:rsid w:val="0021087F"/>
    <w:rsid w:val="002108F5"/>
    <w:rsid w:val="00210955"/>
    <w:rsid w:val="00210B1C"/>
    <w:rsid w:val="00210B58"/>
    <w:rsid w:val="00210D51"/>
    <w:rsid w:val="00210D94"/>
    <w:rsid w:val="00210DDB"/>
    <w:rsid w:val="00210F83"/>
    <w:rsid w:val="00210F8B"/>
    <w:rsid w:val="0021122E"/>
    <w:rsid w:val="0021129F"/>
    <w:rsid w:val="0021130B"/>
    <w:rsid w:val="00211342"/>
    <w:rsid w:val="00211401"/>
    <w:rsid w:val="002114B7"/>
    <w:rsid w:val="002115F8"/>
    <w:rsid w:val="0021165C"/>
    <w:rsid w:val="002118D3"/>
    <w:rsid w:val="002118F1"/>
    <w:rsid w:val="0021196C"/>
    <w:rsid w:val="00211A19"/>
    <w:rsid w:val="00211D25"/>
    <w:rsid w:val="00211EE8"/>
    <w:rsid w:val="002125F4"/>
    <w:rsid w:val="0021277B"/>
    <w:rsid w:val="0021279B"/>
    <w:rsid w:val="00212975"/>
    <w:rsid w:val="0021299D"/>
    <w:rsid w:val="002129BE"/>
    <w:rsid w:val="00212B6B"/>
    <w:rsid w:val="00212C5C"/>
    <w:rsid w:val="00212D04"/>
    <w:rsid w:val="00212D13"/>
    <w:rsid w:val="00212D1C"/>
    <w:rsid w:val="00212D22"/>
    <w:rsid w:val="00212EB1"/>
    <w:rsid w:val="00212F2B"/>
    <w:rsid w:val="00212F51"/>
    <w:rsid w:val="002134B8"/>
    <w:rsid w:val="00213694"/>
    <w:rsid w:val="002136A9"/>
    <w:rsid w:val="00213777"/>
    <w:rsid w:val="00213915"/>
    <w:rsid w:val="00213A17"/>
    <w:rsid w:val="00213A4C"/>
    <w:rsid w:val="00213B08"/>
    <w:rsid w:val="00213B33"/>
    <w:rsid w:val="00213B4F"/>
    <w:rsid w:val="00213BC8"/>
    <w:rsid w:val="00213CF0"/>
    <w:rsid w:val="00213E28"/>
    <w:rsid w:val="0021404F"/>
    <w:rsid w:val="0021410E"/>
    <w:rsid w:val="002141E8"/>
    <w:rsid w:val="002142A1"/>
    <w:rsid w:val="002143C3"/>
    <w:rsid w:val="00214588"/>
    <w:rsid w:val="0021458A"/>
    <w:rsid w:val="002147B0"/>
    <w:rsid w:val="002148D2"/>
    <w:rsid w:val="00214944"/>
    <w:rsid w:val="00214A27"/>
    <w:rsid w:val="002159AA"/>
    <w:rsid w:val="00215A65"/>
    <w:rsid w:val="00215B3A"/>
    <w:rsid w:val="00215CC1"/>
    <w:rsid w:val="00215CE9"/>
    <w:rsid w:val="00215D2E"/>
    <w:rsid w:val="00215DA6"/>
    <w:rsid w:val="00215DD5"/>
    <w:rsid w:val="00215ED6"/>
    <w:rsid w:val="00216117"/>
    <w:rsid w:val="002161D8"/>
    <w:rsid w:val="002161FB"/>
    <w:rsid w:val="0021623A"/>
    <w:rsid w:val="0021628C"/>
    <w:rsid w:val="0021647B"/>
    <w:rsid w:val="0021654D"/>
    <w:rsid w:val="002165A4"/>
    <w:rsid w:val="0021664D"/>
    <w:rsid w:val="00216719"/>
    <w:rsid w:val="002168CB"/>
    <w:rsid w:val="002168DB"/>
    <w:rsid w:val="002168F6"/>
    <w:rsid w:val="00216A1A"/>
    <w:rsid w:val="00216A29"/>
    <w:rsid w:val="00216A4A"/>
    <w:rsid w:val="00216B02"/>
    <w:rsid w:val="00216B6C"/>
    <w:rsid w:val="00216C8F"/>
    <w:rsid w:val="00216F65"/>
    <w:rsid w:val="00217072"/>
    <w:rsid w:val="00217383"/>
    <w:rsid w:val="002173A7"/>
    <w:rsid w:val="00217409"/>
    <w:rsid w:val="00217512"/>
    <w:rsid w:val="0021757A"/>
    <w:rsid w:val="002176E8"/>
    <w:rsid w:val="00217736"/>
    <w:rsid w:val="002178F9"/>
    <w:rsid w:val="0021792D"/>
    <w:rsid w:val="0021796C"/>
    <w:rsid w:val="00217A1C"/>
    <w:rsid w:val="00217A58"/>
    <w:rsid w:val="00217C1B"/>
    <w:rsid w:val="00217DAC"/>
    <w:rsid w:val="00217DB3"/>
    <w:rsid w:val="00217EDD"/>
    <w:rsid w:val="00217F69"/>
    <w:rsid w:val="00217FB6"/>
    <w:rsid w:val="002201DE"/>
    <w:rsid w:val="00220216"/>
    <w:rsid w:val="002202F5"/>
    <w:rsid w:val="0022030E"/>
    <w:rsid w:val="0022031C"/>
    <w:rsid w:val="002203DE"/>
    <w:rsid w:val="0022053F"/>
    <w:rsid w:val="00220550"/>
    <w:rsid w:val="002205F1"/>
    <w:rsid w:val="0022065B"/>
    <w:rsid w:val="00220732"/>
    <w:rsid w:val="0022087E"/>
    <w:rsid w:val="002209FC"/>
    <w:rsid w:val="00220D66"/>
    <w:rsid w:val="00220D99"/>
    <w:rsid w:val="00220DCC"/>
    <w:rsid w:val="00220E7C"/>
    <w:rsid w:val="00220F18"/>
    <w:rsid w:val="00220F66"/>
    <w:rsid w:val="002210F1"/>
    <w:rsid w:val="00221315"/>
    <w:rsid w:val="0022132A"/>
    <w:rsid w:val="0022161D"/>
    <w:rsid w:val="0022161F"/>
    <w:rsid w:val="00221637"/>
    <w:rsid w:val="002216BB"/>
    <w:rsid w:val="002218BE"/>
    <w:rsid w:val="00221922"/>
    <w:rsid w:val="00221948"/>
    <w:rsid w:val="00221BC9"/>
    <w:rsid w:val="00221BD9"/>
    <w:rsid w:val="00221BE1"/>
    <w:rsid w:val="00221C11"/>
    <w:rsid w:val="00221C51"/>
    <w:rsid w:val="00221C8A"/>
    <w:rsid w:val="00221D61"/>
    <w:rsid w:val="0022212A"/>
    <w:rsid w:val="0022225C"/>
    <w:rsid w:val="0022244E"/>
    <w:rsid w:val="0022248B"/>
    <w:rsid w:val="002225E5"/>
    <w:rsid w:val="002229C1"/>
    <w:rsid w:val="00222C28"/>
    <w:rsid w:val="00222D13"/>
    <w:rsid w:val="00222DED"/>
    <w:rsid w:val="002230A3"/>
    <w:rsid w:val="00223108"/>
    <w:rsid w:val="0022313E"/>
    <w:rsid w:val="002231DB"/>
    <w:rsid w:val="002232D3"/>
    <w:rsid w:val="00223306"/>
    <w:rsid w:val="00223314"/>
    <w:rsid w:val="00223553"/>
    <w:rsid w:val="00223610"/>
    <w:rsid w:val="0022363A"/>
    <w:rsid w:val="0022363B"/>
    <w:rsid w:val="0022363F"/>
    <w:rsid w:val="0022377A"/>
    <w:rsid w:val="0022378D"/>
    <w:rsid w:val="00223899"/>
    <w:rsid w:val="002239AA"/>
    <w:rsid w:val="002239D8"/>
    <w:rsid w:val="00223BB4"/>
    <w:rsid w:val="00223CAA"/>
    <w:rsid w:val="00223E28"/>
    <w:rsid w:val="00223E79"/>
    <w:rsid w:val="00223F81"/>
    <w:rsid w:val="0022401F"/>
    <w:rsid w:val="0022402C"/>
    <w:rsid w:val="0022406D"/>
    <w:rsid w:val="002242AB"/>
    <w:rsid w:val="002242D4"/>
    <w:rsid w:val="00224322"/>
    <w:rsid w:val="0022437B"/>
    <w:rsid w:val="002243F2"/>
    <w:rsid w:val="00224441"/>
    <w:rsid w:val="00224515"/>
    <w:rsid w:val="00224585"/>
    <w:rsid w:val="00224601"/>
    <w:rsid w:val="0022464F"/>
    <w:rsid w:val="00224A4B"/>
    <w:rsid w:val="00224B66"/>
    <w:rsid w:val="00224C1B"/>
    <w:rsid w:val="00224D2A"/>
    <w:rsid w:val="00224DF6"/>
    <w:rsid w:val="00224EA2"/>
    <w:rsid w:val="0022511C"/>
    <w:rsid w:val="0022511E"/>
    <w:rsid w:val="0022539C"/>
    <w:rsid w:val="00225538"/>
    <w:rsid w:val="00225616"/>
    <w:rsid w:val="00225655"/>
    <w:rsid w:val="002256EC"/>
    <w:rsid w:val="0022571C"/>
    <w:rsid w:val="00225796"/>
    <w:rsid w:val="00225800"/>
    <w:rsid w:val="00225840"/>
    <w:rsid w:val="0022585F"/>
    <w:rsid w:val="00225A19"/>
    <w:rsid w:val="00225AEF"/>
    <w:rsid w:val="00225BBD"/>
    <w:rsid w:val="00225C4F"/>
    <w:rsid w:val="00225C93"/>
    <w:rsid w:val="00225D4E"/>
    <w:rsid w:val="00225F69"/>
    <w:rsid w:val="00225F70"/>
    <w:rsid w:val="0022602B"/>
    <w:rsid w:val="0022604C"/>
    <w:rsid w:val="00226116"/>
    <w:rsid w:val="00226152"/>
    <w:rsid w:val="00226369"/>
    <w:rsid w:val="00226551"/>
    <w:rsid w:val="002266E3"/>
    <w:rsid w:val="00226877"/>
    <w:rsid w:val="0022689D"/>
    <w:rsid w:val="0022697D"/>
    <w:rsid w:val="002269C3"/>
    <w:rsid w:val="002269F1"/>
    <w:rsid w:val="00226AEB"/>
    <w:rsid w:val="00226D7B"/>
    <w:rsid w:val="00226F10"/>
    <w:rsid w:val="00226F28"/>
    <w:rsid w:val="0022713A"/>
    <w:rsid w:val="0022754A"/>
    <w:rsid w:val="002277FF"/>
    <w:rsid w:val="00227863"/>
    <w:rsid w:val="00227925"/>
    <w:rsid w:val="00227C52"/>
    <w:rsid w:val="00227C99"/>
    <w:rsid w:val="00227E0A"/>
    <w:rsid w:val="00227ED2"/>
    <w:rsid w:val="00227EF1"/>
    <w:rsid w:val="00227F2A"/>
    <w:rsid w:val="00227F69"/>
    <w:rsid w:val="002301AA"/>
    <w:rsid w:val="0023028A"/>
    <w:rsid w:val="002303B0"/>
    <w:rsid w:val="00230546"/>
    <w:rsid w:val="002306CB"/>
    <w:rsid w:val="00230B15"/>
    <w:rsid w:val="00230C18"/>
    <w:rsid w:val="00230C58"/>
    <w:rsid w:val="00230CA6"/>
    <w:rsid w:val="00230D12"/>
    <w:rsid w:val="00230FEF"/>
    <w:rsid w:val="002310FB"/>
    <w:rsid w:val="00231296"/>
    <w:rsid w:val="002312EB"/>
    <w:rsid w:val="00231359"/>
    <w:rsid w:val="00231436"/>
    <w:rsid w:val="00231B75"/>
    <w:rsid w:val="00231C85"/>
    <w:rsid w:val="00231F70"/>
    <w:rsid w:val="00232004"/>
    <w:rsid w:val="002320EA"/>
    <w:rsid w:val="002320EF"/>
    <w:rsid w:val="002320F4"/>
    <w:rsid w:val="00232164"/>
    <w:rsid w:val="00232256"/>
    <w:rsid w:val="0023225A"/>
    <w:rsid w:val="0023231A"/>
    <w:rsid w:val="002324C3"/>
    <w:rsid w:val="00232501"/>
    <w:rsid w:val="002326AA"/>
    <w:rsid w:val="00232842"/>
    <w:rsid w:val="00232AB3"/>
    <w:rsid w:val="00232AB6"/>
    <w:rsid w:val="00232B48"/>
    <w:rsid w:val="00232C8F"/>
    <w:rsid w:val="00232DCD"/>
    <w:rsid w:val="00232DF4"/>
    <w:rsid w:val="00232F4F"/>
    <w:rsid w:val="00233015"/>
    <w:rsid w:val="0023317F"/>
    <w:rsid w:val="00233213"/>
    <w:rsid w:val="00233440"/>
    <w:rsid w:val="002334C7"/>
    <w:rsid w:val="0023351D"/>
    <w:rsid w:val="00233584"/>
    <w:rsid w:val="002335B2"/>
    <w:rsid w:val="002336EF"/>
    <w:rsid w:val="002337F3"/>
    <w:rsid w:val="0023386C"/>
    <w:rsid w:val="002339B4"/>
    <w:rsid w:val="00233A0A"/>
    <w:rsid w:val="00233A77"/>
    <w:rsid w:val="00233C3C"/>
    <w:rsid w:val="00233D6A"/>
    <w:rsid w:val="00233EA4"/>
    <w:rsid w:val="00233F0B"/>
    <w:rsid w:val="00234051"/>
    <w:rsid w:val="00234190"/>
    <w:rsid w:val="0023425C"/>
    <w:rsid w:val="002342A0"/>
    <w:rsid w:val="00234331"/>
    <w:rsid w:val="002346C5"/>
    <w:rsid w:val="00234713"/>
    <w:rsid w:val="00234717"/>
    <w:rsid w:val="00234766"/>
    <w:rsid w:val="002347AA"/>
    <w:rsid w:val="002347B0"/>
    <w:rsid w:val="002347B8"/>
    <w:rsid w:val="0023498C"/>
    <w:rsid w:val="00234D80"/>
    <w:rsid w:val="00234DC6"/>
    <w:rsid w:val="00234E6C"/>
    <w:rsid w:val="00234F8F"/>
    <w:rsid w:val="00235129"/>
    <w:rsid w:val="00235185"/>
    <w:rsid w:val="002351BF"/>
    <w:rsid w:val="0023529C"/>
    <w:rsid w:val="00235334"/>
    <w:rsid w:val="00235529"/>
    <w:rsid w:val="002355B1"/>
    <w:rsid w:val="002355B3"/>
    <w:rsid w:val="00235653"/>
    <w:rsid w:val="002356B5"/>
    <w:rsid w:val="002357DC"/>
    <w:rsid w:val="002358DD"/>
    <w:rsid w:val="0023595E"/>
    <w:rsid w:val="00235B11"/>
    <w:rsid w:val="00235B96"/>
    <w:rsid w:val="00235C50"/>
    <w:rsid w:val="00235D2C"/>
    <w:rsid w:val="00235DFD"/>
    <w:rsid w:val="00235EA7"/>
    <w:rsid w:val="00235EC9"/>
    <w:rsid w:val="00235F78"/>
    <w:rsid w:val="0023601C"/>
    <w:rsid w:val="002361D6"/>
    <w:rsid w:val="002361F8"/>
    <w:rsid w:val="00236258"/>
    <w:rsid w:val="002362EE"/>
    <w:rsid w:val="002363CD"/>
    <w:rsid w:val="0023670B"/>
    <w:rsid w:val="00236844"/>
    <w:rsid w:val="0023693F"/>
    <w:rsid w:val="00236A1A"/>
    <w:rsid w:val="00236A5C"/>
    <w:rsid w:val="00236BAE"/>
    <w:rsid w:val="00236E1D"/>
    <w:rsid w:val="00237022"/>
    <w:rsid w:val="00237093"/>
    <w:rsid w:val="0023725D"/>
    <w:rsid w:val="0023726E"/>
    <w:rsid w:val="002372F9"/>
    <w:rsid w:val="00237432"/>
    <w:rsid w:val="0023774C"/>
    <w:rsid w:val="00237771"/>
    <w:rsid w:val="00237780"/>
    <w:rsid w:val="00237865"/>
    <w:rsid w:val="002378D3"/>
    <w:rsid w:val="00237B0B"/>
    <w:rsid w:val="00237D7D"/>
    <w:rsid w:val="00237E73"/>
    <w:rsid w:val="00237F4B"/>
    <w:rsid w:val="00240135"/>
    <w:rsid w:val="00240138"/>
    <w:rsid w:val="002401F2"/>
    <w:rsid w:val="0024066B"/>
    <w:rsid w:val="002406AE"/>
    <w:rsid w:val="00240704"/>
    <w:rsid w:val="00240B94"/>
    <w:rsid w:val="00240B96"/>
    <w:rsid w:val="00240E7C"/>
    <w:rsid w:val="00241014"/>
    <w:rsid w:val="002410D8"/>
    <w:rsid w:val="00241191"/>
    <w:rsid w:val="00241204"/>
    <w:rsid w:val="00241281"/>
    <w:rsid w:val="0024139E"/>
    <w:rsid w:val="002414F9"/>
    <w:rsid w:val="002415E7"/>
    <w:rsid w:val="0024161F"/>
    <w:rsid w:val="00241B0D"/>
    <w:rsid w:val="00241B90"/>
    <w:rsid w:val="00241CBE"/>
    <w:rsid w:val="00241D02"/>
    <w:rsid w:val="00241D10"/>
    <w:rsid w:val="00241EF6"/>
    <w:rsid w:val="00242060"/>
    <w:rsid w:val="002420AE"/>
    <w:rsid w:val="0024210A"/>
    <w:rsid w:val="00242181"/>
    <w:rsid w:val="002421E2"/>
    <w:rsid w:val="00242288"/>
    <w:rsid w:val="00242312"/>
    <w:rsid w:val="00242655"/>
    <w:rsid w:val="0024268C"/>
    <w:rsid w:val="00242CEF"/>
    <w:rsid w:val="00242DEC"/>
    <w:rsid w:val="00242DF0"/>
    <w:rsid w:val="00242F3F"/>
    <w:rsid w:val="0024314D"/>
    <w:rsid w:val="002434D9"/>
    <w:rsid w:val="00243680"/>
    <w:rsid w:val="00243746"/>
    <w:rsid w:val="00243761"/>
    <w:rsid w:val="0024386B"/>
    <w:rsid w:val="00243946"/>
    <w:rsid w:val="002439CA"/>
    <w:rsid w:val="00243C93"/>
    <w:rsid w:val="00243E1A"/>
    <w:rsid w:val="00243EF7"/>
    <w:rsid w:val="00243F66"/>
    <w:rsid w:val="0024409E"/>
    <w:rsid w:val="00244196"/>
    <w:rsid w:val="00244407"/>
    <w:rsid w:val="002444E8"/>
    <w:rsid w:val="00244502"/>
    <w:rsid w:val="0024452C"/>
    <w:rsid w:val="00244B30"/>
    <w:rsid w:val="00244F14"/>
    <w:rsid w:val="00244F63"/>
    <w:rsid w:val="0024571F"/>
    <w:rsid w:val="002458A4"/>
    <w:rsid w:val="002458AA"/>
    <w:rsid w:val="002458EE"/>
    <w:rsid w:val="002458F6"/>
    <w:rsid w:val="00245939"/>
    <w:rsid w:val="0024596B"/>
    <w:rsid w:val="00245A34"/>
    <w:rsid w:val="00245B09"/>
    <w:rsid w:val="00245C23"/>
    <w:rsid w:val="00245CB6"/>
    <w:rsid w:val="00245D18"/>
    <w:rsid w:val="00245D24"/>
    <w:rsid w:val="00245E1C"/>
    <w:rsid w:val="00245E6D"/>
    <w:rsid w:val="00245E9A"/>
    <w:rsid w:val="00245EC8"/>
    <w:rsid w:val="0024606C"/>
    <w:rsid w:val="00246102"/>
    <w:rsid w:val="002462ED"/>
    <w:rsid w:val="002463AC"/>
    <w:rsid w:val="0024649A"/>
    <w:rsid w:val="0024653B"/>
    <w:rsid w:val="002466CC"/>
    <w:rsid w:val="0024674E"/>
    <w:rsid w:val="00246857"/>
    <w:rsid w:val="00246885"/>
    <w:rsid w:val="00246992"/>
    <w:rsid w:val="00246C32"/>
    <w:rsid w:val="00246D27"/>
    <w:rsid w:val="00246D4A"/>
    <w:rsid w:val="00246DB2"/>
    <w:rsid w:val="00246F00"/>
    <w:rsid w:val="00246F74"/>
    <w:rsid w:val="002470AB"/>
    <w:rsid w:val="002470E0"/>
    <w:rsid w:val="00247109"/>
    <w:rsid w:val="00247185"/>
    <w:rsid w:val="00247484"/>
    <w:rsid w:val="00247524"/>
    <w:rsid w:val="00247730"/>
    <w:rsid w:val="00247870"/>
    <w:rsid w:val="002478F9"/>
    <w:rsid w:val="00247942"/>
    <w:rsid w:val="00247976"/>
    <w:rsid w:val="00247B26"/>
    <w:rsid w:val="00247BE1"/>
    <w:rsid w:val="00247D73"/>
    <w:rsid w:val="00247D9B"/>
    <w:rsid w:val="00247DD2"/>
    <w:rsid w:val="00247EDC"/>
    <w:rsid w:val="00247EE8"/>
    <w:rsid w:val="00247F86"/>
    <w:rsid w:val="00250282"/>
    <w:rsid w:val="00250395"/>
    <w:rsid w:val="0025045E"/>
    <w:rsid w:val="00250484"/>
    <w:rsid w:val="00250550"/>
    <w:rsid w:val="00250635"/>
    <w:rsid w:val="0025077D"/>
    <w:rsid w:val="00250994"/>
    <w:rsid w:val="00250C13"/>
    <w:rsid w:val="00250D91"/>
    <w:rsid w:val="00250E88"/>
    <w:rsid w:val="00250F54"/>
    <w:rsid w:val="00250F8C"/>
    <w:rsid w:val="002514C4"/>
    <w:rsid w:val="0025155F"/>
    <w:rsid w:val="0025183D"/>
    <w:rsid w:val="00251DE1"/>
    <w:rsid w:val="00251F42"/>
    <w:rsid w:val="0025228A"/>
    <w:rsid w:val="002524CB"/>
    <w:rsid w:val="00252510"/>
    <w:rsid w:val="002526EF"/>
    <w:rsid w:val="00252874"/>
    <w:rsid w:val="00252A0F"/>
    <w:rsid w:val="00252B5D"/>
    <w:rsid w:val="00252B7B"/>
    <w:rsid w:val="00252F13"/>
    <w:rsid w:val="00253205"/>
    <w:rsid w:val="0025320B"/>
    <w:rsid w:val="002532A4"/>
    <w:rsid w:val="0025334B"/>
    <w:rsid w:val="0025339C"/>
    <w:rsid w:val="0025347D"/>
    <w:rsid w:val="00253655"/>
    <w:rsid w:val="002536BD"/>
    <w:rsid w:val="002538B3"/>
    <w:rsid w:val="00253978"/>
    <w:rsid w:val="00253A62"/>
    <w:rsid w:val="00253B17"/>
    <w:rsid w:val="00253B97"/>
    <w:rsid w:val="00253F96"/>
    <w:rsid w:val="00254072"/>
    <w:rsid w:val="002540BF"/>
    <w:rsid w:val="00254389"/>
    <w:rsid w:val="00254429"/>
    <w:rsid w:val="0025479E"/>
    <w:rsid w:val="002549E6"/>
    <w:rsid w:val="00254A16"/>
    <w:rsid w:val="00254CF7"/>
    <w:rsid w:val="00254DC4"/>
    <w:rsid w:val="00254DF5"/>
    <w:rsid w:val="00254F64"/>
    <w:rsid w:val="00255085"/>
    <w:rsid w:val="00255127"/>
    <w:rsid w:val="002551B7"/>
    <w:rsid w:val="0025539F"/>
    <w:rsid w:val="002555B4"/>
    <w:rsid w:val="0025591F"/>
    <w:rsid w:val="00255A95"/>
    <w:rsid w:val="00255ABA"/>
    <w:rsid w:val="00255B2F"/>
    <w:rsid w:val="00255B68"/>
    <w:rsid w:val="00255D30"/>
    <w:rsid w:val="00255EA5"/>
    <w:rsid w:val="00255EB2"/>
    <w:rsid w:val="00255EFB"/>
    <w:rsid w:val="00255FB9"/>
    <w:rsid w:val="00256143"/>
    <w:rsid w:val="00256262"/>
    <w:rsid w:val="002562E7"/>
    <w:rsid w:val="002562FE"/>
    <w:rsid w:val="002563CF"/>
    <w:rsid w:val="0025668B"/>
    <w:rsid w:val="00256728"/>
    <w:rsid w:val="0025672A"/>
    <w:rsid w:val="0025692F"/>
    <w:rsid w:val="00256983"/>
    <w:rsid w:val="00256AB1"/>
    <w:rsid w:val="00256C49"/>
    <w:rsid w:val="00256D75"/>
    <w:rsid w:val="0025702B"/>
    <w:rsid w:val="00257465"/>
    <w:rsid w:val="002575B9"/>
    <w:rsid w:val="00257706"/>
    <w:rsid w:val="00257750"/>
    <w:rsid w:val="002579C8"/>
    <w:rsid w:val="00257A02"/>
    <w:rsid w:val="00257D94"/>
    <w:rsid w:val="00257E03"/>
    <w:rsid w:val="00260081"/>
    <w:rsid w:val="002603D8"/>
    <w:rsid w:val="0026046E"/>
    <w:rsid w:val="00260474"/>
    <w:rsid w:val="002604FB"/>
    <w:rsid w:val="0026068E"/>
    <w:rsid w:val="0026076D"/>
    <w:rsid w:val="00260A02"/>
    <w:rsid w:val="00260B25"/>
    <w:rsid w:val="00260B5C"/>
    <w:rsid w:val="00260D1D"/>
    <w:rsid w:val="002610AB"/>
    <w:rsid w:val="00261103"/>
    <w:rsid w:val="002612AD"/>
    <w:rsid w:val="002612B6"/>
    <w:rsid w:val="00261368"/>
    <w:rsid w:val="002614D5"/>
    <w:rsid w:val="00261575"/>
    <w:rsid w:val="002617E5"/>
    <w:rsid w:val="00261CCB"/>
    <w:rsid w:val="00261DDC"/>
    <w:rsid w:val="00262060"/>
    <w:rsid w:val="0026207A"/>
    <w:rsid w:val="002620BA"/>
    <w:rsid w:val="0026219A"/>
    <w:rsid w:val="002621AE"/>
    <w:rsid w:val="0026220E"/>
    <w:rsid w:val="002622C4"/>
    <w:rsid w:val="00262314"/>
    <w:rsid w:val="002629B0"/>
    <w:rsid w:val="00262BF1"/>
    <w:rsid w:val="00262DC3"/>
    <w:rsid w:val="00262E9B"/>
    <w:rsid w:val="002630DD"/>
    <w:rsid w:val="00263220"/>
    <w:rsid w:val="00263228"/>
    <w:rsid w:val="00263262"/>
    <w:rsid w:val="002633BC"/>
    <w:rsid w:val="002634F7"/>
    <w:rsid w:val="002635EE"/>
    <w:rsid w:val="00263604"/>
    <w:rsid w:val="00263825"/>
    <w:rsid w:val="00263A66"/>
    <w:rsid w:val="00263A88"/>
    <w:rsid w:val="00263E7B"/>
    <w:rsid w:val="00264073"/>
    <w:rsid w:val="0026409B"/>
    <w:rsid w:val="002640BF"/>
    <w:rsid w:val="00264134"/>
    <w:rsid w:val="00264301"/>
    <w:rsid w:val="00264546"/>
    <w:rsid w:val="002646B2"/>
    <w:rsid w:val="00264751"/>
    <w:rsid w:val="0026490D"/>
    <w:rsid w:val="002649CC"/>
    <w:rsid w:val="00264AB5"/>
    <w:rsid w:val="00264B4A"/>
    <w:rsid w:val="00264B60"/>
    <w:rsid w:val="00264BA1"/>
    <w:rsid w:val="00264D05"/>
    <w:rsid w:val="00264D21"/>
    <w:rsid w:val="00264E0A"/>
    <w:rsid w:val="00264E5B"/>
    <w:rsid w:val="00264F27"/>
    <w:rsid w:val="00265103"/>
    <w:rsid w:val="0026513B"/>
    <w:rsid w:val="002652A0"/>
    <w:rsid w:val="002652D3"/>
    <w:rsid w:val="00265446"/>
    <w:rsid w:val="002654CE"/>
    <w:rsid w:val="0026565C"/>
    <w:rsid w:val="002656B1"/>
    <w:rsid w:val="0026574B"/>
    <w:rsid w:val="00265913"/>
    <w:rsid w:val="002659E0"/>
    <w:rsid w:val="002659E7"/>
    <w:rsid w:val="00265A0D"/>
    <w:rsid w:val="00265BB9"/>
    <w:rsid w:val="00265C3A"/>
    <w:rsid w:val="00265C57"/>
    <w:rsid w:val="00265C90"/>
    <w:rsid w:val="00265DF8"/>
    <w:rsid w:val="00265EC8"/>
    <w:rsid w:val="00265ED5"/>
    <w:rsid w:val="00266133"/>
    <w:rsid w:val="00266196"/>
    <w:rsid w:val="00266338"/>
    <w:rsid w:val="00266385"/>
    <w:rsid w:val="00266389"/>
    <w:rsid w:val="0026649D"/>
    <w:rsid w:val="002664D8"/>
    <w:rsid w:val="002664E8"/>
    <w:rsid w:val="00266516"/>
    <w:rsid w:val="00266710"/>
    <w:rsid w:val="002667AF"/>
    <w:rsid w:val="00266872"/>
    <w:rsid w:val="0026692B"/>
    <w:rsid w:val="00266941"/>
    <w:rsid w:val="002669A5"/>
    <w:rsid w:val="00266E4B"/>
    <w:rsid w:val="00266EF5"/>
    <w:rsid w:val="0026704A"/>
    <w:rsid w:val="0026730B"/>
    <w:rsid w:val="0026734D"/>
    <w:rsid w:val="00267455"/>
    <w:rsid w:val="0026749A"/>
    <w:rsid w:val="00267620"/>
    <w:rsid w:val="00267683"/>
    <w:rsid w:val="0026769D"/>
    <w:rsid w:val="002678A1"/>
    <w:rsid w:val="00267B14"/>
    <w:rsid w:val="00267DC0"/>
    <w:rsid w:val="00267F09"/>
    <w:rsid w:val="00267F24"/>
    <w:rsid w:val="00267F5B"/>
    <w:rsid w:val="00270166"/>
    <w:rsid w:val="00270594"/>
    <w:rsid w:val="0027078D"/>
    <w:rsid w:val="00270AAC"/>
    <w:rsid w:val="00270AE5"/>
    <w:rsid w:val="00270B70"/>
    <w:rsid w:val="00270BB0"/>
    <w:rsid w:val="00270D61"/>
    <w:rsid w:val="00270E2A"/>
    <w:rsid w:val="00271021"/>
    <w:rsid w:val="00271145"/>
    <w:rsid w:val="00271322"/>
    <w:rsid w:val="00271512"/>
    <w:rsid w:val="002715E1"/>
    <w:rsid w:val="002716AC"/>
    <w:rsid w:val="002716B6"/>
    <w:rsid w:val="00271714"/>
    <w:rsid w:val="00271822"/>
    <w:rsid w:val="002718D8"/>
    <w:rsid w:val="002719F1"/>
    <w:rsid w:val="00271AE6"/>
    <w:rsid w:val="00271BFA"/>
    <w:rsid w:val="00271C07"/>
    <w:rsid w:val="00271C82"/>
    <w:rsid w:val="00271FCB"/>
    <w:rsid w:val="00272064"/>
    <w:rsid w:val="002722F5"/>
    <w:rsid w:val="00272365"/>
    <w:rsid w:val="00272488"/>
    <w:rsid w:val="00272499"/>
    <w:rsid w:val="00272900"/>
    <w:rsid w:val="0027298C"/>
    <w:rsid w:val="002729EB"/>
    <w:rsid w:val="00272B19"/>
    <w:rsid w:val="00272B27"/>
    <w:rsid w:val="00272CBB"/>
    <w:rsid w:val="00272CD6"/>
    <w:rsid w:val="00272D03"/>
    <w:rsid w:val="00272D56"/>
    <w:rsid w:val="00272EF2"/>
    <w:rsid w:val="00272FF6"/>
    <w:rsid w:val="00273081"/>
    <w:rsid w:val="002731D4"/>
    <w:rsid w:val="00273345"/>
    <w:rsid w:val="00273420"/>
    <w:rsid w:val="002734E1"/>
    <w:rsid w:val="00273624"/>
    <w:rsid w:val="00273750"/>
    <w:rsid w:val="00273755"/>
    <w:rsid w:val="0027381B"/>
    <w:rsid w:val="002738EB"/>
    <w:rsid w:val="0027391A"/>
    <w:rsid w:val="00273939"/>
    <w:rsid w:val="00273B0E"/>
    <w:rsid w:val="00273B14"/>
    <w:rsid w:val="00273B4C"/>
    <w:rsid w:val="00273C8D"/>
    <w:rsid w:val="00273CD0"/>
    <w:rsid w:val="00273F76"/>
    <w:rsid w:val="00274028"/>
    <w:rsid w:val="002743E5"/>
    <w:rsid w:val="00274514"/>
    <w:rsid w:val="0027456A"/>
    <w:rsid w:val="00274873"/>
    <w:rsid w:val="002749A1"/>
    <w:rsid w:val="00274C39"/>
    <w:rsid w:val="00274C4C"/>
    <w:rsid w:val="00274DAF"/>
    <w:rsid w:val="00274DE0"/>
    <w:rsid w:val="00274E48"/>
    <w:rsid w:val="00274E5D"/>
    <w:rsid w:val="00275060"/>
    <w:rsid w:val="00275067"/>
    <w:rsid w:val="002750AF"/>
    <w:rsid w:val="002751F9"/>
    <w:rsid w:val="002752BA"/>
    <w:rsid w:val="00275345"/>
    <w:rsid w:val="002755AC"/>
    <w:rsid w:val="00275620"/>
    <w:rsid w:val="00275763"/>
    <w:rsid w:val="0027579C"/>
    <w:rsid w:val="0027589F"/>
    <w:rsid w:val="00275A12"/>
    <w:rsid w:val="00275AA8"/>
    <w:rsid w:val="00275C19"/>
    <w:rsid w:val="00275D4C"/>
    <w:rsid w:val="00275D68"/>
    <w:rsid w:val="00275DA8"/>
    <w:rsid w:val="00275E13"/>
    <w:rsid w:val="00275F5F"/>
    <w:rsid w:val="00276096"/>
    <w:rsid w:val="0027611F"/>
    <w:rsid w:val="002761F3"/>
    <w:rsid w:val="00276284"/>
    <w:rsid w:val="0027635F"/>
    <w:rsid w:val="002763B5"/>
    <w:rsid w:val="002765E4"/>
    <w:rsid w:val="00276678"/>
    <w:rsid w:val="002767FD"/>
    <w:rsid w:val="00276959"/>
    <w:rsid w:val="00276B05"/>
    <w:rsid w:val="00276B43"/>
    <w:rsid w:val="00276B6A"/>
    <w:rsid w:val="00277033"/>
    <w:rsid w:val="0027712C"/>
    <w:rsid w:val="0027712E"/>
    <w:rsid w:val="002772DF"/>
    <w:rsid w:val="0027737E"/>
    <w:rsid w:val="002774B4"/>
    <w:rsid w:val="00277692"/>
    <w:rsid w:val="00277743"/>
    <w:rsid w:val="0027777E"/>
    <w:rsid w:val="002777C6"/>
    <w:rsid w:val="0027781A"/>
    <w:rsid w:val="002778AD"/>
    <w:rsid w:val="002779B1"/>
    <w:rsid w:val="002779CD"/>
    <w:rsid w:val="00277B19"/>
    <w:rsid w:val="00277BC8"/>
    <w:rsid w:val="00277C6A"/>
    <w:rsid w:val="00277CA4"/>
    <w:rsid w:val="00277D64"/>
    <w:rsid w:val="00280069"/>
    <w:rsid w:val="002800F3"/>
    <w:rsid w:val="002802BF"/>
    <w:rsid w:val="002802D4"/>
    <w:rsid w:val="002804EA"/>
    <w:rsid w:val="0028050C"/>
    <w:rsid w:val="00280947"/>
    <w:rsid w:val="002809C8"/>
    <w:rsid w:val="00280C8F"/>
    <w:rsid w:val="00280D74"/>
    <w:rsid w:val="00281061"/>
    <w:rsid w:val="00281134"/>
    <w:rsid w:val="0028119C"/>
    <w:rsid w:val="00281287"/>
    <w:rsid w:val="0028147C"/>
    <w:rsid w:val="002815BB"/>
    <w:rsid w:val="00281634"/>
    <w:rsid w:val="0028172F"/>
    <w:rsid w:val="0028175F"/>
    <w:rsid w:val="00281804"/>
    <w:rsid w:val="00281883"/>
    <w:rsid w:val="0028191C"/>
    <w:rsid w:val="002819E2"/>
    <w:rsid w:val="00281D2E"/>
    <w:rsid w:val="00281D72"/>
    <w:rsid w:val="00281E88"/>
    <w:rsid w:val="0028211B"/>
    <w:rsid w:val="0028211F"/>
    <w:rsid w:val="00282152"/>
    <w:rsid w:val="0028227D"/>
    <w:rsid w:val="002822BC"/>
    <w:rsid w:val="002822F6"/>
    <w:rsid w:val="0028231B"/>
    <w:rsid w:val="002823AB"/>
    <w:rsid w:val="00282766"/>
    <w:rsid w:val="0028285D"/>
    <w:rsid w:val="00282877"/>
    <w:rsid w:val="00282A72"/>
    <w:rsid w:val="00282B3D"/>
    <w:rsid w:val="00282BAA"/>
    <w:rsid w:val="00282C36"/>
    <w:rsid w:val="00282D30"/>
    <w:rsid w:val="00282DA1"/>
    <w:rsid w:val="00282E16"/>
    <w:rsid w:val="00282ECC"/>
    <w:rsid w:val="002830B5"/>
    <w:rsid w:val="002830BC"/>
    <w:rsid w:val="00283160"/>
    <w:rsid w:val="002832C3"/>
    <w:rsid w:val="00283311"/>
    <w:rsid w:val="002833FC"/>
    <w:rsid w:val="0028383F"/>
    <w:rsid w:val="00283933"/>
    <w:rsid w:val="00283B57"/>
    <w:rsid w:val="00283B5A"/>
    <w:rsid w:val="00283C7A"/>
    <w:rsid w:val="00283FDC"/>
    <w:rsid w:val="00283FFA"/>
    <w:rsid w:val="00284050"/>
    <w:rsid w:val="002840F4"/>
    <w:rsid w:val="002844F4"/>
    <w:rsid w:val="0028452F"/>
    <w:rsid w:val="0028472B"/>
    <w:rsid w:val="00284766"/>
    <w:rsid w:val="0028487A"/>
    <w:rsid w:val="0028494C"/>
    <w:rsid w:val="002849AE"/>
    <w:rsid w:val="00284A22"/>
    <w:rsid w:val="00284D91"/>
    <w:rsid w:val="00284E3A"/>
    <w:rsid w:val="00284F57"/>
    <w:rsid w:val="00284F61"/>
    <w:rsid w:val="002850C4"/>
    <w:rsid w:val="0028521D"/>
    <w:rsid w:val="002852EC"/>
    <w:rsid w:val="00285399"/>
    <w:rsid w:val="002854EF"/>
    <w:rsid w:val="0028563C"/>
    <w:rsid w:val="0028587A"/>
    <w:rsid w:val="00285924"/>
    <w:rsid w:val="002859FA"/>
    <w:rsid w:val="00285A6D"/>
    <w:rsid w:val="00285A89"/>
    <w:rsid w:val="00285B4C"/>
    <w:rsid w:val="00285C21"/>
    <w:rsid w:val="00285F9E"/>
    <w:rsid w:val="00285FCE"/>
    <w:rsid w:val="002860EF"/>
    <w:rsid w:val="00286268"/>
    <w:rsid w:val="002867C7"/>
    <w:rsid w:val="00286AEE"/>
    <w:rsid w:val="00286DF1"/>
    <w:rsid w:val="00286E77"/>
    <w:rsid w:val="00286EF1"/>
    <w:rsid w:val="0028701B"/>
    <w:rsid w:val="002871F8"/>
    <w:rsid w:val="00287414"/>
    <w:rsid w:val="002878C8"/>
    <w:rsid w:val="0028790D"/>
    <w:rsid w:val="00287A8C"/>
    <w:rsid w:val="00287AD8"/>
    <w:rsid w:val="00287BCD"/>
    <w:rsid w:val="00287C70"/>
    <w:rsid w:val="00287E48"/>
    <w:rsid w:val="00287E71"/>
    <w:rsid w:val="00287F86"/>
    <w:rsid w:val="0029010B"/>
    <w:rsid w:val="002901A3"/>
    <w:rsid w:val="00290262"/>
    <w:rsid w:val="0029035F"/>
    <w:rsid w:val="002903CC"/>
    <w:rsid w:val="0029056D"/>
    <w:rsid w:val="00290633"/>
    <w:rsid w:val="00290751"/>
    <w:rsid w:val="0029087E"/>
    <w:rsid w:val="00290A1A"/>
    <w:rsid w:val="00290B26"/>
    <w:rsid w:val="00290B7E"/>
    <w:rsid w:val="00290B9D"/>
    <w:rsid w:val="00290BFE"/>
    <w:rsid w:val="00290D1F"/>
    <w:rsid w:val="00290D24"/>
    <w:rsid w:val="00290D6E"/>
    <w:rsid w:val="00290E4F"/>
    <w:rsid w:val="0029103F"/>
    <w:rsid w:val="00291272"/>
    <w:rsid w:val="00291377"/>
    <w:rsid w:val="002916A1"/>
    <w:rsid w:val="00291745"/>
    <w:rsid w:val="00291977"/>
    <w:rsid w:val="00291A11"/>
    <w:rsid w:val="00291B09"/>
    <w:rsid w:val="00291B63"/>
    <w:rsid w:val="00291BA6"/>
    <w:rsid w:val="00291C1E"/>
    <w:rsid w:val="00291C68"/>
    <w:rsid w:val="00291CFC"/>
    <w:rsid w:val="00291D57"/>
    <w:rsid w:val="00291D87"/>
    <w:rsid w:val="002920A2"/>
    <w:rsid w:val="00292269"/>
    <w:rsid w:val="002922C4"/>
    <w:rsid w:val="0029242A"/>
    <w:rsid w:val="00292888"/>
    <w:rsid w:val="00292AAB"/>
    <w:rsid w:val="00292AED"/>
    <w:rsid w:val="00292B45"/>
    <w:rsid w:val="00292CB0"/>
    <w:rsid w:val="00292DC6"/>
    <w:rsid w:val="00292E97"/>
    <w:rsid w:val="0029318A"/>
    <w:rsid w:val="002931DA"/>
    <w:rsid w:val="002931FE"/>
    <w:rsid w:val="0029334F"/>
    <w:rsid w:val="00293590"/>
    <w:rsid w:val="00293B98"/>
    <w:rsid w:val="00293C90"/>
    <w:rsid w:val="00293CEF"/>
    <w:rsid w:val="00293F92"/>
    <w:rsid w:val="00294360"/>
    <w:rsid w:val="00294626"/>
    <w:rsid w:val="002948FE"/>
    <w:rsid w:val="002949B2"/>
    <w:rsid w:val="00294B36"/>
    <w:rsid w:val="00294DA1"/>
    <w:rsid w:val="00294F8D"/>
    <w:rsid w:val="00295026"/>
    <w:rsid w:val="00295096"/>
    <w:rsid w:val="00295106"/>
    <w:rsid w:val="00295109"/>
    <w:rsid w:val="00295311"/>
    <w:rsid w:val="002955CF"/>
    <w:rsid w:val="0029560B"/>
    <w:rsid w:val="0029574F"/>
    <w:rsid w:val="00295781"/>
    <w:rsid w:val="00295805"/>
    <w:rsid w:val="00295B82"/>
    <w:rsid w:val="00295D10"/>
    <w:rsid w:val="00295D2E"/>
    <w:rsid w:val="00295D3B"/>
    <w:rsid w:val="00295F43"/>
    <w:rsid w:val="00295FB2"/>
    <w:rsid w:val="00296237"/>
    <w:rsid w:val="002962D2"/>
    <w:rsid w:val="0029643D"/>
    <w:rsid w:val="0029654A"/>
    <w:rsid w:val="002965DA"/>
    <w:rsid w:val="002967AD"/>
    <w:rsid w:val="00296976"/>
    <w:rsid w:val="00296B65"/>
    <w:rsid w:val="00296C12"/>
    <w:rsid w:val="00296D83"/>
    <w:rsid w:val="00296DEA"/>
    <w:rsid w:val="0029715A"/>
    <w:rsid w:val="002971D1"/>
    <w:rsid w:val="002972C5"/>
    <w:rsid w:val="00297484"/>
    <w:rsid w:val="00297706"/>
    <w:rsid w:val="00297843"/>
    <w:rsid w:val="0029784B"/>
    <w:rsid w:val="00297920"/>
    <w:rsid w:val="00297B71"/>
    <w:rsid w:val="00297BB7"/>
    <w:rsid w:val="00297D13"/>
    <w:rsid w:val="00297E17"/>
    <w:rsid w:val="00297F75"/>
    <w:rsid w:val="002A0066"/>
    <w:rsid w:val="002A0096"/>
    <w:rsid w:val="002A00F5"/>
    <w:rsid w:val="002A044C"/>
    <w:rsid w:val="002A0457"/>
    <w:rsid w:val="002A058A"/>
    <w:rsid w:val="002A0659"/>
    <w:rsid w:val="002A0950"/>
    <w:rsid w:val="002A0974"/>
    <w:rsid w:val="002A09CA"/>
    <w:rsid w:val="002A0A53"/>
    <w:rsid w:val="002A0A8A"/>
    <w:rsid w:val="002A0E21"/>
    <w:rsid w:val="002A0E6D"/>
    <w:rsid w:val="002A0FB0"/>
    <w:rsid w:val="002A1053"/>
    <w:rsid w:val="002A12D0"/>
    <w:rsid w:val="002A1300"/>
    <w:rsid w:val="002A135F"/>
    <w:rsid w:val="002A1482"/>
    <w:rsid w:val="002A15B9"/>
    <w:rsid w:val="002A1643"/>
    <w:rsid w:val="002A1822"/>
    <w:rsid w:val="002A18B3"/>
    <w:rsid w:val="002A1A55"/>
    <w:rsid w:val="002A1AA6"/>
    <w:rsid w:val="002A1BE4"/>
    <w:rsid w:val="002A1C04"/>
    <w:rsid w:val="002A1C1C"/>
    <w:rsid w:val="002A1C9F"/>
    <w:rsid w:val="002A1DC3"/>
    <w:rsid w:val="002A1DDC"/>
    <w:rsid w:val="002A21D5"/>
    <w:rsid w:val="002A23B8"/>
    <w:rsid w:val="002A2764"/>
    <w:rsid w:val="002A28F4"/>
    <w:rsid w:val="002A2B59"/>
    <w:rsid w:val="002A2CB0"/>
    <w:rsid w:val="002A2DE3"/>
    <w:rsid w:val="002A2E1D"/>
    <w:rsid w:val="002A2E5F"/>
    <w:rsid w:val="002A3096"/>
    <w:rsid w:val="002A3126"/>
    <w:rsid w:val="002A34B7"/>
    <w:rsid w:val="002A34E6"/>
    <w:rsid w:val="002A3514"/>
    <w:rsid w:val="002A3706"/>
    <w:rsid w:val="002A3B1D"/>
    <w:rsid w:val="002A3B88"/>
    <w:rsid w:val="002A3BBD"/>
    <w:rsid w:val="002A3F5C"/>
    <w:rsid w:val="002A3FB2"/>
    <w:rsid w:val="002A4050"/>
    <w:rsid w:val="002A407A"/>
    <w:rsid w:val="002A40D3"/>
    <w:rsid w:val="002A4165"/>
    <w:rsid w:val="002A42AE"/>
    <w:rsid w:val="002A44F2"/>
    <w:rsid w:val="002A454C"/>
    <w:rsid w:val="002A45CB"/>
    <w:rsid w:val="002A4656"/>
    <w:rsid w:val="002A47EA"/>
    <w:rsid w:val="002A48AB"/>
    <w:rsid w:val="002A4C01"/>
    <w:rsid w:val="002A4FA8"/>
    <w:rsid w:val="002A4FB5"/>
    <w:rsid w:val="002A4FF7"/>
    <w:rsid w:val="002A50CD"/>
    <w:rsid w:val="002A5325"/>
    <w:rsid w:val="002A5592"/>
    <w:rsid w:val="002A5604"/>
    <w:rsid w:val="002A5850"/>
    <w:rsid w:val="002A587E"/>
    <w:rsid w:val="002A59A0"/>
    <w:rsid w:val="002A5A86"/>
    <w:rsid w:val="002A5A95"/>
    <w:rsid w:val="002A5D99"/>
    <w:rsid w:val="002A5E8A"/>
    <w:rsid w:val="002A5F15"/>
    <w:rsid w:val="002A602D"/>
    <w:rsid w:val="002A6050"/>
    <w:rsid w:val="002A607A"/>
    <w:rsid w:val="002A6085"/>
    <w:rsid w:val="002A6116"/>
    <w:rsid w:val="002A61D7"/>
    <w:rsid w:val="002A6348"/>
    <w:rsid w:val="002A64B4"/>
    <w:rsid w:val="002A67D2"/>
    <w:rsid w:val="002A682A"/>
    <w:rsid w:val="002A6839"/>
    <w:rsid w:val="002A683B"/>
    <w:rsid w:val="002A691E"/>
    <w:rsid w:val="002A6AD9"/>
    <w:rsid w:val="002A6AE0"/>
    <w:rsid w:val="002A6CAB"/>
    <w:rsid w:val="002A6F7E"/>
    <w:rsid w:val="002A7093"/>
    <w:rsid w:val="002A77B7"/>
    <w:rsid w:val="002A7804"/>
    <w:rsid w:val="002A7855"/>
    <w:rsid w:val="002A7880"/>
    <w:rsid w:val="002A78A3"/>
    <w:rsid w:val="002A78C4"/>
    <w:rsid w:val="002A7AA9"/>
    <w:rsid w:val="002A7AFC"/>
    <w:rsid w:val="002A7C93"/>
    <w:rsid w:val="002A7D2E"/>
    <w:rsid w:val="002A7DC2"/>
    <w:rsid w:val="002A7E79"/>
    <w:rsid w:val="002A7E8C"/>
    <w:rsid w:val="002A7EB6"/>
    <w:rsid w:val="002B001E"/>
    <w:rsid w:val="002B004D"/>
    <w:rsid w:val="002B0099"/>
    <w:rsid w:val="002B0353"/>
    <w:rsid w:val="002B048F"/>
    <w:rsid w:val="002B04E4"/>
    <w:rsid w:val="002B05C5"/>
    <w:rsid w:val="002B05DB"/>
    <w:rsid w:val="002B06ED"/>
    <w:rsid w:val="002B077F"/>
    <w:rsid w:val="002B0891"/>
    <w:rsid w:val="002B0922"/>
    <w:rsid w:val="002B0A8B"/>
    <w:rsid w:val="002B0A94"/>
    <w:rsid w:val="002B0B63"/>
    <w:rsid w:val="002B0C60"/>
    <w:rsid w:val="002B0C7F"/>
    <w:rsid w:val="002B0CDF"/>
    <w:rsid w:val="002B0D40"/>
    <w:rsid w:val="002B0D59"/>
    <w:rsid w:val="002B0EAD"/>
    <w:rsid w:val="002B0FD4"/>
    <w:rsid w:val="002B114B"/>
    <w:rsid w:val="002B1244"/>
    <w:rsid w:val="002B133F"/>
    <w:rsid w:val="002B13CC"/>
    <w:rsid w:val="002B1423"/>
    <w:rsid w:val="002B1678"/>
    <w:rsid w:val="002B167D"/>
    <w:rsid w:val="002B17B6"/>
    <w:rsid w:val="002B197C"/>
    <w:rsid w:val="002B19AE"/>
    <w:rsid w:val="002B1A5D"/>
    <w:rsid w:val="002B1A97"/>
    <w:rsid w:val="002B1C21"/>
    <w:rsid w:val="002B1C6C"/>
    <w:rsid w:val="002B1D3D"/>
    <w:rsid w:val="002B1E54"/>
    <w:rsid w:val="002B1F44"/>
    <w:rsid w:val="002B20BC"/>
    <w:rsid w:val="002B2269"/>
    <w:rsid w:val="002B232F"/>
    <w:rsid w:val="002B2598"/>
    <w:rsid w:val="002B2906"/>
    <w:rsid w:val="002B296E"/>
    <w:rsid w:val="002B29A2"/>
    <w:rsid w:val="002B2A0B"/>
    <w:rsid w:val="002B2A61"/>
    <w:rsid w:val="002B2BD5"/>
    <w:rsid w:val="002B2C35"/>
    <w:rsid w:val="002B2D81"/>
    <w:rsid w:val="002B2EF5"/>
    <w:rsid w:val="002B2FA7"/>
    <w:rsid w:val="002B30F7"/>
    <w:rsid w:val="002B3148"/>
    <w:rsid w:val="002B318C"/>
    <w:rsid w:val="002B33A8"/>
    <w:rsid w:val="002B3424"/>
    <w:rsid w:val="002B3488"/>
    <w:rsid w:val="002B34E8"/>
    <w:rsid w:val="002B3521"/>
    <w:rsid w:val="002B371D"/>
    <w:rsid w:val="002B3742"/>
    <w:rsid w:val="002B38DB"/>
    <w:rsid w:val="002B393F"/>
    <w:rsid w:val="002B3984"/>
    <w:rsid w:val="002B3B3C"/>
    <w:rsid w:val="002B3C44"/>
    <w:rsid w:val="002B3DC5"/>
    <w:rsid w:val="002B3E69"/>
    <w:rsid w:val="002B3FE6"/>
    <w:rsid w:val="002B404C"/>
    <w:rsid w:val="002B4113"/>
    <w:rsid w:val="002B41B8"/>
    <w:rsid w:val="002B428D"/>
    <w:rsid w:val="002B42C9"/>
    <w:rsid w:val="002B4333"/>
    <w:rsid w:val="002B4381"/>
    <w:rsid w:val="002B4419"/>
    <w:rsid w:val="002B45A0"/>
    <w:rsid w:val="002B4739"/>
    <w:rsid w:val="002B480A"/>
    <w:rsid w:val="002B4824"/>
    <w:rsid w:val="002B49DC"/>
    <w:rsid w:val="002B49EE"/>
    <w:rsid w:val="002B4A0C"/>
    <w:rsid w:val="002B4A59"/>
    <w:rsid w:val="002B4AE4"/>
    <w:rsid w:val="002B4CAC"/>
    <w:rsid w:val="002B4E71"/>
    <w:rsid w:val="002B4F31"/>
    <w:rsid w:val="002B5173"/>
    <w:rsid w:val="002B5192"/>
    <w:rsid w:val="002B5492"/>
    <w:rsid w:val="002B5615"/>
    <w:rsid w:val="002B584A"/>
    <w:rsid w:val="002B58DE"/>
    <w:rsid w:val="002B5A30"/>
    <w:rsid w:val="002B5EFE"/>
    <w:rsid w:val="002B5FE6"/>
    <w:rsid w:val="002B60DE"/>
    <w:rsid w:val="002B617B"/>
    <w:rsid w:val="002B6320"/>
    <w:rsid w:val="002B6413"/>
    <w:rsid w:val="002B6695"/>
    <w:rsid w:val="002B66AB"/>
    <w:rsid w:val="002B680C"/>
    <w:rsid w:val="002B6984"/>
    <w:rsid w:val="002B69A2"/>
    <w:rsid w:val="002B69C6"/>
    <w:rsid w:val="002B69E2"/>
    <w:rsid w:val="002B6A45"/>
    <w:rsid w:val="002B6B01"/>
    <w:rsid w:val="002B6B20"/>
    <w:rsid w:val="002B6BE4"/>
    <w:rsid w:val="002B6D22"/>
    <w:rsid w:val="002B6E79"/>
    <w:rsid w:val="002B6EB0"/>
    <w:rsid w:val="002B70D7"/>
    <w:rsid w:val="002B71EF"/>
    <w:rsid w:val="002B73CE"/>
    <w:rsid w:val="002B76B5"/>
    <w:rsid w:val="002B78BC"/>
    <w:rsid w:val="002B78F5"/>
    <w:rsid w:val="002B7BAC"/>
    <w:rsid w:val="002B7BD9"/>
    <w:rsid w:val="002B7C05"/>
    <w:rsid w:val="002B7D99"/>
    <w:rsid w:val="002B7E28"/>
    <w:rsid w:val="002B7EEB"/>
    <w:rsid w:val="002C005A"/>
    <w:rsid w:val="002C01F9"/>
    <w:rsid w:val="002C021B"/>
    <w:rsid w:val="002C02C4"/>
    <w:rsid w:val="002C0373"/>
    <w:rsid w:val="002C0467"/>
    <w:rsid w:val="002C05DB"/>
    <w:rsid w:val="002C066D"/>
    <w:rsid w:val="002C0672"/>
    <w:rsid w:val="002C06EE"/>
    <w:rsid w:val="002C0ACB"/>
    <w:rsid w:val="002C0C46"/>
    <w:rsid w:val="002C0CBC"/>
    <w:rsid w:val="002C0D9E"/>
    <w:rsid w:val="002C0F85"/>
    <w:rsid w:val="002C0F86"/>
    <w:rsid w:val="002C0FC8"/>
    <w:rsid w:val="002C1137"/>
    <w:rsid w:val="002C1184"/>
    <w:rsid w:val="002C13FF"/>
    <w:rsid w:val="002C1574"/>
    <w:rsid w:val="002C163C"/>
    <w:rsid w:val="002C1688"/>
    <w:rsid w:val="002C171B"/>
    <w:rsid w:val="002C1742"/>
    <w:rsid w:val="002C1765"/>
    <w:rsid w:val="002C1893"/>
    <w:rsid w:val="002C1A84"/>
    <w:rsid w:val="002C1AE1"/>
    <w:rsid w:val="002C1BF9"/>
    <w:rsid w:val="002C1C93"/>
    <w:rsid w:val="002C1D27"/>
    <w:rsid w:val="002C1D3F"/>
    <w:rsid w:val="002C1D75"/>
    <w:rsid w:val="002C1EAB"/>
    <w:rsid w:val="002C220B"/>
    <w:rsid w:val="002C22E6"/>
    <w:rsid w:val="002C24EB"/>
    <w:rsid w:val="002C24FB"/>
    <w:rsid w:val="002C260E"/>
    <w:rsid w:val="002C270D"/>
    <w:rsid w:val="002C271F"/>
    <w:rsid w:val="002C2879"/>
    <w:rsid w:val="002C28DB"/>
    <w:rsid w:val="002C2BB0"/>
    <w:rsid w:val="002C2C3D"/>
    <w:rsid w:val="002C2C96"/>
    <w:rsid w:val="002C2FEA"/>
    <w:rsid w:val="002C3290"/>
    <w:rsid w:val="002C32F6"/>
    <w:rsid w:val="002C3338"/>
    <w:rsid w:val="002C35DF"/>
    <w:rsid w:val="002C3651"/>
    <w:rsid w:val="002C36CC"/>
    <w:rsid w:val="002C383D"/>
    <w:rsid w:val="002C384C"/>
    <w:rsid w:val="002C388A"/>
    <w:rsid w:val="002C38CC"/>
    <w:rsid w:val="002C3960"/>
    <w:rsid w:val="002C3AB1"/>
    <w:rsid w:val="002C3AE7"/>
    <w:rsid w:val="002C3B03"/>
    <w:rsid w:val="002C3B2C"/>
    <w:rsid w:val="002C3B31"/>
    <w:rsid w:val="002C3B3C"/>
    <w:rsid w:val="002C3CB1"/>
    <w:rsid w:val="002C3E84"/>
    <w:rsid w:val="002C4153"/>
    <w:rsid w:val="002C41EA"/>
    <w:rsid w:val="002C42AA"/>
    <w:rsid w:val="002C42E1"/>
    <w:rsid w:val="002C4437"/>
    <w:rsid w:val="002C443C"/>
    <w:rsid w:val="002C4475"/>
    <w:rsid w:val="002C44A6"/>
    <w:rsid w:val="002C461D"/>
    <w:rsid w:val="002C476B"/>
    <w:rsid w:val="002C47CC"/>
    <w:rsid w:val="002C4999"/>
    <w:rsid w:val="002C49B5"/>
    <w:rsid w:val="002C4A14"/>
    <w:rsid w:val="002C4ADC"/>
    <w:rsid w:val="002C4BC5"/>
    <w:rsid w:val="002C4D3C"/>
    <w:rsid w:val="002C4D7F"/>
    <w:rsid w:val="002C4E1F"/>
    <w:rsid w:val="002C4E7F"/>
    <w:rsid w:val="002C4F66"/>
    <w:rsid w:val="002C50F7"/>
    <w:rsid w:val="002C5234"/>
    <w:rsid w:val="002C53C9"/>
    <w:rsid w:val="002C55AB"/>
    <w:rsid w:val="002C5669"/>
    <w:rsid w:val="002C56E7"/>
    <w:rsid w:val="002C5788"/>
    <w:rsid w:val="002C5885"/>
    <w:rsid w:val="002C58D7"/>
    <w:rsid w:val="002C596F"/>
    <w:rsid w:val="002C59E1"/>
    <w:rsid w:val="002C5A13"/>
    <w:rsid w:val="002C5A48"/>
    <w:rsid w:val="002C5B2D"/>
    <w:rsid w:val="002C5B7F"/>
    <w:rsid w:val="002C5BF0"/>
    <w:rsid w:val="002C5DD8"/>
    <w:rsid w:val="002C5E62"/>
    <w:rsid w:val="002C5ED6"/>
    <w:rsid w:val="002C5F17"/>
    <w:rsid w:val="002C60B2"/>
    <w:rsid w:val="002C619D"/>
    <w:rsid w:val="002C63FB"/>
    <w:rsid w:val="002C6488"/>
    <w:rsid w:val="002C64F5"/>
    <w:rsid w:val="002C6505"/>
    <w:rsid w:val="002C6678"/>
    <w:rsid w:val="002C675D"/>
    <w:rsid w:val="002C6787"/>
    <w:rsid w:val="002C682D"/>
    <w:rsid w:val="002C6BB2"/>
    <w:rsid w:val="002C6C01"/>
    <w:rsid w:val="002C6C9D"/>
    <w:rsid w:val="002C6D2D"/>
    <w:rsid w:val="002C6FAC"/>
    <w:rsid w:val="002C7163"/>
    <w:rsid w:val="002C72A3"/>
    <w:rsid w:val="002C73D9"/>
    <w:rsid w:val="002C74B4"/>
    <w:rsid w:val="002C74B7"/>
    <w:rsid w:val="002C761E"/>
    <w:rsid w:val="002C7639"/>
    <w:rsid w:val="002C7641"/>
    <w:rsid w:val="002C7C38"/>
    <w:rsid w:val="002C7CC2"/>
    <w:rsid w:val="002C7D3D"/>
    <w:rsid w:val="002C7DA2"/>
    <w:rsid w:val="002C7DA9"/>
    <w:rsid w:val="002C7E34"/>
    <w:rsid w:val="002C7FD1"/>
    <w:rsid w:val="002D0046"/>
    <w:rsid w:val="002D00B5"/>
    <w:rsid w:val="002D0507"/>
    <w:rsid w:val="002D05B2"/>
    <w:rsid w:val="002D070C"/>
    <w:rsid w:val="002D080B"/>
    <w:rsid w:val="002D08E2"/>
    <w:rsid w:val="002D0AD0"/>
    <w:rsid w:val="002D0B44"/>
    <w:rsid w:val="002D0BAB"/>
    <w:rsid w:val="002D0F22"/>
    <w:rsid w:val="002D0FF5"/>
    <w:rsid w:val="002D116C"/>
    <w:rsid w:val="002D1219"/>
    <w:rsid w:val="002D1226"/>
    <w:rsid w:val="002D12E9"/>
    <w:rsid w:val="002D144E"/>
    <w:rsid w:val="002D145D"/>
    <w:rsid w:val="002D1527"/>
    <w:rsid w:val="002D1569"/>
    <w:rsid w:val="002D17D9"/>
    <w:rsid w:val="002D1823"/>
    <w:rsid w:val="002D1947"/>
    <w:rsid w:val="002D1BD4"/>
    <w:rsid w:val="002D1C1A"/>
    <w:rsid w:val="002D1C45"/>
    <w:rsid w:val="002D2228"/>
    <w:rsid w:val="002D2289"/>
    <w:rsid w:val="002D2485"/>
    <w:rsid w:val="002D25B0"/>
    <w:rsid w:val="002D25D3"/>
    <w:rsid w:val="002D2773"/>
    <w:rsid w:val="002D2BA4"/>
    <w:rsid w:val="002D2DB3"/>
    <w:rsid w:val="002D2DDB"/>
    <w:rsid w:val="002D2E35"/>
    <w:rsid w:val="002D3178"/>
    <w:rsid w:val="002D336F"/>
    <w:rsid w:val="002D33B0"/>
    <w:rsid w:val="002D3576"/>
    <w:rsid w:val="002D3863"/>
    <w:rsid w:val="002D39E7"/>
    <w:rsid w:val="002D3A43"/>
    <w:rsid w:val="002D3B84"/>
    <w:rsid w:val="002D3D7A"/>
    <w:rsid w:val="002D3DB0"/>
    <w:rsid w:val="002D3EA0"/>
    <w:rsid w:val="002D3F8D"/>
    <w:rsid w:val="002D4011"/>
    <w:rsid w:val="002D402F"/>
    <w:rsid w:val="002D404C"/>
    <w:rsid w:val="002D40A5"/>
    <w:rsid w:val="002D41D9"/>
    <w:rsid w:val="002D41DC"/>
    <w:rsid w:val="002D476B"/>
    <w:rsid w:val="002D4777"/>
    <w:rsid w:val="002D495B"/>
    <w:rsid w:val="002D4A67"/>
    <w:rsid w:val="002D4AEE"/>
    <w:rsid w:val="002D4D20"/>
    <w:rsid w:val="002D4E4F"/>
    <w:rsid w:val="002D4E97"/>
    <w:rsid w:val="002D5176"/>
    <w:rsid w:val="002D518F"/>
    <w:rsid w:val="002D51BA"/>
    <w:rsid w:val="002D548F"/>
    <w:rsid w:val="002D54B8"/>
    <w:rsid w:val="002D5591"/>
    <w:rsid w:val="002D55A3"/>
    <w:rsid w:val="002D56B4"/>
    <w:rsid w:val="002D57AF"/>
    <w:rsid w:val="002D5822"/>
    <w:rsid w:val="002D5854"/>
    <w:rsid w:val="002D5936"/>
    <w:rsid w:val="002D5A41"/>
    <w:rsid w:val="002D5A54"/>
    <w:rsid w:val="002D5A79"/>
    <w:rsid w:val="002D5ABE"/>
    <w:rsid w:val="002D5C23"/>
    <w:rsid w:val="002D5CA8"/>
    <w:rsid w:val="002D5D07"/>
    <w:rsid w:val="002D5DAF"/>
    <w:rsid w:val="002D62A7"/>
    <w:rsid w:val="002D6307"/>
    <w:rsid w:val="002D63AB"/>
    <w:rsid w:val="002D64B0"/>
    <w:rsid w:val="002D65C6"/>
    <w:rsid w:val="002D6798"/>
    <w:rsid w:val="002D681A"/>
    <w:rsid w:val="002D6C54"/>
    <w:rsid w:val="002D6D7E"/>
    <w:rsid w:val="002D6DD2"/>
    <w:rsid w:val="002D6DE3"/>
    <w:rsid w:val="002D6F48"/>
    <w:rsid w:val="002D6FBC"/>
    <w:rsid w:val="002D704A"/>
    <w:rsid w:val="002D7059"/>
    <w:rsid w:val="002D7257"/>
    <w:rsid w:val="002D72EA"/>
    <w:rsid w:val="002D7405"/>
    <w:rsid w:val="002D7441"/>
    <w:rsid w:val="002D7453"/>
    <w:rsid w:val="002D7454"/>
    <w:rsid w:val="002D74A7"/>
    <w:rsid w:val="002D7625"/>
    <w:rsid w:val="002D77B3"/>
    <w:rsid w:val="002D7845"/>
    <w:rsid w:val="002D7848"/>
    <w:rsid w:val="002D78A9"/>
    <w:rsid w:val="002D7A17"/>
    <w:rsid w:val="002D7B11"/>
    <w:rsid w:val="002D7B9D"/>
    <w:rsid w:val="002D7E56"/>
    <w:rsid w:val="002D7F87"/>
    <w:rsid w:val="002D7FE9"/>
    <w:rsid w:val="002E002C"/>
    <w:rsid w:val="002E0223"/>
    <w:rsid w:val="002E0830"/>
    <w:rsid w:val="002E08F9"/>
    <w:rsid w:val="002E0AEC"/>
    <w:rsid w:val="002E0D7C"/>
    <w:rsid w:val="002E0F06"/>
    <w:rsid w:val="002E0F6B"/>
    <w:rsid w:val="002E0F79"/>
    <w:rsid w:val="002E1131"/>
    <w:rsid w:val="002E1148"/>
    <w:rsid w:val="002E1396"/>
    <w:rsid w:val="002E1399"/>
    <w:rsid w:val="002E1709"/>
    <w:rsid w:val="002E1A71"/>
    <w:rsid w:val="002E1D02"/>
    <w:rsid w:val="002E1DA5"/>
    <w:rsid w:val="002E1E3A"/>
    <w:rsid w:val="002E1F54"/>
    <w:rsid w:val="002E207B"/>
    <w:rsid w:val="002E2214"/>
    <w:rsid w:val="002E2277"/>
    <w:rsid w:val="002E23C1"/>
    <w:rsid w:val="002E2471"/>
    <w:rsid w:val="002E24DF"/>
    <w:rsid w:val="002E24E2"/>
    <w:rsid w:val="002E25C5"/>
    <w:rsid w:val="002E2720"/>
    <w:rsid w:val="002E2722"/>
    <w:rsid w:val="002E27F8"/>
    <w:rsid w:val="002E2857"/>
    <w:rsid w:val="002E28EC"/>
    <w:rsid w:val="002E2948"/>
    <w:rsid w:val="002E295B"/>
    <w:rsid w:val="002E2B26"/>
    <w:rsid w:val="002E2B62"/>
    <w:rsid w:val="002E2B96"/>
    <w:rsid w:val="002E2C33"/>
    <w:rsid w:val="002E2C5A"/>
    <w:rsid w:val="002E2DDA"/>
    <w:rsid w:val="002E2E06"/>
    <w:rsid w:val="002E2E7F"/>
    <w:rsid w:val="002E2EFB"/>
    <w:rsid w:val="002E2F4C"/>
    <w:rsid w:val="002E301B"/>
    <w:rsid w:val="002E30A8"/>
    <w:rsid w:val="002E30D5"/>
    <w:rsid w:val="002E3488"/>
    <w:rsid w:val="002E34C5"/>
    <w:rsid w:val="002E355C"/>
    <w:rsid w:val="002E35F4"/>
    <w:rsid w:val="002E36B4"/>
    <w:rsid w:val="002E3797"/>
    <w:rsid w:val="002E38EE"/>
    <w:rsid w:val="002E3A41"/>
    <w:rsid w:val="002E3C98"/>
    <w:rsid w:val="002E3D03"/>
    <w:rsid w:val="002E3E60"/>
    <w:rsid w:val="002E4024"/>
    <w:rsid w:val="002E4056"/>
    <w:rsid w:val="002E4058"/>
    <w:rsid w:val="002E4090"/>
    <w:rsid w:val="002E4172"/>
    <w:rsid w:val="002E43D6"/>
    <w:rsid w:val="002E442E"/>
    <w:rsid w:val="002E4509"/>
    <w:rsid w:val="002E4692"/>
    <w:rsid w:val="002E46B8"/>
    <w:rsid w:val="002E4A76"/>
    <w:rsid w:val="002E4B3A"/>
    <w:rsid w:val="002E4BD0"/>
    <w:rsid w:val="002E4C5D"/>
    <w:rsid w:val="002E4CE7"/>
    <w:rsid w:val="002E4F3E"/>
    <w:rsid w:val="002E4FD7"/>
    <w:rsid w:val="002E50E9"/>
    <w:rsid w:val="002E50F9"/>
    <w:rsid w:val="002E547C"/>
    <w:rsid w:val="002E5541"/>
    <w:rsid w:val="002E558F"/>
    <w:rsid w:val="002E5694"/>
    <w:rsid w:val="002E585D"/>
    <w:rsid w:val="002E5BDA"/>
    <w:rsid w:val="002E5C2F"/>
    <w:rsid w:val="002E5C34"/>
    <w:rsid w:val="002E5D2A"/>
    <w:rsid w:val="002E5F00"/>
    <w:rsid w:val="002E5F31"/>
    <w:rsid w:val="002E5F77"/>
    <w:rsid w:val="002E62F1"/>
    <w:rsid w:val="002E63C4"/>
    <w:rsid w:val="002E647D"/>
    <w:rsid w:val="002E64AE"/>
    <w:rsid w:val="002E64DC"/>
    <w:rsid w:val="002E6510"/>
    <w:rsid w:val="002E6537"/>
    <w:rsid w:val="002E6632"/>
    <w:rsid w:val="002E666A"/>
    <w:rsid w:val="002E66F9"/>
    <w:rsid w:val="002E6740"/>
    <w:rsid w:val="002E694E"/>
    <w:rsid w:val="002E6A9B"/>
    <w:rsid w:val="002E6B35"/>
    <w:rsid w:val="002E6BE1"/>
    <w:rsid w:val="002E6CA5"/>
    <w:rsid w:val="002E6E5F"/>
    <w:rsid w:val="002E7096"/>
    <w:rsid w:val="002E7106"/>
    <w:rsid w:val="002E727E"/>
    <w:rsid w:val="002E7295"/>
    <w:rsid w:val="002E72D3"/>
    <w:rsid w:val="002E730D"/>
    <w:rsid w:val="002E738E"/>
    <w:rsid w:val="002E73BD"/>
    <w:rsid w:val="002E7468"/>
    <w:rsid w:val="002E7501"/>
    <w:rsid w:val="002E7527"/>
    <w:rsid w:val="002E759C"/>
    <w:rsid w:val="002E774C"/>
    <w:rsid w:val="002E7883"/>
    <w:rsid w:val="002E79A8"/>
    <w:rsid w:val="002E79D1"/>
    <w:rsid w:val="002E7D40"/>
    <w:rsid w:val="002E7D43"/>
    <w:rsid w:val="002F00BA"/>
    <w:rsid w:val="002F026E"/>
    <w:rsid w:val="002F02FC"/>
    <w:rsid w:val="002F0545"/>
    <w:rsid w:val="002F0587"/>
    <w:rsid w:val="002F072D"/>
    <w:rsid w:val="002F0778"/>
    <w:rsid w:val="002F07AA"/>
    <w:rsid w:val="002F0891"/>
    <w:rsid w:val="002F08B4"/>
    <w:rsid w:val="002F0BF6"/>
    <w:rsid w:val="002F0D21"/>
    <w:rsid w:val="002F0DE8"/>
    <w:rsid w:val="002F0EE2"/>
    <w:rsid w:val="002F0F3A"/>
    <w:rsid w:val="002F0F46"/>
    <w:rsid w:val="002F0FB6"/>
    <w:rsid w:val="002F1019"/>
    <w:rsid w:val="002F11F5"/>
    <w:rsid w:val="002F12C8"/>
    <w:rsid w:val="002F1341"/>
    <w:rsid w:val="002F1483"/>
    <w:rsid w:val="002F1604"/>
    <w:rsid w:val="002F1645"/>
    <w:rsid w:val="002F17D8"/>
    <w:rsid w:val="002F19D9"/>
    <w:rsid w:val="002F1B31"/>
    <w:rsid w:val="002F1B6E"/>
    <w:rsid w:val="002F1B86"/>
    <w:rsid w:val="002F1C6F"/>
    <w:rsid w:val="002F1CBF"/>
    <w:rsid w:val="002F1CE9"/>
    <w:rsid w:val="002F1D10"/>
    <w:rsid w:val="002F1E79"/>
    <w:rsid w:val="002F215E"/>
    <w:rsid w:val="002F2207"/>
    <w:rsid w:val="002F221D"/>
    <w:rsid w:val="002F2244"/>
    <w:rsid w:val="002F22D2"/>
    <w:rsid w:val="002F22E9"/>
    <w:rsid w:val="002F2419"/>
    <w:rsid w:val="002F249F"/>
    <w:rsid w:val="002F24A2"/>
    <w:rsid w:val="002F24FE"/>
    <w:rsid w:val="002F25C1"/>
    <w:rsid w:val="002F2671"/>
    <w:rsid w:val="002F279D"/>
    <w:rsid w:val="002F2811"/>
    <w:rsid w:val="002F2896"/>
    <w:rsid w:val="002F2AC7"/>
    <w:rsid w:val="002F2C35"/>
    <w:rsid w:val="002F2C6B"/>
    <w:rsid w:val="002F2C96"/>
    <w:rsid w:val="002F2D2E"/>
    <w:rsid w:val="002F2E2B"/>
    <w:rsid w:val="002F30CA"/>
    <w:rsid w:val="002F32D4"/>
    <w:rsid w:val="002F3379"/>
    <w:rsid w:val="002F3457"/>
    <w:rsid w:val="002F350F"/>
    <w:rsid w:val="002F351D"/>
    <w:rsid w:val="002F359A"/>
    <w:rsid w:val="002F3787"/>
    <w:rsid w:val="002F37E7"/>
    <w:rsid w:val="002F398C"/>
    <w:rsid w:val="002F3A12"/>
    <w:rsid w:val="002F3A3F"/>
    <w:rsid w:val="002F3A89"/>
    <w:rsid w:val="002F3A8B"/>
    <w:rsid w:val="002F3A9C"/>
    <w:rsid w:val="002F3B34"/>
    <w:rsid w:val="002F3F85"/>
    <w:rsid w:val="002F40F9"/>
    <w:rsid w:val="002F4210"/>
    <w:rsid w:val="002F4223"/>
    <w:rsid w:val="002F424B"/>
    <w:rsid w:val="002F4321"/>
    <w:rsid w:val="002F437D"/>
    <w:rsid w:val="002F44D0"/>
    <w:rsid w:val="002F44E6"/>
    <w:rsid w:val="002F45AB"/>
    <w:rsid w:val="002F4630"/>
    <w:rsid w:val="002F469C"/>
    <w:rsid w:val="002F46CD"/>
    <w:rsid w:val="002F4759"/>
    <w:rsid w:val="002F482F"/>
    <w:rsid w:val="002F49BA"/>
    <w:rsid w:val="002F4D0E"/>
    <w:rsid w:val="002F4DE7"/>
    <w:rsid w:val="002F4E0C"/>
    <w:rsid w:val="002F4E23"/>
    <w:rsid w:val="002F4E82"/>
    <w:rsid w:val="002F5041"/>
    <w:rsid w:val="002F51D3"/>
    <w:rsid w:val="002F54DC"/>
    <w:rsid w:val="002F54F2"/>
    <w:rsid w:val="002F5514"/>
    <w:rsid w:val="002F5873"/>
    <w:rsid w:val="002F59EA"/>
    <w:rsid w:val="002F5AB9"/>
    <w:rsid w:val="002F5BC0"/>
    <w:rsid w:val="002F5C53"/>
    <w:rsid w:val="002F5CD1"/>
    <w:rsid w:val="002F5E36"/>
    <w:rsid w:val="002F5E66"/>
    <w:rsid w:val="002F5F67"/>
    <w:rsid w:val="002F5F84"/>
    <w:rsid w:val="002F5F8A"/>
    <w:rsid w:val="002F6042"/>
    <w:rsid w:val="002F60D5"/>
    <w:rsid w:val="002F641F"/>
    <w:rsid w:val="002F6525"/>
    <w:rsid w:val="002F66BF"/>
    <w:rsid w:val="002F68A6"/>
    <w:rsid w:val="002F6937"/>
    <w:rsid w:val="002F69C9"/>
    <w:rsid w:val="002F6A3C"/>
    <w:rsid w:val="002F6C00"/>
    <w:rsid w:val="002F6CE2"/>
    <w:rsid w:val="002F6E78"/>
    <w:rsid w:val="002F7026"/>
    <w:rsid w:val="002F70D4"/>
    <w:rsid w:val="002F7257"/>
    <w:rsid w:val="002F7545"/>
    <w:rsid w:val="002F7935"/>
    <w:rsid w:val="002F7CFE"/>
    <w:rsid w:val="002F7DFA"/>
    <w:rsid w:val="002F7F0D"/>
    <w:rsid w:val="002F7F41"/>
    <w:rsid w:val="002F7F99"/>
    <w:rsid w:val="00300097"/>
    <w:rsid w:val="003000F7"/>
    <w:rsid w:val="00300101"/>
    <w:rsid w:val="00300133"/>
    <w:rsid w:val="00300189"/>
    <w:rsid w:val="003001CD"/>
    <w:rsid w:val="0030024E"/>
    <w:rsid w:val="00300259"/>
    <w:rsid w:val="00300498"/>
    <w:rsid w:val="003004F3"/>
    <w:rsid w:val="0030056C"/>
    <w:rsid w:val="003006C8"/>
    <w:rsid w:val="003006EE"/>
    <w:rsid w:val="00300776"/>
    <w:rsid w:val="00300825"/>
    <w:rsid w:val="00300885"/>
    <w:rsid w:val="003009A6"/>
    <w:rsid w:val="00300AB1"/>
    <w:rsid w:val="00300AF2"/>
    <w:rsid w:val="00300C95"/>
    <w:rsid w:val="00300D64"/>
    <w:rsid w:val="00300F87"/>
    <w:rsid w:val="0030114A"/>
    <w:rsid w:val="0030120F"/>
    <w:rsid w:val="00301550"/>
    <w:rsid w:val="003015B6"/>
    <w:rsid w:val="00301638"/>
    <w:rsid w:val="0030165E"/>
    <w:rsid w:val="00301677"/>
    <w:rsid w:val="003018BD"/>
    <w:rsid w:val="003018E6"/>
    <w:rsid w:val="00301975"/>
    <w:rsid w:val="00301A94"/>
    <w:rsid w:val="00301A9A"/>
    <w:rsid w:val="00301B1D"/>
    <w:rsid w:val="00301B28"/>
    <w:rsid w:val="00301B2C"/>
    <w:rsid w:val="00301BBC"/>
    <w:rsid w:val="00301EA7"/>
    <w:rsid w:val="00301F8D"/>
    <w:rsid w:val="00301FB6"/>
    <w:rsid w:val="00302158"/>
    <w:rsid w:val="0030217F"/>
    <w:rsid w:val="003021F8"/>
    <w:rsid w:val="003021FC"/>
    <w:rsid w:val="00302273"/>
    <w:rsid w:val="00302577"/>
    <w:rsid w:val="00302582"/>
    <w:rsid w:val="003027B6"/>
    <w:rsid w:val="003027F7"/>
    <w:rsid w:val="00302A0F"/>
    <w:rsid w:val="00302BB4"/>
    <w:rsid w:val="00302C6C"/>
    <w:rsid w:val="00302CE1"/>
    <w:rsid w:val="00302CF0"/>
    <w:rsid w:val="00302D49"/>
    <w:rsid w:val="00302DF5"/>
    <w:rsid w:val="00302EDF"/>
    <w:rsid w:val="00302F9C"/>
    <w:rsid w:val="00303139"/>
    <w:rsid w:val="0030350C"/>
    <w:rsid w:val="0030376A"/>
    <w:rsid w:val="003038B1"/>
    <w:rsid w:val="00303934"/>
    <w:rsid w:val="003039D1"/>
    <w:rsid w:val="003039D2"/>
    <w:rsid w:val="00303B9F"/>
    <w:rsid w:val="00303DE5"/>
    <w:rsid w:val="00303F25"/>
    <w:rsid w:val="00304182"/>
    <w:rsid w:val="0030427D"/>
    <w:rsid w:val="003049CD"/>
    <w:rsid w:val="00304B7F"/>
    <w:rsid w:val="00304D0E"/>
    <w:rsid w:val="00304D7F"/>
    <w:rsid w:val="00304EA5"/>
    <w:rsid w:val="00304ECF"/>
    <w:rsid w:val="00304F33"/>
    <w:rsid w:val="00304FBC"/>
    <w:rsid w:val="003050A5"/>
    <w:rsid w:val="003050CE"/>
    <w:rsid w:val="003053BD"/>
    <w:rsid w:val="003055E5"/>
    <w:rsid w:val="0030576D"/>
    <w:rsid w:val="00305786"/>
    <w:rsid w:val="003057B6"/>
    <w:rsid w:val="003058DC"/>
    <w:rsid w:val="00305D2F"/>
    <w:rsid w:val="00305DC7"/>
    <w:rsid w:val="00305DEC"/>
    <w:rsid w:val="00305EDA"/>
    <w:rsid w:val="00305F0C"/>
    <w:rsid w:val="00305F1D"/>
    <w:rsid w:val="003060C4"/>
    <w:rsid w:val="0030615E"/>
    <w:rsid w:val="0030629B"/>
    <w:rsid w:val="003064E4"/>
    <w:rsid w:val="003068FB"/>
    <w:rsid w:val="00306AAA"/>
    <w:rsid w:val="0030719E"/>
    <w:rsid w:val="003071EF"/>
    <w:rsid w:val="0030724A"/>
    <w:rsid w:val="003073E3"/>
    <w:rsid w:val="0030754F"/>
    <w:rsid w:val="003075B8"/>
    <w:rsid w:val="00307630"/>
    <w:rsid w:val="003079DF"/>
    <w:rsid w:val="003079EC"/>
    <w:rsid w:val="003079FF"/>
    <w:rsid w:val="00307AFE"/>
    <w:rsid w:val="00307D44"/>
    <w:rsid w:val="00307F07"/>
    <w:rsid w:val="00310183"/>
    <w:rsid w:val="003102D0"/>
    <w:rsid w:val="003102F0"/>
    <w:rsid w:val="0031031E"/>
    <w:rsid w:val="003104F1"/>
    <w:rsid w:val="00310680"/>
    <w:rsid w:val="003106CA"/>
    <w:rsid w:val="0031095C"/>
    <w:rsid w:val="00310997"/>
    <w:rsid w:val="00310C0F"/>
    <w:rsid w:val="00310CC2"/>
    <w:rsid w:val="00310E87"/>
    <w:rsid w:val="00310EB5"/>
    <w:rsid w:val="00310F91"/>
    <w:rsid w:val="00311182"/>
    <w:rsid w:val="003112A9"/>
    <w:rsid w:val="00311391"/>
    <w:rsid w:val="003113E5"/>
    <w:rsid w:val="00311456"/>
    <w:rsid w:val="00311481"/>
    <w:rsid w:val="00311550"/>
    <w:rsid w:val="003115E8"/>
    <w:rsid w:val="003116B3"/>
    <w:rsid w:val="003116E7"/>
    <w:rsid w:val="003116EE"/>
    <w:rsid w:val="0031180F"/>
    <w:rsid w:val="00311853"/>
    <w:rsid w:val="003118A0"/>
    <w:rsid w:val="00311BB6"/>
    <w:rsid w:val="00311CC8"/>
    <w:rsid w:val="00311D16"/>
    <w:rsid w:val="00311D31"/>
    <w:rsid w:val="00311D72"/>
    <w:rsid w:val="00311E0D"/>
    <w:rsid w:val="00311E4A"/>
    <w:rsid w:val="00311E83"/>
    <w:rsid w:val="00311F15"/>
    <w:rsid w:val="00311F68"/>
    <w:rsid w:val="00312071"/>
    <w:rsid w:val="00312321"/>
    <w:rsid w:val="003123AF"/>
    <w:rsid w:val="00312409"/>
    <w:rsid w:val="00312557"/>
    <w:rsid w:val="0031258A"/>
    <w:rsid w:val="00312596"/>
    <w:rsid w:val="0031265E"/>
    <w:rsid w:val="0031272D"/>
    <w:rsid w:val="003127B9"/>
    <w:rsid w:val="00312800"/>
    <w:rsid w:val="003128FF"/>
    <w:rsid w:val="00312A50"/>
    <w:rsid w:val="00312C64"/>
    <w:rsid w:val="00312C71"/>
    <w:rsid w:val="00312EB2"/>
    <w:rsid w:val="00312EE6"/>
    <w:rsid w:val="00312EEB"/>
    <w:rsid w:val="00312FD3"/>
    <w:rsid w:val="00313343"/>
    <w:rsid w:val="003133CF"/>
    <w:rsid w:val="00313435"/>
    <w:rsid w:val="003136D3"/>
    <w:rsid w:val="0031375D"/>
    <w:rsid w:val="003138CF"/>
    <w:rsid w:val="0031391A"/>
    <w:rsid w:val="00313951"/>
    <w:rsid w:val="003139B0"/>
    <w:rsid w:val="00313A86"/>
    <w:rsid w:val="00313DAB"/>
    <w:rsid w:val="00313E4B"/>
    <w:rsid w:val="00314050"/>
    <w:rsid w:val="00314214"/>
    <w:rsid w:val="0031423F"/>
    <w:rsid w:val="003143B5"/>
    <w:rsid w:val="0031459D"/>
    <w:rsid w:val="003147FD"/>
    <w:rsid w:val="00314976"/>
    <w:rsid w:val="00314A3F"/>
    <w:rsid w:val="00314A95"/>
    <w:rsid w:val="00314BAC"/>
    <w:rsid w:val="00314BE4"/>
    <w:rsid w:val="00314C8A"/>
    <w:rsid w:val="00314DFA"/>
    <w:rsid w:val="00314F49"/>
    <w:rsid w:val="00314FC2"/>
    <w:rsid w:val="003150E8"/>
    <w:rsid w:val="003150F3"/>
    <w:rsid w:val="0031520D"/>
    <w:rsid w:val="00315343"/>
    <w:rsid w:val="0031560F"/>
    <w:rsid w:val="0031564F"/>
    <w:rsid w:val="00315864"/>
    <w:rsid w:val="0031590D"/>
    <w:rsid w:val="00315CC8"/>
    <w:rsid w:val="00315E45"/>
    <w:rsid w:val="00315FDC"/>
    <w:rsid w:val="00315FDE"/>
    <w:rsid w:val="0031606B"/>
    <w:rsid w:val="003160DD"/>
    <w:rsid w:val="003163A6"/>
    <w:rsid w:val="003164E9"/>
    <w:rsid w:val="0031651D"/>
    <w:rsid w:val="00316551"/>
    <w:rsid w:val="0031657A"/>
    <w:rsid w:val="003165DF"/>
    <w:rsid w:val="00316813"/>
    <w:rsid w:val="0031686A"/>
    <w:rsid w:val="0031693C"/>
    <w:rsid w:val="00316940"/>
    <w:rsid w:val="003169DF"/>
    <w:rsid w:val="00316BC7"/>
    <w:rsid w:val="00316BE8"/>
    <w:rsid w:val="00316C4F"/>
    <w:rsid w:val="00316D7C"/>
    <w:rsid w:val="00316EC0"/>
    <w:rsid w:val="00316EE1"/>
    <w:rsid w:val="003170BA"/>
    <w:rsid w:val="003175B5"/>
    <w:rsid w:val="003176C7"/>
    <w:rsid w:val="003177FC"/>
    <w:rsid w:val="0031783D"/>
    <w:rsid w:val="00317A2C"/>
    <w:rsid w:val="00317E5B"/>
    <w:rsid w:val="00317E64"/>
    <w:rsid w:val="00317F3F"/>
    <w:rsid w:val="0032003E"/>
    <w:rsid w:val="00320412"/>
    <w:rsid w:val="00320581"/>
    <w:rsid w:val="003206B1"/>
    <w:rsid w:val="00320900"/>
    <w:rsid w:val="00320927"/>
    <w:rsid w:val="00320C7A"/>
    <w:rsid w:val="00320D4C"/>
    <w:rsid w:val="00320F98"/>
    <w:rsid w:val="003210D4"/>
    <w:rsid w:val="003211B6"/>
    <w:rsid w:val="00321299"/>
    <w:rsid w:val="003213F9"/>
    <w:rsid w:val="00321426"/>
    <w:rsid w:val="003214D6"/>
    <w:rsid w:val="003215D6"/>
    <w:rsid w:val="0032174B"/>
    <w:rsid w:val="0032186D"/>
    <w:rsid w:val="003218BB"/>
    <w:rsid w:val="00321979"/>
    <w:rsid w:val="00321A3B"/>
    <w:rsid w:val="00321B11"/>
    <w:rsid w:val="00321B50"/>
    <w:rsid w:val="00321B84"/>
    <w:rsid w:val="00321B8C"/>
    <w:rsid w:val="00321CC6"/>
    <w:rsid w:val="00321DA8"/>
    <w:rsid w:val="003220BB"/>
    <w:rsid w:val="003220CE"/>
    <w:rsid w:val="003220EA"/>
    <w:rsid w:val="00322224"/>
    <w:rsid w:val="00322248"/>
    <w:rsid w:val="00322295"/>
    <w:rsid w:val="00322371"/>
    <w:rsid w:val="00322377"/>
    <w:rsid w:val="003225DA"/>
    <w:rsid w:val="00322629"/>
    <w:rsid w:val="00322698"/>
    <w:rsid w:val="00322745"/>
    <w:rsid w:val="00322781"/>
    <w:rsid w:val="003227D0"/>
    <w:rsid w:val="00322820"/>
    <w:rsid w:val="0032282D"/>
    <w:rsid w:val="00322970"/>
    <w:rsid w:val="00322B54"/>
    <w:rsid w:val="00322B55"/>
    <w:rsid w:val="00322C08"/>
    <w:rsid w:val="00322C14"/>
    <w:rsid w:val="00322C37"/>
    <w:rsid w:val="00322C67"/>
    <w:rsid w:val="00322C8F"/>
    <w:rsid w:val="00322E7E"/>
    <w:rsid w:val="00322FE6"/>
    <w:rsid w:val="0032301A"/>
    <w:rsid w:val="003230C9"/>
    <w:rsid w:val="0032323F"/>
    <w:rsid w:val="0032328A"/>
    <w:rsid w:val="003234F2"/>
    <w:rsid w:val="00323C10"/>
    <w:rsid w:val="00323C83"/>
    <w:rsid w:val="00323F7D"/>
    <w:rsid w:val="00323FDF"/>
    <w:rsid w:val="00324239"/>
    <w:rsid w:val="00324341"/>
    <w:rsid w:val="0032436E"/>
    <w:rsid w:val="0032449F"/>
    <w:rsid w:val="003245D1"/>
    <w:rsid w:val="00324761"/>
    <w:rsid w:val="0032495C"/>
    <w:rsid w:val="00324966"/>
    <w:rsid w:val="00324B17"/>
    <w:rsid w:val="00325057"/>
    <w:rsid w:val="00325169"/>
    <w:rsid w:val="00325235"/>
    <w:rsid w:val="00325370"/>
    <w:rsid w:val="003255DA"/>
    <w:rsid w:val="003255EB"/>
    <w:rsid w:val="00325682"/>
    <w:rsid w:val="003256AE"/>
    <w:rsid w:val="003256F8"/>
    <w:rsid w:val="003257FF"/>
    <w:rsid w:val="00325EEE"/>
    <w:rsid w:val="0032603C"/>
    <w:rsid w:val="003261FE"/>
    <w:rsid w:val="00326293"/>
    <w:rsid w:val="003262E9"/>
    <w:rsid w:val="003264A0"/>
    <w:rsid w:val="0032664E"/>
    <w:rsid w:val="003266D9"/>
    <w:rsid w:val="003269AA"/>
    <w:rsid w:val="003269EC"/>
    <w:rsid w:val="00326A5D"/>
    <w:rsid w:val="00326AD0"/>
    <w:rsid w:val="00326AFA"/>
    <w:rsid w:val="00326C33"/>
    <w:rsid w:val="00326CBC"/>
    <w:rsid w:val="00326CC0"/>
    <w:rsid w:val="00326D34"/>
    <w:rsid w:val="00326E0F"/>
    <w:rsid w:val="00326E63"/>
    <w:rsid w:val="00327107"/>
    <w:rsid w:val="003272C9"/>
    <w:rsid w:val="0032736E"/>
    <w:rsid w:val="00327668"/>
    <w:rsid w:val="00327716"/>
    <w:rsid w:val="003277D5"/>
    <w:rsid w:val="0032782B"/>
    <w:rsid w:val="00327932"/>
    <w:rsid w:val="00327A19"/>
    <w:rsid w:val="00327A52"/>
    <w:rsid w:val="00327AD8"/>
    <w:rsid w:val="00327C84"/>
    <w:rsid w:val="00327D8F"/>
    <w:rsid w:val="00327ED7"/>
    <w:rsid w:val="00327FBF"/>
    <w:rsid w:val="0033002C"/>
    <w:rsid w:val="00330065"/>
    <w:rsid w:val="00330098"/>
    <w:rsid w:val="003301D6"/>
    <w:rsid w:val="00330768"/>
    <w:rsid w:val="00330A4D"/>
    <w:rsid w:val="00330E8E"/>
    <w:rsid w:val="003311CC"/>
    <w:rsid w:val="0033121E"/>
    <w:rsid w:val="00331432"/>
    <w:rsid w:val="00331673"/>
    <w:rsid w:val="00331718"/>
    <w:rsid w:val="003317B2"/>
    <w:rsid w:val="00331810"/>
    <w:rsid w:val="00331BC0"/>
    <w:rsid w:val="00331DED"/>
    <w:rsid w:val="00331DEF"/>
    <w:rsid w:val="00331E18"/>
    <w:rsid w:val="00331E22"/>
    <w:rsid w:val="0033228A"/>
    <w:rsid w:val="0033242A"/>
    <w:rsid w:val="00332430"/>
    <w:rsid w:val="003324D8"/>
    <w:rsid w:val="00332524"/>
    <w:rsid w:val="0033256B"/>
    <w:rsid w:val="0033263C"/>
    <w:rsid w:val="0033296B"/>
    <w:rsid w:val="00332AB0"/>
    <w:rsid w:val="00332B2F"/>
    <w:rsid w:val="00332BB3"/>
    <w:rsid w:val="00332C77"/>
    <w:rsid w:val="00332F62"/>
    <w:rsid w:val="0033309B"/>
    <w:rsid w:val="0033310B"/>
    <w:rsid w:val="0033310C"/>
    <w:rsid w:val="0033320F"/>
    <w:rsid w:val="00333363"/>
    <w:rsid w:val="00333378"/>
    <w:rsid w:val="003333AA"/>
    <w:rsid w:val="003333DD"/>
    <w:rsid w:val="00333447"/>
    <w:rsid w:val="00333568"/>
    <w:rsid w:val="0033359D"/>
    <w:rsid w:val="003335AC"/>
    <w:rsid w:val="00333764"/>
    <w:rsid w:val="00333803"/>
    <w:rsid w:val="0033384F"/>
    <w:rsid w:val="00333935"/>
    <w:rsid w:val="003339DC"/>
    <w:rsid w:val="00333A05"/>
    <w:rsid w:val="00333B5C"/>
    <w:rsid w:val="00333DA5"/>
    <w:rsid w:val="00333DCA"/>
    <w:rsid w:val="00333E34"/>
    <w:rsid w:val="00333EA3"/>
    <w:rsid w:val="003341EB"/>
    <w:rsid w:val="00334315"/>
    <w:rsid w:val="00334504"/>
    <w:rsid w:val="00334531"/>
    <w:rsid w:val="00334834"/>
    <w:rsid w:val="00334A14"/>
    <w:rsid w:val="00334B03"/>
    <w:rsid w:val="00334D44"/>
    <w:rsid w:val="00334D57"/>
    <w:rsid w:val="00334FCC"/>
    <w:rsid w:val="00335032"/>
    <w:rsid w:val="0033503D"/>
    <w:rsid w:val="0033527D"/>
    <w:rsid w:val="00335319"/>
    <w:rsid w:val="003354FA"/>
    <w:rsid w:val="003355E6"/>
    <w:rsid w:val="003356F8"/>
    <w:rsid w:val="00335744"/>
    <w:rsid w:val="00335B0A"/>
    <w:rsid w:val="00335B1A"/>
    <w:rsid w:val="00335B6E"/>
    <w:rsid w:val="00335C63"/>
    <w:rsid w:val="00335D96"/>
    <w:rsid w:val="00335D9F"/>
    <w:rsid w:val="00335DBB"/>
    <w:rsid w:val="00335E17"/>
    <w:rsid w:val="00335EB7"/>
    <w:rsid w:val="00335F17"/>
    <w:rsid w:val="0033616B"/>
    <w:rsid w:val="003363F4"/>
    <w:rsid w:val="0033646A"/>
    <w:rsid w:val="0033647E"/>
    <w:rsid w:val="0033648A"/>
    <w:rsid w:val="003365ED"/>
    <w:rsid w:val="0033668A"/>
    <w:rsid w:val="00336A5F"/>
    <w:rsid w:val="00336AA1"/>
    <w:rsid w:val="00336AA9"/>
    <w:rsid w:val="00336C48"/>
    <w:rsid w:val="00336C91"/>
    <w:rsid w:val="00336EFB"/>
    <w:rsid w:val="00336FC0"/>
    <w:rsid w:val="003370FD"/>
    <w:rsid w:val="003372D2"/>
    <w:rsid w:val="00337303"/>
    <w:rsid w:val="003373CE"/>
    <w:rsid w:val="00337477"/>
    <w:rsid w:val="00337485"/>
    <w:rsid w:val="00337621"/>
    <w:rsid w:val="0033768D"/>
    <w:rsid w:val="00337741"/>
    <w:rsid w:val="00337954"/>
    <w:rsid w:val="003379B8"/>
    <w:rsid w:val="003379FE"/>
    <w:rsid w:val="00337AF0"/>
    <w:rsid w:val="00337B0D"/>
    <w:rsid w:val="00337B24"/>
    <w:rsid w:val="00337BC2"/>
    <w:rsid w:val="00337C22"/>
    <w:rsid w:val="00337E6C"/>
    <w:rsid w:val="00337EE0"/>
    <w:rsid w:val="00337F6F"/>
    <w:rsid w:val="00337FA5"/>
    <w:rsid w:val="0034005A"/>
    <w:rsid w:val="0034005F"/>
    <w:rsid w:val="00340087"/>
    <w:rsid w:val="003402EC"/>
    <w:rsid w:val="0034030D"/>
    <w:rsid w:val="003403E2"/>
    <w:rsid w:val="00340590"/>
    <w:rsid w:val="00340745"/>
    <w:rsid w:val="003407F9"/>
    <w:rsid w:val="0034081B"/>
    <w:rsid w:val="00340E73"/>
    <w:rsid w:val="00340F06"/>
    <w:rsid w:val="00340F0D"/>
    <w:rsid w:val="00340F76"/>
    <w:rsid w:val="00340FF3"/>
    <w:rsid w:val="0034112F"/>
    <w:rsid w:val="00341204"/>
    <w:rsid w:val="003412A1"/>
    <w:rsid w:val="003412B8"/>
    <w:rsid w:val="003412CB"/>
    <w:rsid w:val="003412DE"/>
    <w:rsid w:val="003412EE"/>
    <w:rsid w:val="003413D7"/>
    <w:rsid w:val="0034142E"/>
    <w:rsid w:val="00341568"/>
    <w:rsid w:val="003416AB"/>
    <w:rsid w:val="003417F0"/>
    <w:rsid w:val="00341833"/>
    <w:rsid w:val="003418AD"/>
    <w:rsid w:val="0034198A"/>
    <w:rsid w:val="00341AE6"/>
    <w:rsid w:val="00341B86"/>
    <w:rsid w:val="00341E11"/>
    <w:rsid w:val="00341F81"/>
    <w:rsid w:val="00341F86"/>
    <w:rsid w:val="00342185"/>
    <w:rsid w:val="0034245A"/>
    <w:rsid w:val="0034248F"/>
    <w:rsid w:val="00342583"/>
    <w:rsid w:val="00342955"/>
    <w:rsid w:val="00342B7E"/>
    <w:rsid w:val="00342C90"/>
    <w:rsid w:val="00342CAB"/>
    <w:rsid w:val="00342DF9"/>
    <w:rsid w:val="003433DB"/>
    <w:rsid w:val="00343905"/>
    <w:rsid w:val="00343B76"/>
    <w:rsid w:val="00343BE9"/>
    <w:rsid w:val="00343C40"/>
    <w:rsid w:val="00343FD2"/>
    <w:rsid w:val="0034406F"/>
    <w:rsid w:val="003440D1"/>
    <w:rsid w:val="0034414B"/>
    <w:rsid w:val="00344175"/>
    <w:rsid w:val="0034421E"/>
    <w:rsid w:val="003443BC"/>
    <w:rsid w:val="003445BC"/>
    <w:rsid w:val="003445DB"/>
    <w:rsid w:val="0034467F"/>
    <w:rsid w:val="00344738"/>
    <w:rsid w:val="00344911"/>
    <w:rsid w:val="00344C8A"/>
    <w:rsid w:val="00344F07"/>
    <w:rsid w:val="00345125"/>
    <w:rsid w:val="00345140"/>
    <w:rsid w:val="003451BC"/>
    <w:rsid w:val="0034555B"/>
    <w:rsid w:val="00345D33"/>
    <w:rsid w:val="00345D78"/>
    <w:rsid w:val="00345EE6"/>
    <w:rsid w:val="003460A4"/>
    <w:rsid w:val="003462A5"/>
    <w:rsid w:val="003464AB"/>
    <w:rsid w:val="003465BC"/>
    <w:rsid w:val="0034669B"/>
    <w:rsid w:val="003466AF"/>
    <w:rsid w:val="003467B9"/>
    <w:rsid w:val="00346821"/>
    <w:rsid w:val="0034690A"/>
    <w:rsid w:val="00346B91"/>
    <w:rsid w:val="00346C24"/>
    <w:rsid w:val="00346C80"/>
    <w:rsid w:val="00346CC0"/>
    <w:rsid w:val="00346CC8"/>
    <w:rsid w:val="00346D19"/>
    <w:rsid w:val="00346E62"/>
    <w:rsid w:val="003474A3"/>
    <w:rsid w:val="003474F6"/>
    <w:rsid w:val="003476DE"/>
    <w:rsid w:val="00347700"/>
    <w:rsid w:val="003477C1"/>
    <w:rsid w:val="003477F8"/>
    <w:rsid w:val="00347846"/>
    <w:rsid w:val="00347897"/>
    <w:rsid w:val="00347899"/>
    <w:rsid w:val="00347ABC"/>
    <w:rsid w:val="00347C31"/>
    <w:rsid w:val="00347E21"/>
    <w:rsid w:val="00347ED4"/>
    <w:rsid w:val="00347FBD"/>
    <w:rsid w:val="0035027F"/>
    <w:rsid w:val="003502A7"/>
    <w:rsid w:val="0035054F"/>
    <w:rsid w:val="00350664"/>
    <w:rsid w:val="00350721"/>
    <w:rsid w:val="003507F3"/>
    <w:rsid w:val="00350814"/>
    <w:rsid w:val="00350A3F"/>
    <w:rsid w:val="00350B51"/>
    <w:rsid w:val="00350C54"/>
    <w:rsid w:val="00350C9C"/>
    <w:rsid w:val="00350DBC"/>
    <w:rsid w:val="00350DEC"/>
    <w:rsid w:val="00350EC5"/>
    <w:rsid w:val="00350F28"/>
    <w:rsid w:val="0035113A"/>
    <w:rsid w:val="0035115A"/>
    <w:rsid w:val="0035115E"/>
    <w:rsid w:val="0035127E"/>
    <w:rsid w:val="0035128F"/>
    <w:rsid w:val="00351390"/>
    <w:rsid w:val="0035140A"/>
    <w:rsid w:val="00351576"/>
    <w:rsid w:val="00351664"/>
    <w:rsid w:val="00351BD6"/>
    <w:rsid w:val="00351CE4"/>
    <w:rsid w:val="00352095"/>
    <w:rsid w:val="003522C3"/>
    <w:rsid w:val="0035230E"/>
    <w:rsid w:val="00352456"/>
    <w:rsid w:val="0035248A"/>
    <w:rsid w:val="00352738"/>
    <w:rsid w:val="00352833"/>
    <w:rsid w:val="003528A9"/>
    <w:rsid w:val="0035298A"/>
    <w:rsid w:val="00352AC6"/>
    <w:rsid w:val="00352FB5"/>
    <w:rsid w:val="003530AF"/>
    <w:rsid w:val="00353158"/>
    <w:rsid w:val="003531AF"/>
    <w:rsid w:val="003532AA"/>
    <w:rsid w:val="003533CD"/>
    <w:rsid w:val="003535CA"/>
    <w:rsid w:val="00353650"/>
    <w:rsid w:val="00353677"/>
    <w:rsid w:val="00353722"/>
    <w:rsid w:val="003538CD"/>
    <w:rsid w:val="003538F1"/>
    <w:rsid w:val="00353A04"/>
    <w:rsid w:val="00353DAA"/>
    <w:rsid w:val="00353EDD"/>
    <w:rsid w:val="00353F4F"/>
    <w:rsid w:val="0035439D"/>
    <w:rsid w:val="00354419"/>
    <w:rsid w:val="00354471"/>
    <w:rsid w:val="0035450D"/>
    <w:rsid w:val="0035460F"/>
    <w:rsid w:val="003547E9"/>
    <w:rsid w:val="003547FF"/>
    <w:rsid w:val="00354832"/>
    <w:rsid w:val="00354E5B"/>
    <w:rsid w:val="003550EB"/>
    <w:rsid w:val="003551A2"/>
    <w:rsid w:val="0035543D"/>
    <w:rsid w:val="00355487"/>
    <w:rsid w:val="0035551E"/>
    <w:rsid w:val="003556AE"/>
    <w:rsid w:val="003556C0"/>
    <w:rsid w:val="0035588C"/>
    <w:rsid w:val="003559EA"/>
    <w:rsid w:val="00355A69"/>
    <w:rsid w:val="00355B09"/>
    <w:rsid w:val="00355BB3"/>
    <w:rsid w:val="00355C02"/>
    <w:rsid w:val="00355E0E"/>
    <w:rsid w:val="00355EA4"/>
    <w:rsid w:val="00355F23"/>
    <w:rsid w:val="00356012"/>
    <w:rsid w:val="00356092"/>
    <w:rsid w:val="0035617A"/>
    <w:rsid w:val="003561CC"/>
    <w:rsid w:val="00356404"/>
    <w:rsid w:val="0035664F"/>
    <w:rsid w:val="003566CA"/>
    <w:rsid w:val="00356820"/>
    <w:rsid w:val="00356881"/>
    <w:rsid w:val="003568A1"/>
    <w:rsid w:val="003568A7"/>
    <w:rsid w:val="00356ADB"/>
    <w:rsid w:val="00356AFB"/>
    <w:rsid w:val="00356B25"/>
    <w:rsid w:val="00356B65"/>
    <w:rsid w:val="00356DA5"/>
    <w:rsid w:val="00356EFB"/>
    <w:rsid w:val="0035710C"/>
    <w:rsid w:val="00357210"/>
    <w:rsid w:val="0035743A"/>
    <w:rsid w:val="003576BE"/>
    <w:rsid w:val="003576D8"/>
    <w:rsid w:val="003577D0"/>
    <w:rsid w:val="00357837"/>
    <w:rsid w:val="00357BFA"/>
    <w:rsid w:val="00357CAC"/>
    <w:rsid w:val="00357E41"/>
    <w:rsid w:val="00357E51"/>
    <w:rsid w:val="00357E68"/>
    <w:rsid w:val="00357FE8"/>
    <w:rsid w:val="0036010B"/>
    <w:rsid w:val="00360235"/>
    <w:rsid w:val="0036028E"/>
    <w:rsid w:val="003602CF"/>
    <w:rsid w:val="0036043A"/>
    <w:rsid w:val="003604F6"/>
    <w:rsid w:val="00360516"/>
    <w:rsid w:val="003606F0"/>
    <w:rsid w:val="00360799"/>
    <w:rsid w:val="0036081B"/>
    <w:rsid w:val="00360877"/>
    <w:rsid w:val="00360923"/>
    <w:rsid w:val="003609F6"/>
    <w:rsid w:val="00360A66"/>
    <w:rsid w:val="00360B9C"/>
    <w:rsid w:val="00360C06"/>
    <w:rsid w:val="00360C07"/>
    <w:rsid w:val="00360C7E"/>
    <w:rsid w:val="00360CB2"/>
    <w:rsid w:val="00360DA4"/>
    <w:rsid w:val="00360F05"/>
    <w:rsid w:val="003610FA"/>
    <w:rsid w:val="0036125C"/>
    <w:rsid w:val="0036129C"/>
    <w:rsid w:val="00361303"/>
    <w:rsid w:val="00361334"/>
    <w:rsid w:val="003613BA"/>
    <w:rsid w:val="00361537"/>
    <w:rsid w:val="00361623"/>
    <w:rsid w:val="003616AB"/>
    <w:rsid w:val="003616BD"/>
    <w:rsid w:val="003616DD"/>
    <w:rsid w:val="003616E9"/>
    <w:rsid w:val="003616FB"/>
    <w:rsid w:val="003617BF"/>
    <w:rsid w:val="0036194F"/>
    <w:rsid w:val="0036199F"/>
    <w:rsid w:val="003619DF"/>
    <w:rsid w:val="00361A82"/>
    <w:rsid w:val="00361D6B"/>
    <w:rsid w:val="00361D9B"/>
    <w:rsid w:val="00361F2C"/>
    <w:rsid w:val="0036205C"/>
    <w:rsid w:val="00362128"/>
    <w:rsid w:val="00362222"/>
    <w:rsid w:val="00362306"/>
    <w:rsid w:val="00362346"/>
    <w:rsid w:val="003623AB"/>
    <w:rsid w:val="003623D4"/>
    <w:rsid w:val="0036250A"/>
    <w:rsid w:val="0036250E"/>
    <w:rsid w:val="0036262D"/>
    <w:rsid w:val="0036268E"/>
    <w:rsid w:val="00362779"/>
    <w:rsid w:val="00362830"/>
    <w:rsid w:val="003629CB"/>
    <w:rsid w:val="00362B9B"/>
    <w:rsid w:val="00362E02"/>
    <w:rsid w:val="00362F00"/>
    <w:rsid w:val="00362F10"/>
    <w:rsid w:val="00363058"/>
    <w:rsid w:val="00363069"/>
    <w:rsid w:val="003630CD"/>
    <w:rsid w:val="00363130"/>
    <w:rsid w:val="00363298"/>
    <w:rsid w:val="003632E1"/>
    <w:rsid w:val="0036331B"/>
    <w:rsid w:val="00363381"/>
    <w:rsid w:val="00363576"/>
    <w:rsid w:val="00363584"/>
    <w:rsid w:val="003635DF"/>
    <w:rsid w:val="003636E9"/>
    <w:rsid w:val="00363918"/>
    <w:rsid w:val="00363A5D"/>
    <w:rsid w:val="00363AEE"/>
    <w:rsid w:val="00363B41"/>
    <w:rsid w:val="00363C98"/>
    <w:rsid w:val="00363CBC"/>
    <w:rsid w:val="00363CBF"/>
    <w:rsid w:val="00363D8A"/>
    <w:rsid w:val="00363EA1"/>
    <w:rsid w:val="00364079"/>
    <w:rsid w:val="003640FC"/>
    <w:rsid w:val="0036411C"/>
    <w:rsid w:val="0036418E"/>
    <w:rsid w:val="0036428A"/>
    <w:rsid w:val="0036433F"/>
    <w:rsid w:val="003644CF"/>
    <w:rsid w:val="00364553"/>
    <w:rsid w:val="00364566"/>
    <w:rsid w:val="00364586"/>
    <w:rsid w:val="003648E4"/>
    <w:rsid w:val="00364981"/>
    <w:rsid w:val="00364BDE"/>
    <w:rsid w:val="00364C9F"/>
    <w:rsid w:val="00364CB4"/>
    <w:rsid w:val="00364D2B"/>
    <w:rsid w:val="00364D79"/>
    <w:rsid w:val="00364D86"/>
    <w:rsid w:val="00364E81"/>
    <w:rsid w:val="00364F23"/>
    <w:rsid w:val="00364F42"/>
    <w:rsid w:val="00365267"/>
    <w:rsid w:val="00365275"/>
    <w:rsid w:val="003652B7"/>
    <w:rsid w:val="00365339"/>
    <w:rsid w:val="0036551F"/>
    <w:rsid w:val="003655D7"/>
    <w:rsid w:val="003656CC"/>
    <w:rsid w:val="003656E0"/>
    <w:rsid w:val="0036571E"/>
    <w:rsid w:val="0036575A"/>
    <w:rsid w:val="003658A2"/>
    <w:rsid w:val="00365A2B"/>
    <w:rsid w:val="00365A3A"/>
    <w:rsid w:val="00365BD8"/>
    <w:rsid w:val="00365C7F"/>
    <w:rsid w:val="00365D66"/>
    <w:rsid w:val="00365DE6"/>
    <w:rsid w:val="00365EF7"/>
    <w:rsid w:val="00365FF9"/>
    <w:rsid w:val="00366216"/>
    <w:rsid w:val="0036626F"/>
    <w:rsid w:val="00366321"/>
    <w:rsid w:val="00366578"/>
    <w:rsid w:val="0036665A"/>
    <w:rsid w:val="00366812"/>
    <w:rsid w:val="00366899"/>
    <w:rsid w:val="00366921"/>
    <w:rsid w:val="00366932"/>
    <w:rsid w:val="00366967"/>
    <w:rsid w:val="00366A9F"/>
    <w:rsid w:val="00366AC8"/>
    <w:rsid w:val="00366C87"/>
    <w:rsid w:val="00366E4D"/>
    <w:rsid w:val="00367109"/>
    <w:rsid w:val="00367193"/>
    <w:rsid w:val="00367204"/>
    <w:rsid w:val="00367390"/>
    <w:rsid w:val="00367509"/>
    <w:rsid w:val="003678A9"/>
    <w:rsid w:val="003678C0"/>
    <w:rsid w:val="00367A1D"/>
    <w:rsid w:val="00367AB2"/>
    <w:rsid w:val="00367D1B"/>
    <w:rsid w:val="00367EFC"/>
    <w:rsid w:val="00367FD3"/>
    <w:rsid w:val="00370277"/>
    <w:rsid w:val="00370327"/>
    <w:rsid w:val="00370374"/>
    <w:rsid w:val="00370382"/>
    <w:rsid w:val="0037069E"/>
    <w:rsid w:val="00370A56"/>
    <w:rsid w:val="00370B46"/>
    <w:rsid w:val="00370C5C"/>
    <w:rsid w:val="00370DF6"/>
    <w:rsid w:val="00370FF6"/>
    <w:rsid w:val="003711BD"/>
    <w:rsid w:val="00371223"/>
    <w:rsid w:val="0037142C"/>
    <w:rsid w:val="00371776"/>
    <w:rsid w:val="00371B4A"/>
    <w:rsid w:val="00371C7A"/>
    <w:rsid w:val="00371D7C"/>
    <w:rsid w:val="00371E06"/>
    <w:rsid w:val="00371E2D"/>
    <w:rsid w:val="00371EE1"/>
    <w:rsid w:val="0037210E"/>
    <w:rsid w:val="003721FB"/>
    <w:rsid w:val="003722E7"/>
    <w:rsid w:val="00372436"/>
    <w:rsid w:val="003724AC"/>
    <w:rsid w:val="00372554"/>
    <w:rsid w:val="00372644"/>
    <w:rsid w:val="0037264A"/>
    <w:rsid w:val="003726ED"/>
    <w:rsid w:val="003728AD"/>
    <w:rsid w:val="00372917"/>
    <w:rsid w:val="003729DA"/>
    <w:rsid w:val="00372B67"/>
    <w:rsid w:val="00372BA3"/>
    <w:rsid w:val="00372BF0"/>
    <w:rsid w:val="00372D07"/>
    <w:rsid w:val="00372E22"/>
    <w:rsid w:val="00372F6A"/>
    <w:rsid w:val="003730D2"/>
    <w:rsid w:val="003732A0"/>
    <w:rsid w:val="0037342F"/>
    <w:rsid w:val="00373510"/>
    <w:rsid w:val="00373671"/>
    <w:rsid w:val="003736AC"/>
    <w:rsid w:val="00373816"/>
    <w:rsid w:val="00373823"/>
    <w:rsid w:val="00373837"/>
    <w:rsid w:val="003738FB"/>
    <w:rsid w:val="00373938"/>
    <w:rsid w:val="00373961"/>
    <w:rsid w:val="00373A09"/>
    <w:rsid w:val="00373AEE"/>
    <w:rsid w:val="00373DA4"/>
    <w:rsid w:val="00373E51"/>
    <w:rsid w:val="00373E81"/>
    <w:rsid w:val="00373E86"/>
    <w:rsid w:val="00373FBF"/>
    <w:rsid w:val="0037406A"/>
    <w:rsid w:val="003740C4"/>
    <w:rsid w:val="0037439D"/>
    <w:rsid w:val="00374443"/>
    <w:rsid w:val="0037453E"/>
    <w:rsid w:val="003745F6"/>
    <w:rsid w:val="00374753"/>
    <w:rsid w:val="003749BE"/>
    <w:rsid w:val="00374CB0"/>
    <w:rsid w:val="00374DCB"/>
    <w:rsid w:val="00374E95"/>
    <w:rsid w:val="0037504E"/>
    <w:rsid w:val="003751CD"/>
    <w:rsid w:val="00375331"/>
    <w:rsid w:val="003753A5"/>
    <w:rsid w:val="003755A3"/>
    <w:rsid w:val="00375751"/>
    <w:rsid w:val="00375828"/>
    <w:rsid w:val="003758E7"/>
    <w:rsid w:val="0037596A"/>
    <w:rsid w:val="0037598D"/>
    <w:rsid w:val="00375BEA"/>
    <w:rsid w:val="00375F28"/>
    <w:rsid w:val="003760CB"/>
    <w:rsid w:val="003761DA"/>
    <w:rsid w:val="0037629E"/>
    <w:rsid w:val="00376544"/>
    <w:rsid w:val="003765AB"/>
    <w:rsid w:val="003767BD"/>
    <w:rsid w:val="003767E4"/>
    <w:rsid w:val="0037693E"/>
    <w:rsid w:val="00376951"/>
    <w:rsid w:val="003769B1"/>
    <w:rsid w:val="00376B59"/>
    <w:rsid w:val="00376BB7"/>
    <w:rsid w:val="00376BFF"/>
    <w:rsid w:val="00376D2F"/>
    <w:rsid w:val="00376EF0"/>
    <w:rsid w:val="00376F62"/>
    <w:rsid w:val="00377273"/>
    <w:rsid w:val="00377537"/>
    <w:rsid w:val="0037756C"/>
    <w:rsid w:val="003775DD"/>
    <w:rsid w:val="00377649"/>
    <w:rsid w:val="00377718"/>
    <w:rsid w:val="00377A64"/>
    <w:rsid w:val="00377E22"/>
    <w:rsid w:val="00377E31"/>
    <w:rsid w:val="00377E9A"/>
    <w:rsid w:val="00377F50"/>
    <w:rsid w:val="00380069"/>
    <w:rsid w:val="003800B2"/>
    <w:rsid w:val="003802DA"/>
    <w:rsid w:val="003804C4"/>
    <w:rsid w:val="0038066E"/>
    <w:rsid w:val="0038066F"/>
    <w:rsid w:val="003807EC"/>
    <w:rsid w:val="00380910"/>
    <w:rsid w:val="00380CCD"/>
    <w:rsid w:val="003812E9"/>
    <w:rsid w:val="00381462"/>
    <w:rsid w:val="0038152C"/>
    <w:rsid w:val="00381566"/>
    <w:rsid w:val="003815CF"/>
    <w:rsid w:val="0038161F"/>
    <w:rsid w:val="00381674"/>
    <w:rsid w:val="003818D7"/>
    <w:rsid w:val="00381947"/>
    <w:rsid w:val="003819CC"/>
    <w:rsid w:val="00381BEA"/>
    <w:rsid w:val="00381C8D"/>
    <w:rsid w:val="00381CCB"/>
    <w:rsid w:val="00381E11"/>
    <w:rsid w:val="00381E4E"/>
    <w:rsid w:val="00381F63"/>
    <w:rsid w:val="00381FAB"/>
    <w:rsid w:val="0038213E"/>
    <w:rsid w:val="003822B5"/>
    <w:rsid w:val="003824FF"/>
    <w:rsid w:val="00382631"/>
    <w:rsid w:val="00382899"/>
    <w:rsid w:val="00382942"/>
    <w:rsid w:val="0038294D"/>
    <w:rsid w:val="003829BB"/>
    <w:rsid w:val="00382A66"/>
    <w:rsid w:val="00382A67"/>
    <w:rsid w:val="00382B08"/>
    <w:rsid w:val="00382B95"/>
    <w:rsid w:val="00382BB5"/>
    <w:rsid w:val="00382BFF"/>
    <w:rsid w:val="00382C48"/>
    <w:rsid w:val="00382CFB"/>
    <w:rsid w:val="00382DDA"/>
    <w:rsid w:val="00382F46"/>
    <w:rsid w:val="003831BC"/>
    <w:rsid w:val="003831BF"/>
    <w:rsid w:val="00383378"/>
    <w:rsid w:val="00383404"/>
    <w:rsid w:val="00383488"/>
    <w:rsid w:val="00383983"/>
    <w:rsid w:val="00383D3F"/>
    <w:rsid w:val="00383E4D"/>
    <w:rsid w:val="00383E77"/>
    <w:rsid w:val="00383F94"/>
    <w:rsid w:val="003843CA"/>
    <w:rsid w:val="00384470"/>
    <w:rsid w:val="0038462E"/>
    <w:rsid w:val="003846C3"/>
    <w:rsid w:val="00384704"/>
    <w:rsid w:val="003847AB"/>
    <w:rsid w:val="003847B3"/>
    <w:rsid w:val="00384817"/>
    <w:rsid w:val="00384830"/>
    <w:rsid w:val="00384AC1"/>
    <w:rsid w:val="00384BAC"/>
    <w:rsid w:val="00384FA3"/>
    <w:rsid w:val="0038502E"/>
    <w:rsid w:val="003850A9"/>
    <w:rsid w:val="0038510F"/>
    <w:rsid w:val="00385205"/>
    <w:rsid w:val="0038535B"/>
    <w:rsid w:val="00385928"/>
    <w:rsid w:val="00385980"/>
    <w:rsid w:val="00385AB7"/>
    <w:rsid w:val="00385C51"/>
    <w:rsid w:val="00385E9A"/>
    <w:rsid w:val="00385EA2"/>
    <w:rsid w:val="00385F86"/>
    <w:rsid w:val="00385FEE"/>
    <w:rsid w:val="00386179"/>
    <w:rsid w:val="003861A9"/>
    <w:rsid w:val="0038624A"/>
    <w:rsid w:val="00386332"/>
    <w:rsid w:val="0038644E"/>
    <w:rsid w:val="00386540"/>
    <w:rsid w:val="003865D7"/>
    <w:rsid w:val="00386691"/>
    <w:rsid w:val="003867D1"/>
    <w:rsid w:val="0038688F"/>
    <w:rsid w:val="00386D02"/>
    <w:rsid w:val="00386EEC"/>
    <w:rsid w:val="00386F13"/>
    <w:rsid w:val="00386F96"/>
    <w:rsid w:val="00386FD8"/>
    <w:rsid w:val="003872C0"/>
    <w:rsid w:val="0038747D"/>
    <w:rsid w:val="003875FC"/>
    <w:rsid w:val="00387852"/>
    <w:rsid w:val="00387855"/>
    <w:rsid w:val="00387B09"/>
    <w:rsid w:val="00387CF2"/>
    <w:rsid w:val="00387E6C"/>
    <w:rsid w:val="00387FB4"/>
    <w:rsid w:val="003900E8"/>
    <w:rsid w:val="003903EA"/>
    <w:rsid w:val="0039069C"/>
    <w:rsid w:val="0039087C"/>
    <w:rsid w:val="00390897"/>
    <w:rsid w:val="003909C6"/>
    <w:rsid w:val="003909FE"/>
    <w:rsid w:val="00390C09"/>
    <w:rsid w:val="00390D63"/>
    <w:rsid w:val="00390DD7"/>
    <w:rsid w:val="00390FE0"/>
    <w:rsid w:val="0039106D"/>
    <w:rsid w:val="00391110"/>
    <w:rsid w:val="003911C9"/>
    <w:rsid w:val="00391285"/>
    <w:rsid w:val="0039133E"/>
    <w:rsid w:val="00391376"/>
    <w:rsid w:val="003913BD"/>
    <w:rsid w:val="0039145F"/>
    <w:rsid w:val="0039151E"/>
    <w:rsid w:val="00391568"/>
    <w:rsid w:val="003915EC"/>
    <w:rsid w:val="003915ED"/>
    <w:rsid w:val="00391765"/>
    <w:rsid w:val="00391871"/>
    <w:rsid w:val="00391964"/>
    <w:rsid w:val="003919D4"/>
    <w:rsid w:val="00391B57"/>
    <w:rsid w:val="0039215F"/>
    <w:rsid w:val="00392197"/>
    <w:rsid w:val="003921A6"/>
    <w:rsid w:val="00392346"/>
    <w:rsid w:val="00392390"/>
    <w:rsid w:val="00392551"/>
    <w:rsid w:val="0039269E"/>
    <w:rsid w:val="003928DB"/>
    <w:rsid w:val="003929EA"/>
    <w:rsid w:val="00392ACA"/>
    <w:rsid w:val="00392BBB"/>
    <w:rsid w:val="003930AE"/>
    <w:rsid w:val="0039322E"/>
    <w:rsid w:val="00393355"/>
    <w:rsid w:val="0039336A"/>
    <w:rsid w:val="00393496"/>
    <w:rsid w:val="0039357F"/>
    <w:rsid w:val="00393640"/>
    <w:rsid w:val="003937E0"/>
    <w:rsid w:val="00393958"/>
    <w:rsid w:val="00393AA2"/>
    <w:rsid w:val="0039403A"/>
    <w:rsid w:val="003940B9"/>
    <w:rsid w:val="0039422D"/>
    <w:rsid w:val="00394377"/>
    <w:rsid w:val="00394597"/>
    <w:rsid w:val="003945AD"/>
    <w:rsid w:val="00394949"/>
    <w:rsid w:val="00394A00"/>
    <w:rsid w:val="00394A3F"/>
    <w:rsid w:val="00394BF4"/>
    <w:rsid w:val="00394D82"/>
    <w:rsid w:val="00394E81"/>
    <w:rsid w:val="00394F36"/>
    <w:rsid w:val="0039501D"/>
    <w:rsid w:val="00395076"/>
    <w:rsid w:val="0039512A"/>
    <w:rsid w:val="0039515D"/>
    <w:rsid w:val="00395266"/>
    <w:rsid w:val="0039531E"/>
    <w:rsid w:val="003955D8"/>
    <w:rsid w:val="00395620"/>
    <w:rsid w:val="0039570A"/>
    <w:rsid w:val="00395780"/>
    <w:rsid w:val="003958BE"/>
    <w:rsid w:val="00395907"/>
    <w:rsid w:val="003959AC"/>
    <w:rsid w:val="00395ACC"/>
    <w:rsid w:val="00395CA9"/>
    <w:rsid w:val="00395DBC"/>
    <w:rsid w:val="00395F79"/>
    <w:rsid w:val="00396181"/>
    <w:rsid w:val="003961C6"/>
    <w:rsid w:val="003961F3"/>
    <w:rsid w:val="0039626A"/>
    <w:rsid w:val="003965AF"/>
    <w:rsid w:val="003966C0"/>
    <w:rsid w:val="003967AB"/>
    <w:rsid w:val="003967DD"/>
    <w:rsid w:val="003968EC"/>
    <w:rsid w:val="003968ED"/>
    <w:rsid w:val="0039697F"/>
    <w:rsid w:val="003969B4"/>
    <w:rsid w:val="00396B8D"/>
    <w:rsid w:val="00396C56"/>
    <w:rsid w:val="00396D03"/>
    <w:rsid w:val="00396D06"/>
    <w:rsid w:val="00396EA2"/>
    <w:rsid w:val="00396F8F"/>
    <w:rsid w:val="0039701D"/>
    <w:rsid w:val="00397167"/>
    <w:rsid w:val="0039717B"/>
    <w:rsid w:val="003971DD"/>
    <w:rsid w:val="00397397"/>
    <w:rsid w:val="003973D5"/>
    <w:rsid w:val="00397486"/>
    <w:rsid w:val="00397529"/>
    <w:rsid w:val="00397538"/>
    <w:rsid w:val="00397626"/>
    <w:rsid w:val="003976C3"/>
    <w:rsid w:val="003976EE"/>
    <w:rsid w:val="003977DA"/>
    <w:rsid w:val="00397B77"/>
    <w:rsid w:val="00397C00"/>
    <w:rsid w:val="00397C35"/>
    <w:rsid w:val="00397CD8"/>
    <w:rsid w:val="00397D1D"/>
    <w:rsid w:val="00397E26"/>
    <w:rsid w:val="003A00A3"/>
    <w:rsid w:val="003A00F6"/>
    <w:rsid w:val="003A017C"/>
    <w:rsid w:val="003A01B0"/>
    <w:rsid w:val="003A01B8"/>
    <w:rsid w:val="003A01E3"/>
    <w:rsid w:val="003A02F5"/>
    <w:rsid w:val="003A0502"/>
    <w:rsid w:val="003A05DC"/>
    <w:rsid w:val="003A0701"/>
    <w:rsid w:val="003A08B2"/>
    <w:rsid w:val="003A08BA"/>
    <w:rsid w:val="003A0948"/>
    <w:rsid w:val="003A0B8A"/>
    <w:rsid w:val="003A0CD7"/>
    <w:rsid w:val="003A0DD8"/>
    <w:rsid w:val="003A0DED"/>
    <w:rsid w:val="003A0F26"/>
    <w:rsid w:val="003A0F57"/>
    <w:rsid w:val="003A1398"/>
    <w:rsid w:val="003A14CE"/>
    <w:rsid w:val="003A176C"/>
    <w:rsid w:val="003A179C"/>
    <w:rsid w:val="003A18B1"/>
    <w:rsid w:val="003A1930"/>
    <w:rsid w:val="003A1AE6"/>
    <w:rsid w:val="003A1C0F"/>
    <w:rsid w:val="003A1C13"/>
    <w:rsid w:val="003A1C39"/>
    <w:rsid w:val="003A1C6D"/>
    <w:rsid w:val="003A1C83"/>
    <w:rsid w:val="003A1CBE"/>
    <w:rsid w:val="003A1D11"/>
    <w:rsid w:val="003A1D3B"/>
    <w:rsid w:val="003A1F6F"/>
    <w:rsid w:val="003A2014"/>
    <w:rsid w:val="003A2019"/>
    <w:rsid w:val="003A214F"/>
    <w:rsid w:val="003A24E1"/>
    <w:rsid w:val="003A272F"/>
    <w:rsid w:val="003A298B"/>
    <w:rsid w:val="003A29C4"/>
    <w:rsid w:val="003A2A32"/>
    <w:rsid w:val="003A2AB0"/>
    <w:rsid w:val="003A2AE4"/>
    <w:rsid w:val="003A2DED"/>
    <w:rsid w:val="003A2E0D"/>
    <w:rsid w:val="003A2E96"/>
    <w:rsid w:val="003A2FB7"/>
    <w:rsid w:val="003A2FB8"/>
    <w:rsid w:val="003A3182"/>
    <w:rsid w:val="003A32F3"/>
    <w:rsid w:val="003A335C"/>
    <w:rsid w:val="003A340C"/>
    <w:rsid w:val="003A3429"/>
    <w:rsid w:val="003A368E"/>
    <w:rsid w:val="003A3A18"/>
    <w:rsid w:val="003A3A9B"/>
    <w:rsid w:val="003A3E6B"/>
    <w:rsid w:val="003A4042"/>
    <w:rsid w:val="003A4122"/>
    <w:rsid w:val="003A4228"/>
    <w:rsid w:val="003A429B"/>
    <w:rsid w:val="003A437F"/>
    <w:rsid w:val="003A44B5"/>
    <w:rsid w:val="003A46EE"/>
    <w:rsid w:val="003A4776"/>
    <w:rsid w:val="003A486B"/>
    <w:rsid w:val="003A4878"/>
    <w:rsid w:val="003A4963"/>
    <w:rsid w:val="003A4986"/>
    <w:rsid w:val="003A49DE"/>
    <w:rsid w:val="003A4AC6"/>
    <w:rsid w:val="003A4B1A"/>
    <w:rsid w:val="003A4CE6"/>
    <w:rsid w:val="003A519E"/>
    <w:rsid w:val="003A51ED"/>
    <w:rsid w:val="003A52A3"/>
    <w:rsid w:val="003A5458"/>
    <w:rsid w:val="003A54A1"/>
    <w:rsid w:val="003A5561"/>
    <w:rsid w:val="003A55AF"/>
    <w:rsid w:val="003A5659"/>
    <w:rsid w:val="003A57DA"/>
    <w:rsid w:val="003A5808"/>
    <w:rsid w:val="003A59FB"/>
    <w:rsid w:val="003A59FD"/>
    <w:rsid w:val="003A5A06"/>
    <w:rsid w:val="003A5AD2"/>
    <w:rsid w:val="003A5AD4"/>
    <w:rsid w:val="003A5ADD"/>
    <w:rsid w:val="003A5BE1"/>
    <w:rsid w:val="003A5C0A"/>
    <w:rsid w:val="003A5C10"/>
    <w:rsid w:val="003A5C78"/>
    <w:rsid w:val="003A5D05"/>
    <w:rsid w:val="003A5D87"/>
    <w:rsid w:val="003A5D93"/>
    <w:rsid w:val="003A5F1E"/>
    <w:rsid w:val="003A6543"/>
    <w:rsid w:val="003A6A90"/>
    <w:rsid w:val="003A6B0F"/>
    <w:rsid w:val="003A6E99"/>
    <w:rsid w:val="003A709C"/>
    <w:rsid w:val="003A70D2"/>
    <w:rsid w:val="003A71B3"/>
    <w:rsid w:val="003A7484"/>
    <w:rsid w:val="003A7583"/>
    <w:rsid w:val="003A76E5"/>
    <w:rsid w:val="003A7737"/>
    <w:rsid w:val="003A77FC"/>
    <w:rsid w:val="003A7894"/>
    <w:rsid w:val="003A78C6"/>
    <w:rsid w:val="003A7AF6"/>
    <w:rsid w:val="003A7BD3"/>
    <w:rsid w:val="003A7C10"/>
    <w:rsid w:val="003A7CAA"/>
    <w:rsid w:val="003A7D41"/>
    <w:rsid w:val="003A7EA3"/>
    <w:rsid w:val="003B0403"/>
    <w:rsid w:val="003B052F"/>
    <w:rsid w:val="003B0560"/>
    <w:rsid w:val="003B059F"/>
    <w:rsid w:val="003B07D2"/>
    <w:rsid w:val="003B0A8E"/>
    <w:rsid w:val="003B0D37"/>
    <w:rsid w:val="003B1077"/>
    <w:rsid w:val="003B12A3"/>
    <w:rsid w:val="003B1388"/>
    <w:rsid w:val="003B13AD"/>
    <w:rsid w:val="003B144E"/>
    <w:rsid w:val="003B1469"/>
    <w:rsid w:val="003B1474"/>
    <w:rsid w:val="003B14F8"/>
    <w:rsid w:val="003B1576"/>
    <w:rsid w:val="003B1588"/>
    <w:rsid w:val="003B15FE"/>
    <w:rsid w:val="003B160A"/>
    <w:rsid w:val="003B16E9"/>
    <w:rsid w:val="003B1734"/>
    <w:rsid w:val="003B1763"/>
    <w:rsid w:val="003B1984"/>
    <w:rsid w:val="003B1DB2"/>
    <w:rsid w:val="003B1EAD"/>
    <w:rsid w:val="003B1EEF"/>
    <w:rsid w:val="003B1F4B"/>
    <w:rsid w:val="003B21FE"/>
    <w:rsid w:val="003B223F"/>
    <w:rsid w:val="003B2478"/>
    <w:rsid w:val="003B2645"/>
    <w:rsid w:val="003B27D6"/>
    <w:rsid w:val="003B2931"/>
    <w:rsid w:val="003B2F04"/>
    <w:rsid w:val="003B2F2F"/>
    <w:rsid w:val="003B30CC"/>
    <w:rsid w:val="003B30E6"/>
    <w:rsid w:val="003B3118"/>
    <w:rsid w:val="003B3125"/>
    <w:rsid w:val="003B3160"/>
    <w:rsid w:val="003B3169"/>
    <w:rsid w:val="003B316C"/>
    <w:rsid w:val="003B32F8"/>
    <w:rsid w:val="003B34F1"/>
    <w:rsid w:val="003B3507"/>
    <w:rsid w:val="003B35C8"/>
    <w:rsid w:val="003B36E3"/>
    <w:rsid w:val="003B383E"/>
    <w:rsid w:val="003B3862"/>
    <w:rsid w:val="003B39FF"/>
    <w:rsid w:val="003B3A22"/>
    <w:rsid w:val="003B3AA8"/>
    <w:rsid w:val="003B3B15"/>
    <w:rsid w:val="003B3C9D"/>
    <w:rsid w:val="003B3D24"/>
    <w:rsid w:val="003B3D58"/>
    <w:rsid w:val="003B3F60"/>
    <w:rsid w:val="003B41AA"/>
    <w:rsid w:val="003B41FE"/>
    <w:rsid w:val="003B43B4"/>
    <w:rsid w:val="003B43C2"/>
    <w:rsid w:val="003B43DE"/>
    <w:rsid w:val="003B44A4"/>
    <w:rsid w:val="003B44D9"/>
    <w:rsid w:val="003B4623"/>
    <w:rsid w:val="003B47AD"/>
    <w:rsid w:val="003B4813"/>
    <w:rsid w:val="003B497B"/>
    <w:rsid w:val="003B49D5"/>
    <w:rsid w:val="003B4A9B"/>
    <w:rsid w:val="003B4A9E"/>
    <w:rsid w:val="003B4C04"/>
    <w:rsid w:val="003B4C49"/>
    <w:rsid w:val="003B4CC8"/>
    <w:rsid w:val="003B4CDC"/>
    <w:rsid w:val="003B4D32"/>
    <w:rsid w:val="003B4D5A"/>
    <w:rsid w:val="003B4ED8"/>
    <w:rsid w:val="003B4EF3"/>
    <w:rsid w:val="003B4FE1"/>
    <w:rsid w:val="003B51AD"/>
    <w:rsid w:val="003B5220"/>
    <w:rsid w:val="003B52DB"/>
    <w:rsid w:val="003B54B4"/>
    <w:rsid w:val="003B5559"/>
    <w:rsid w:val="003B5588"/>
    <w:rsid w:val="003B57B9"/>
    <w:rsid w:val="003B57E0"/>
    <w:rsid w:val="003B59B1"/>
    <w:rsid w:val="003B5B43"/>
    <w:rsid w:val="003B5FA3"/>
    <w:rsid w:val="003B623F"/>
    <w:rsid w:val="003B6349"/>
    <w:rsid w:val="003B63FC"/>
    <w:rsid w:val="003B64BF"/>
    <w:rsid w:val="003B6784"/>
    <w:rsid w:val="003B6940"/>
    <w:rsid w:val="003B6B20"/>
    <w:rsid w:val="003B6C93"/>
    <w:rsid w:val="003B6DE9"/>
    <w:rsid w:val="003B6E0F"/>
    <w:rsid w:val="003B6EB8"/>
    <w:rsid w:val="003B7010"/>
    <w:rsid w:val="003B7119"/>
    <w:rsid w:val="003B7136"/>
    <w:rsid w:val="003B718B"/>
    <w:rsid w:val="003B7192"/>
    <w:rsid w:val="003B720E"/>
    <w:rsid w:val="003B72FE"/>
    <w:rsid w:val="003B73E0"/>
    <w:rsid w:val="003B747A"/>
    <w:rsid w:val="003B759D"/>
    <w:rsid w:val="003B77D7"/>
    <w:rsid w:val="003B7872"/>
    <w:rsid w:val="003B7A39"/>
    <w:rsid w:val="003B7BDA"/>
    <w:rsid w:val="003B7D03"/>
    <w:rsid w:val="003B7EDB"/>
    <w:rsid w:val="003B7F2E"/>
    <w:rsid w:val="003B7F96"/>
    <w:rsid w:val="003C01B7"/>
    <w:rsid w:val="003C0293"/>
    <w:rsid w:val="003C0343"/>
    <w:rsid w:val="003C039A"/>
    <w:rsid w:val="003C0474"/>
    <w:rsid w:val="003C047F"/>
    <w:rsid w:val="003C057F"/>
    <w:rsid w:val="003C05C7"/>
    <w:rsid w:val="003C0691"/>
    <w:rsid w:val="003C07A5"/>
    <w:rsid w:val="003C096F"/>
    <w:rsid w:val="003C09C9"/>
    <w:rsid w:val="003C0A04"/>
    <w:rsid w:val="003C0C14"/>
    <w:rsid w:val="003C0D27"/>
    <w:rsid w:val="003C0FE2"/>
    <w:rsid w:val="003C128A"/>
    <w:rsid w:val="003C12C6"/>
    <w:rsid w:val="003C1472"/>
    <w:rsid w:val="003C14C9"/>
    <w:rsid w:val="003C151F"/>
    <w:rsid w:val="003C1682"/>
    <w:rsid w:val="003C1902"/>
    <w:rsid w:val="003C1B2C"/>
    <w:rsid w:val="003C1B38"/>
    <w:rsid w:val="003C1BAF"/>
    <w:rsid w:val="003C1BC6"/>
    <w:rsid w:val="003C1C2D"/>
    <w:rsid w:val="003C1C78"/>
    <w:rsid w:val="003C1CC6"/>
    <w:rsid w:val="003C1CFF"/>
    <w:rsid w:val="003C1DDE"/>
    <w:rsid w:val="003C1E0A"/>
    <w:rsid w:val="003C1EAF"/>
    <w:rsid w:val="003C1FD3"/>
    <w:rsid w:val="003C218C"/>
    <w:rsid w:val="003C221E"/>
    <w:rsid w:val="003C2277"/>
    <w:rsid w:val="003C2405"/>
    <w:rsid w:val="003C2612"/>
    <w:rsid w:val="003C2686"/>
    <w:rsid w:val="003C2819"/>
    <w:rsid w:val="003C28E1"/>
    <w:rsid w:val="003C2963"/>
    <w:rsid w:val="003C2972"/>
    <w:rsid w:val="003C2A12"/>
    <w:rsid w:val="003C2B52"/>
    <w:rsid w:val="003C2C9B"/>
    <w:rsid w:val="003C2CEF"/>
    <w:rsid w:val="003C2D7A"/>
    <w:rsid w:val="003C2E65"/>
    <w:rsid w:val="003C30EF"/>
    <w:rsid w:val="003C32E5"/>
    <w:rsid w:val="003C3444"/>
    <w:rsid w:val="003C356A"/>
    <w:rsid w:val="003C3587"/>
    <w:rsid w:val="003C3602"/>
    <w:rsid w:val="003C3666"/>
    <w:rsid w:val="003C3721"/>
    <w:rsid w:val="003C377D"/>
    <w:rsid w:val="003C39F3"/>
    <w:rsid w:val="003C3A66"/>
    <w:rsid w:val="003C3CC4"/>
    <w:rsid w:val="003C3D0B"/>
    <w:rsid w:val="003C3DAB"/>
    <w:rsid w:val="003C3DFC"/>
    <w:rsid w:val="003C3E1A"/>
    <w:rsid w:val="003C417A"/>
    <w:rsid w:val="003C4537"/>
    <w:rsid w:val="003C45DA"/>
    <w:rsid w:val="003C461D"/>
    <w:rsid w:val="003C4648"/>
    <w:rsid w:val="003C4870"/>
    <w:rsid w:val="003C48AE"/>
    <w:rsid w:val="003C4BD1"/>
    <w:rsid w:val="003C4D5F"/>
    <w:rsid w:val="003C4FE4"/>
    <w:rsid w:val="003C501A"/>
    <w:rsid w:val="003C5151"/>
    <w:rsid w:val="003C527F"/>
    <w:rsid w:val="003C53F6"/>
    <w:rsid w:val="003C53FD"/>
    <w:rsid w:val="003C5511"/>
    <w:rsid w:val="003C552C"/>
    <w:rsid w:val="003C598A"/>
    <w:rsid w:val="003C5AA5"/>
    <w:rsid w:val="003C5C5E"/>
    <w:rsid w:val="003C5D33"/>
    <w:rsid w:val="003C5E2C"/>
    <w:rsid w:val="003C5E47"/>
    <w:rsid w:val="003C5ED1"/>
    <w:rsid w:val="003C5F30"/>
    <w:rsid w:val="003C5F40"/>
    <w:rsid w:val="003C606E"/>
    <w:rsid w:val="003C61C1"/>
    <w:rsid w:val="003C6624"/>
    <w:rsid w:val="003C667D"/>
    <w:rsid w:val="003C670F"/>
    <w:rsid w:val="003C678B"/>
    <w:rsid w:val="003C6BB1"/>
    <w:rsid w:val="003C6BF8"/>
    <w:rsid w:val="003C6C65"/>
    <w:rsid w:val="003C6C75"/>
    <w:rsid w:val="003C6C91"/>
    <w:rsid w:val="003C6C98"/>
    <w:rsid w:val="003C6F40"/>
    <w:rsid w:val="003C7130"/>
    <w:rsid w:val="003C7209"/>
    <w:rsid w:val="003C72C3"/>
    <w:rsid w:val="003C73DE"/>
    <w:rsid w:val="003C7718"/>
    <w:rsid w:val="003C78F4"/>
    <w:rsid w:val="003C79A6"/>
    <w:rsid w:val="003C79BA"/>
    <w:rsid w:val="003C7A6C"/>
    <w:rsid w:val="003C7AF4"/>
    <w:rsid w:val="003C7B60"/>
    <w:rsid w:val="003C7D86"/>
    <w:rsid w:val="003C7EDC"/>
    <w:rsid w:val="003C7F49"/>
    <w:rsid w:val="003D003E"/>
    <w:rsid w:val="003D0055"/>
    <w:rsid w:val="003D0244"/>
    <w:rsid w:val="003D0271"/>
    <w:rsid w:val="003D02AE"/>
    <w:rsid w:val="003D03E0"/>
    <w:rsid w:val="003D04A7"/>
    <w:rsid w:val="003D07E7"/>
    <w:rsid w:val="003D08C0"/>
    <w:rsid w:val="003D08CD"/>
    <w:rsid w:val="003D0909"/>
    <w:rsid w:val="003D0A10"/>
    <w:rsid w:val="003D0A56"/>
    <w:rsid w:val="003D0A9E"/>
    <w:rsid w:val="003D0D16"/>
    <w:rsid w:val="003D0F66"/>
    <w:rsid w:val="003D103C"/>
    <w:rsid w:val="003D1190"/>
    <w:rsid w:val="003D11F6"/>
    <w:rsid w:val="003D1222"/>
    <w:rsid w:val="003D1226"/>
    <w:rsid w:val="003D12B6"/>
    <w:rsid w:val="003D1471"/>
    <w:rsid w:val="003D1524"/>
    <w:rsid w:val="003D1734"/>
    <w:rsid w:val="003D1736"/>
    <w:rsid w:val="003D17BB"/>
    <w:rsid w:val="003D1860"/>
    <w:rsid w:val="003D18AA"/>
    <w:rsid w:val="003D1976"/>
    <w:rsid w:val="003D19E5"/>
    <w:rsid w:val="003D1A40"/>
    <w:rsid w:val="003D1AE3"/>
    <w:rsid w:val="003D1CBF"/>
    <w:rsid w:val="003D1E00"/>
    <w:rsid w:val="003D2075"/>
    <w:rsid w:val="003D20CB"/>
    <w:rsid w:val="003D21CE"/>
    <w:rsid w:val="003D2228"/>
    <w:rsid w:val="003D223A"/>
    <w:rsid w:val="003D2260"/>
    <w:rsid w:val="003D22A4"/>
    <w:rsid w:val="003D238B"/>
    <w:rsid w:val="003D24C2"/>
    <w:rsid w:val="003D24FD"/>
    <w:rsid w:val="003D25AB"/>
    <w:rsid w:val="003D29C6"/>
    <w:rsid w:val="003D2BE1"/>
    <w:rsid w:val="003D2C5F"/>
    <w:rsid w:val="003D2D4C"/>
    <w:rsid w:val="003D2D59"/>
    <w:rsid w:val="003D2D92"/>
    <w:rsid w:val="003D3244"/>
    <w:rsid w:val="003D33CF"/>
    <w:rsid w:val="003D346C"/>
    <w:rsid w:val="003D35C5"/>
    <w:rsid w:val="003D367D"/>
    <w:rsid w:val="003D3CAB"/>
    <w:rsid w:val="003D3D9A"/>
    <w:rsid w:val="003D3E05"/>
    <w:rsid w:val="003D3E73"/>
    <w:rsid w:val="003D3F3D"/>
    <w:rsid w:val="003D3FDE"/>
    <w:rsid w:val="003D3FE8"/>
    <w:rsid w:val="003D41A6"/>
    <w:rsid w:val="003D4294"/>
    <w:rsid w:val="003D42E4"/>
    <w:rsid w:val="003D43DF"/>
    <w:rsid w:val="003D4529"/>
    <w:rsid w:val="003D45DF"/>
    <w:rsid w:val="003D4819"/>
    <w:rsid w:val="003D48A6"/>
    <w:rsid w:val="003D48BC"/>
    <w:rsid w:val="003D4991"/>
    <w:rsid w:val="003D49DF"/>
    <w:rsid w:val="003D4BF3"/>
    <w:rsid w:val="003D4C26"/>
    <w:rsid w:val="003D4C5F"/>
    <w:rsid w:val="003D4D4B"/>
    <w:rsid w:val="003D4EB3"/>
    <w:rsid w:val="003D4FBB"/>
    <w:rsid w:val="003D54EC"/>
    <w:rsid w:val="003D54F4"/>
    <w:rsid w:val="003D550E"/>
    <w:rsid w:val="003D568D"/>
    <w:rsid w:val="003D5858"/>
    <w:rsid w:val="003D589E"/>
    <w:rsid w:val="003D5AF2"/>
    <w:rsid w:val="003D5B54"/>
    <w:rsid w:val="003D5BAF"/>
    <w:rsid w:val="003D5D90"/>
    <w:rsid w:val="003D5EAC"/>
    <w:rsid w:val="003D5F6A"/>
    <w:rsid w:val="003D621D"/>
    <w:rsid w:val="003D654E"/>
    <w:rsid w:val="003D6774"/>
    <w:rsid w:val="003D681A"/>
    <w:rsid w:val="003D6A0C"/>
    <w:rsid w:val="003D6C4D"/>
    <w:rsid w:val="003D6C81"/>
    <w:rsid w:val="003D6C88"/>
    <w:rsid w:val="003D6F03"/>
    <w:rsid w:val="003D70EE"/>
    <w:rsid w:val="003D7104"/>
    <w:rsid w:val="003D7110"/>
    <w:rsid w:val="003D721F"/>
    <w:rsid w:val="003D7363"/>
    <w:rsid w:val="003D73B3"/>
    <w:rsid w:val="003D7436"/>
    <w:rsid w:val="003D74C2"/>
    <w:rsid w:val="003D7677"/>
    <w:rsid w:val="003D76D2"/>
    <w:rsid w:val="003D76D5"/>
    <w:rsid w:val="003D773B"/>
    <w:rsid w:val="003D7A1B"/>
    <w:rsid w:val="003D7A6C"/>
    <w:rsid w:val="003D7C0F"/>
    <w:rsid w:val="003D7F18"/>
    <w:rsid w:val="003E0013"/>
    <w:rsid w:val="003E010A"/>
    <w:rsid w:val="003E01E9"/>
    <w:rsid w:val="003E0761"/>
    <w:rsid w:val="003E086A"/>
    <w:rsid w:val="003E08ED"/>
    <w:rsid w:val="003E0931"/>
    <w:rsid w:val="003E0AA8"/>
    <w:rsid w:val="003E0BA4"/>
    <w:rsid w:val="003E10C3"/>
    <w:rsid w:val="003E10CF"/>
    <w:rsid w:val="003E1109"/>
    <w:rsid w:val="003E1291"/>
    <w:rsid w:val="003E1413"/>
    <w:rsid w:val="003E142B"/>
    <w:rsid w:val="003E1615"/>
    <w:rsid w:val="003E1810"/>
    <w:rsid w:val="003E18B9"/>
    <w:rsid w:val="003E1A18"/>
    <w:rsid w:val="003E1A61"/>
    <w:rsid w:val="003E1C69"/>
    <w:rsid w:val="003E1D5A"/>
    <w:rsid w:val="003E1D5D"/>
    <w:rsid w:val="003E1E55"/>
    <w:rsid w:val="003E1EFA"/>
    <w:rsid w:val="003E2015"/>
    <w:rsid w:val="003E217D"/>
    <w:rsid w:val="003E221C"/>
    <w:rsid w:val="003E2319"/>
    <w:rsid w:val="003E25D5"/>
    <w:rsid w:val="003E25DC"/>
    <w:rsid w:val="003E275B"/>
    <w:rsid w:val="003E2979"/>
    <w:rsid w:val="003E2AE0"/>
    <w:rsid w:val="003E2B85"/>
    <w:rsid w:val="003E2B98"/>
    <w:rsid w:val="003E2C73"/>
    <w:rsid w:val="003E2CCA"/>
    <w:rsid w:val="003E2DCC"/>
    <w:rsid w:val="003E2E03"/>
    <w:rsid w:val="003E2E16"/>
    <w:rsid w:val="003E2F28"/>
    <w:rsid w:val="003E2F35"/>
    <w:rsid w:val="003E2F4F"/>
    <w:rsid w:val="003E303F"/>
    <w:rsid w:val="003E309C"/>
    <w:rsid w:val="003E30E4"/>
    <w:rsid w:val="003E3331"/>
    <w:rsid w:val="003E34CF"/>
    <w:rsid w:val="003E350F"/>
    <w:rsid w:val="003E357E"/>
    <w:rsid w:val="003E362E"/>
    <w:rsid w:val="003E36ED"/>
    <w:rsid w:val="003E36FB"/>
    <w:rsid w:val="003E3723"/>
    <w:rsid w:val="003E3845"/>
    <w:rsid w:val="003E3935"/>
    <w:rsid w:val="003E393F"/>
    <w:rsid w:val="003E3BC7"/>
    <w:rsid w:val="003E3C27"/>
    <w:rsid w:val="003E3D74"/>
    <w:rsid w:val="003E3DAB"/>
    <w:rsid w:val="003E3DC1"/>
    <w:rsid w:val="003E4001"/>
    <w:rsid w:val="003E4124"/>
    <w:rsid w:val="003E434B"/>
    <w:rsid w:val="003E44A6"/>
    <w:rsid w:val="003E45C1"/>
    <w:rsid w:val="003E46ED"/>
    <w:rsid w:val="003E472C"/>
    <w:rsid w:val="003E478F"/>
    <w:rsid w:val="003E4790"/>
    <w:rsid w:val="003E47EE"/>
    <w:rsid w:val="003E4835"/>
    <w:rsid w:val="003E486E"/>
    <w:rsid w:val="003E4A79"/>
    <w:rsid w:val="003E4F89"/>
    <w:rsid w:val="003E50A7"/>
    <w:rsid w:val="003E51CF"/>
    <w:rsid w:val="003E52C5"/>
    <w:rsid w:val="003E5312"/>
    <w:rsid w:val="003E54E2"/>
    <w:rsid w:val="003E56CC"/>
    <w:rsid w:val="003E56E8"/>
    <w:rsid w:val="003E5759"/>
    <w:rsid w:val="003E5829"/>
    <w:rsid w:val="003E5A52"/>
    <w:rsid w:val="003E5CC0"/>
    <w:rsid w:val="003E5CC4"/>
    <w:rsid w:val="003E5F9F"/>
    <w:rsid w:val="003E60B5"/>
    <w:rsid w:val="003E60E7"/>
    <w:rsid w:val="003E6126"/>
    <w:rsid w:val="003E63F8"/>
    <w:rsid w:val="003E6412"/>
    <w:rsid w:val="003E642F"/>
    <w:rsid w:val="003E6B92"/>
    <w:rsid w:val="003E6CFC"/>
    <w:rsid w:val="003E6F7A"/>
    <w:rsid w:val="003E70BE"/>
    <w:rsid w:val="003E7506"/>
    <w:rsid w:val="003E77B9"/>
    <w:rsid w:val="003E79C4"/>
    <w:rsid w:val="003E7B90"/>
    <w:rsid w:val="003E7F13"/>
    <w:rsid w:val="003F0010"/>
    <w:rsid w:val="003F007D"/>
    <w:rsid w:val="003F011C"/>
    <w:rsid w:val="003F020B"/>
    <w:rsid w:val="003F042D"/>
    <w:rsid w:val="003F04E8"/>
    <w:rsid w:val="003F0546"/>
    <w:rsid w:val="003F0638"/>
    <w:rsid w:val="003F070E"/>
    <w:rsid w:val="003F0858"/>
    <w:rsid w:val="003F090F"/>
    <w:rsid w:val="003F0A08"/>
    <w:rsid w:val="003F0B45"/>
    <w:rsid w:val="003F0B9B"/>
    <w:rsid w:val="003F0BD9"/>
    <w:rsid w:val="003F0BED"/>
    <w:rsid w:val="003F0F26"/>
    <w:rsid w:val="003F0F8E"/>
    <w:rsid w:val="003F11A8"/>
    <w:rsid w:val="003F12B3"/>
    <w:rsid w:val="003F1BE7"/>
    <w:rsid w:val="003F1E89"/>
    <w:rsid w:val="003F1EBA"/>
    <w:rsid w:val="003F20B4"/>
    <w:rsid w:val="003F21AF"/>
    <w:rsid w:val="003F2316"/>
    <w:rsid w:val="003F2342"/>
    <w:rsid w:val="003F2362"/>
    <w:rsid w:val="003F278A"/>
    <w:rsid w:val="003F27A2"/>
    <w:rsid w:val="003F2850"/>
    <w:rsid w:val="003F297C"/>
    <w:rsid w:val="003F29F3"/>
    <w:rsid w:val="003F2A5F"/>
    <w:rsid w:val="003F2B52"/>
    <w:rsid w:val="003F2CAD"/>
    <w:rsid w:val="003F2DB5"/>
    <w:rsid w:val="003F2E18"/>
    <w:rsid w:val="003F2F07"/>
    <w:rsid w:val="003F2FC2"/>
    <w:rsid w:val="003F2FE6"/>
    <w:rsid w:val="003F32DC"/>
    <w:rsid w:val="003F3634"/>
    <w:rsid w:val="003F3834"/>
    <w:rsid w:val="003F3837"/>
    <w:rsid w:val="003F3871"/>
    <w:rsid w:val="003F3A81"/>
    <w:rsid w:val="003F3BB2"/>
    <w:rsid w:val="003F3C2F"/>
    <w:rsid w:val="003F3D89"/>
    <w:rsid w:val="003F3F04"/>
    <w:rsid w:val="003F3F1F"/>
    <w:rsid w:val="003F3F98"/>
    <w:rsid w:val="003F3FE0"/>
    <w:rsid w:val="003F3FFD"/>
    <w:rsid w:val="003F4014"/>
    <w:rsid w:val="003F4109"/>
    <w:rsid w:val="003F418B"/>
    <w:rsid w:val="003F41FF"/>
    <w:rsid w:val="003F428A"/>
    <w:rsid w:val="003F472C"/>
    <w:rsid w:val="003F4741"/>
    <w:rsid w:val="003F4936"/>
    <w:rsid w:val="003F4A6A"/>
    <w:rsid w:val="003F4C47"/>
    <w:rsid w:val="003F4CAA"/>
    <w:rsid w:val="003F4CB4"/>
    <w:rsid w:val="003F4F2D"/>
    <w:rsid w:val="003F4F65"/>
    <w:rsid w:val="003F4FB4"/>
    <w:rsid w:val="003F4FB5"/>
    <w:rsid w:val="003F50A7"/>
    <w:rsid w:val="003F51BB"/>
    <w:rsid w:val="003F5557"/>
    <w:rsid w:val="003F5564"/>
    <w:rsid w:val="003F5667"/>
    <w:rsid w:val="003F5693"/>
    <w:rsid w:val="003F5775"/>
    <w:rsid w:val="003F587A"/>
    <w:rsid w:val="003F587D"/>
    <w:rsid w:val="003F5BD0"/>
    <w:rsid w:val="003F5C4E"/>
    <w:rsid w:val="003F5CC9"/>
    <w:rsid w:val="003F5D7E"/>
    <w:rsid w:val="003F5E5F"/>
    <w:rsid w:val="003F6051"/>
    <w:rsid w:val="003F62B3"/>
    <w:rsid w:val="003F6394"/>
    <w:rsid w:val="003F649D"/>
    <w:rsid w:val="003F6608"/>
    <w:rsid w:val="003F6744"/>
    <w:rsid w:val="003F67C6"/>
    <w:rsid w:val="003F68C1"/>
    <w:rsid w:val="003F6983"/>
    <w:rsid w:val="003F6A28"/>
    <w:rsid w:val="003F6A7E"/>
    <w:rsid w:val="003F6BD8"/>
    <w:rsid w:val="003F6BEF"/>
    <w:rsid w:val="003F6E2F"/>
    <w:rsid w:val="003F6E42"/>
    <w:rsid w:val="003F7189"/>
    <w:rsid w:val="003F72C4"/>
    <w:rsid w:val="003F72ED"/>
    <w:rsid w:val="003F7392"/>
    <w:rsid w:val="003F73FF"/>
    <w:rsid w:val="003F7486"/>
    <w:rsid w:val="003F758A"/>
    <w:rsid w:val="003F7ABD"/>
    <w:rsid w:val="003F7AEC"/>
    <w:rsid w:val="003F7CCE"/>
    <w:rsid w:val="003F7D01"/>
    <w:rsid w:val="003F7D18"/>
    <w:rsid w:val="003F7E0B"/>
    <w:rsid w:val="003F7FA0"/>
    <w:rsid w:val="003F7FBC"/>
    <w:rsid w:val="00400020"/>
    <w:rsid w:val="004001AF"/>
    <w:rsid w:val="00400268"/>
    <w:rsid w:val="0040027A"/>
    <w:rsid w:val="00400290"/>
    <w:rsid w:val="0040037B"/>
    <w:rsid w:val="004003A3"/>
    <w:rsid w:val="004003BD"/>
    <w:rsid w:val="00400510"/>
    <w:rsid w:val="004005CE"/>
    <w:rsid w:val="00400A4D"/>
    <w:rsid w:val="00400B2B"/>
    <w:rsid w:val="00400D43"/>
    <w:rsid w:val="00400F16"/>
    <w:rsid w:val="00400F30"/>
    <w:rsid w:val="00400F56"/>
    <w:rsid w:val="00401097"/>
    <w:rsid w:val="0040117B"/>
    <w:rsid w:val="004011C0"/>
    <w:rsid w:val="004014E8"/>
    <w:rsid w:val="004015DB"/>
    <w:rsid w:val="00401864"/>
    <w:rsid w:val="00401912"/>
    <w:rsid w:val="004019E5"/>
    <w:rsid w:val="004019F1"/>
    <w:rsid w:val="00401A7C"/>
    <w:rsid w:val="00401BF4"/>
    <w:rsid w:val="00401F7A"/>
    <w:rsid w:val="00401FE3"/>
    <w:rsid w:val="004020DC"/>
    <w:rsid w:val="0040213E"/>
    <w:rsid w:val="0040235F"/>
    <w:rsid w:val="00402478"/>
    <w:rsid w:val="00402593"/>
    <w:rsid w:val="004025AD"/>
    <w:rsid w:val="004025CE"/>
    <w:rsid w:val="004026BB"/>
    <w:rsid w:val="004027FD"/>
    <w:rsid w:val="0040280F"/>
    <w:rsid w:val="00402BC4"/>
    <w:rsid w:val="00402C63"/>
    <w:rsid w:val="00403361"/>
    <w:rsid w:val="004033C2"/>
    <w:rsid w:val="0040356C"/>
    <w:rsid w:val="00403A66"/>
    <w:rsid w:val="00403A93"/>
    <w:rsid w:val="00403AB5"/>
    <w:rsid w:val="00403CD0"/>
    <w:rsid w:val="00403DDB"/>
    <w:rsid w:val="0040402A"/>
    <w:rsid w:val="00404111"/>
    <w:rsid w:val="0040416D"/>
    <w:rsid w:val="0040417A"/>
    <w:rsid w:val="00404270"/>
    <w:rsid w:val="00404323"/>
    <w:rsid w:val="004043CE"/>
    <w:rsid w:val="004043ED"/>
    <w:rsid w:val="004044C3"/>
    <w:rsid w:val="0040450D"/>
    <w:rsid w:val="0040463C"/>
    <w:rsid w:val="00404642"/>
    <w:rsid w:val="004046DE"/>
    <w:rsid w:val="00404991"/>
    <w:rsid w:val="00404BB2"/>
    <w:rsid w:val="00404BD3"/>
    <w:rsid w:val="00404C30"/>
    <w:rsid w:val="00404D03"/>
    <w:rsid w:val="00404D16"/>
    <w:rsid w:val="00404D69"/>
    <w:rsid w:val="00404E9B"/>
    <w:rsid w:val="00405042"/>
    <w:rsid w:val="004054CD"/>
    <w:rsid w:val="004055D9"/>
    <w:rsid w:val="004057D2"/>
    <w:rsid w:val="004058BC"/>
    <w:rsid w:val="00405E86"/>
    <w:rsid w:val="00405F75"/>
    <w:rsid w:val="0040618F"/>
    <w:rsid w:val="0040619F"/>
    <w:rsid w:val="004062FE"/>
    <w:rsid w:val="00406301"/>
    <w:rsid w:val="00406324"/>
    <w:rsid w:val="004063E5"/>
    <w:rsid w:val="0040651D"/>
    <w:rsid w:val="0040656F"/>
    <w:rsid w:val="004065F4"/>
    <w:rsid w:val="00406709"/>
    <w:rsid w:val="00406895"/>
    <w:rsid w:val="00406BE2"/>
    <w:rsid w:val="00406ECA"/>
    <w:rsid w:val="00406ED1"/>
    <w:rsid w:val="0040705E"/>
    <w:rsid w:val="00407070"/>
    <w:rsid w:val="00407176"/>
    <w:rsid w:val="00407379"/>
    <w:rsid w:val="004075A4"/>
    <w:rsid w:val="004075D4"/>
    <w:rsid w:val="004075E4"/>
    <w:rsid w:val="0040779A"/>
    <w:rsid w:val="00407803"/>
    <w:rsid w:val="00407855"/>
    <w:rsid w:val="00407B60"/>
    <w:rsid w:val="00407D2D"/>
    <w:rsid w:val="00407DD0"/>
    <w:rsid w:val="00407EA1"/>
    <w:rsid w:val="00407F79"/>
    <w:rsid w:val="00407FF0"/>
    <w:rsid w:val="00410019"/>
    <w:rsid w:val="004102B4"/>
    <w:rsid w:val="004102D9"/>
    <w:rsid w:val="0041038C"/>
    <w:rsid w:val="0041039C"/>
    <w:rsid w:val="0041039D"/>
    <w:rsid w:val="004104B7"/>
    <w:rsid w:val="00410631"/>
    <w:rsid w:val="00410637"/>
    <w:rsid w:val="004106EA"/>
    <w:rsid w:val="00410971"/>
    <w:rsid w:val="00410A09"/>
    <w:rsid w:val="00410AF8"/>
    <w:rsid w:val="00410B2B"/>
    <w:rsid w:val="00410B50"/>
    <w:rsid w:val="00410C6D"/>
    <w:rsid w:val="00410DFE"/>
    <w:rsid w:val="00410E38"/>
    <w:rsid w:val="004110D7"/>
    <w:rsid w:val="004111BC"/>
    <w:rsid w:val="004113B5"/>
    <w:rsid w:val="00411450"/>
    <w:rsid w:val="004115C6"/>
    <w:rsid w:val="00411600"/>
    <w:rsid w:val="004119C4"/>
    <w:rsid w:val="00411A6C"/>
    <w:rsid w:val="00411AB0"/>
    <w:rsid w:val="00411B53"/>
    <w:rsid w:val="00411B55"/>
    <w:rsid w:val="00411E41"/>
    <w:rsid w:val="00411EA3"/>
    <w:rsid w:val="00411FC3"/>
    <w:rsid w:val="00412034"/>
    <w:rsid w:val="004120AC"/>
    <w:rsid w:val="0041218F"/>
    <w:rsid w:val="0041248A"/>
    <w:rsid w:val="00412718"/>
    <w:rsid w:val="004128BB"/>
    <w:rsid w:val="0041290A"/>
    <w:rsid w:val="00412913"/>
    <w:rsid w:val="0041291A"/>
    <w:rsid w:val="00412964"/>
    <w:rsid w:val="00412B6E"/>
    <w:rsid w:val="00412C6C"/>
    <w:rsid w:val="00412CEF"/>
    <w:rsid w:val="00412CFA"/>
    <w:rsid w:val="00412D6D"/>
    <w:rsid w:val="00413228"/>
    <w:rsid w:val="004132F3"/>
    <w:rsid w:val="0041335C"/>
    <w:rsid w:val="00413396"/>
    <w:rsid w:val="004135BB"/>
    <w:rsid w:val="00413619"/>
    <w:rsid w:val="004136E6"/>
    <w:rsid w:val="00413818"/>
    <w:rsid w:val="0041383A"/>
    <w:rsid w:val="004138C5"/>
    <w:rsid w:val="00413A45"/>
    <w:rsid w:val="00413ACC"/>
    <w:rsid w:val="00413B28"/>
    <w:rsid w:val="00413B5C"/>
    <w:rsid w:val="00413D43"/>
    <w:rsid w:val="00413DF2"/>
    <w:rsid w:val="00413FAF"/>
    <w:rsid w:val="00414172"/>
    <w:rsid w:val="004141A1"/>
    <w:rsid w:val="004141BC"/>
    <w:rsid w:val="00414240"/>
    <w:rsid w:val="004142CE"/>
    <w:rsid w:val="004143F2"/>
    <w:rsid w:val="004144F5"/>
    <w:rsid w:val="004145F2"/>
    <w:rsid w:val="0041461F"/>
    <w:rsid w:val="004146C4"/>
    <w:rsid w:val="00414712"/>
    <w:rsid w:val="0041472E"/>
    <w:rsid w:val="00414847"/>
    <w:rsid w:val="00414A8B"/>
    <w:rsid w:val="00414B11"/>
    <w:rsid w:val="00414D5E"/>
    <w:rsid w:val="00414F7C"/>
    <w:rsid w:val="004150AA"/>
    <w:rsid w:val="00415144"/>
    <w:rsid w:val="004152A9"/>
    <w:rsid w:val="0041547F"/>
    <w:rsid w:val="004157CA"/>
    <w:rsid w:val="004157D5"/>
    <w:rsid w:val="00415866"/>
    <w:rsid w:val="00415909"/>
    <w:rsid w:val="0041591D"/>
    <w:rsid w:val="00415945"/>
    <w:rsid w:val="00415A2F"/>
    <w:rsid w:val="00415B1F"/>
    <w:rsid w:val="00415B71"/>
    <w:rsid w:val="00415D6C"/>
    <w:rsid w:val="00415D7C"/>
    <w:rsid w:val="00415E85"/>
    <w:rsid w:val="00415EDE"/>
    <w:rsid w:val="00416016"/>
    <w:rsid w:val="0041607E"/>
    <w:rsid w:val="0041614E"/>
    <w:rsid w:val="004161F8"/>
    <w:rsid w:val="004164F0"/>
    <w:rsid w:val="00416528"/>
    <w:rsid w:val="004165D7"/>
    <w:rsid w:val="0041668F"/>
    <w:rsid w:val="0041671A"/>
    <w:rsid w:val="00416753"/>
    <w:rsid w:val="004169A5"/>
    <w:rsid w:val="00416AD4"/>
    <w:rsid w:val="00416B2C"/>
    <w:rsid w:val="00416C0C"/>
    <w:rsid w:val="00416DAC"/>
    <w:rsid w:val="00416F03"/>
    <w:rsid w:val="00417022"/>
    <w:rsid w:val="00417060"/>
    <w:rsid w:val="00417157"/>
    <w:rsid w:val="0041739F"/>
    <w:rsid w:val="00417493"/>
    <w:rsid w:val="00417540"/>
    <w:rsid w:val="004177FC"/>
    <w:rsid w:val="00417808"/>
    <w:rsid w:val="00417873"/>
    <w:rsid w:val="00417A76"/>
    <w:rsid w:val="00417DC7"/>
    <w:rsid w:val="00417F4A"/>
    <w:rsid w:val="00417F54"/>
    <w:rsid w:val="00420154"/>
    <w:rsid w:val="0042018B"/>
    <w:rsid w:val="00420191"/>
    <w:rsid w:val="004202FC"/>
    <w:rsid w:val="0042043B"/>
    <w:rsid w:val="00420460"/>
    <w:rsid w:val="004205F5"/>
    <w:rsid w:val="00420603"/>
    <w:rsid w:val="00420774"/>
    <w:rsid w:val="00420783"/>
    <w:rsid w:val="004207BA"/>
    <w:rsid w:val="0042084F"/>
    <w:rsid w:val="00420898"/>
    <w:rsid w:val="0042089E"/>
    <w:rsid w:val="00420A36"/>
    <w:rsid w:val="00420E8D"/>
    <w:rsid w:val="00420FFA"/>
    <w:rsid w:val="0042108D"/>
    <w:rsid w:val="0042141C"/>
    <w:rsid w:val="00421518"/>
    <w:rsid w:val="00421519"/>
    <w:rsid w:val="004216FE"/>
    <w:rsid w:val="00421720"/>
    <w:rsid w:val="00421760"/>
    <w:rsid w:val="00421800"/>
    <w:rsid w:val="0042183A"/>
    <w:rsid w:val="0042196E"/>
    <w:rsid w:val="004219CC"/>
    <w:rsid w:val="00421A0E"/>
    <w:rsid w:val="00421B3C"/>
    <w:rsid w:val="00421B51"/>
    <w:rsid w:val="00421B55"/>
    <w:rsid w:val="00421CC0"/>
    <w:rsid w:val="00421F49"/>
    <w:rsid w:val="00421FB9"/>
    <w:rsid w:val="00421FC4"/>
    <w:rsid w:val="004221CC"/>
    <w:rsid w:val="00422554"/>
    <w:rsid w:val="00422760"/>
    <w:rsid w:val="004228C5"/>
    <w:rsid w:val="00422DB2"/>
    <w:rsid w:val="00422E93"/>
    <w:rsid w:val="00422FA3"/>
    <w:rsid w:val="00423028"/>
    <w:rsid w:val="00423154"/>
    <w:rsid w:val="004231F1"/>
    <w:rsid w:val="004232E8"/>
    <w:rsid w:val="0042332D"/>
    <w:rsid w:val="0042333A"/>
    <w:rsid w:val="00423534"/>
    <w:rsid w:val="00423586"/>
    <w:rsid w:val="00423606"/>
    <w:rsid w:val="00423654"/>
    <w:rsid w:val="00423750"/>
    <w:rsid w:val="00423777"/>
    <w:rsid w:val="0042382B"/>
    <w:rsid w:val="00423A1B"/>
    <w:rsid w:val="00423B1A"/>
    <w:rsid w:val="00423C2C"/>
    <w:rsid w:val="00423C46"/>
    <w:rsid w:val="00423D8E"/>
    <w:rsid w:val="00423E96"/>
    <w:rsid w:val="00423F94"/>
    <w:rsid w:val="004240BB"/>
    <w:rsid w:val="0042410C"/>
    <w:rsid w:val="004241A0"/>
    <w:rsid w:val="00424210"/>
    <w:rsid w:val="00424276"/>
    <w:rsid w:val="004242A1"/>
    <w:rsid w:val="00424442"/>
    <w:rsid w:val="00424480"/>
    <w:rsid w:val="00424496"/>
    <w:rsid w:val="0042453F"/>
    <w:rsid w:val="00424635"/>
    <w:rsid w:val="00424637"/>
    <w:rsid w:val="00424689"/>
    <w:rsid w:val="004246A8"/>
    <w:rsid w:val="00424AB9"/>
    <w:rsid w:val="00424BDD"/>
    <w:rsid w:val="00424C9F"/>
    <w:rsid w:val="00424D58"/>
    <w:rsid w:val="00424E7B"/>
    <w:rsid w:val="00424EE4"/>
    <w:rsid w:val="00424F15"/>
    <w:rsid w:val="00424F20"/>
    <w:rsid w:val="00424F3D"/>
    <w:rsid w:val="004255F2"/>
    <w:rsid w:val="004256BC"/>
    <w:rsid w:val="00425847"/>
    <w:rsid w:val="004258AE"/>
    <w:rsid w:val="00425AA0"/>
    <w:rsid w:val="00425CE3"/>
    <w:rsid w:val="00425D13"/>
    <w:rsid w:val="00425E3D"/>
    <w:rsid w:val="00425F78"/>
    <w:rsid w:val="0042614A"/>
    <w:rsid w:val="0042614C"/>
    <w:rsid w:val="00426234"/>
    <w:rsid w:val="004262D3"/>
    <w:rsid w:val="004262F2"/>
    <w:rsid w:val="0042664B"/>
    <w:rsid w:val="00426658"/>
    <w:rsid w:val="0042671F"/>
    <w:rsid w:val="00426A5C"/>
    <w:rsid w:val="00426B10"/>
    <w:rsid w:val="00426CA5"/>
    <w:rsid w:val="00426D3F"/>
    <w:rsid w:val="004271CC"/>
    <w:rsid w:val="00427419"/>
    <w:rsid w:val="00427576"/>
    <w:rsid w:val="0042764A"/>
    <w:rsid w:val="00427688"/>
    <w:rsid w:val="004279C5"/>
    <w:rsid w:val="00427B83"/>
    <w:rsid w:val="00427CED"/>
    <w:rsid w:val="00427DA7"/>
    <w:rsid w:val="00427E7A"/>
    <w:rsid w:val="00427E86"/>
    <w:rsid w:val="00427F26"/>
    <w:rsid w:val="004301B6"/>
    <w:rsid w:val="00430410"/>
    <w:rsid w:val="0043067C"/>
    <w:rsid w:val="00430694"/>
    <w:rsid w:val="004308BC"/>
    <w:rsid w:val="004308C7"/>
    <w:rsid w:val="00430AD8"/>
    <w:rsid w:val="00430BF8"/>
    <w:rsid w:val="00430E4A"/>
    <w:rsid w:val="00430F74"/>
    <w:rsid w:val="0043104A"/>
    <w:rsid w:val="004311F6"/>
    <w:rsid w:val="0043121C"/>
    <w:rsid w:val="00431278"/>
    <w:rsid w:val="00431502"/>
    <w:rsid w:val="00431622"/>
    <w:rsid w:val="0043165B"/>
    <w:rsid w:val="00431762"/>
    <w:rsid w:val="0043181C"/>
    <w:rsid w:val="0043197D"/>
    <w:rsid w:val="00431A1C"/>
    <w:rsid w:val="00431AAC"/>
    <w:rsid w:val="00431CC0"/>
    <w:rsid w:val="00431E05"/>
    <w:rsid w:val="00431E45"/>
    <w:rsid w:val="00431E46"/>
    <w:rsid w:val="00431E6E"/>
    <w:rsid w:val="004322A6"/>
    <w:rsid w:val="004322D4"/>
    <w:rsid w:val="004322DE"/>
    <w:rsid w:val="004323DA"/>
    <w:rsid w:val="00432408"/>
    <w:rsid w:val="00432584"/>
    <w:rsid w:val="0043263C"/>
    <w:rsid w:val="00432698"/>
    <w:rsid w:val="00432700"/>
    <w:rsid w:val="00432791"/>
    <w:rsid w:val="00432847"/>
    <w:rsid w:val="004328FC"/>
    <w:rsid w:val="00432A4E"/>
    <w:rsid w:val="00432A6E"/>
    <w:rsid w:val="00432B2A"/>
    <w:rsid w:val="00432CA7"/>
    <w:rsid w:val="00432EBA"/>
    <w:rsid w:val="0043314F"/>
    <w:rsid w:val="00433254"/>
    <w:rsid w:val="004335E8"/>
    <w:rsid w:val="0043370D"/>
    <w:rsid w:val="004337DC"/>
    <w:rsid w:val="004339B4"/>
    <w:rsid w:val="00433C2E"/>
    <w:rsid w:val="00433DAC"/>
    <w:rsid w:val="00433F49"/>
    <w:rsid w:val="0043403D"/>
    <w:rsid w:val="0043407A"/>
    <w:rsid w:val="00434113"/>
    <w:rsid w:val="004342A0"/>
    <w:rsid w:val="0043436E"/>
    <w:rsid w:val="004343CC"/>
    <w:rsid w:val="004344C8"/>
    <w:rsid w:val="0043453D"/>
    <w:rsid w:val="00434624"/>
    <w:rsid w:val="0043482A"/>
    <w:rsid w:val="00434AAF"/>
    <w:rsid w:val="00434D2F"/>
    <w:rsid w:val="00434D41"/>
    <w:rsid w:val="00434E24"/>
    <w:rsid w:val="00434EFD"/>
    <w:rsid w:val="00435038"/>
    <w:rsid w:val="00435107"/>
    <w:rsid w:val="00435298"/>
    <w:rsid w:val="00435439"/>
    <w:rsid w:val="004356A0"/>
    <w:rsid w:val="00435736"/>
    <w:rsid w:val="0043583A"/>
    <w:rsid w:val="004358E0"/>
    <w:rsid w:val="0043597B"/>
    <w:rsid w:val="00435B0E"/>
    <w:rsid w:val="00435C87"/>
    <w:rsid w:val="00435DAA"/>
    <w:rsid w:val="00435EED"/>
    <w:rsid w:val="00435F1C"/>
    <w:rsid w:val="00435FAA"/>
    <w:rsid w:val="00435FB4"/>
    <w:rsid w:val="00436119"/>
    <w:rsid w:val="00436345"/>
    <w:rsid w:val="004363E9"/>
    <w:rsid w:val="00436462"/>
    <w:rsid w:val="004364BD"/>
    <w:rsid w:val="004366C0"/>
    <w:rsid w:val="00436757"/>
    <w:rsid w:val="0043682D"/>
    <w:rsid w:val="00436D6A"/>
    <w:rsid w:val="00436EBD"/>
    <w:rsid w:val="00436F0E"/>
    <w:rsid w:val="00436F40"/>
    <w:rsid w:val="00436F72"/>
    <w:rsid w:val="00436F7B"/>
    <w:rsid w:val="00436FA8"/>
    <w:rsid w:val="004371FF"/>
    <w:rsid w:val="0043727D"/>
    <w:rsid w:val="0043743C"/>
    <w:rsid w:val="00437535"/>
    <w:rsid w:val="00437602"/>
    <w:rsid w:val="00437623"/>
    <w:rsid w:val="004377EA"/>
    <w:rsid w:val="00437833"/>
    <w:rsid w:val="0043799E"/>
    <w:rsid w:val="004379E1"/>
    <w:rsid w:val="00437AE8"/>
    <w:rsid w:val="00437B57"/>
    <w:rsid w:val="00437CF5"/>
    <w:rsid w:val="00437D9E"/>
    <w:rsid w:val="00437EE6"/>
    <w:rsid w:val="00437F06"/>
    <w:rsid w:val="00437F0C"/>
    <w:rsid w:val="00437F90"/>
    <w:rsid w:val="0044013D"/>
    <w:rsid w:val="00440225"/>
    <w:rsid w:val="0044030E"/>
    <w:rsid w:val="00440466"/>
    <w:rsid w:val="00440623"/>
    <w:rsid w:val="00440914"/>
    <w:rsid w:val="00440A82"/>
    <w:rsid w:val="00440A9D"/>
    <w:rsid w:val="00440B39"/>
    <w:rsid w:val="00440B3E"/>
    <w:rsid w:val="00440B49"/>
    <w:rsid w:val="00440C1A"/>
    <w:rsid w:val="00440DC2"/>
    <w:rsid w:val="00440DCB"/>
    <w:rsid w:val="00440E50"/>
    <w:rsid w:val="00440E98"/>
    <w:rsid w:val="00441011"/>
    <w:rsid w:val="00441051"/>
    <w:rsid w:val="00441404"/>
    <w:rsid w:val="0044157A"/>
    <w:rsid w:val="004416C8"/>
    <w:rsid w:val="004416F8"/>
    <w:rsid w:val="00441748"/>
    <w:rsid w:val="0044185E"/>
    <w:rsid w:val="0044189B"/>
    <w:rsid w:val="00441904"/>
    <w:rsid w:val="00441B53"/>
    <w:rsid w:val="00441B8F"/>
    <w:rsid w:val="00441D92"/>
    <w:rsid w:val="00441E2C"/>
    <w:rsid w:val="00441F4D"/>
    <w:rsid w:val="00442186"/>
    <w:rsid w:val="004422EC"/>
    <w:rsid w:val="00442341"/>
    <w:rsid w:val="004423CC"/>
    <w:rsid w:val="004423CF"/>
    <w:rsid w:val="0044254D"/>
    <w:rsid w:val="0044266C"/>
    <w:rsid w:val="0044277D"/>
    <w:rsid w:val="00442A32"/>
    <w:rsid w:val="00442B43"/>
    <w:rsid w:val="00442B73"/>
    <w:rsid w:val="00442C6A"/>
    <w:rsid w:val="00442CA3"/>
    <w:rsid w:val="00442DD8"/>
    <w:rsid w:val="00442EB1"/>
    <w:rsid w:val="00442EC4"/>
    <w:rsid w:val="00442FCA"/>
    <w:rsid w:val="004433BE"/>
    <w:rsid w:val="00443780"/>
    <w:rsid w:val="00443845"/>
    <w:rsid w:val="00443A36"/>
    <w:rsid w:val="00443A93"/>
    <w:rsid w:val="00443B02"/>
    <w:rsid w:val="00443C7B"/>
    <w:rsid w:val="00443CDC"/>
    <w:rsid w:val="00443E23"/>
    <w:rsid w:val="00443ECD"/>
    <w:rsid w:val="004441A9"/>
    <w:rsid w:val="00444575"/>
    <w:rsid w:val="004446BB"/>
    <w:rsid w:val="00444728"/>
    <w:rsid w:val="0044475D"/>
    <w:rsid w:val="00444818"/>
    <w:rsid w:val="0044489D"/>
    <w:rsid w:val="00444A3F"/>
    <w:rsid w:val="00444BED"/>
    <w:rsid w:val="00444C09"/>
    <w:rsid w:val="00444C79"/>
    <w:rsid w:val="00444E7E"/>
    <w:rsid w:val="00444F89"/>
    <w:rsid w:val="004452D5"/>
    <w:rsid w:val="00445406"/>
    <w:rsid w:val="0044547B"/>
    <w:rsid w:val="004454F3"/>
    <w:rsid w:val="00445571"/>
    <w:rsid w:val="00445737"/>
    <w:rsid w:val="0044597A"/>
    <w:rsid w:val="00445A34"/>
    <w:rsid w:val="00445B60"/>
    <w:rsid w:val="00445BAF"/>
    <w:rsid w:val="00445C0C"/>
    <w:rsid w:val="00445DEA"/>
    <w:rsid w:val="00445FC3"/>
    <w:rsid w:val="00445FD7"/>
    <w:rsid w:val="0044638B"/>
    <w:rsid w:val="004463E9"/>
    <w:rsid w:val="0044645E"/>
    <w:rsid w:val="0044651A"/>
    <w:rsid w:val="00446523"/>
    <w:rsid w:val="0044664F"/>
    <w:rsid w:val="0044666B"/>
    <w:rsid w:val="00446750"/>
    <w:rsid w:val="00446793"/>
    <w:rsid w:val="0044681A"/>
    <w:rsid w:val="004468A6"/>
    <w:rsid w:val="004468BF"/>
    <w:rsid w:val="004468EC"/>
    <w:rsid w:val="00446B56"/>
    <w:rsid w:val="00446DBD"/>
    <w:rsid w:val="00446E01"/>
    <w:rsid w:val="00446E65"/>
    <w:rsid w:val="00446E96"/>
    <w:rsid w:val="00446EA0"/>
    <w:rsid w:val="00446FD2"/>
    <w:rsid w:val="00447161"/>
    <w:rsid w:val="004471EF"/>
    <w:rsid w:val="00447541"/>
    <w:rsid w:val="004478A1"/>
    <w:rsid w:val="00447A71"/>
    <w:rsid w:val="00447A75"/>
    <w:rsid w:val="00447EF3"/>
    <w:rsid w:val="00447F01"/>
    <w:rsid w:val="00450085"/>
    <w:rsid w:val="0045010B"/>
    <w:rsid w:val="004506D4"/>
    <w:rsid w:val="00450854"/>
    <w:rsid w:val="00450E87"/>
    <w:rsid w:val="0045112C"/>
    <w:rsid w:val="004511C0"/>
    <w:rsid w:val="00451228"/>
    <w:rsid w:val="00451297"/>
    <w:rsid w:val="004513BC"/>
    <w:rsid w:val="00451408"/>
    <w:rsid w:val="004515C6"/>
    <w:rsid w:val="00451663"/>
    <w:rsid w:val="00451776"/>
    <w:rsid w:val="004518D4"/>
    <w:rsid w:val="0045195B"/>
    <w:rsid w:val="00451AE2"/>
    <w:rsid w:val="00451BC6"/>
    <w:rsid w:val="00451D37"/>
    <w:rsid w:val="00451D4D"/>
    <w:rsid w:val="00451DB0"/>
    <w:rsid w:val="0045215F"/>
    <w:rsid w:val="0045232D"/>
    <w:rsid w:val="0045243F"/>
    <w:rsid w:val="00452497"/>
    <w:rsid w:val="004526A3"/>
    <w:rsid w:val="004526F3"/>
    <w:rsid w:val="00452757"/>
    <w:rsid w:val="0045283E"/>
    <w:rsid w:val="00452A27"/>
    <w:rsid w:val="00452CA8"/>
    <w:rsid w:val="00452D7E"/>
    <w:rsid w:val="00452E1D"/>
    <w:rsid w:val="00453000"/>
    <w:rsid w:val="004530C8"/>
    <w:rsid w:val="004532BE"/>
    <w:rsid w:val="00453502"/>
    <w:rsid w:val="004535AA"/>
    <w:rsid w:val="004539D5"/>
    <w:rsid w:val="004539FE"/>
    <w:rsid w:val="00453A24"/>
    <w:rsid w:val="00453AE3"/>
    <w:rsid w:val="00453C49"/>
    <w:rsid w:val="00453CD9"/>
    <w:rsid w:val="00453D57"/>
    <w:rsid w:val="00453E2B"/>
    <w:rsid w:val="00453E4C"/>
    <w:rsid w:val="00453F5C"/>
    <w:rsid w:val="00453F6B"/>
    <w:rsid w:val="004540CC"/>
    <w:rsid w:val="00454226"/>
    <w:rsid w:val="0045438B"/>
    <w:rsid w:val="004545DE"/>
    <w:rsid w:val="00454626"/>
    <w:rsid w:val="00454785"/>
    <w:rsid w:val="00454ACF"/>
    <w:rsid w:val="00454CB3"/>
    <w:rsid w:val="00454FC1"/>
    <w:rsid w:val="00454FD2"/>
    <w:rsid w:val="00455007"/>
    <w:rsid w:val="0045509E"/>
    <w:rsid w:val="00455169"/>
    <w:rsid w:val="0045526A"/>
    <w:rsid w:val="004552E2"/>
    <w:rsid w:val="004553F4"/>
    <w:rsid w:val="00455461"/>
    <w:rsid w:val="004555FE"/>
    <w:rsid w:val="00455770"/>
    <w:rsid w:val="004558EC"/>
    <w:rsid w:val="0045592B"/>
    <w:rsid w:val="004559A7"/>
    <w:rsid w:val="00455AFE"/>
    <w:rsid w:val="00455B80"/>
    <w:rsid w:val="00455C92"/>
    <w:rsid w:val="00455D39"/>
    <w:rsid w:val="00455E73"/>
    <w:rsid w:val="00455F54"/>
    <w:rsid w:val="00455F83"/>
    <w:rsid w:val="00455FDB"/>
    <w:rsid w:val="004560DE"/>
    <w:rsid w:val="00456120"/>
    <w:rsid w:val="0045643D"/>
    <w:rsid w:val="004565D2"/>
    <w:rsid w:val="004566EE"/>
    <w:rsid w:val="00456782"/>
    <w:rsid w:val="00456793"/>
    <w:rsid w:val="00456804"/>
    <w:rsid w:val="00456BDB"/>
    <w:rsid w:val="00456F45"/>
    <w:rsid w:val="00456FB4"/>
    <w:rsid w:val="00456FBB"/>
    <w:rsid w:val="004570AE"/>
    <w:rsid w:val="00457135"/>
    <w:rsid w:val="0045723B"/>
    <w:rsid w:val="004572E8"/>
    <w:rsid w:val="004574E6"/>
    <w:rsid w:val="00457555"/>
    <w:rsid w:val="004575B3"/>
    <w:rsid w:val="00457A3C"/>
    <w:rsid w:val="00457A66"/>
    <w:rsid w:val="00457CA3"/>
    <w:rsid w:val="00457CBF"/>
    <w:rsid w:val="00457E85"/>
    <w:rsid w:val="00457FF9"/>
    <w:rsid w:val="00460066"/>
    <w:rsid w:val="00460379"/>
    <w:rsid w:val="0046041D"/>
    <w:rsid w:val="00460685"/>
    <w:rsid w:val="00460785"/>
    <w:rsid w:val="00460795"/>
    <w:rsid w:val="004607FC"/>
    <w:rsid w:val="0046094F"/>
    <w:rsid w:val="00460C08"/>
    <w:rsid w:val="00460D52"/>
    <w:rsid w:val="00460DEA"/>
    <w:rsid w:val="00460F24"/>
    <w:rsid w:val="00460F2B"/>
    <w:rsid w:val="00460F3E"/>
    <w:rsid w:val="00461190"/>
    <w:rsid w:val="004611BC"/>
    <w:rsid w:val="0046140B"/>
    <w:rsid w:val="0046145C"/>
    <w:rsid w:val="004615FB"/>
    <w:rsid w:val="004616CE"/>
    <w:rsid w:val="0046173A"/>
    <w:rsid w:val="004617AC"/>
    <w:rsid w:val="004617BC"/>
    <w:rsid w:val="00461828"/>
    <w:rsid w:val="004619F3"/>
    <w:rsid w:val="00461AE2"/>
    <w:rsid w:val="00461BAA"/>
    <w:rsid w:val="00461BF3"/>
    <w:rsid w:val="00461C3C"/>
    <w:rsid w:val="00461F51"/>
    <w:rsid w:val="00462006"/>
    <w:rsid w:val="004620CE"/>
    <w:rsid w:val="00462184"/>
    <w:rsid w:val="004621A7"/>
    <w:rsid w:val="00462255"/>
    <w:rsid w:val="0046230C"/>
    <w:rsid w:val="004623E9"/>
    <w:rsid w:val="004624D8"/>
    <w:rsid w:val="00462758"/>
    <w:rsid w:val="00462759"/>
    <w:rsid w:val="004628F0"/>
    <w:rsid w:val="004628FE"/>
    <w:rsid w:val="00462910"/>
    <w:rsid w:val="00462985"/>
    <w:rsid w:val="00462A8F"/>
    <w:rsid w:val="00462A9F"/>
    <w:rsid w:val="00463050"/>
    <w:rsid w:val="004636C3"/>
    <w:rsid w:val="00463733"/>
    <w:rsid w:val="004637C4"/>
    <w:rsid w:val="0046392E"/>
    <w:rsid w:val="00463993"/>
    <w:rsid w:val="004639C2"/>
    <w:rsid w:val="00463A68"/>
    <w:rsid w:val="00463CD0"/>
    <w:rsid w:val="00463D88"/>
    <w:rsid w:val="00463FE2"/>
    <w:rsid w:val="00464156"/>
    <w:rsid w:val="004641D4"/>
    <w:rsid w:val="0046439F"/>
    <w:rsid w:val="0046450A"/>
    <w:rsid w:val="00464537"/>
    <w:rsid w:val="00464677"/>
    <w:rsid w:val="00464764"/>
    <w:rsid w:val="00464768"/>
    <w:rsid w:val="004647F5"/>
    <w:rsid w:val="00464843"/>
    <w:rsid w:val="00464883"/>
    <w:rsid w:val="004648D5"/>
    <w:rsid w:val="00464B5B"/>
    <w:rsid w:val="00464C22"/>
    <w:rsid w:val="00464CED"/>
    <w:rsid w:val="00464F7C"/>
    <w:rsid w:val="00465146"/>
    <w:rsid w:val="004653E9"/>
    <w:rsid w:val="004654C2"/>
    <w:rsid w:val="00465508"/>
    <w:rsid w:val="004656D5"/>
    <w:rsid w:val="0046573D"/>
    <w:rsid w:val="004658D5"/>
    <w:rsid w:val="00465ABB"/>
    <w:rsid w:val="00465D02"/>
    <w:rsid w:val="00465DA8"/>
    <w:rsid w:val="00466004"/>
    <w:rsid w:val="0046605A"/>
    <w:rsid w:val="004660BB"/>
    <w:rsid w:val="004661CF"/>
    <w:rsid w:val="00466248"/>
    <w:rsid w:val="004666DA"/>
    <w:rsid w:val="004667C3"/>
    <w:rsid w:val="00466842"/>
    <w:rsid w:val="00466844"/>
    <w:rsid w:val="00466A88"/>
    <w:rsid w:val="00466AFA"/>
    <w:rsid w:val="00466B51"/>
    <w:rsid w:val="00466BE4"/>
    <w:rsid w:val="00466DE6"/>
    <w:rsid w:val="00466FA8"/>
    <w:rsid w:val="004670FB"/>
    <w:rsid w:val="00467123"/>
    <w:rsid w:val="0046715C"/>
    <w:rsid w:val="0046754A"/>
    <w:rsid w:val="004676BF"/>
    <w:rsid w:val="00467722"/>
    <w:rsid w:val="00467730"/>
    <w:rsid w:val="004677AA"/>
    <w:rsid w:val="004678B6"/>
    <w:rsid w:val="00467965"/>
    <w:rsid w:val="004679D2"/>
    <w:rsid w:val="004679FA"/>
    <w:rsid w:val="00467BB9"/>
    <w:rsid w:val="00467D3A"/>
    <w:rsid w:val="00467D85"/>
    <w:rsid w:val="0047008E"/>
    <w:rsid w:val="00470099"/>
    <w:rsid w:val="0047016A"/>
    <w:rsid w:val="004703F8"/>
    <w:rsid w:val="00470447"/>
    <w:rsid w:val="00470720"/>
    <w:rsid w:val="004707CE"/>
    <w:rsid w:val="00470856"/>
    <w:rsid w:val="004708D3"/>
    <w:rsid w:val="004708D5"/>
    <w:rsid w:val="004709E5"/>
    <w:rsid w:val="00470A67"/>
    <w:rsid w:val="00470AFF"/>
    <w:rsid w:val="00470B8E"/>
    <w:rsid w:val="00470BA2"/>
    <w:rsid w:val="00470BA6"/>
    <w:rsid w:val="00470D91"/>
    <w:rsid w:val="00470DF8"/>
    <w:rsid w:val="00470E12"/>
    <w:rsid w:val="00470ECF"/>
    <w:rsid w:val="00470F82"/>
    <w:rsid w:val="004711A3"/>
    <w:rsid w:val="00471276"/>
    <w:rsid w:val="00471382"/>
    <w:rsid w:val="004714EB"/>
    <w:rsid w:val="004714F9"/>
    <w:rsid w:val="00471542"/>
    <w:rsid w:val="00471545"/>
    <w:rsid w:val="004715F8"/>
    <w:rsid w:val="004716B2"/>
    <w:rsid w:val="00471810"/>
    <w:rsid w:val="004719FB"/>
    <w:rsid w:val="00471AB6"/>
    <w:rsid w:val="00471E85"/>
    <w:rsid w:val="004720BB"/>
    <w:rsid w:val="004721D9"/>
    <w:rsid w:val="004721F3"/>
    <w:rsid w:val="0047227E"/>
    <w:rsid w:val="00472571"/>
    <w:rsid w:val="0047276D"/>
    <w:rsid w:val="00472892"/>
    <w:rsid w:val="00472B0B"/>
    <w:rsid w:val="00472BA2"/>
    <w:rsid w:val="00472C17"/>
    <w:rsid w:val="00472E81"/>
    <w:rsid w:val="00472EDC"/>
    <w:rsid w:val="00472F49"/>
    <w:rsid w:val="004730A8"/>
    <w:rsid w:val="0047313F"/>
    <w:rsid w:val="0047340C"/>
    <w:rsid w:val="00473421"/>
    <w:rsid w:val="004735CE"/>
    <w:rsid w:val="004735E4"/>
    <w:rsid w:val="004737B8"/>
    <w:rsid w:val="00473B10"/>
    <w:rsid w:val="00473BAB"/>
    <w:rsid w:val="004740BD"/>
    <w:rsid w:val="00474109"/>
    <w:rsid w:val="0047426C"/>
    <w:rsid w:val="004743B7"/>
    <w:rsid w:val="004745B4"/>
    <w:rsid w:val="00474696"/>
    <w:rsid w:val="00474A56"/>
    <w:rsid w:val="00474B65"/>
    <w:rsid w:val="00474B6E"/>
    <w:rsid w:val="00474B85"/>
    <w:rsid w:val="00474C5B"/>
    <w:rsid w:val="00474E94"/>
    <w:rsid w:val="00474ECB"/>
    <w:rsid w:val="00475150"/>
    <w:rsid w:val="0047516B"/>
    <w:rsid w:val="00475468"/>
    <w:rsid w:val="00475477"/>
    <w:rsid w:val="00475520"/>
    <w:rsid w:val="0047554B"/>
    <w:rsid w:val="00475585"/>
    <w:rsid w:val="004755D7"/>
    <w:rsid w:val="00475814"/>
    <w:rsid w:val="00475818"/>
    <w:rsid w:val="00475819"/>
    <w:rsid w:val="004758CF"/>
    <w:rsid w:val="00475B0A"/>
    <w:rsid w:val="00475BDF"/>
    <w:rsid w:val="00475DB3"/>
    <w:rsid w:val="00475E1B"/>
    <w:rsid w:val="00475E4B"/>
    <w:rsid w:val="00475ED3"/>
    <w:rsid w:val="00475F51"/>
    <w:rsid w:val="004762B3"/>
    <w:rsid w:val="004762E2"/>
    <w:rsid w:val="0047648F"/>
    <w:rsid w:val="004766A0"/>
    <w:rsid w:val="004767F6"/>
    <w:rsid w:val="00476802"/>
    <w:rsid w:val="00476C9F"/>
    <w:rsid w:val="00476F7B"/>
    <w:rsid w:val="00476FDD"/>
    <w:rsid w:val="00477030"/>
    <w:rsid w:val="0047703D"/>
    <w:rsid w:val="004770B6"/>
    <w:rsid w:val="004771C3"/>
    <w:rsid w:val="0047725A"/>
    <w:rsid w:val="004773B7"/>
    <w:rsid w:val="004774C2"/>
    <w:rsid w:val="004776E2"/>
    <w:rsid w:val="0047770A"/>
    <w:rsid w:val="00477DCE"/>
    <w:rsid w:val="004801A5"/>
    <w:rsid w:val="00480395"/>
    <w:rsid w:val="0048043A"/>
    <w:rsid w:val="004804AA"/>
    <w:rsid w:val="0048054E"/>
    <w:rsid w:val="004806E3"/>
    <w:rsid w:val="004809B4"/>
    <w:rsid w:val="00480B8D"/>
    <w:rsid w:val="00480D09"/>
    <w:rsid w:val="00480D29"/>
    <w:rsid w:val="00480E2A"/>
    <w:rsid w:val="00480FEE"/>
    <w:rsid w:val="00481168"/>
    <w:rsid w:val="00481221"/>
    <w:rsid w:val="0048142C"/>
    <w:rsid w:val="00481603"/>
    <w:rsid w:val="004816D7"/>
    <w:rsid w:val="004817AE"/>
    <w:rsid w:val="00481994"/>
    <w:rsid w:val="00481B31"/>
    <w:rsid w:val="00481B6D"/>
    <w:rsid w:val="00481CB0"/>
    <w:rsid w:val="00481D42"/>
    <w:rsid w:val="00481FDC"/>
    <w:rsid w:val="00482090"/>
    <w:rsid w:val="00482108"/>
    <w:rsid w:val="00482169"/>
    <w:rsid w:val="0048216F"/>
    <w:rsid w:val="00482270"/>
    <w:rsid w:val="0048235D"/>
    <w:rsid w:val="00482397"/>
    <w:rsid w:val="00482412"/>
    <w:rsid w:val="0048243F"/>
    <w:rsid w:val="0048250D"/>
    <w:rsid w:val="0048256B"/>
    <w:rsid w:val="004825A2"/>
    <w:rsid w:val="00482742"/>
    <w:rsid w:val="004827C5"/>
    <w:rsid w:val="00482AC0"/>
    <w:rsid w:val="00482C08"/>
    <w:rsid w:val="00482C7C"/>
    <w:rsid w:val="00482C8C"/>
    <w:rsid w:val="00482CB6"/>
    <w:rsid w:val="00482EB0"/>
    <w:rsid w:val="00482ED7"/>
    <w:rsid w:val="00482F03"/>
    <w:rsid w:val="00482FDB"/>
    <w:rsid w:val="0048325C"/>
    <w:rsid w:val="0048336F"/>
    <w:rsid w:val="00483596"/>
    <w:rsid w:val="00483660"/>
    <w:rsid w:val="00483736"/>
    <w:rsid w:val="00483772"/>
    <w:rsid w:val="004838BC"/>
    <w:rsid w:val="00483AB2"/>
    <w:rsid w:val="00483E91"/>
    <w:rsid w:val="00483F0F"/>
    <w:rsid w:val="0048407A"/>
    <w:rsid w:val="004840F8"/>
    <w:rsid w:val="0048422D"/>
    <w:rsid w:val="00484327"/>
    <w:rsid w:val="00484517"/>
    <w:rsid w:val="00484652"/>
    <w:rsid w:val="00484882"/>
    <w:rsid w:val="00484A74"/>
    <w:rsid w:val="00484AA6"/>
    <w:rsid w:val="00484AF0"/>
    <w:rsid w:val="00484B07"/>
    <w:rsid w:val="00484B35"/>
    <w:rsid w:val="00484D63"/>
    <w:rsid w:val="00484DBB"/>
    <w:rsid w:val="00484DE0"/>
    <w:rsid w:val="00484E8C"/>
    <w:rsid w:val="0048514A"/>
    <w:rsid w:val="004854B0"/>
    <w:rsid w:val="0048554A"/>
    <w:rsid w:val="004855B5"/>
    <w:rsid w:val="00485668"/>
    <w:rsid w:val="0048568D"/>
    <w:rsid w:val="004856F0"/>
    <w:rsid w:val="004856FB"/>
    <w:rsid w:val="00485813"/>
    <w:rsid w:val="00485A34"/>
    <w:rsid w:val="00485AB5"/>
    <w:rsid w:val="00485AFC"/>
    <w:rsid w:val="00485B13"/>
    <w:rsid w:val="00485C58"/>
    <w:rsid w:val="00485E97"/>
    <w:rsid w:val="00485EA4"/>
    <w:rsid w:val="00485EA8"/>
    <w:rsid w:val="00485F51"/>
    <w:rsid w:val="00485F60"/>
    <w:rsid w:val="004861EE"/>
    <w:rsid w:val="00486284"/>
    <w:rsid w:val="0048629B"/>
    <w:rsid w:val="004862C7"/>
    <w:rsid w:val="004862D5"/>
    <w:rsid w:val="00486463"/>
    <w:rsid w:val="00486468"/>
    <w:rsid w:val="004865E4"/>
    <w:rsid w:val="004867F4"/>
    <w:rsid w:val="00486A08"/>
    <w:rsid w:val="00486A29"/>
    <w:rsid w:val="00486B3F"/>
    <w:rsid w:val="00486BA5"/>
    <w:rsid w:val="00486BF1"/>
    <w:rsid w:val="00486D1B"/>
    <w:rsid w:val="00486D5A"/>
    <w:rsid w:val="00486DE9"/>
    <w:rsid w:val="00486EB4"/>
    <w:rsid w:val="0048701E"/>
    <w:rsid w:val="0048703A"/>
    <w:rsid w:val="004874C8"/>
    <w:rsid w:val="00487500"/>
    <w:rsid w:val="00487574"/>
    <w:rsid w:val="00487581"/>
    <w:rsid w:val="0048773F"/>
    <w:rsid w:val="0048785F"/>
    <w:rsid w:val="00487A12"/>
    <w:rsid w:val="00487D7C"/>
    <w:rsid w:val="00487DB6"/>
    <w:rsid w:val="00487E33"/>
    <w:rsid w:val="00487E94"/>
    <w:rsid w:val="00487F98"/>
    <w:rsid w:val="004900AB"/>
    <w:rsid w:val="00490204"/>
    <w:rsid w:val="00490232"/>
    <w:rsid w:val="004903F1"/>
    <w:rsid w:val="0049046E"/>
    <w:rsid w:val="00490515"/>
    <w:rsid w:val="004906D8"/>
    <w:rsid w:val="004907D7"/>
    <w:rsid w:val="0049081F"/>
    <w:rsid w:val="00490A0C"/>
    <w:rsid w:val="00490C53"/>
    <w:rsid w:val="00490C8C"/>
    <w:rsid w:val="00490D4A"/>
    <w:rsid w:val="00490D96"/>
    <w:rsid w:val="00490F47"/>
    <w:rsid w:val="00490FAE"/>
    <w:rsid w:val="00491057"/>
    <w:rsid w:val="00491299"/>
    <w:rsid w:val="0049148C"/>
    <w:rsid w:val="004914DC"/>
    <w:rsid w:val="00491538"/>
    <w:rsid w:val="004916B0"/>
    <w:rsid w:val="0049174F"/>
    <w:rsid w:val="00491793"/>
    <w:rsid w:val="004917C0"/>
    <w:rsid w:val="004917E6"/>
    <w:rsid w:val="00491882"/>
    <w:rsid w:val="004918B2"/>
    <w:rsid w:val="00491912"/>
    <w:rsid w:val="0049199A"/>
    <w:rsid w:val="00491BE2"/>
    <w:rsid w:val="00491D90"/>
    <w:rsid w:val="00491DA8"/>
    <w:rsid w:val="00491F00"/>
    <w:rsid w:val="0049200B"/>
    <w:rsid w:val="00492011"/>
    <w:rsid w:val="004920B0"/>
    <w:rsid w:val="0049252F"/>
    <w:rsid w:val="0049274A"/>
    <w:rsid w:val="00492861"/>
    <w:rsid w:val="0049294C"/>
    <w:rsid w:val="00492A36"/>
    <w:rsid w:val="00492A3C"/>
    <w:rsid w:val="00492A81"/>
    <w:rsid w:val="00492A9F"/>
    <w:rsid w:val="00492C8A"/>
    <w:rsid w:val="00493109"/>
    <w:rsid w:val="0049319B"/>
    <w:rsid w:val="004931F8"/>
    <w:rsid w:val="004933CA"/>
    <w:rsid w:val="004933FD"/>
    <w:rsid w:val="00493495"/>
    <w:rsid w:val="004934DC"/>
    <w:rsid w:val="004938DD"/>
    <w:rsid w:val="004938EE"/>
    <w:rsid w:val="004939B0"/>
    <w:rsid w:val="00493A08"/>
    <w:rsid w:val="00493A4B"/>
    <w:rsid w:val="00493A4C"/>
    <w:rsid w:val="00493D1A"/>
    <w:rsid w:val="00493D96"/>
    <w:rsid w:val="00493DBD"/>
    <w:rsid w:val="00493DBF"/>
    <w:rsid w:val="00493DE0"/>
    <w:rsid w:val="004941CB"/>
    <w:rsid w:val="004941E2"/>
    <w:rsid w:val="00494361"/>
    <w:rsid w:val="00494462"/>
    <w:rsid w:val="00494646"/>
    <w:rsid w:val="00494A71"/>
    <w:rsid w:val="00494AC6"/>
    <w:rsid w:val="00494D29"/>
    <w:rsid w:val="00494D5A"/>
    <w:rsid w:val="00495073"/>
    <w:rsid w:val="004951E5"/>
    <w:rsid w:val="004951F5"/>
    <w:rsid w:val="004955D6"/>
    <w:rsid w:val="004956CF"/>
    <w:rsid w:val="00495858"/>
    <w:rsid w:val="00495D23"/>
    <w:rsid w:val="00495E33"/>
    <w:rsid w:val="00495E6F"/>
    <w:rsid w:val="00496014"/>
    <w:rsid w:val="0049606B"/>
    <w:rsid w:val="00496198"/>
    <w:rsid w:val="0049624A"/>
    <w:rsid w:val="00496283"/>
    <w:rsid w:val="004962C0"/>
    <w:rsid w:val="004966A7"/>
    <w:rsid w:val="004966C2"/>
    <w:rsid w:val="00496951"/>
    <w:rsid w:val="00496A3B"/>
    <w:rsid w:val="00496B1F"/>
    <w:rsid w:val="00497124"/>
    <w:rsid w:val="00497138"/>
    <w:rsid w:val="004971A7"/>
    <w:rsid w:val="004973CF"/>
    <w:rsid w:val="004976A9"/>
    <w:rsid w:val="004976E0"/>
    <w:rsid w:val="0049774F"/>
    <w:rsid w:val="00497781"/>
    <w:rsid w:val="00497874"/>
    <w:rsid w:val="004978A6"/>
    <w:rsid w:val="004978E2"/>
    <w:rsid w:val="00497906"/>
    <w:rsid w:val="00497A7A"/>
    <w:rsid w:val="00497FCB"/>
    <w:rsid w:val="004A01B5"/>
    <w:rsid w:val="004A0271"/>
    <w:rsid w:val="004A03AF"/>
    <w:rsid w:val="004A03D1"/>
    <w:rsid w:val="004A0464"/>
    <w:rsid w:val="004A0560"/>
    <w:rsid w:val="004A0636"/>
    <w:rsid w:val="004A07B5"/>
    <w:rsid w:val="004A0846"/>
    <w:rsid w:val="004A08B3"/>
    <w:rsid w:val="004A0A23"/>
    <w:rsid w:val="004A0B31"/>
    <w:rsid w:val="004A0C34"/>
    <w:rsid w:val="004A0C46"/>
    <w:rsid w:val="004A0D0F"/>
    <w:rsid w:val="004A0DE2"/>
    <w:rsid w:val="004A0E70"/>
    <w:rsid w:val="004A0FB5"/>
    <w:rsid w:val="004A103E"/>
    <w:rsid w:val="004A107C"/>
    <w:rsid w:val="004A1141"/>
    <w:rsid w:val="004A1161"/>
    <w:rsid w:val="004A11A9"/>
    <w:rsid w:val="004A141E"/>
    <w:rsid w:val="004A1704"/>
    <w:rsid w:val="004A1856"/>
    <w:rsid w:val="004A18F9"/>
    <w:rsid w:val="004A192A"/>
    <w:rsid w:val="004A1938"/>
    <w:rsid w:val="004A1B42"/>
    <w:rsid w:val="004A1D59"/>
    <w:rsid w:val="004A1DBD"/>
    <w:rsid w:val="004A1DD0"/>
    <w:rsid w:val="004A2024"/>
    <w:rsid w:val="004A2032"/>
    <w:rsid w:val="004A2101"/>
    <w:rsid w:val="004A22CF"/>
    <w:rsid w:val="004A2324"/>
    <w:rsid w:val="004A23D8"/>
    <w:rsid w:val="004A2641"/>
    <w:rsid w:val="004A26A9"/>
    <w:rsid w:val="004A2735"/>
    <w:rsid w:val="004A2CBC"/>
    <w:rsid w:val="004A2CE6"/>
    <w:rsid w:val="004A2D92"/>
    <w:rsid w:val="004A2E7C"/>
    <w:rsid w:val="004A2FA0"/>
    <w:rsid w:val="004A3225"/>
    <w:rsid w:val="004A3230"/>
    <w:rsid w:val="004A32D5"/>
    <w:rsid w:val="004A334E"/>
    <w:rsid w:val="004A3421"/>
    <w:rsid w:val="004A347E"/>
    <w:rsid w:val="004A34A9"/>
    <w:rsid w:val="004A35CE"/>
    <w:rsid w:val="004A39CA"/>
    <w:rsid w:val="004A3A21"/>
    <w:rsid w:val="004A3A53"/>
    <w:rsid w:val="004A3A59"/>
    <w:rsid w:val="004A3A62"/>
    <w:rsid w:val="004A3CE1"/>
    <w:rsid w:val="004A3DA3"/>
    <w:rsid w:val="004A3DDF"/>
    <w:rsid w:val="004A3FD0"/>
    <w:rsid w:val="004A4087"/>
    <w:rsid w:val="004A421A"/>
    <w:rsid w:val="004A427A"/>
    <w:rsid w:val="004A4639"/>
    <w:rsid w:val="004A4696"/>
    <w:rsid w:val="004A492B"/>
    <w:rsid w:val="004A493A"/>
    <w:rsid w:val="004A4955"/>
    <w:rsid w:val="004A4BD1"/>
    <w:rsid w:val="004A4BE6"/>
    <w:rsid w:val="004A4CB9"/>
    <w:rsid w:val="004A4CBB"/>
    <w:rsid w:val="004A5017"/>
    <w:rsid w:val="004A546D"/>
    <w:rsid w:val="004A547D"/>
    <w:rsid w:val="004A5562"/>
    <w:rsid w:val="004A55DB"/>
    <w:rsid w:val="004A58DE"/>
    <w:rsid w:val="004A594A"/>
    <w:rsid w:val="004A59AC"/>
    <w:rsid w:val="004A5AF3"/>
    <w:rsid w:val="004A5C46"/>
    <w:rsid w:val="004A5C86"/>
    <w:rsid w:val="004A5CA7"/>
    <w:rsid w:val="004A5DFB"/>
    <w:rsid w:val="004A5E66"/>
    <w:rsid w:val="004A5EFA"/>
    <w:rsid w:val="004A62F5"/>
    <w:rsid w:val="004A6389"/>
    <w:rsid w:val="004A64CE"/>
    <w:rsid w:val="004A68F5"/>
    <w:rsid w:val="004A6AB6"/>
    <w:rsid w:val="004A6BEF"/>
    <w:rsid w:val="004A6D8E"/>
    <w:rsid w:val="004A6E01"/>
    <w:rsid w:val="004A6EC0"/>
    <w:rsid w:val="004A6ED5"/>
    <w:rsid w:val="004A6F31"/>
    <w:rsid w:val="004A6FB1"/>
    <w:rsid w:val="004A6FF5"/>
    <w:rsid w:val="004A7096"/>
    <w:rsid w:val="004A719C"/>
    <w:rsid w:val="004A7237"/>
    <w:rsid w:val="004A724B"/>
    <w:rsid w:val="004A7686"/>
    <w:rsid w:val="004A7977"/>
    <w:rsid w:val="004A7E07"/>
    <w:rsid w:val="004A7F9E"/>
    <w:rsid w:val="004B00C3"/>
    <w:rsid w:val="004B00D4"/>
    <w:rsid w:val="004B00F1"/>
    <w:rsid w:val="004B0135"/>
    <w:rsid w:val="004B0275"/>
    <w:rsid w:val="004B0375"/>
    <w:rsid w:val="004B0390"/>
    <w:rsid w:val="004B047C"/>
    <w:rsid w:val="004B05D2"/>
    <w:rsid w:val="004B06B3"/>
    <w:rsid w:val="004B084F"/>
    <w:rsid w:val="004B0933"/>
    <w:rsid w:val="004B0BAE"/>
    <w:rsid w:val="004B0C9B"/>
    <w:rsid w:val="004B0D88"/>
    <w:rsid w:val="004B0E66"/>
    <w:rsid w:val="004B101E"/>
    <w:rsid w:val="004B1079"/>
    <w:rsid w:val="004B13AF"/>
    <w:rsid w:val="004B1524"/>
    <w:rsid w:val="004B1629"/>
    <w:rsid w:val="004B174C"/>
    <w:rsid w:val="004B1794"/>
    <w:rsid w:val="004B1795"/>
    <w:rsid w:val="004B187F"/>
    <w:rsid w:val="004B199A"/>
    <w:rsid w:val="004B1BA4"/>
    <w:rsid w:val="004B1BC0"/>
    <w:rsid w:val="004B1C2E"/>
    <w:rsid w:val="004B1C9E"/>
    <w:rsid w:val="004B1CA5"/>
    <w:rsid w:val="004B1CC4"/>
    <w:rsid w:val="004B1D7A"/>
    <w:rsid w:val="004B1E6B"/>
    <w:rsid w:val="004B1F4B"/>
    <w:rsid w:val="004B20FC"/>
    <w:rsid w:val="004B2241"/>
    <w:rsid w:val="004B24D4"/>
    <w:rsid w:val="004B2803"/>
    <w:rsid w:val="004B2884"/>
    <w:rsid w:val="004B28E5"/>
    <w:rsid w:val="004B2B23"/>
    <w:rsid w:val="004B2DA2"/>
    <w:rsid w:val="004B3033"/>
    <w:rsid w:val="004B3131"/>
    <w:rsid w:val="004B3138"/>
    <w:rsid w:val="004B31DF"/>
    <w:rsid w:val="004B3231"/>
    <w:rsid w:val="004B35D5"/>
    <w:rsid w:val="004B3617"/>
    <w:rsid w:val="004B363D"/>
    <w:rsid w:val="004B3801"/>
    <w:rsid w:val="004B3878"/>
    <w:rsid w:val="004B3995"/>
    <w:rsid w:val="004B39AA"/>
    <w:rsid w:val="004B3C2C"/>
    <w:rsid w:val="004B3CB4"/>
    <w:rsid w:val="004B3DEB"/>
    <w:rsid w:val="004B3E6D"/>
    <w:rsid w:val="004B3F75"/>
    <w:rsid w:val="004B40DF"/>
    <w:rsid w:val="004B4161"/>
    <w:rsid w:val="004B4165"/>
    <w:rsid w:val="004B41C6"/>
    <w:rsid w:val="004B4329"/>
    <w:rsid w:val="004B442D"/>
    <w:rsid w:val="004B44FE"/>
    <w:rsid w:val="004B45F7"/>
    <w:rsid w:val="004B478B"/>
    <w:rsid w:val="004B4906"/>
    <w:rsid w:val="004B4951"/>
    <w:rsid w:val="004B4969"/>
    <w:rsid w:val="004B4A7A"/>
    <w:rsid w:val="004B4B6B"/>
    <w:rsid w:val="004B4BAA"/>
    <w:rsid w:val="004B4CFA"/>
    <w:rsid w:val="004B4D6B"/>
    <w:rsid w:val="004B5145"/>
    <w:rsid w:val="004B51E2"/>
    <w:rsid w:val="004B522F"/>
    <w:rsid w:val="004B53ED"/>
    <w:rsid w:val="004B54E4"/>
    <w:rsid w:val="004B569F"/>
    <w:rsid w:val="004B573B"/>
    <w:rsid w:val="004B576A"/>
    <w:rsid w:val="004B5843"/>
    <w:rsid w:val="004B5978"/>
    <w:rsid w:val="004B5A4B"/>
    <w:rsid w:val="004B5B99"/>
    <w:rsid w:val="004B5BFB"/>
    <w:rsid w:val="004B5C26"/>
    <w:rsid w:val="004B5CF9"/>
    <w:rsid w:val="004B5EEE"/>
    <w:rsid w:val="004B5F08"/>
    <w:rsid w:val="004B5F2F"/>
    <w:rsid w:val="004B5FD6"/>
    <w:rsid w:val="004B61E6"/>
    <w:rsid w:val="004B62F5"/>
    <w:rsid w:val="004B63BA"/>
    <w:rsid w:val="004B6512"/>
    <w:rsid w:val="004B65F2"/>
    <w:rsid w:val="004B66B3"/>
    <w:rsid w:val="004B6955"/>
    <w:rsid w:val="004B69A3"/>
    <w:rsid w:val="004B6A20"/>
    <w:rsid w:val="004B6D43"/>
    <w:rsid w:val="004B6F66"/>
    <w:rsid w:val="004B709F"/>
    <w:rsid w:val="004B70BF"/>
    <w:rsid w:val="004B70F9"/>
    <w:rsid w:val="004B7110"/>
    <w:rsid w:val="004B71F6"/>
    <w:rsid w:val="004B7224"/>
    <w:rsid w:val="004B75F5"/>
    <w:rsid w:val="004B764E"/>
    <w:rsid w:val="004B78DE"/>
    <w:rsid w:val="004B7964"/>
    <w:rsid w:val="004B797D"/>
    <w:rsid w:val="004B7A7F"/>
    <w:rsid w:val="004B7C76"/>
    <w:rsid w:val="004B7CF2"/>
    <w:rsid w:val="004B7DF2"/>
    <w:rsid w:val="004B7E86"/>
    <w:rsid w:val="004C003B"/>
    <w:rsid w:val="004C00A1"/>
    <w:rsid w:val="004C00C5"/>
    <w:rsid w:val="004C018B"/>
    <w:rsid w:val="004C01CC"/>
    <w:rsid w:val="004C0248"/>
    <w:rsid w:val="004C029F"/>
    <w:rsid w:val="004C0321"/>
    <w:rsid w:val="004C035A"/>
    <w:rsid w:val="004C0385"/>
    <w:rsid w:val="004C049F"/>
    <w:rsid w:val="004C04CE"/>
    <w:rsid w:val="004C04DF"/>
    <w:rsid w:val="004C04E0"/>
    <w:rsid w:val="004C05A6"/>
    <w:rsid w:val="004C08A7"/>
    <w:rsid w:val="004C08A9"/>
    <w:rsid w:val="004C0987"/>
    <w:rsid w:val="004C0A59"/>
    <w:rsid w:val="004C0DAB"/>
    <w:rsid w:val="004C0E85"/>
    <w:rsid w:val="004C0F1B"/>
    <w:rsid w:val="004C1045"/>
    <w:rsid w:val="004C1224"/>
    <w:rsid w:val="004C125B"/>
    <w:rsid w:val="004C1296"/>
    <w:rsid w:val="004C12D4"/>
    <w:rsid w:val="004C141F"/>
    <w:rsid w:val="004C15FC"/>
    <w:rsid w:val="004C16D9"/>
    <w:rsid w:val="004C180D"/>
    <w:rsid w:val="004C1A22"/>
    <w:rsid w:val="004C1A27"/>
    <w:rsid w:val="004C1AC9"/>
    <w:rsid w:val="004C1C4D"/>
    <w:rsid w:val="004C1EE9"/>
    <w:rsid w:val="004C2041"/>
    <w:rsid w:val="004C2072"/>
    <w:rsid w:val="004C2145"/>
    <w:rsid w:val="004C22AB"/>
    <w:rsid w:val="004C2431"/>
    <w:rsid w:val="004C26A2"/>
    <w:rsid w:val="004C2949"/>
    <w:rsid w:val="004C2AEB"/>
    <w:rsid w:val="004C2BFD"/>
    <w:rsid w:val="004C2E6C"/>
    <w:rsid w:val="004C2FD9"/>
    <w:rsid w:val="004C3138"/>
    <w:rsid w:val="004C32D8"/>
    <w:rsid w:val="004C33D4"/>
    <w:rsid w:val="004C3517"/>
    <w:rsid w:val="004C3741"/>
    <w:rsid w:val="004C3889"/>
    <w:rsid w:val="004C3A4D"/>
    <w:rsid w:val="004C3B32"/>
    <w:rsid w:val="004C3F1F"/>
    <w:rsid w:val="004C40A8"/>
    <w:rsid w:val="004C4298"/>
    <w:rsid w:val="004C4352"/>
    <w:rsid w:val="004C444B"/>
    <w:rsid w:val="004C4482"/>
    <w:rsid w:val="004C448E"/>
    <w:rsid w:val="004C4699"/>
    <w:rsid w:val="004C4786"/>
    <w:rsid w:val="004C4AF9"/>
    <w:rsid w:val="004C4D3A"/>
    <w:rsid w:val="004C4D66"/>
    <w:rsid w:val="004C4D93"/>
    <w:rsid w:val="004C4E0B"/>
    <w:rsid w:val="004C4F5C"/>
    <w:rsid w:val="004C4F7F"/>
    <w:rsid w:val="004C50BB"/>
    <w:rsid w:val="004C50BD"/>
    <w:rsid w:val="004C51DF"/>
    <w:rsid w:val="004C51E3"/>
    <w:rsid w:val="004C52EC"/>
    <w:rsid w:val="004C5378"/>
    <w:rsid w:val="004C5475"/>
    <w:rsid w:val="004C54F5"/>
    <w:rsid w:val="004C5523"/>
    <w:rsid w:val="004C558A"/>
    <w:rsid w:val="004C5631"/>
    <w:rsid w:val="004C57D4"/>
    <w:rsid w:val="004C580B"/>
    <w:rsid w:val="004C5860"/>
    <w:rsid w:val="004C58B8"/>
    <w:rsid w:val="004C5902"/>
    <w:rsid w:val="004C593D"/>
    <w:rsid w:val="004C5A2F"/>
    <w:rsid w:val="004C5B43"/>
    <w:rsid w:val="004C5B71"/>
    <w:rsid w:val="004C5D06"/>
    <w:rsid w:val="004C5D13"/>
    <w:rsid w:val="004C5DC7"/>
    <w:rsid w:val="004C5F03"/>
    <w:rsid w:val="004C607F"/>
    <w:rsid w:val="004C617D"/>
    <w:rsid w:val="004C621E"/>
    <w:rsid w:val="004C62BE"/>
    <w:rsid w:val="004C62F2"/>
    <w:rsid w:val="004C65EE"/>
    <w:rsid w:val="004C6609"/>
    <w:rsid w:val="004C6653"/>
    <w:rsid w:val="004C677F"/>
    <w:rsid w:val="004C68B4"/>
    <w:rsid w:val="004C6B01"/>
    <w:rsid w:val="004C6BBF"/>
    <w:rsid w:val="004C6C64"/>
    <w:rsid w:val="004C6CE1"/>
    <w:rsid w:val="004C6EE7"/>
    <w:rsid w:val="004C6F9D"/>
    <w:rsid w:val="004C70FC"/>
    <w:rsid w:val="004C7108"/>
    <w:rsid w:val="004C7277"/>
    <w:rsid w:val="004C7293"/>
    <w:rsid w:val="004C732D"/>
    <w:rsid w:val="004C741C"/>
    <w:rsid w:val="004C747F"/>
    <w:rsid w:val="004C755F"/>
    <w:rsid w:val="004C757E"/>
    <w:rsid w:val="004C764D"/>
    <w:rsid w:val="004C7867"/>
    <w:rsid w:val="004C78EF"/>
    <w:rsid w:val="004C792A"/>
    <w:rsid w:val="004C7A0C"/>
    <w:rsid w:val="004C7F13"/>
    <w:rsid w:val="004C7F6B"/>
    <w:rsid w:val="004D001C"/>
    <w:rsid w:val="004D015A"/>
    <w:rsid w:val="004D015B"/>
    <w:rsid w:val="004D0347"/>
    <w:rsid w:val="004D039F"/>
    <w:rsid w:val="004D03FD"/>
    <w:rsid w:val="004D045F"/>
    <w:rsid w:val="004D05C5"/>
    <w:rsid w:val="004D0612"/>
    <w:rsid w:val="004D072C"/>
    <w:rsid w:val="004D07DC"/>
    <w:rsid w:val="004D08B4"/>
    <w:rsid w:val="004D0A7F"/>
    <w:rsid w:val="004D0E2E"/>
    <w:rsid w:val="004D0EF8"/>
    <w:rsid w:val="004D0F34"/>
    <w:rsid w:val="004D116A"/>
    <w:rsid w:val="004D116B"/>
    <w:rsid w:val="004D13D1"/>
    <w:rsid w:val="004D163F"/>
    <w:rsid w:val="004D1746"/>
    <w:rsid w:val="004D1768"/>
    <w:rsid w:val="004D188C"/>
    <w:rsid w:val="004D18AA"/>
    <w:rsid w:val="004D18D0"/>
    <w:rsid w:val="004D1999"/>
    <w:rsid w:val="004D1A55"/>
    <w:rsid w:val="004D1C40"/>
    <w:rsid w:val="004D1C54"/>
    <w:rsid w:val="004D1D09"/>
    <w:rsid w:val="004D1D93"/>
    <w:rsid w:val="004D1EC0"/>
    <w:rsid w:val="004D203E"/>
    <w:rsid w:val="004D2287"/>
    <w:rsid w:val="004D22F2"/>
    <w:rsid w:val="004D2520"/>
    <w:rsid w:val="004D2740"/>
    <w:rsid w:val="004D295D"/>
    <w:rsid w:val="004D2C70"/>
    <w:rsid w:val="004D2F3B"/>
    <w:rsid w:val="004D2F8B"/>
    <w:rsid w:val="004D30C4"/>
    <w:rsid w:val="004D3104"/>
    <w:rsid w:val="004D3162"/>
    <w:rsid w:val="004D3163"/>
    <w:rsid w:val="004D321F"/>
    <w:rsid w:val="004D33B4"/>
    <w:rsid w:val="004D34C8"/>
    <w:rsid w:val="004D34EF"/>
    <w:rsid w:val="004D3582"/>
    <w:rsid w:val="004D3622"/>
    <w:rsid w:val="004D379F"/>
    <w:rsid w:val="004D3866"/>
    <w:rsid w:val="004D3959"/>
    <w:rsid w:val="004D3A58"/>
    <w:rsid w:val="004D3B4E"/>
    <w:rsid w:val="004D3C22"/>
    <w:rsid w:val="004D3DA6"/>
    <w:rsid w:val="004D3DCA"/>
    <w:rsid w:val="004D3E8A"/>
    <w:rsid w:val="004D4023"/>
    <w:rsid w:val="004D4560"/>
    <w:rsid w:val="004D4620"/>
    <w:rsid w:val="004D49CB"/>
    <w:rsid w:val="004D49F9"/>
    <w:rsid w:val="004D4A9D"/>
    <w:rsid w:val="004D4CF2"/>
    <w:rsid w:val="004D4D61"/>
    <w:rsid w:val="004D4F37"/>
    <w:rsid w:val="004D54B7"/>
    <w:rsid w:val="004D5656"/>
    <w:rsid w:val="004D5714"/>
    <w:rsid w:val="004D5878"/>
    <w:rsid w:val="004D58DF"/>
    <w:rsid w:val="004D59F4"/>
    <w:rsid w:val="004D5B2A"/>
    <w:rsid w:val="004D5B37"/>
    <w:rsid w:val="004D5B93"/>
    <w:rsid w:val="004D5CA4"/>
    <w:rsid w:val="004D5CBE"/>
    <w:rsid w:val="004D5E59"/>
    <w:rsid w:val="004D5E75"/>
    <w:rsid w:val="004D5E76"/>
    <w:rsid w:val="004D5FF4"/>
    <w:rsid w:val="004D6034"/>
    <w:rsid w:val="004D6146"/>
    <w:rsid w:val="004D62C6"/>
    <w:rsid w:val="004D663D"/>
    <w:rsid w:val="004D6862"/>
    <w:rsid w:val="004D687F"/>
    <w:rsid w:val="004D6A0F"/>
    <w:rsid w:val="004D6A37"/>
    <w:rsid w:val="004D6B70"/>
    <w:rsid w:val="004D6BC1"/>
    <w:rsid w:val="004D6C3F"/>
    <w:rsid w:val="004D6CB9"/>
    <w:rsid w:val="004D6D12"/>
    <w:rsid w:val="004D6D33"/>
    <w:rsid w:val="004D6DF8"/>
    <w:rsid w:val="004D6EA4"/>
    <w:rsid w:val="004D7056"/>
    <w:rsid w:val="004D7197"/>
    <w:rsid w:val="004D726A"/>
    <w:rsid w:val="004D728E"/>
    <w:rsid w:val="004D7571"/>
    <w:rsid w:val="004D75FF"/>
    <w:rsid w:val="004D7803"/>
    <w:rsid w:val="004D7837"/>
    <w:rsid w:val="004D7867"/>
    <w:rsid w:val="004D78D1"/>
    <w:rsid w:val="004D7A01"/>
    <w:rsid w:val="004D7AFE"/>
    <w:rsid w:val="004D7BBF"/>
    <w:rsid w:val="004D7D67"/>
    <w:rsid w:val="004D7EF6"/>
    <w:rsid w:val="004E00D8"/>
    <w:rsid w:val="004E00F2"/>
    <w:rsid w:val="004E01CE"/>
    <w:rsid w:val="004E031D"/>
    <w:rsid w:val="004E035C"/>
    <w:rsid w:val="004E045F"/>
    <w:rsid w:val="004E0613"/>
    <w:rsid w:val="004E0623"/>
    <w:rsid w:val="004E07BD"/>
    <w:rsid w:val="004E07DB"/>
    <w:rsid w:val="004E08A4"/>
    <w:rsid w:val="004E094A"/>
    <w:rsid w:val="004E0C61"/>
    <w:rsid w:val="004E0E03"/>
    <w:rsid w:val="004E0FF4"/>
    <w:rsid w:val="004E113C"/>
    <w:rsid w:val="004E13B0"/>
    <w:rsid w:val="004E14AE"/>
    <w:rsid w:val="004E16E5"/>
    <w:rsid w:val="004E16EA"/>
    <w:rsid w:val="004E1785"/>
    <w:rsid w:val="004E1827"/>
    <w:rsid w:val="004E1965"/>
    <w:rsid w:val="004E1A33"/>
    <w:rsid w:val="004E1B64"/>
    <w:rsid w:val="004E1E1A"/>
    <w:rsid w:val="004E1EAF"/>
    <w:rsid w:val="004E1FB5"/>
    <w:rsid w:val="004E1FF7"/>
    <w:rsid w:val="004E20A0"/>
    <w:rsid w:val="004E2138"/>
    <w:rsid w:val="004E227D"/>
    <w:rsid w:val="004E2349"/>
    <w:rsid w:val="004E2490"/>
    <w:rsid w:val="004E2532"/>
    <w:rsid w:val="004E2534"/>
    <w:rsid w:val="004E25BC"/>
    <w:rsid w:val="004E26D2"/>
    <w:rsid w:val="004E270A"/>
    <w:rsid w:val="004E28CB"/>
    <w:rsid w:val="004E2B79"/>
    <w:rsid w:val="004E2D54"/>
    <w:rsid w:val="004E2DC8"/>
    <w:rsid w:val="004E2E1F"/>
    <w:rsid w:val="004E2E70"/>
    <w:rsid w:val="004E2FEC"/>
    <w:rsid w:val="004E307E"/>
    <w:rsid w:val="004E30F2"/>
    <w:rsid w:val="004E30FD"/>
    <w:rsid w:val="004E324E"/>
    <w:rsid w:val="004E34DF"/>
    <w:rsid w:val="004E3623"/>
    <w:rsid w:val="004E3808"/>
    <w:rsid w:val="004E3884"/>
    <w:rsid w:val="004E3AE4"/>
    <w:rsid w:val="004E3B8B"/>
    <w:rsid w:val="004E3B93"/>
    <w:rsid w:val="004E3BA5"/>
    <w:rsid w:val="004E3D21"/>
    <w:rsid w:val="004E3EEF"/>
    <w:rsid w:val="004E4046"/>
    <w:rsid w:val="004E410B"/>
    <w:rsid w:val="004E414B"/>
    <w:rsid w:val="004E4155"/>
    <w:rsid w:val="004E41E5"/>
    <w:rsid w:val="004E4217"/>
    <w:rsid w:val="004E4229"/>
    <w:rsid w:val="004E447F"/>
    <w:rsid w:val="004E450E"/>
    <w:rsid w:val="004E4652"/>
    <w:rsid w:val="004E49CD"/>
    <w:rsid w:val="004E4B69"/>
    <w:rsid w:val="004E4C01"/>
    <w:rsid w:val="004E4C1D"/>
    <w:rsid w:val="004E4C8A"/>
    <w:rsid w:val="004E4E31"/>
    <w:rsid w:val="004E4EB1"/>
    <w:rsid w:val="004E5271"/>
    <w:rsid w:val="004E5499"/>
    <w:rsid w:val="004E5512"/>
    <w:rsid w:val="004E5A55"/>
    <w:rsid w:val="004E5C6E"/>
    <w:rsid w:val="004E5D39"/>
    <w:rsid w:val="004E5D77"/>
    <w:rsid w:val="004E5DE6"/>
    <w:rsid w:val="004E5EA9"/>
    <w:rsid w:val="004E5EEA"/>
    <w:rsid w:val="004E6002"/>
    <w:rsid w:val="004E6188"/>
    <w:rsid w:val="004E61E9"/>
    <w:rsid w:val="004E62D5"/>
    <w:rsid w:val="004E6343"/>
    <w:rsid w:val="004E6419"/>
    <w:rsid w:val="004E64FC"/>
    <w:rsid w:val="004E65BC"/>
    <w:rsid w:val="004E6725"/>
    <w:rsid w:val="004E6760"/>
    <w:rsid w:val="004E695C"/>
    <w:rsid w:val="004E6989"/>
    <w:rsid w:val="004E69E6"/>
    <w:rsid w:val="004E6A0D"/>
    <w:rsid w:val="004E6BC3"/>
    <w:rsid w:val="004E6C00"/>
    <w:rsid w:val="004E6C90"/>
    <w:rsid w:val="004E6F23"/>
    <w:rsid w:val="004E6F49"/>
    <w:rsid w:val="004E6FA6"/>
    <w:rsid w:val="004E6FEC"/>
    <w:rsid w:val="004E708E"/>
    <w:rsid w:val="004E719B"/>
    <w:rsid w:val="004E71DE"/>
    <w:rsid w:val="004E752A"/>
    <w:rsid w:val="004E75EF"/>
    <w:rsid w:val="004E7768"/>
    <w:rsid w:val="004E7808"/>
    <w:rsid w:val="004E7863"/>
    <w:rsid w:val="004E7AB5"/>
    <w:rsid w:val="004E7AD7"/>
    <w:rsid w:val="004E7ADF"/>
    <w:rsid w:val="004E7B66"/>
    <w:rsid w:val="004E7BE5"/>
    <w:rsid w:val="004E7FD5"/>
    <w:rsid w:val="004F001D"/>
    <w:rsid w:val="004F0110"/>
    <w:rsid w:val="004F01D0"/>
    <w:rsid w:val="004F04B4"/>
    <w:rsid w:val="004F04D8"/>
    <w:rsid w:val="004F0512"/>
    <w:rsid w:val="004F0860"/>
    <w:rsid w:val="004F0955"/>
    <w:rsid w:val="004F0C25"/>
    <w:rsid w:val="004F0E29"/>
    <w:rsid w:val="004F0EE7"/>
    <w:rsid w:val="004F11A0"/>
    <w:rsid w:val="004F144E"/>
    <w:rsid w:val="004F14D2"/>
    <w:rsid w:val="004F17D3"/>
    <w:rsid w:val="004F17D5"/>
    <w:rsid w:val="004F193D"/>
    <w:rsid w:val="004F1B17"/>
    <w:rsid w:val="004F1DF3"/>
    <w:rsid w:val="004F2017"/>
    <w:rsid w:val="004F2140"/>
    <w:rsid w:val="004F2302"/>
    <w:rsid w:val="004F23E5"/>
    <w:rsid w:val="004F2455"/>
    <w:rsid w:val="004F248D"/>
    <w:rsid w:val="004F2657"/>
    <w:rsid w:val="004F2747"/>
    <w:rsid w:val="004F283B"/>
    <w:rsid w:val="004F2BAA"/>
    <w:rsid w:val="004F2D7B"/>
    <w:rsid w:val="004F2EF5"/>
    <w:rsid w:val="004F3080"/>
    <w:rsid w:val="004F32D9"/>
    <w:rsid w:val="004F34FB"/>
    <w:rsid w:val="004F355F"/>
    <w:rsid w:val="004F3581"/>
    <w:rsid w:val="004F3622"/>
    <w:rsid w:val="004F3737"/>
    <w:rsid w:val="004F3779"/>
    <w:rsid w:val="004F37DE"/>
    <w:rsid w:val="004F3826"/>
    <w:rsid w:val="004F39BF"/>
    <w:rsid w:val="004F3CFD"/>
    <w:rsid w:val="004F3DDF"/>
    <w:rsid w:val="004F3EBB"/>
    <w:rsid w:val="004F3ED9"/>
    <w:rsid w:val="004F3F12"/>
    <w:rsid w:val="004F3F71"/>
    <w:rsid w:val="004F4069"/>
    <w:rsid w:val="004F40FC"/>
    <w:rsid w:val="004F4187"/>
    <w:rsid w:val="004F425F"/>
    <w:rsid w:val="004F460D"/>
    <w:rsid w:val="004F46CD"/>
    <w:rsid w:val="004F46D9"/>
    <w:rsid w:val="004F4A16"/>
    <w:rsid w:val="004F4AD7"/>
    <w:rsid w:val="004F4B2C"/>
    <w:rsid w:val="004F4B76"/>
    <w:rsid w:val="004F4D9C"/>
    <w:rsid w:val="004F4E6D"/>
    <w:rsid w:val="004F4EB1"/>
    <w:rsid w:val="004F4EDD"/>
    <w:rsid w:val="004F4FF4"/>
    <w:rsid w:val="004F5122"/>
    <w:rsid w:val="004F5199"/>
    <w:rsid w:val="004F526B"/>
    <w:rsid w:val="004F5353"/>
    <w:rsid w:val="004F5403"/>
    <w:rsid w:val="004F5457"/>
    <w:rsid w:val="004F54AF"/>
    <w:rsid w:val="004F54C2"/>
    <w:rsid w:val="004F56EB"/>
    <w:rsid w:val="004F57C8"/>
    <w:rsid w:val="004F58C9"/>
    <w:rsid w:val="004F58D4"/>
    <w:rsid w:val="004F5C9B"/>
    <w:rsid w:val="004F5CE6"/>
    <w:rsid w:val="004F5D06"/>
    <w:rsid w:val="004F5F5B"/>
    <w:rsid w:val="004F5FF0"/>
    <w:rsid w:val="004F6474"/>
    <w:rsid w:val="004F658E"/>
    <w:rsid w:val="004F66E6"/>
    <w:rsid w:val="004F66FF"/>
    <w:rsid w:val="004F6715"/>
    <w:rsid w:val="004F6A20"/>
    <w:rsid w:val="004F6AAE"/>
    <w:rsid w:val="004F6AC4"/>
    <w:rsid w:val="004F6B22"/>
    <w:rsid w:val="004F6D9E"/>
    <w:rsid w:val="004F6DE5"/>
    <w:rsid w:val="004F6F87"/>
    <w:rsid w:val="004F743D"/>
    <w:rsid w:val="004F75B0"/>
    <w:rsid w:val="004F75F0"/>
    <w:rsid w:val="004F75FB"/>
    <w:rsid w:val="004F7612"/>
    <w:rsid w:val="004F765B"/>
    <w:rsid w:val="004F78FB"/>
    <w:rsid w:val="004F79F5"/>
    <w:rsid w:val="004F7BFE"/>
    <w:rsid w:val="004F7C81"/>
    <w:rsid w:val="004F7CCA"/>
    <w:rsid w:val="004F7F0B"/>
    <w:rsid w:val="004F7F33"/>
    <w:rsid w:val="00500191"/>
    <w:rsid w:val="005001B0"/>
    <w:rsid w:val="005003F8"/>
    <w:rsid w:val="0050045C"/>
    <w:rsid w:val="00500509"/>
    <w:rsid w:val="00500530"/>
    <w:rsid w:val="0050057F"/>
    <w:rsid w:val="0050066E"/>
    <w:rsid w:val="005006AF"/>
    <w:rsid w:val="005009C1"/>
    <w:rsid w:val="00500A12"/>
    <w:rsid w:val="00500B03"/>
    <w:rsid w:val="00500B31"/>
    <w:rsid w:val="00500D7E"/>
    <w:rsid w:val="00500DEC"/>
    <w:rsid w:val="00500E1A"/>
    <w:rsid w:val="00500E96"/>
    <w:rsid w:val="00500F8D"/>
    <w:rsid w:val="005012EC"/>
    <w:rsid w:val="0050131A"/>
    <w:rsid w:val="005013CD"/>
    <w:rsid w:val="00501486"/>
    <w:rsid w:val="005015D1"/>
    <w:rsid w:val="00501847"/>
    <w:rsid w:val="005018B0"/>
    <w:rsid w:val="00501A43"/>
    <w:rsid w:val="00501B54"/>
    <w:rsid w:val="00501D8F"/>
    <w:rsid w:val="00501DDC"/>
    <w:rsid w:val="00501E95"/>
    <w:rsid w:val="00501F33"/>
    <w:rsid w:val="00502233"/>
    <w:rsid w:val="00502488"/>
    <w:rsid w:val="00502539"/>
    <w:rsid w:val="005027AE"/>
    <w:rsid w:val="00502809"/>
    <w:rsid w:val="0050296F"/>
    <w:rsid w:val="005029A5"/>
    <w:rsid w:val="00502A18"/>
    <w:rsid w:val="00502C96"/>
    <w:rsid w:val="00502CDE"/>
    <w:rsid w:val="00502D02"/>
    <w:rsid w:val="00502D38"/>
    <w:rsid w:val="00502E3C"/>
    <w:rsid w:val="00502EBF"/>
    <w:rsid w:val="00502FDF"/>
    <w:rsid w:val="0050302D"/>
    <w:rsid w:val="0050309F"/>
    <w:rsid w:val="005030C4"/>
    <w:rsid w:val="00503240"/>
    <w:rsid w:val="00503324"/>
    <w:rsid w:val="005033C1"/>
    <w:rsid w:val="00503413"/>
    <w:rsid w:val="005034AE"/>
    <w:rsid w:val="0050359B"/>
    <w:rsid w:val="0050362E"/>
    <w:rsid w:val="0050381E"/>
    <w:rsid w:val="0050388D"/>
    <w:rsid w:val="00503985"/>
    <w:rsid w:val="00503A45"/>
    <w:rsid w:val="00503AF7"/>
    <w:rsid w:val="00503B83"/>
    <w:rsid w:val="00503C4C"/>
    <w:rsid w:val="00503E80"/>
    <w:rsid w:val="00503FE5"/>
    <w:rsid w:val="0050409C"/>
    <w:rsid w:val="005040D2"/>
    <w:rsid w:val="00504274"/>
    <w:rsid w:val="0050479B"/>
    <w:rsid w:val="00504809"/>
    <w:rsid w:val="005048A1"/>
    <w:rsid w:val="00504AAD"/>
    <w:rsid w:val="00504D38"/>
    <w:rsid w:val="00504FE9"/>
    <w:rsid w:val="005051DD"/>
    <w:rsid w:val="00505286"/>
    <w:rsid w:val="0050529C"/>
    <w:rsid w:val="0050547C"/>
    <w:rsid w:val="0050548E"/>
    <w:rsid w:val="00505578"/>
    <w:rsid w:val="005055A8"/>
    <w:rsid w:val="00505649"/>
    <w:rsid w:val="00505787"/>
    <w:rsid w:val="005057AC"/>
    <w:rsid w:val="005058EE"/>
    <w:rsid w:val="00505906"/>
    <w:rsid w:val="00505A0C"/>
    <w:rsid w:val="00505E3B"/>
    <w:rsid w:val="00505F02"/>
    <w:rsid w:val="00505F5D"/>
    <w:rsid w:val="00506050"/>
    <w:rsid w:val="005060D0"/>
    <w:rsid w:val="005060FB"/>
    <w:rsid w:val="005061C4"/>
    <w:rsid w:val="005061E4"/>
    <w:rsid w:val="00506214"/>
    <w:rsid w:val="0050622C"/>
    <w:rsid w:val="005062EF"/>
    <w:rsid w:val="00506317"/>
    <w:rsid w:val="00506483"/>
    <w:rsid w:val="005064AE"/>
    <w:rsid w:val="005067E3"/>
    <w:rsid w:val="00506A7B"/>
    <w:rsid w:val="00506B23"/>
    <w:rsid w:val="00506CCE"/>
    <w:rsid w:val="00506D91"/>
    <w:rsid w:val="00506E88"/>
    <w:rsid w:val="00506EC2"/>
    <w:rsid w:val="00506F16"/>
    <w:rsid w:val="00507037"/>
    <w:rsid w:val="0050737D"/>
    <w:rsid w:val="005075AC"/>
    <w:rsid w:val="005076B9"/>
    <w:rsid w:val="005077AE"/>
    <w:rsid w:val="00507AD8"/>
    <w:rsid w:val="00507B90"/>
    <w:rsid w:val="00507C33"/>
    <w:rsid w:val="00507D33"/>
    <w:rsid w:val="00507E1E"/>
    <w:rsid w:val="00507F71"/>
    <w:rsid w:val="00507F98"/>
    <w:rsid w:val="00510013"/>
    <w:rsid w:val="0051027B"/>
    <w:rsid w:val="00510390"/>
    <w:rsid w:val="00510469"/>
    <w:rsid w:val="00510624"/>
    <w:rsid w:val="00510786"/>
    <w:rsid w:val="00510797"/>
    <w:rsid w:val="00510847"/>
    <w:rsid w:val="005108C6"/>
    <w:rsid w:val="005109DB"/>
    <w:rsid w:val="00510A3A"/>
    <w:rsid w:val="00510AAE"/>
    <w:rsid w:val="00510AB5"/>
    <w:rsid w:val="00510B89"/>
    <w:rsid w:val="00510E4E"/>
    <w:rsid w:val="00511151"/>
    <w:rsid w:val="005113C5"/>
    <w:rsid w:val="00511411"/>
    <w:rsid w:val="00511499"/>
    <w:rsid w:val="005114E7"/>
    <w:rsid w:val="00511754"/>
    <w:rsid w:val="00511A5C"/>
    <w:rsid w:val="00511AB4"/>
    <w:rsid w:val="00511AD8"/>
    <w:rsid w:val="00511B1C"/>
    <w:rsid w:val="00511C1A"/>
    <w:rsid w:val="00511F6B"/>
    <w:rsid w:val="00512007"/>
    <w:rsid w:val="00512084"/>
    <w:rsid w:val="00512276"/>
    <w:rsid w:val="00512543"/>
    <w:rsid w:val="005128BE"/>
    <w:rsid w:val="005129B3"/>
    <w:rsid w:val="00512C84"/>
    <w:rsid w:val="00512D4F"/>
    <w:rsid w:val="00512DAB"/>
    <w:rsid w:val="00512E48"/>
    <w:rsid w:val="00512E88"/>
    <w:rsid w:val="00512EFF"/>
    <w:rsid w:val="00512F81"/>
    <w:rsid w:val="00513022"/>
    <w:rsid w:val="00513099"/>
    <w:rsid w:val="005131BB"/>
    <w:rsid w:val="005131D6"/>
    <w:rsid w:val="005131DA"/>
    <w:rsid w:val="0051344E"/>
    <w:rsid w:val="005134D9"/>
    <w:rsid w:val="005135E5"/>
    <w:rsid w:val="00513847"/>
    <w:rsid w:val="00513897"/>
    <w:rsid w:val="00513900"/>
    <w:rsid w:val="00513AD5"/>
    <w:rsid w:val="00513EEF"/>
    <w:rsid w:val="005140F1"/>
    <w:rsid w:val="00514153"/>
    <w:rsid w:val="005141B7"/>
    <w:rsid w:val="00514346"/>
    <w:rsid w:val="005145F6"/>
    <w:rsid w:val="00514603"/>
    <w:rsid w:val="00514A00"/>
    <w:rsid w:val="00514A25"/>
    <w:rsid w:val="00514A8D"/>
    <w:rsid w:val="00514B2B"/>
    <w:rsid w:val="00514B93"/>
    <w:rsid w:val="00514BDE"/>
    <w:rsid w:val="00514C6B"/>
    <w:rsid w:val="00514CD1"/>
    <w:rsid w:val="00514DE0"/>
    <w:rsid w:val="00514E58"/>
    <w:rsid w:val="00514E6C"/>
    <w:rsid w:val="00514EE7"/>
    <w:rsid w:val="0051508B"/>
    <w:rsid w:val="005151F0"/>
    <w:rsid w:val="0051531D"/>
    <w:rsid w:val="005153C0"/>
    <w:rsid w:val="0051554B"/>
    <w:rsid w:val="00515725"/>
    <w:rsid w:val="0051583C"/>
    <w:rsid w:val="0051587B"/>
    <w:rsid w:val="00515962"/>
    <w:rsid w:val="00515997"/>
    <w:rsid w:val="00515CD7"/>
    <w:rsid w:val="00515DC2"/>
    <w:rsid w:val="00515E4B"/>
    <w:rsid w:val="00515E64"/>
    <w:rsid w:val="00516077"/>
    <w:rsid w:val="005160A5"/>
    <w:rsid w:val="005160DE"/>
    <w:rsid w:val="00516176"/>
    <w:rsid w:val="0051619A"/>
    <w:rsid w:val="00516435"/>
    <w:rsid w:val="00516477"/>
    <w:rsid w:val="00516551"/>
    <w:rsid w:val="00516574"/>
    <w:rsid w:val="0051683D"/>
    <w:rsid w:val="00516C04"/>
    <w:rsid w:val="00516CB9"/>
    <w:rsid w:val="0051713C"/>
    <w:rsid w:val="005171B2"/>
    <w:rsid w:val="00517348"/>
    <w:rsid w:val="00517421"/>
    <w:rsid w:val="005176AA"/>
    <w:rsid w:val="005176D7"/>
    <w:rsid w:val="00517906"/>
    <w:rsid w:val="00517A25"/>
    <w:rsid w:val="00517BE9"/>
    <w:rsid w:val="00517D25"/>
    <w:rsid w:val="00517D34"/>
    <w:rsid w:val="00517EA1"/>
    <w:rsid w:val="0052013B"/>
    <w:rsid w:val="00520377"/>
    <w:rsid w:val="0052037B"/>
    <w:rsid w:val="00520561"/>
    <w:rsid w:val="005205A3"/>
    <w:rsid w:val="0052060D"/>
    <w:rsid w:val="0052073C"/>
    <w:rsid w:val="00520798"/>
    <w:rsid w:val="005207A9"/>
    <w:rsid w:val="005207DB"/>
    <w:rsid w:val="00520957"/>
    <w:rsid w:val="00520D63"/>
    <w:rsid w:val="00520D9A"/>
    <w:rsid w:val="00520DDA"/>
    <w:rsid w:val="005210A7"/>
    <w:rsid w:val="00521105"/>
    <w:rsid w:val="005211A6"/>
    <w:rsid w:val="005211BE"/>
    <w:rsid w:val="0052131A"/>
    <w:rsid w:val="00521354"/>
    <w:rsid w:val="00521483"/>
    <w:rsid w:val="0052167F"/>
    <w:rsid w:val="00521742"/>
    <w:rsid w:val="005219EB"/>
    <w:rsid w:val="00521C4D"/>
    <w:rsid w:val="00521C68"/>
    <w:rsid w:val="00521D62"/>
    <w:rsid w:val="00521DEA"/>
    <w:rsid w:val="00521E04"/>
    <w:rsid w:val="00521E25"/>
    <w:rsid w:val="00521F5B"/>
    <w:rsid w:val="00521F87"/>
    <w:rsid w:val="005223EE"/>
    <w:rsid w:val="0052246B"/>
    <w:rsid w:val="00522547"/>
    <w:rsid w:val="00522612"/>
    <w:rsid w:val="00522776"/>
    <w:rsid w:val="00522836"/>
    <w:rsid w:val="00522850"/>
    <w:rsid w:val="005228ED"/>
    <w:rsid w:val="00522956"/>
    <w:rsid w:val="0052296B"/>
    <w:rsid w:val="00522B80"/>
    <w:rsid w:val="00522BA0"/>
    <w:rsid w:val="00522CCC"/>
    <w:rsid w:val="00522EE0"/>
    <w:rsid w:val="00522FD2"/>
    <w:rsid w:val="005230F9"/>
    <w:rsid w:val="005231E9"/>
    <w:rsid w:val="005231FE"/>
    <w:rsid w:val="00523375"/>
    <w:rsid w:val="00523389"/>
    <w:rsid w:val="0052339F"/>
    <w:rsid w:val="005235C6"/>
    <w:rsid w:val="00523850"/>
    <w:rsid w:val="00523863"/>
    <w:rsid w:val="00523B9E"/>
    <w:rsid w:val="00523D3B"/>
    <w:rsid w:val="00523E05"/>
    <w:rsid w:val="00523EB3"/>
    <w:rsid w:val="00523F51"/>
    <w:rsid w:val="005241DC"/>
    <w:rsid w:val="005241FD"/>
    <w:rsid w:val="0052429D"/>
    <w:rsid w:val="00524375"/>
    <w:rsid w:val="00524380"/>
    <w:rsid w:val="00524485"/>
    <w:rsid w:val="005244E8"/>
    <w:rsid w:val="00524605"/>
    <w:rsid w:val="00524744"/>
    <w:rsid w:val="00524F7A"/>
    <w:rsid w:val="00525019"/>
    <w:rsid w:val="0052507A"/>
    <w:rsid w:val="005250C5"/>
    <w:rsid w:val="00525117"/>
    <w:rsid w:val="0052513F"/>
    <w:rsid w:val="005251AA"/>
    <w:rsid w:val="005252A6"/>
    <w:rsid w:val="00525324"/>
    <w:rsid w:val="00525451"/>
    <w:rsid w:val="0052549D"/>
    <w:rsid w:val="0052555C"/>
    <w:rsid w:val="0052565E"/>
    <w:rsid w:val="005256C7"/>
    <w:rsid w:val="005258D1"/>
    <w:rsid w:val="00525A14"/>
    <w:rsid w:val="00525A33"/>
    <w:rsid w:val="00525B8C"/>
    <w:rsid w:val="00525C40"/>
    <w:rsid w:val="00525E33"/>
    <w:rsid w:val="00525E82"/>
    <w:rsid w:val="00525EE8"/>
    <w:rsid w:val="00525FB4"/>
    <w:rsid w:val="005261D5"/>
    <w:rsid w:val="0052632C"/>
    <w:rsid w:val="00526331"/>
    <w:rsid w:val="00526381"/>
    <w:rsid w:val="00526427"/>
    <w:rsid w:val="00526477"/>
    <w:rsid w:val="005264A0"/>
    <w:rsid w:val="005265CA"/>
    <w:rsid w:val="0052667B"/>
    <w:rsid w:val="005267E1"/>
    <w:rsid w:val="00526901"/>
    <w:rsid w:val="005269D3"/>
    <w:rsid w:val="00526A81"/>
    <w:rsid w:val="00526AC4"/>
    <w:rsid w:val="00526ACA"/>
    <w:rsid w:val="00526C29"/>
    <w:rsid w:val="00526D21"/>
    <w:rsid w:val="00526D9C"/>
    <w:rsid w:val="00526EE5"/>
    <w:rsid w:val="00526FE4"/>
    <w:rsid w:val="0052721C"/>
    <w:rsid w:val="00527252"/>
    <w:rsid w:val="00527352"/>
    <w:rsid w:val="005273CB"/>
    <w:rsid w:val="00527413"/>
    <w:rsid w:val="0052755E"/>
    <w:rsid w:val="00527897"/>
    <w:rsid w:val="005278DE"/>
    <w:rsid w:val="005279DA"/>
    <w:rsid w:val="00527A16"/>
    <w:rsid w:val="00527ACF"/>
    <w:rsid w:val="00527B69"/>
    <w:rsid w:val="00527B84"/>
    <w:rsid w:val="00527DF5"/>
    <w:rsid w:val="00527E81"/>
    <w:rsid w:val="00527EBB"/>
    <w:rsid w:val="00527F2D"/>
    <w:rsid w:val="00527F7D"/>
    <w:rsid w:val="00530171"/>
    <w:rsid w:val="005302E9"/>
    <w:rsid w:val="0053036A"/>
    <w:rsid w:val="00530428"/>
    <w:rsid w:val="005304B4"/>
    <w:rsid w:val="005304D7"/>
    <w:rsid w:val="005305AC"/>
    <w:rsid w:val="0053071F"/>
    <w:rsid w:val="00530788"/>
    <w:rsid w:val="00530B24"/>
    <w:rsid w:val="00530D15"/>
    <w:rsid w:val="00530DAB"/>
    <w:rsid w:val="00530EC8"/>
    <w:rsid w:val="00530FA8"/>
    <w:rsid w:val="0053105A"/>
    <w:rsid w:val="0053110E"/>
    <w:rsid w:val="00531159"/>
    <w:rsid w:val="00531219"/>
    <w:rsid w:val="00531375"/>
    <w:rsid w:val="00531392"/>
    <w:rsid w:val="005314C8"/>
    <w:rsid w:val="00531659"/>
    <w:rsid w:val="0053170B"/>
    <w:rsid w:val="00531872"/>
    <w:rsid w:val="00531AEA"/>
    <w:rsid w:val="00531BCF"/>
    <w:rsid w:val="00531CA6"/>
    <w:rsid w:val="00531D0E"/>
    <w:rsid w:val="00531D30"/>
    <w:rsid w:val="00531DE9"/>
    <w:rsid w:val="00531F33"/>
    <w:rsid w:val="00531F6E"/>
    <w:rsid w:val="00531FD1"/>
    <w:rsid w:val="0053228F"/>
    <w:rsid w:val="00532295"/>
    <w:rsid w:val="0053246D"/>
    <w:rsid w:val="005324E3"/>
    <w:rsid w:val="005325AA"/>
    <w:rsid w:val="0053261E"/>
    <w:rsid w:val="00532704"/>
    <w:rsid w:val="00532780"/>
    <w:rsid w:val="00532794"/>
    <w:rsid w:val="0053299D"/>
    <w:rsid w:val="00532A20"/>
    <w:rsid w:val="00532B47"/>
    <w:rsid w:val="00532CB7"/>
    <w:rsid w:val="00532EAA"/>
    <w:rsid w:val="00532F7A"/>
    <w:rsid w:val="00532FC9"/>
    <w:rsid w:val="00532FEC"/>
    <w:rsid w:val="0053307F"/>
    <w:rsid w:val="005330B7"/>
    <w:rsid w:val="005331F1"/>
    <w:rsid w:val="005332F9"/>
    <w:rsid w:val="0053331D"/>
    <w:rsid w:val="0053339F"/>
    <w:rsid w:val="0053340A"/>
    <w:rsid w:val="005334DD"/>
    <w:rsid w:val="005334EA"/>
    <w:rsid w:val="005335DD"/>
    <w:rsid w:val="00533858"/>
    <w:rsid w:val="005338BB"/>
    <w:rsid w:val="005338D0"/>
    <w:rsid w:val="0053393B"/>
    <w:rsid w:val="00533A1B"/>
    <w:rsid w:val="00533BD5"/>
    <w:rsid w:val="00533C1B"/>
    <w:rsid w:val="00533D2C"/>
    <w:rsid w:val="00533D31"/>
    <w:rsid w:val="00533D43"/>
    <w:rsid w:val="00533E39"/>
    <w:rsid w:val="00533F82"/>
    <w:rsid w:val="0053425B"/>
    <w:rsid w:val="0053428B"/>
    <w:rsid w:val="005342C3"/>
    <w:rsid w:val="005345C1"/>
    <w:rsid w:val="00534655"/>
    <w:rsid w:val="0053477F"/>
    <w:rsid w:val="00534794"/>
    <w:rsid w:val="00534832"/>
    <w:rsid w:val="005349AD"/>
    <w:rsid w:val="005349B7"/>
    <w:rsid w:val="00534B30"/>
    <w:rsid w:val="00534CE0"/>
    <w:rsid w:val="00534F41"/>
    <w:rsid w:val="00534F84"/>
    <w:rsid w:val="00534FF3"/>
    <w:rsid w:val="00535072"/>
    <w:rsid w:val="00535099"/>
    <w:rsid w:val="0053522D"/>
    <w:rsid w:val="005355F7"/>
    <w:rsid w:val="0053561D"/>
    <w:rsid w:val="00535768"/>
    <w:rsid w:val="0053576F"/>
    <w:rsid w:val="005357D5"/>
    <w:rsid w:val="00535804"/>
    <w:rsid w:val="00535981"/>
    <w:rsid w:val="005359C6"/>
    <w:rsid w:val="005359FC"/>
    <w:rsid w:val="00535A83"/>
    <w:rsid w:val="00535AC4"/>
    <w:rsid w:val="00535ADC"/>
    <w:rsid w:val="00535B68"/>
    <w:rsid w:val="00535C20"/>
    <w:rsid w:val="00535D8D"/>
    <w:rsid w:val="00535DE2"/>
    <w:rsid w:val="00535DF9"/>
    <w:rsid w:val="00535E34"/>
    <w:rsid w:val="00535FC6"/>
    <w:rsid w:val="005361AC"/>
    <w:rsid w:val="0053643D"/>
    <w:rsid w:val="005364CE"/>
    <w:rsid w:val="005364E2"/>
    <w:rsid w:val="00536641"/>
    <w:rsid w:val="0053675C"/>
    <w:rsid w:val="005367AD"/>
    <w:rsid w:val="00536AD1"/>
    <w:rsid w:val="00536C5D"/>
    <w:rsid w:val="00536DB0"/>
    <w:rsid w:val="00536E03"/>
    <w:rsid w:val="00536EB9"/>
    <w:rsid w:val="00536F2A"/>
    <w:rsid w:val="00537195"/>
    <w:rsid w:val="005371A7"/>
    <w:rsid w:val="005371D0"/>
    <w:rsid w:val="0053726A"/>
    <w:rsid w:val="005372DA"/>
    <w:rsid w:val="005373C1"/>
    <w:rsid w:val="00537496"/>
    <w:rsid w:val="0053757F"/>
    <w:rsid w:val="005375D9"/>
    <w:rsid w:val="005377DD"/>
    <w:rsid w:val="00537855"/>
    <w:rsid w:val="005378E2"/>
    <w:rsid w:val="00537915"/>
    <w:rsid w:val="005379C5"/>
    <w:rsid w:val="00537D2E"/>
    <w:rsid w:val="00537D83"/>
    <w:rsid w:val="00537EDF"/>
    <w:rsid w:val="00540014"/>
    <w:rsid w:val="005400B3"/>
    <w:rsid w:val="005401B4"/>
    <w:rsid w:val="00540224"/>
    <w:rsid w:val="00540299"/>
    <w:rsid w:val="0054034A"/>
    <w:rsid w:val="00540364"/>
    <w:rsid w:val="005404DD"/>
    <w:rsid w:val="005405F0"/>
    <w:rsid w:val="005407BD"/>
    <w:rsid w:val="00540826"/>
    <w:rsid w:val="0054089B"/>
    <w:rsid w:val="005408A8"/>
    <w:rsid w:val="00540926"/>
    <w:rsid w:val="00540A3E"/>
    <w:rsid w:val="00540A8A"/>
    <w:rsid w:val="00540AF6"/>
    <w:rsid w:val="00540C3D"/>
    <w:rsid w:val="00540CEC"/>
    <w:rsid w:val="00540DAD"/>
    <w:rsid w:val="00540FEA"/>
    <w:rsid w:val="0054105F"/>
    <w:rsid w:val="00541158"/>
    <w:rsid w:val="005411E7"/>
    <w:rsid w:val="0054151D"/>
    <w:rsid w:val="00541572"/>
    <w:rsid w:val="005415BF"/>
    <w:rsid w:val="0054160D"/>
    <w:rsid w:val="005416E8"/>
    <w:rsid w:val="00541756"/>
    <w:rsid w:val="00541776"/>
    <w:rsid w:val="00541783"/>
    <w:rsid w:val="0054192D"/>
    <w:rsid w:val="00541E69"/>
    <w:rsid w:val="005420B8"/>
    <w:rsid w:val="005424D6"/>
    <w:rsid w:val="005424E1"/>
    <w:rsid w:val="005426D4"/>
    <w:rsid w:val="0054275E"/>
    <w:rsid w:val="00542825"/>
    <w:rsid w:val="005428F3"/>
    <w:rsid w:val="00542949"/>
    <w:rsid w:val="00542969"/>
    <w:rsid w:val="00542A38"/>
    <w:rsid w:val="00542AD4"/>
    <w:rsid w:val="00542AEA"/>
    <w:rsid w:val="00542B90"/>
    <w:rsid w:val="00542C9D"/>
    <w:rsid w:val="00542DF2"/>
    <w:rsid w:val="00542FDB"/>
    <w:rsid w:val="00543286"/>
    <w:rsid w:val="005433E6"/>
    <w:rsid w:val="0054341B"/>
    <w:rsid w:val="00543586"/>
    <w:rsid w:val="00543715"/>
    <w:rsid w:val="0054379E"/>
    <w:rsid w:val="005438C3"/>
    <w:rsid w:val="005438FD"/>
    <w:rsid w:val="00543A24"/>
    <w:rsid w:val="00543A51"/>
    <w:rsid w:val="00543A96"/>
    <w:rsid w:val="00543B7D"/>
    <w:rsid w:val="00543D66"/>
    <w:rsid w:val="00543F99"/>
    <w:rsid w:val="00544045"/>
    <w:rsid w:val="00544093"/>
    <w:rsid w:val="0054420E"/>
    <w:rsid w:val="005443E1"/>
    <w:rsid w:val="005444F7"/>
    <w:rsid w:val="00544551"/>
    <w:rsid w:val="005445E1"/>
    <w:rsid w:val="00544948"/>
    <w:rsid w:val="00544A7C"/>
    <w:rsid w:val="00544D28"/>
    <w:rsid w:val="00544E4F"/>
    <w:rsid w:val="0054500D"/>
    <w:rsid w:val="00545039"/>
    <w:rsid w:val="0054503B"/>
    <w:rsid w:val="00545281"/>
    <w:rsid w:val="0054545B"/>
    <w:rsid w:val="005454B1"/>
    <w:rsid w:val="00545640"/>
    <w:rsid w:val="00545A82"/>
    <w:rsid w:val="00545D99"/>
    <w:rsid w:val="00545E52"/>
    <w:rsid w:val="00545EC5"/>
    <w:rsid w:val="00545F4A"/>
    <w:rsid w:val="005460B3"/>
    <w:rsid w:val="005460EB"/>
    <w:rsid w:val="00546163"/>
    <w:rsid w:val="0054620C"/>
    <w:rsid w:val="00546248"/>
    <w:rsid w:val="0054627A"/>
    <w:rsid w:val="0054645F"/>
    <w:rsid w:val="0054656B"/>
    <w:rsid w:val="005467A2"/>
    <w:rsid w:val="00546840"/>
    <w:rsid w:val="0054687A"/>
    <w:rsid w:val="00546A0E"/>
    <w:rsid w:val="00546B93"/>
    <w:rsid w:val="00546BAD"/>
    <w:rsid w:val="00546BC5"/>
    <w:rsid w:val="00546CC2"/>
    <w:rsid w:val="00546CC7"/>
    <w:rsid w:val="00546D2C"/>
    <w:rsid w:val="00546D56"/>
    <w:rsid w:val="00546EE2"/>
    <w:rsid w:val="00546F01"/>
    <w:rsid w:val="00546FCB"/>
    <w:rsid w:val="00547083"/>
    <w:rsid w:val="005470EA"/>
    <w:rsid w:val="00547185"/>
    <w:rsid w:val="005471DB"/>
    <w:rsid w:val="00547262"/>
    <w:rsid w:val="00547625"/>
    <w:rsid w:val="00547782"/>
    <w:rsid w:val="0054786A"/>
    <w:rsid w:val="00547A50"/>
    <w:rsid w:val="005500BC"/>
    <w:rsid w:val="00550144"/>
    <w:rsid w:val="00550264"/>
    <w:rsid w:val="00550399"/>
    <w:rsid w:val="005503B5"/>
    <w:rsid w:val="005505A7"/>
    <w:rsid w:val="0055082C"/>
    <w:rsid w:val="0055085E"/>
    <w:rsid w:val="00550C75"/>
    <w:rsid w:val="00550F28"/>
    <w:rsid w:val="00550FF0"/>
    <w:rsid w:val="00551098"/>
    <w:rsid w:val="005510D9"/>
    <w:rsid w:val="00551233"/>
    <w:rsid w:val="005512A1"/>
    <w:rsid w:val="0055135C"/>
    <w:rsid w:val="00551476"/>
    <w:rsid w:val="005515E4"/>
    <w:rsid w:val="005518A6"/>
    <w:rsid w:val="005518C7"/>
    <w:rsid w:val="0055196F"/>
    <w:rsid w:val="00551AFB"/>
    <w:rsid w:val="00551B47"/>
    <w:rsid w:val="00551B9C"/>
    <w:rsid w:val="00551CE7"/>
    <w:rsid w:val="00551D43"/>
    <w:rsid w:val="00551D50"/>
    <w:rsid w:val="00551F21"/>
    <w:rsid w:val="00551FEF"/>
    <w:rsid w:val="0055238F"/>
    <w:rsid w:val="0055252C"/>
    <w:rsid w:val="00552641"/>
    <w:rsid w:val="005526A1"/>
    <w:rsid w:val="00552744"/>
    <w:rsid w:val="005527C5"/>
    <w:rsid w:val="005529B1"/>
    <w:rsid w:val="00552A43"/>
    <w:rsid w:val="00552A5E"/>
    <w:rsid w:val="00552A67"/>
    <w:rsid w:val="00552FA2"/>
    <w:rsid w:val="00553250"/>
    <w:rsid w:val="0055344D"/>
    <w:rsid w:val="005534DA"/>
    <w:rsid w:val="005535D1"/>
    <w:rsid w:val="00553880"/>
    <w:rsid w:val="005538BF"/>
    <w:rsid w:val="00553A36"/>
    <w:rsid w:val="00553AF2"/>
    <w:rsid w:val="00553B4F"/>
    <w:rsid w:val="00553DE3"/>
    <w:rsid w:val="00553FD2"/>
    <w:rsid w:val="0055406B"/>
    <w:rsid w:val="00554081"/>
    <w:rsid w:val="0055414F"/>
    <w:rsid w:val="0055417B"/>
    <w:rsid w:val="0055460B"/>
    <w:rsid w:val="005548C3"/>
    <w:rsid w:val="00554A63"/>
    <w:rsid w:val="00554AC7"/>
    <w:rsid w:val="00554B37"/>
    <w:rsid w:val="00554B73"/>
    <w:rsid w:val="00554D16"/>
    <w:rsid w:val="00554ED0"/>
    <w:rsid w:val="00554F42"/>
    <w:rsid w:val="00555015"/>
    <w:rsid w:val="005550A8"/>
    <w:rsid w:val="00555211"/>
    <w:rsid w:val="0055521F"/>
    <w:rsid w:val="00555221"/>
    <w:rsid w:val="00555741"/>
    <w:rsid w:val="00555816"/>
    <w:rsid w:val="005558A9"/>
    <w:rsid w:val="005558F9"/>
    <w:rsid w:val="00555929"/>
    <w:rsid w:val="00555BEA"/>
    <w:rsid w:val="00555C98"/>
    <w:rsid w:val="00555D4C"/>
    <w:rsid w:val="00555E12"/>
    <w:rsid w:val="00555ECD"/>
    <w:rsid w:val="00555F8C"/>
    <w:rsid w:val="00556095"/>
    <w:rsid w:val="005563F3"/>
    <w:rsid w:val="00556539"/>
    <w:rsid w:val="0055671E"/>
    <w:rsid w:val="005567B2"/>
    <w:rsid w:val="00556888"/>
    <w:rsid w:val="005568F8"/>
    <w:rsid w:val="00556934"/>
    <w:rsid w:val="00556B8E"/>
    <w:rsid w:val="00556E14"/>
    <w:rsid w:val="005571E9"/>
    <w:rsid w:val="00557266"/>
    <w:rsid w:val="00557303"/>
    <w:rsid w:val="005573F5"/>
    <w:rsid w:val="0055743A"/>
    <w:rsid w:val="005574C0"/>
    <w:rsid w:val="005574C8"/>
    <w:rsid w:val="0055752A"/>
    <w:rsid w:val="00557584"/>
    <w:rsid w:val="00557600"/>
    <w:rsid w:val="00557623"/>
    <w:rsid w:val="005577C3"/>
    <w:rsid w:val="00557810"/>
    <w:rsid w:val="0055786F"/>
    <w:rsid w:val="00557B45"/>
    <w:rsid w:val="00557C6B"/>
    <w:rsid w:val="00557DF2"/>
    <w:rsid w:val="00557F8C"/>
    <w:rsid w:val="00560051"/>
    <w:rsid w:val="0056027A"/>
    <w:rsid w:val="005602AB"/>
    <w:rsid w:val="005602B8"/>
    <w:rsid w:val="005603B7"/>
    <w:rsid w:val="0056042D"/>
    <w:rsid w:val="005605E5"/>
    <w:rsid w:val="0056067F"/>
    <w:rsid w:val="005606A0"/>
    <w:rsid w:val="005606DC"/>
    <w:rsid w:val="00560776"/>
    <w:rsid w:val="005608AA"/>
    <w:rsid w:val="005608C2"/>
    <w:rsid w:val="005609A5"/>
    <w:rsid w:val="00560BCB"/>
    <w:rsid w:val="00560E12"/>
    <w:rsid w:val="0056107B"/>
    <w:rsid w:val="00561139"/>
    <w:rsid w:val="0056114F"/>
    <w:rsid w:val="005612A3"/>
    <w:rsid w:val="005612D2"/>
    <w:rsid w:val="00561437"/>
    <w:rsid w:val="00561694"/>
    <w:rsid w:val="005616D6"/>
    <w:rsid w:val="00561775"/>
    <w:rsid w:val="005619BC"/>
    <w:rsid w:val="00561A67"/>
    <w:rsid w:val="00561CDD"/>
    <w:rsid w:val="00561CDF"/>
    <w:rsid w:val="00561D4D"/>
    <w:rsid w:val="00561D50"/>
    <w:rsid w:val="005621A9"/>
    <w:rsid w:val="0056222C"/>
    <w:rsid w:val="005622B5"/>
    <w:rsid w:val="005622CB"/>
    <w:rsid w:val="005622F0"/>
    <w:rsid w:val="005623D6"/>
    <w:rsid w:val="00562444"/>
    <w:rsid w:val="0056248C"/>
    <w:rsid w:val="00562493"/>
    <w:rsid w:val="005625E0"/>
    <w:rsid w:val="005625E5"/>
    <w:rsid w:val="00562839"/>
    <w:rsid w:val="0056293F"/>
    <w:rsid w:val="005629BA"/>
    <w:rsid w:val="00562F9A"/>
    <w:rsid w:val="00563012"/>
    <w:rsid w:val="005631B2"/>
    <w:rsid w:val="005631F4"/>
    <w:rsid w:val="0056328B"/>
    <w:rsid w:val="00563322"/>
    <w:rsid w:val="005633D4"/>
    <w:rsid w:val="005635FE"/>
    <w:rsid w:val="0056370E"/>
    <w:rsid w:val="00563825"/>
    <w:rsid w:val="0056384C"/>
    <w:rsid w:val="00563A4B"/>
    <w:rsid w:val="00563B12"/>
    <w:rsid w:val="00563C47"/>
    <w:rsid w:val="00563C73"/>
    <w:rsid w:val="00563C87"/>
    <w:rsid w:val="0056410B"/>
    <w:rsid w:val="0056411D"/>
    <w:rsid w:val="00564405"/>
    <w:rsid w:val="0056440A"/>
    <w:rsid w:val="0056442B"/>
    <w:rsid w:val="00564513"/>
    <w:rsid w:val="0056453A"/>
    <w:rsid w:val="005646FF"/>
    <w:rsid w:val="005648C4"/>
    <w:rsid w:val="00564A3B"/>
    <w:rsid w:val="00564B08"/>
    <w:rsid w:val="00564B3C"/>
    <w:rsid w:val="00564C6C"/>
    <w:rsid w:val="00564ECC"/>
    <w:rsid w:val="00565105"/>
    <w:rsid w:val="005652C0"/>
    <w:rsid w:val="005653AD"/>
    <w:rsid w:val="005655D1"/>
    <w:rsid w:val="0056560C"/>
    <w:rsid w:val="00565803"/>
    <w:rsid w:val="0056582D"/>
    <w:rsid w:val="005659FE"/>
    <w:rsid w:val="00565A2B"/>
    <w:rsid w:val="00565A8F"/>
    <w:rsid w:val="00565AB0"/>
    <w:rsid w:val="00565AFD"/>
    <w:rsid w:val="00565B37"/>
    <w:rsid w:val="00565CC0"/>
    <w:rsid w:val="00565F77"/>
    <w:rsid w:val="00565F7E"/>
    <w:rsid w:val="0056600C"/>
    <w:rsid w:val="0056601E"/>
    <w:rsid w:val="00566092"/>
    <w:rsid w:val="0056618D"/>
    <w:rsid w:val="00566357"/>
    <w:rsid w:val="00566451"/>
    <w:rsid w:val="00566821"/>
    <w:rsid w:val="0056691F"/>
    <w:rsid w:val="005669EF"/>
    <w:rsid w:val="00566A04"/>
    <w:rsid w:val="00566A77"/>
    <w:rsid w:val="00566ABC"/>
    <w:rsid w:val="00566AC4"/>
    <w:rsid w:val="00566AFF"/>
    <w:rsid w:val="00566C26"/>
    <w:rsid w:val="00566C74"/>
    <w:rsid w:val="00566CCB"/>
    <w:rsid w:val="00566E92"/>
    <w:rsid w:val="00567026"/>
    <w:rsid w:val="005670B1"/>
    <w:rsid w:val="00567224"/>
    <w:rsid w:val="00567311"/>
    <w:rsid w:val="005673F1"/>
    <w:rsid w:val="0056743E"/>
    <w:rsid w:val="00567536"/>
    <w:rsid w:val="005675DF"/>
    <w:rsid w:val="0056772A"/>
    <w:rsid w:val="0056774C"/>
    <w:rsid w:val="00567812"/>
    <w:rsid w:val="00567A69"/>
    <w:rsid w:val="00567A92"/>
    <w:rsid w:val="00567B5D"/>
    <w:rsid w:val="00567B7F"/>
    <w:rsid w:val="00567B8C"/>
    <w:rsid w:val="00567BBA"/>
    <w:rsid w:val="00567C2F"/>
    <w:rsid w:val="00567C59"/>
    <w:rsid w:val="00567FC1"/>
    <w:rsid w:val="00570149"/>
    <w:rsid w:val="0057026C"/>
    <w:rsid w:val="005702A8"/>
    <w:rsid w:val="005702C6"/>
    <w:rsid w:val="005703FE"/>
    <w:rsid w:val="005705CA"/>
    <w:rsid w:val="00570747"/>
    <w:rsid w:val="0057074E"/>
    <w:rsid w:val="0057085F"/>
    <w:rsid w:val="0057090D"/>
    <w:rsid w:val="005709A7"/>
    <w:rsid w:val="005709C9"/>
    <w:rsid w:val="00570A47"/>
    <w:rsid w:val="00570C77"/>
    <w:rsid w:val="00570EC5"/>
    <w:rsid w:val="005710D2"/>
    <w:rsid w:val="005711C6"/>
    <w:rsid w:val="005711D6"/>
    <w:rsid w:val="005711F1"/>
    <w:rsid w:val="00571304"/>
    <w:rsid w:val="00571CFE"/>
    <w:rsid w:val="00572425"/>
    <w:rsid w:val="0057245B"/>
    <w:rsid w:val="005725D1"/>
    <w:rsid w:val="00572611"/>
    <w:rsid w:val="00572A21"/>
    <w:rsid w:val="00572A26"/>
    <w:rsid w:val="00572AAE"/>
    <w:rsid w:val="00572BC9"/>
    <w:rsid w:val="00572C69"/>
    <w:rsid w:val="00572D57"/>
    <w:rsid w:val="00572D89"/>
    <w:rsid w:val="00572DA6"/>
    <w:rsid w:val="00572E58"/>
    <w:rsid w:val="00573162"/>
    <w:rsid w:val="005732A8"/>
    <w:rsid w:val="005732BF"/>
    <w:rsid w:val="00573315"/>
    <w:rsid w:val="00573478"/>
    <w:rsid w:val="0057348D"/>
    <w:rsid w:val="0057356E"/>
    <w:rsid w:val="005735A8"/>
    <w:rsid w:val="005736EF"/>
    <w:rsid w:val="0057393D"/>
    <w:rsid w:val="0057396B"/>
    <w:rsid w:val="00573A18"/>
    <w:rsid w:val="00573A39"/>
    <w:rsid w:val="00573A52"/>
    <w:rsid w:val="00573B62"/>
    <w:rsid w:val="00573BD1"/>
    <w:rsid w:val="00573D24"/>
    <w:rsid w:val="00573DAB"/>
    <w:rsid w:val="00573F6D"/>
    <w:rsid w:val="00573F97"/>
    <w:rsid w:val="00574032"/>
    <w:rsid w:val="005740CE"/>
    <w:rsid w:val="005741B9"/>
    <w:rsid w:val="0057425A"/>
    <w:rsid w:val="005744F3"/>
    <w:rsid w:val="005746B9"/>
    <w:rsid w:val="00574A63"/>
    <w:rsid w:val="00574B92"/>
    <w:rsid w:val="00574BF8"/>
    <w:rsid w:val="00574DB9"/>
    <w:rsid w:val="005750B8"/>
    <w:rsid w:val="005750C6"/>
    <w:rsid w:val="00575218"/>
    <w:rsid w:val="00575247"/>
    <w:rsid w:val="005755BD"/>
    <w:rsid w:val="005756D3"/>
    <w:rsid w:val="0057571A"/>
    <w:rsid w:val="0057591C"/>
    <w:rsid w:val="00575953"/>
    <w:rsid w:val="00575AFF"/>
    <w:rsid w:val="00575C5D"/>
    <w:rsid w:val="00575D7E"/>
    <w:rsid w:val="00575FDA"/>
    <w:rsid w:val="00576294"/>
    <w:rsid w:val="005763DA"/>
    <w:rsid w:val="005764A7"/>
    <w:rsid w:val="00576799"/>
    <w:rsid w:val="005768C8"/>
    <w:rsid w:val="00576BF9"/>
    <w:rsid w:val="00576C78"/>
    <w:rsid w:val="00576DEB"/>
    <w:rsid w:val="00576FC8"/>
    <w:rsid w:val="0057704B"/>
    <w:rsid w:val="0057710F"/>
    <w:rsid w:val="00577149"/>
    <w:rsid w:val="00577267"/>
    <w:rsid w:val="0057727B"/>
    <w:rsid w:val="00577286"/>
    <w:rsid w:val="005772C5"/>
    <w:rsid w:val="005773AF"/>
    <w:rsid w:val="00577402"/>
    <w:rsid w:val="0057743B"/>
    <w:rsid w:val="0057765B"/>
    <w:rsid w:val="005778DE"/>
    <w:rsid w:val="00577BC9"/>
    <w:rsid w:val="00577C35"/>
    <w:rsid w:val="00577F22"/>
    <w:rsid w:val="00577F5B"/>
    <w:rsid w:val="00577FA3"/>
    <w:rsid w:val="00580022"/>
    <w:rsid w:val="005801ED"/>
    <w:rsid w:val="00580309"/>
    <w:rsid w:val="00580699"/>
    <w:rsid w:val="00580E4D"/>
    <w:rsid w:val="00581284"/>
    <w:rsid w:val="005815C8"/>
    <w:rsid w:val="0058160B"/>
    <w:rsid w:val="00581857"/>
    <w:rsid w:val="005818D0"/>
    <w:rsid w:val="0058190A"/>
    <w:rsid w:val="00581912"/>
    <w:rsid w:val="0058195C"/>
    <w:rsid w:val="00581A22"/>
    <w:rsid w:val="00581AB0"/>
    <w:rsid w:val="00581B2F"/>
    <w:rsid w:val="00581B38"/>
    <w:rsid w:val="00581C54"/>
    <w:rsid w:val="00581C66"/>
    <w:rsid w:val="00581C75"/>
    <w:rsid w:val="00581CC9"/>
    <w:rsid w:val="00582017"/>
    <w:rsid w:val="0058206C"/>
    <w:rsid w:val="005820A0"/>
    <w:rsid w:val="00582168"/>
    <w:rsid w:val="005822CE"/>
    <w:rsid w:val="0058242A"/>
    <w:rsid w:val="005825B4"/>
    <w:rsid w:val="005826A1"/>
    <w:rsid w:val="0058273D"/>
    <w:rsid w:val="00582775"/>
    <w:rsid w:val="005827E6"/>
    <w:rsid w:val="005828D1"/>
    <w:rsid w:val="005829AD"/>
    <w:rsid w:val="005829DD"/>
    <w:rsid w:val="00582BFB"/>
    <w:rsid w:val="00582C57"/>
    <w:rsid w:val="00582CBE"/>
    <w:rsid w:val="00582CC1"/>
    <w:rsid w:val="00582D34"/>
    <w:rsid w:val="00582EBD"/>
    <w:rsid w:val="00582F89"/>
    <w:rsid w:val="00582F9B"/>
    <w:rsid w:val="005830DF"/>
    <w:rsid w:val="00583204"/>
    <w:rsid w:val="005832D8"/>
    <w:rsid w:val="00583378"/>
    <w:rsid w:val="0058338D"/>
    <w:rsid w:val="0058366E"/>
    <w:rsid w:val="00583928"/>
    <w:rsid w:val="0058395F"/>
    <w:rsid w:val="00583B50"/>
    <w:rsid w:val="00583B5B"/>
    <w:rsid w:val="00583BAD"/>
    <w:rsid w:val="00583D24"/>
    <w:rsid w:val="00583D27"/>
    <w:rsid w:val="00584038"/>
    <w:rsid w:val="00584047"/>
    <w:rsid w:val="00584054"/>
    <w:rsid w:val="0058408D"/>
    <w:rsid w:val="0058410E"/>
    <w:rsid w:val="00584150"/>
    <w:rsid w:val="005846E6"/>
    <w:rsid w:val="00584726"/>
    <w:rsid w:val="00584790"/>
    <w:rsid w:val="00584847"/>
    <w:rsid w:val="0058491B"/>
    <w:rsid w:val="00584943"/>
    <w:rsid w:val="00584966"/>
    <w:rsid w:val="00584C8C"/>
    <w:rsid w:val="00584D02"/>
    <w:rsid w:val="00584D64"/>
    <w:rsid w:val="00584DFB"/>
    <w:rsid w:val="00584E2A"/>
    <w:rsid w:val="00584FAC"/>
    <w:rsid w:val="00585065"/>
    <w:rsid w:val="005850F0"/>
    <w:rsid w:val="0058517E"/>
    <w:rsid w:val="00585489"/>
    <w:rsid w:val="005855F5"/>
    <w:rsid w:val="00585646"/>
    <w:rsid w:val="00585661"/>
    <w:rsid w:val="00585832"/>
    <w:rsid w:val="00585AF3"/>
    <w:rsid w:val="00585C18"/>
    <w:rsid w:val="00585E5F"/>
    <w:rsid w:val="005860D7"/>
    <w:rsid w:val="00586178"/>
    <w:rsid w:val="005861FE"/>
    <w:rsid w:val="00586716"/>
    <w:rsid w:val="005868D8"/>
    <w:rsid w:val="00586E71"/>
    <w:rsid w:val="00586F90"/>
    <w:rsid w:val="00586F96"/>
    <w:rsid w:val="005870F1"/>
    <w:rsid w:val="0058712A"/>
    <w:rsid w:val="00587289"/>
    <w:rsid w:val="0058740A"/>
    <w:rsid w:val="005877E1"/>
    <w:rsid w:val="00587811"/>
    <w:rsid w:val="00587A25"/>
    <w:rsid w:val="00587A30"/>
    <w:rsid w:val="00587AAE"/>
    <w:rsid w:val="00587E2C"/>
    <w:rsid w:val="00587E6C"/>
    <w:rsid w:val="00587EC3"/>
    <w:rsid w:val="0059025F"/>
    <w:rsid w:val="005902BB"/>
    <w:rsid w:val="005903C3"/>
    <w:rsid w:val="005903CF"/>
    <w:rsid w:val="0059059C"/>
    <w:rsid w:val="0059069B"/>
    <w:rsid w:val="00590847"/>
    <w:rsid w:val="00590942"/>
    <w:rsid w:val="00590D68"/>
    <w:rsid w:val="00591104"/>
    <w:rsid w:val="0059114A"/>
    <w:rsid w:val="00591223"/>
    <w:rsid w:val="00591437"/>
    <w:rsid w:val="0059161C"/>
    <w:rsid w:val="005916A7"/>
    <w:rsid w:val="00591794"/>
    <w:rsid w:val="00591974"/>
    <w:rsid w:val="00591986"/>
    <w:rsid w:val="0059199D"/>
    <w:rsid w:val="00591A3C"/>
    <w:rsid w:val="00591AEA"/>
    <w:rsid w:val="00591B4D"/>
    <w:rsid w:val="00591CB9"/>
    <w:rsid w:val="00591CF8"/>
    <w:rsid w:val="00591F40"/>
    <w:rsid w:val="00591F8E"/>
    <w:rsid w:val="00592149"/>
    <w:rsid w:val="005921D9"/>
    <w:rsid w:val="00592494"/>
    <w:rsid w:val="00592541"/>
    <w:rsid w:val="00592563"/>
    <w:rsid w:val="00592621"/>
    <w:rsid w:val="00592893"/>
    <w:rsid w:val="005928DC"/>
    <w:rsid w:val="00592A45"/>
    <w:rsid w:val="00592ADA"/>
    <w:rsid w:val="00592C52"/>
    <w:rsid w:val="00593013"/>
    <w:rsid w:val="0059309D"/>
    <w:rsid w:val="005931D3"/>
    <w:rsid w:val="00593240"/>
    <w:rsid w:val="0059324A"/>
    <w:rsid w:val="00593481"/>
    <w:rsid w:val="00593668"/>
    <w:rsid w:val="005936C7"/>
    <w:rsid w:val="005939DB"/>
    <w:rsid w:val="00593AEE"/>
    <w:rsid w:val="00593BA8"/>
    <w:rsid w:val="00593D33"/>
    <w:rsid w:val="00593D52"/>
    <w:rsid w:val="00593F3B"/>
    <w:rsid w:val="005940A8"/>
    <w:rsid w:val="00594227"/>
    <w:rsid w:val="00594286"/>
    <w:rsid w:val="00594399"/>
    <w:rsid w:val="00594456"/>
    <w:rsid w:val="005944BF"/>
    <w:rsid w:val="0059467B"/>
    <w:rsid w:val="0059471E"/>
    <w:rsid w:val="00594727"/>
    <w:rsid w:val="00594733"/>
    <w:rsid w:val="00594769"/>
    <w:rsid w:val="00594964"/>
    <w:rsid w:val="00594A3A"/>
    <w:rsid w:val="00594A5E"/>
    <w:rsid w:val="00594CCC"/>
    <w:rsid w:val="00594D08"/>
    <w:rsid w:val="00594E59"/>
    <w:rsid w:val="005950BB"/>
    <w:rsid w:val="005951BC"/>
    <w:rsid w:val="005951D0"/>
    <w:rsid w:val="00595254"/>
    <w:rsid w:val="005952BA"/>
    <w:rsid w:val="0059531D"/>
    <w:rsid w:val="00595395"/>
    <w:rsid w:val="005954A2"/>
    <w:rsid w:val="0059550F"/>
    <w:rsid w:val="005955D1"/>
    <w:rsid w:val="00595663"/>
    <w:rsid w:val="00595709"/>
    <w:rsid w:val="0059573E"/>
    <w:rsid w:val="005957B2"/>
    <w:rsid w:val="00595923"/>
    <w:rsid w:val="005960DE"/>
    <w:rsid w:val="0059617A"/>
    <w:rsid w:val="005961A7"/>
    <w:rsid w:val="005961D7"/>
    <w:rsid w:val="00596316"/>
    <w:rsid w:val="00596437"/>
    <w:rsid w:val="00596508"/>
    <w:rsid w:val="005966CF"/>
    <w:rsid w:val="005966F4"/>
    <w:rsid w:val="00596A0D"/>
    <w:rsid w:val="00596C48"/>
    <w:rsid w:val="00596C7F"/>
    <w:rsid w:val="00596D29"/>
    <w:rsid w:val="00596E8F"/>
    <w:rsid w:val="00596F74"/>
    <w:rsid w:val="00596FF8"/>
    <w:rsid w:val="0059701A"/>
    <w:rsid w:val="00597085"/>
    <w:rsid w:val="0059725A"/>
    <w:rsid w:val="00597283"/>
    <w:rsid w:val="00597392"/>
    <w:rsid w:val="0059747A"/>
    <w:rsid w:val="005974C6"/>
    <w:rsid w:val="00597869"/>
    <w:rsid w:val="005978A6"/>
    <w:rsid w:val="00597976"/>
    <w:rsid w:val="00597C31"/>
    <w:rsid w:val="00597CBD"/>
    <w:rsid w:val="00597CEF"/>
    <w:rsid w:val="00597D70"/>
    <w:rsid w:val="00597FDE"/>
    <w:rsid w:val="005A006A"/>
    <w:rsid w:val="005A03E7"/>
    <w:rsid w:val="005A0429"/>
    <w:rsid w:val="005A0432"/>
    <w:rsid w:val="005A05D1"/>
    <w:rsid w:val="005A05D8"/>
    <w:rsid w:val="005A09A8"/>
    <w:rsid w:val="005A0A16"/>
    <w:rsid w:val="005A0AC8"/>
    <w:rsid w:val="005A0E26"/>
    <w:rsid w:val="005A0F9C"/>
    <w:rsid w:val="005A10D4"/>
    <w:rsid w:val="005A10F2"/>
    <w:rsid w:val="005A14CB"/>
    <w:rsid w:val="005A162F"/>
    <w:rsid w:val="005A1679"/>
    <w:rsid w:val="005A195A"/>
    <w:rsid w:val="005A19A4"/>
    <w:rsid w:val="005A19C1"/>
    <w:rsid w:val="005A1B72"/>
    <w:rsid w:val="005A1D4A"/>
    <w:rsid w:val="005A1D9D"/>
    <w:rsid w:val="005A1DFE"/>
    <w:rsid w:val="005A1EF2"/>
    <w:rsid w:val="005A1FAA"/>
    <w:rsid w:val="005A1FCB"/>
    <w:rsid w:val="005A201B"/>
    <w:rsid w:val="005A2119"/>
    <w:rsid w:val="005A21B8"/>
    <w:rsid w:val="005A2276"/>
    <w:rsid w:val="005A2589"/>
    <w:rsid w:val="005A266C"/>
    <w:rsid w:val="005A2670"/>
    <w:rsid w:val="005A26B1"/>
    <w:rsid w:val="005A29AF"/>
    <w:rsid w:val="005A29D0"/>
    <w:rsid w:val="005A2AF1"/>
    <w:rsid w:val="005A2B1D"/>
    <w:rsid w:val="005A2DC4"/>
    <w:rsid w:val="005A2EEC"/>
    <w:rsid w:val="005A307C"/>
    <w:rsid w:val="005A3190"/>
    <w:rsid w:val="005A3259"/>
    <w:rsid w:val="005A33D2"/>
    <w:rsid w:val="005A34CC"/>
    <w:rsid w:val="005A35B4"/>
    <w:rsid w:val="005A35CA"/>
    <w:rsid w:val="005A390E"/>
    <w:rsid w:val="005A39D1"/>
    <w:rsid w:val="005A3A96"/>
    <w:rsid w:val="005A3AF2"/>
    <w:rsid w:val="005A3AFE"/>
    <w:rsid w:val="005A3B66"/>
    <w:rsid w:val="005A3CCA"/>
    <w:rsid w:val="005A3D16"/>
    <w:rsid w:val="005A3DD7"/>
    <w:rsid w:val="005A3E72"/>
    <w:rsid w:val="005A3E8B"/>
    <w:rsid w:val="005A3EBA"/>
    <w:rsid w:val="005A3F44"/>
    <w:rsid w:val="005A4176"/>
    <w:rsid w:val="005A4316"/>
    <w:rsid w:val="005A43AF"/>
    <w:rsid w:val="005A46DD"/>
    <w:rsid w:val="005A4C83"/>
    <w:rsid w:val="005A4C9D"/>
    <w:rsid w:val="005A4DEB"/>
    <w:rsid w:val="005A5031"/>
    <w:rsid w:val="005A5064"/>
    <w:rsid w:val="005A52B2"/>
    <w:rsid w:val="005A534A"/>
    <w:rsid w:val="005A56CF"/>
    <w:rsid w:val="005A57EF"/>
    <w:rsid w:val="005A5824"/>
    <w:rsid w:val="005A5ACE"/>
    <w:rsid w:val="005A5B0D"/>
    <w:rsid w:val="005A5E0F"/>
    <w:rsid w:val="005A5F50"/>
    <w:rsid w:val="005A601B"/>
    <w:rsid w:val="005A6187"/>
    <w:rsid w:val="005A62E7"/>
    <w:rsid w:val="005A6471"/>
    <w:rsid w:val="005A6484"/>
    <w:rsid w:val="005A6508"/>
    <w:rsid w:val="005A668F"/>
    <w:rsid w:val="005A66B8"/>
    <w:rsid w:val="005A68E7"/>
    <w:rsid w:val="005A6E32"/>
    <w:rsid w:val="005A7204"/>
    <w:rsid w:val="005A724D"/>
    <w:rsid w:val="005A7368"/>
    <w:rsid w:val="005A7435"/>
    <w:rsid w:val="005A75D3"/>
    <w:rsid w:val="005A782D"/>
    <w:rsid w:val="005A78E4"/>
    <w:rsid w:val="005A78FC"/>
    <w:rsid w:val="005A7A1A"/>
    <w:rsid w:val="005A7B5F"/>
    <w:rsid w:val="005A7D97"/>
    <w:rsid w:val="005A7DDF"/>
    <w:rsid w:val="005A7E83"/>
    <w:rsid w:val="005A7FC4"/>
    <w:rsid w:val="005A7FFE"/>
    <w:rsid w:val="005B01FA"/>
    <w:rsid w:val="005B0401"/>
    <w:rsid w:val="005B0411"/>
    <w:rsid w:val="005B0447"/>
    <w:rsid w:val="005B04F6"/>
    <w:rsid w:val="005B0608"/>
    <w:rsid w:val="005B06F8"/>
    <w:rsid w:val="005B0881"/>
    <w:rsid w:val="005B0BA1"/>
    <w:rsid w:val="005B0BC0"/>
    <w:rsid w:val="005B0C83"/>
    <w:rsid w:val="005B0CC3"/>
    <w:rsid w:val="005B0D17"/>
    <w:rsid w:val="005B0D7C"/>
    <w:rsid w:val="005B0E3C"/>
    <w:rsid w:val="005B0EB4"/>
    <w:rsid w:val="005B0F47"/>
    <w:rsid w:val="005B13F5"/>
    <w:rsid w:val="005B1709"/>
    <w:rsid w:val="005B19E6"/>
    <w:rsid w:val="005B1B2B"/>
    <w:rsid w:val="005B1B8A"/>
    <w:rsid w:val="005B1DB6"/>
    <w:rsid w:val="005B1EFC"/>
    <w:rsid w:val="005B2040"/>
    <w:rsid w:val="005B22E4"/>
    <w:rsid w:val="005B22FD"/>
    <w:rsid w:val="005B233B"/>
    <w:rsid w:val="005B24E6"/>
    <w:rsid w:val="005B2694"/>
    <w:rsid w:val="005B2945"/>
    <w:rsid w:val="005B29AD"/>
    <w:rsid w:val="005B2A58"/>
    <w:rsid w:val="005B2AFA"/>
    <w:rsid w:val="005B2BD2"/>
    <w:rsid w:val="005B2E3D"/>
    <w:rsid w:val="005B2FB1"/>
    <w:rsid w:val="005B2FC5"/>
    <w:rsid w:val="005B3189"/>
    <w:rsid w:val="005B3279"/>
    <w:rsid w:val="005B3606"/>
    <w:rsid w:val="005B3689"/>
    <w:rsid w:val="005B36F8"/>
    <w:rsid w:val="005B37F4"/>
    <w:rsid w:val="005B3B3C"/>
    <w:rsid w:val="005B3BA8"/>
    <w:rsid w:val="005B3CCA"/>
    <w:rsid w:val="005B3D21"/>
    <w:rsid w:val="005B3D22"/>
    <w:rsid w:val="005B3D2C"/>
    <w:rsid w:val="005B3DC6"/>
    <w:rsid w:val="005B3DD7"/>
    <w:rsid w:val="005B4063"/>
    <w:rsid w:val="005B4081"/>
    <w:rsid w:val="005B426D"/>
    <w:rsid w:val="005B4336"/>
    <w:rsid w:val="005B4390"/>
    <w:rsid w:val="005B43C4"/>
    <w:rsid w:val="005B43CC"/>
    <w:rsid w:val="005B4429"/>
    <w:rsid w:val="005B4589"/>
    <w:rsid w:val="005B466E"/>
    <w:rsid w:val="005B471B"/>
    <w:rsid w:val="005B475E"/>
    <w:rsid w:val="005B48C2"/>
    <w:rsid w:val="005B498D"/>
    <w:rsid w:val="005B49D6"/>
    <w:rsid w:val="005B49FC"/>
    <w:rsid w:val="005B4A4F"/>
    <w:rsid w:val="005B4CAB"/>
    <w:rsid w:val="005B4DDA"/>
    <w:rsid w:val="005B4DE6"/>
    <w:rsid w:val="005B4DF2"/>
    <w:rsid w:val="005B4E86"/>
    <w:rsid w:val="005B4F0A"/>
    <w:rsid w:val="005B5053"/>
    <w:rsid w:val="005B51E6"/>
    <w:rsid w:val="005B51F4"/>
    <w:rsid w:val="005B546E"/>
    <w:rsid w:val="005B55C7"/>
    <w:rsid w:val="005B55D4"/>
    <w:rsid w:val="005B55EB"/>
    <w:rsid w:val="005B5664"/>
    <w:rsid w:val="005B57F0"/>
    <w:rsid w:val="005B57FF"/>
    <w:rsid w:val="005B59B4"/>
    <w:rsid w:val="005B5A50"/>
    <w:rsid w:val="005B5AB2"/>
    <w:rsid w:val="005B5C70"/>
    <w:rsid w:val="005B5CA5"/>
    <w:rsid w:val="005B5D99"/>
    <w:rsid w:val="005B5DC0"/>
    <w:rsid w:val="005B5E15"/>
    <w:rsid w:val="005B5EB0"/>
    <w:rsid w:val="005B6132"/>
    <w:rsid w:val="005B6154"/>
    <w:rsid w:val="005B6158"/>
    <w:rsid w:val="005B6360"/>
    <w:rsid w:val="005B6542"/>
    <w:rsid w:val="005B65C8"/>
    <w:rsid w:val="005B65E2"/>
    <w:rsid w:val="005B66A7"/>
    <w:rsid w:val="005B671B"/>
    <w:rsid w:val="005B6812"/>
    <w:rsid w:val="005B6894"/>
    <w:rsid w:val="005B689A"/>
    <w:rsid w:val="005B691B"/>
    <w:rsid w:val="005B69C8"/>
    <w:rsid w:val="005B6A54"/>
    <w:rsid w:val="005B6C03"/>
    <w:rsid w:val="005B6CCA"/>
    <w:rsid w:val="005B6DCA"/>
    <w:rsid w:val="005B6E04"/>
    <w:rsid w:val="005B6E44"/>
    <w:rsid w:val="005B6F08"/>
    <w:rsid w:val="005B7078"/>
    <w:rsid w:val="005B7242"/>
    <w:rsid w:val="005B7307"/>
    <w:rsid w:val="005B73BF"/>
    <w:rsid w:val="005B73F2"/>
    <w:rsid w:val="005B74A7"/>
    <w:rsid w:val="005B7661"/>
    <w:rsid w:val="005B76D1"/>
    <w:rsid w:val="005B77E9"/>
    <w:rsid w:val="005B7853"/>
    <w:rsid w:val="005B78CF"/>
    <w:rsid w:val="005B78EF"/>
    <w:rsid w:val="005B7A3B"/>
    <w:rsid w:val="005B7CF8"/>
    <w:rsid w:val="005B7D80"/>
    <w:rsid w:val="005C0092"/>
    <w:rsid w:val="005C00D4"/>
    <w:rsid w:val="005C02E7"/>
    <w:rsid w:val="005C0358"/>
    <w:rsid w:val="005C049F"/>
    <w:rsid w:val="005C0807"/>
    <w:rsid w:val="005C08F8"/>
    <w:rsid w:val="005C0A29"/>
    <w:rsid w:val="005C0CF9"/>
    <w:rsid w:val="005C0E21"/>
    <w:rsid w:val="005C0E87"/>
    <w:rsid w:val="005C0FBE"/>
    <w:rsid w:val="005C1104"/>
    <w:rsid w:val="005C1268"/>
    <w:rsid w:val="005C1297"/>
    <w:rsid w:val="005C1402"/>
    <w:rsid w:val="005C1509"/>
    <w:rsid w:val="005C15AD"/>
    <w:rsid w:val="005C18F3"/>
    <w:rsid w:val="005C19A3"/>
    <w:rsid w:val="005C1A60"/>
    <w:rsid w:val="005C1AE6"/>
    <w:rsid w:val="005C1AEA"/>
    <w:rsid w:val="005C1B45"/>
    <w:rsid w:val="005C1C86"/>
    <w:rsid w:val="005C1CFA"/>
    <w:rsid w:val="005C1E09"/>
    <w:rsid w:val="005C1E30"/>
    <w:rsid w:val="005C1F6C"/>
    <w:rsid w:val="005C1FD2"/>
    <w:rsid w:val="005C208A"/>
    <w:rsid w:val="005C20C4"/>
    <w:rsid w:val="005C21EF"/>
    <w:rsid w:val="005C21FB"/>
    <w:rsid w:val="005C22E1"/>
    <w:rsid w:val="005C25E5"/>
    <w:rsid w:val="005C26D5"/>
    <w:rsid w:val="005C26E5"/>
    <w:rsid w:val="005C2AB9"/>
    <w:rsid w:val="005C2E82"/>
    <w:rsid w:val="005C2F20"/>
    <w:rsid w:val="005C329C"/>
    <w:rsid w:val="005C32AF"/>
    <w:rsid w:val="005C362A"/>
    <w:rsid w:val="005C36B4"/>
    <w:rsid w:val="005C386B"/>
    <w:rsid w:val="005C38E1"/>
    <w:rsid w:val="005C39F1"/>
    <w:rsid w:val="005C3A2D"/>
    <w:rsid w:val="005C3C24"/>
    <w:rsid w:val="005C3DD6"/>
    <w:rsid w:val="005C3E0E"/>
    <w:rsid w:val="005C3E8C"/>
    <w:rsid w:val="005C3FF2"/>
    <w:rsid w:val="005C40D1"/>
    <w:rsid w:val="005C4353"/>
    <w:rsid w:val="005C43B5"/>
    <w:rsid w:val="005C445E"/>
    <w:rsid w:val="005C467D"/>
    <w:rsid w:val="005C4746"/>
    <w:rsid w:val="005C47F6"/>
    <w:rsid w:val="005C4827"/>
    <w:rsid w:val="005C4829"/>
    <w:rsid w:val="005C4949"/>
    <w:rsid w:val="005C4A6D"/>
    <w:rsid w:val="005C4AB4"/>
    <w:rsid w:val="005C4B46"/>
    <w:rsid w:val="005C4D87"/>
    <w:rsid w:val="005C4E8D"/>
    <w:rsid w:val="005C4F0D"/>
    <w:rsid w:val="005C4F2F"/>
    <w:rsid w:val="005C500E"/>
    <w:rsid w:val="005C506F"/>
    <w:rsid w:val="005C50F7"/>
    <w:rsid w:val="005C51AE"/>
    <w:rsid w:val="005C52EF"/>
    <w:rsid w:val="005C5442"/>
    <w:rsid w:val="005C5461"/>
    <w:rsid w:val="005C569C"/>
    <w:rsid w:val="005C56AC"/>
    <w:rsid w:val="005C5797"/>
    <w:rsid w:val="005C599F"/>
    <w:rsid w:val="005C59B9"/>
    <w:rsid w:val="005C59EF"/>
    <w:rsid w:val="005C5A4A"/>
    <w:rsid w:val="005C5B6D"/>
    <w:rsid w:val="005C6218"/>
    <w:rsid w:val="005C6276"/>
    <w:rsid w:val="005C6283"/>
    <w:rsid w:val="005C6467"/>
    <w:rsid w:val="005C651F"/>
    <w:rsid w:val="005C65E3"/>
    <w:rsid w:val="005C6661"/>
    <w:rsid w:val="005C66F6"/>
    <w:rsid w:val="005C6740"/>
    <w:rsid w:val="005C6764"/>
    <w:rsid w:val="005C6B29"/>
    <w:rsid w:val="005C6B43"/>
    <w:rsid w:val="005C6C85"/>
    <w:rsid w:val="005C6DA7"/>
    <w:rsid w:val="005C6DF6"/>
    <w:rsid w:val="005C6E14"/>
    <w:rsid w:val="005C712E"/>
    <w:rsid w:val="005C714C"/>
    <w:rsid w:val="005C7230"/>
    <w:rsid w:val="005C744E"/>
    <w:rsid w:val="005C77B1"/>
    <w:rsid w:val="005C7A8D"/>
    <w:rsid w:val="005C7C57"/>
    <w:rsid w:val="005C7C5D"/>
    <w:rsid w:val="005D028D"/>
    <w:rsid w:val="005D02D6"/>
    <w:rsid w:val="005D0397"/>
    <w:rsid w:val="005D046B"/>
    <w:rsid w:val="005D0643"/>
    <w:rsid w:val="005D06AA"/>
    <w:rsid w:val="005D08F1"/>
    <w:rsid w:val="005D0AE6"/>
    <w:rsid w:val="005D0B1C"/>
    <w:rsid w:val="005D0B79"/>
    <w:rsid w:val="005D0D42"/>
    <w:rsid w:val="005D0DD6"/>
    <w:rsid w:val="005D0E15"/>
    <w:rsid w:val="005D0E1E"/>
    <w:rsid w:val="005D0EC1"/>
    <w:rsid w:val="005D0EEB"/>
    <w:rsid w:val="005D12A5"/>
    <w:rsid w:val="005D12C5"/>
    <w:rsid w:val="005D12E1"/>
    <w:rsid w:val="005D14AB"/>
    <w:rsid w:val="005D15DB"/>
    <w:rsid w:val="005D1788"/>
    <w:rsid w:val="005D17C0"/>
    <w:rsid w:val="005D17D5"/>
    <w:rsid w:val="005D1974"/>
    <w:rsid w:val="005D1CC5"/>
    <w:rsid w:val="005D1D26"/>
    <w:rsid w:val="005D1E6B"/>
    <w:rsid w:val="005D1E91"/>
    <w:rsid w:val="005D1F0A"/>
    <w:rsid w:val="005D1FC8"/>
    <w:rsid w:val="005D1FE2"/>
    <w:rsid w:val="005D21AF"/>
    <w:rsid w:val="005D2261"/>
    <w:rsid w:val="005D247B"/>
    <w:rsid w:val="005D2626"/>
    <w:rsid w:val="005D27FB"/>
    <w:rsid w:val="005D29FC"/>
    <w:rsid w:val="005D2A6C"/>
    <w:rsid w:val="005D2EB8"/>
    <w:rsid w:val="005D2F0C"/>
    <w:rsid w:val="005D2F2F"/>
    <w:rsid w:val="005D309A"/>
    <w:rsid w:val="005D3109"/>
    <w:rsid w:val="005D3137"/>
    <w:rsid w:val="005D31A5"/>
    <w:rsid w:val="005D3226"/>
    <w:rsid w:val="005D33A2"/>
    <w:rsid w:val="005D33E4"/>
    <w:rsid w:val="005D33F9"/>
    <w:rsid w:val="005D35F0"/>
    <w:rsid w:val="005D37D5"/>
    <w:rsid w:val="005D38B2"/>
    <w:rsid w:val="005D3A7C"/>
    <w:rsid w:val="005D3B3A"/>
    <w:rsid w:val="005D3F69"/>
    <w:rsid w:val="005D4179"/>
    <w:rsid w:val="005D41B6"/>
    <w:rsid w:val="005D420B"/>
    <w:rsid w:val="005D422D"/>
    <w:rsid w:val="005D4306"/>
    <w:rsid w:val="005D444C"/>
    <w:rsid w:val="005D44C1"/>
    <w:rsid w:val="005D4688"/>
    <w:rsid w:val="005D46A6"/>
    <w:rsid w:val="005D46FD"/>
    <w:rsid w:val="005D4715"/>
    <w:rsid w:val="005D471A"/>
    <w:rsid w:val="005D4845"/>
    <w:rsid w:val="005D4887"/>
    <w:rsid w:val="005D4892"/>
    <w:rsid w:val="005D4A69"/>
    <w:rsid w:val="005D4A6E"/>
    <w:rsid w:val="005D4AD8"/>
    <w:rsid w:val="005D4BF7"/>
    <w:rsid w:val="005D4D06"/>
    <w:rsid w:val="005D4EB6"/>
    <w:rsid w:val="005D4F87"/>
    <w:rsid w:val="005D5007"/>
    <w:rsid w:val="005D5037"/>
    <w:rsid w:val="005D5048"/>
    <w:rsid w:val="005D5451"/>
    <w:rsid w:val="005D55CD"/>
    <w:rsid w:val="005D5950"/>
    <w:rsid w:val="005D5C58"/>
    <w:rsid w:val="005D5CD6"/>
    <w:rsid w:val="005D5D3C"/>
    <w:rsid w:val="005D5D44"/>
    <w:rsid w:val="005D5DAA"/>
    <w:rsid w:val="005D5F4F"/>
    <w:rsid w:val="005D6413"/>
    <w:rsid w:val="005D6463"/>
    <w:rsid w:val="005D6564"/>
    <w:rsid w:val="005D6572"/>
    <w:rsid w:val="005D659A"/>
    <w:rsid w:val="005D65CD"/>
    <w:rsid w:val="005D66AD"/>
    <w:rsid w:val="005D6795"/>
    <w:rsid w:val="005D69E0"/>
    <w:rsid w:val="005D6CE5"/>
    <w:rsid w:val="005D6D8B"/>
    <w:rsid w:val="005D6DAD"/>
    <w:rsid w:val="005D7211"/>
    <w:rsid w:val="005D72BD"/>
    <w:rsid w:val="005D7348"/>
    <w:rsid w:val="005D73CE"/>
    <w:rsid w:val="005D7402"/>
    <w:rsid w:val="005D7585"/>
    <w:rsid w:val="005D75D5"/>
    <w:rsid w:val="005D761C"/>
    <w:rsid w:val="005D76C6"/>
    <w:rsid w:val="005D76CC"/>
    <w:rsid w:val="005D7736"/>
    <w:rsid w:val="005D778A"/>
    <w:rsid w:val="005D79A8"/>
    <w:rsid w:val="005D7B6C"/>
    <w:rsid w:val="005D7BDF"/>
    <w:rsid w:val="005D7E1D"/>
    <w:rsid w:val="005E005B"/>
    <w:rsid w:val="005E01E2"/>
    <w:rsid w:val="005E02AD"/>
    <w:rsid w:val="005E03DC"/>
    <w:rsid w:val="005E0497"/>
    <w:rsid w:val="005E04BC"/>
    <w:rsid w:val="005E05B7"/>
    <w:rsid w:val="005E05D7"/>
    <w:rsid w:val="005E06AD"/>
    <w:rsid w:val="005E07E8"/>
    <w:rsid w:val="005E0861"/>
    <w:rsid w:val="005E08E5"/>
    <w:rsid w:val="005E09F4"/>
    <w:rsid w:val="005E0A47"/>
    <w:rsid w:val="005E0BA3"/>
    <w:rsid w:val="005E0BD5"/>
    <w:rsid w:val="005E0D30"/>
    <w:rsid w:val="005E10C9"/>
    <w:rsid w:val="005E1265"/>
    <w:rsid w:val="005E12A8"/>
    <w:rsid w:val="005E149F"/>
    <w:rsid w:val="005E1855"/>
    <w:rsid w:val="005E191B"/>
    <w:rsid w:val="005E19D1"/>
    <w:rsid w:val="005E1B1A"/>
    <w:rsid w:val="005E1DB4"/>
    <w:rsid w:val="005E1F8B"/>
    <w:rsid w:val="005E1FC2"/>
    <w:rsid w:val="005E1FCC"/>
    <w:rsid w:val="005E2259"/>
    <w:rsid w:val="005E24DF"/>
    <w:rsid w:val="005E278C"/>
    <w:rsid w:val="005E28BC"/>
    <w:rsid w:val="005E2CDB"/>
    <w:rsid w:val="005E2D15"/>
    <w:rsid w:val="005E2E13"/>
    <w:rsid w:val="005E3251"/>
    <w:rsid w:val="005E3292"/>
    <w:rsid w:val="005E3297"/>
    <w:rsid w:val="005E329B"/>
    <w:rsid w:val="005E33D6"/>
    <w:rsid w:val="005E35BE"/>
    <w:rsid w:val="005E36F3"/>
    <w:rsid w:val="005E37F8"/>
    <w:rsid w:val="005E3956"/>
    <w:rsid w:val="005E3999"/>
    <w:rsid w:val="005E3BB9"/>
    <w:rsid w:val="005E3CAB"/>
    <w:rsid w:val="005E3D47"/>
    <w:rsid w:val="005E3DB0"/>
    <w:rsid w:val="005E3DE1"/>
    <w:rsid w:val="005E3E57"/>
    <w:rsid w:val="005E3FB0"/>
    <w:rsid w:val="005E3FF6"/>
    <w:rsid w:val="005E420D"/>
    <w:rsid w:val="005E431F"/>
    <w:rsid w:val="005E434C"/>
    <w:rsid w:val="005E43C5"/>
    <w:rsid w:val="005E444E"/>
    <w:rsid w:val="005E467F"/>
    <w:rsid w:val="005E4715"/>
    <w:rsid w:val="005E47DF"/>
    <w:rsid w:val="005E48D7"/>
    <w:rsid w:val="005E493E"/>
    <w:rsid w:val="005E49AB"/>
    <w:rsid w:val="005E4B9B"/>
    <w:rsid w:val="005E4CB1"/>
    <w:rsid w:val="005E4CE8"/>
    <w:rsid w:val="005E4E0D"/>
    <w:rsid w:val="005E4E4B"/>
    <w:rsid w:val="005E4E88"/>
    <w:rsid w:val="005E5147"/>
    <w:rsid w:val="005E5291"/>
    <w:rsid w:val="005E5464"/>
    <w:rsid w:val="005E548E"/>
    <w:rsid w:val="005E56BA"/>
    <w:rsid w:val="005E56D2"/>
    <w:rsid w:val="005E580D"/>
    <w:rsid w:val="005E5985"/>
    <w:rsid w:val="005E5AE1"/>
    <w:rsid w:val="005E5CBC"/>
    <w:rsid w:val="005E5DF7"/>
    <w:rsid w:val="005E5E3F"/>
    <w:rsid w:val="005E5F9F"/>
    <w:rsid w:val="005E6076"/>
    <w:rsid w:val="005E62B0"/>
    <w:rsid w:val="005E62F7"/>
    <w:rsid w:val="005E637A"/>
    <w:rsid w:val="005E6438"/>
    <w:rsid w:val="005E650D"/>
    <w:rsid w:val="005E6899"/>
    <w:rsid w:val="005E6ACE"/>
    <w:rsid w:val="005E6B03"/>
    <w:rsid w:val="005E6B1F"/>
    <w:rsid w:val="005E6B44"/>
    <w:rsid w:val="005E6B6B"/>
    <w:rsid w:val="005E70DA"/>
    <w:rsid w:val="005E7101"/>
    <w:rsid w:val="005E7117"/>
    <w:rsid w:val="005E7343"/>
    <w:rsid w:val="005E7414"/>
    <w:rsid w:val="005E78CC"/>
    <w:rsid w:val="005E795A"/>
    <w:rsid w:val="005E7A31"/>
    <w:rsid w:val="005E7ADA"/>
    <w:rsid w:val="005E7D47"/>
    <w:rsid w:val="005E7DFA"/>
    <w:rsid w:val="005E7EEC"/>
    <w:rsid w:val="005E7F95"/>
    <w:rsid w:val="005F0052"/>
    <w:rsid w:val="005F01AE"/>
    <w:rsid w:val="005F024D"/>
    <w:rsid w:val="005F0310"/>
    <w:rsid w:val="005F031D"/>
    <w:rsid w:val="005F03BF"/>
    <w:rsid w:val="005F03D6"/>
    <w:rsid w:val="005F0426"/>
    <w:rsid w:val="005F07B2"/>
    <w:rsid w:val="005F082D"/>
    <w:rsid w:val="005F0B8E"/>
    <w:rsid w:val="005F0F49"/>
    <w:rsid w:val="005F0F73"/>
    <w:rsid w:val="005F0FCE"/>
    <w:rsid w:val="005F0FEF"/>
    <w:rsid w:val="005F11A6"/>
    <w:rsid w:val="005F1286"/>
    <w:rsid w:val="005F13C1"/>
    <w:rsid w:val="005F14E5"/>
    <w:rsid w:val="005F153A"/>
    <w:rsid w:val="005F15A2"/>
    <w:rsid w:val="005F17A1"/>
    <w:rsid w:val="005F17F3"/>
    <w:rsid w:val="005F1A8B"/>
    <w:rsid w:val="005F1DD2"/>
    <w:rsid w:val="005F1F3E"/>
    <w:rsid w:val="005F1F7B"/>
    <w:rsid w:val="005F1FD8"/>
    <w:rsid w:val="005F2088"/>
    <w:rsid w:val="005F2111"/>
    <w:rsid w:val="005F21D3"/>
    <w:rsid w:val="005F21DF"/>
    <w:rsid w:val="005F2278"/>
    <w:rsid w:val="005F228B"/>
    <w:rsid w:val="005F244B"/>
    <w:rsid w:val="005F269D"/>
    <w:rsid w:val="005F286E"/>
    <w:rsid w:val="005F29CF"/>
    <w:rsid w:val="005F2A46"/>
    <w:rsid w:val="005F2A77"/>
    <w:rsid w:val="005F2B41"/>
    <w:rsid w:val="005F2BDF"/>
    <w:rsid w:val="005F2F85"/>
    <w:rsid w:val="005F33BE"/>
    <w:rsid w:val="005F349E"/>
    <w:rsid w:val="005F34A6"/>
    <w:rsid w:val="005F36F4"/>
    <w:rsid w:val="005F37AD"/>
    <w:rsid w:val="005F3858"/>
    <w:rsid w:val="005F39B7"/>
    <w:rsid w:val="005F3C58"/>
    <w:rsid w:val="005F3C76"/>
    <w:rsid w:val="005F3D51"/>
    <w:rsid w:val="005F3EF5"/>
    <w:rsid w:val="005F41D4"/>
    <w:rsid w:val="005F43CF"/>
    <w:rsid w:val="005F4410"/>
    <w:rsid w:val="005F4599"/>
    <w:rsid w:val="005F45CB"/>
    <w:rsid w:val="005F45D2"/>
    <w:rsid w:val="005F4834"/>
    <w:rsid w:val="005F483A"/>
    <w:rsid w:val="005F4892"/>
    <w:rsid w:val="005F4992"/>
    <w:rsid w:val="005F49A6"/>
    <w:rsid w:val="005F4A0F"/>
    <w:rsid w:val="005F4AE8"/>
    <w:rsid w:val="005F4E06"/>
    <w:rsid w:val="005F50DB"/>
    <w:rsid w:val="005F50E9"/>
    <w:rsid w:val="005F50EA"/>
    <w:rsid w:val="005F512B"/>
    <w:rsid w:val="005F5431"/>
    <w:rsid w:val="005F54DD"/>
    <w:rsid w:val="005F56DB"/>
    <w:rsid w:val="005F5836"/>
    <w:rsid w:val="005F584B"/>
    <w:rsid w:val="005F5A44"/>
    <w:rsid w:val="005F5CDB"/>
    <w:rsid w:val="005F5D74"/>
    <w:rsid w:val="005F5F2D"/>
    <w:rsid w:val="005F6015"/>
    <w:rsid w:val="005F6111"/>
    <w:rsid w:val="005F6259"/>
    <w:rsid w:val="005F631E"/>
    <w:rsid w:val="005F6402"/>
    <w:rsid w:val="005F6411"/>
    <w:rsid w:val="005F64F0"/>
    <w:rsid w:val="005F6723"/>
    <w:rsid w:val="005F6757"/>
    <w:rsid w:val="005F675C"/>
    <w:rsid w:val="005F6CCB"/>
    <w:rsid w:val="005F6E35"/>
    <w:rsid w:val="005F7074"/>
    <w:rsid w:val="005F7131"/>
    <w:rsid w:val="005F7168"/>
    <w:rsid w:val="005F718F"/>
    <w:rsid w:val="005F7232"/>
    <w:rsid w:val="005F72E9"/>
    <w:rsid w:val="005F7326"/>
    <w:rsid w:val="005F747B"/>
    <w:rsid w:val="005F748A"/>
    <w:rsid w:val="005F75E2"/>
    <w:rsid w:val="005F78B1"/>
    <w:rsid w:val="005F7933"/>
    <w:rsid w:val="005F798F"/>
    <w:rsid w:val="005F7C1D"/>
    <w:rsid w:val="005F7C54"/>
    <w:rsid w:val="005F7CD0"/>
    <w:rsid w:val="005F7DD6"/>
    <w:rsid w:val="005F7E55"/>
    <w:rsid w:val="006000F1"/>
    <w:rsid w:val="006002EB"/>
    <w:rsid w:val="00600309"/>
    <w:rsid w:val="0060039B"/>
    <w:rsid w:val="0060044C"/>
    <w:rsid w:val="0060046C"/>
    <w:rsid w:val="006004F7"/>
    <w:rsid w:val="006005FE"/>
    <w:rsid w:val="00600815"/>
    <w:rsid w:val="006008E7"/>
    <w:rsid w:val="006009F6"/>
    <w:rsid w:val="00600A11"/>
    <w:rsid w:val="00600AD3"/>
    <w:rsid w:val="00600C16"/>
    <w:rsid w:val="00600C8C"/>
    <w:rsid w:val="00600D9D"/>
    <w:rsid w:val="00600DC0"/>
    <w:rsid w:val="00600F86"/>
    <w:rsid w:val="0060104F"/>
    <w:rsid w:val="00601071"/>
    <w:rsid w:val="006011EC"/>
    <w:rsid w:val="006013F0"/>
    <w:rsid w:val="00601513"/>
    <w:rsid w:val="006015CA"/>
    <w:rsid w:val="006017FB"/>
    <w:rsid w:val="00601908"/>
    <w:rsid w:val="0060198A"/>
    <w:rsid w:val="00601C3E"/>
    <w:rsid w:val="00601CD9"/>
    <w:rsid w:val="00601D9E"/>
    <w:rsid w:val="00601EA7"/>
    <w:rsid w:val="00601FFC"/>
    <w:rsid w:val="00602158"/>
    <w:rsid w:val="006021BC"/>
    <w:rsid w:val="00602218"/>
    <w:rsid w:val="006023D4"/>
    <w:rsid w:val="006024C3"/>
    <w:rsid w:val="006024E8"/>
    <w:rsid w:val="00602645"/>
    <w:rsid w:val="00602667"/>
    <w:rsid w:val="00602748"/>
    <w:rsid w:val="00602891"/>
    <w:rsid w:val="0060296C"/>
    <w:rsid w:val="00602995"/>
    <w:rsid w:val="00602AEB"/>
    <w:rsid w:val="00602B72"/>
    <w:rsid w:val="00602BB9"/>
    <w:rsid w:val="00602D24"/>
    <w:rsid w:val="00602D7B"/>
    <w:rsid w:val="00602D97"/>
    <w:rsid w:val="00602FBF"/>
    <w:rsid w:val="00603258"/>
    <w:rsid w:val="00603273"/>
    <w:rsid w:val="00603386"/>
    <w:rsid w:val="00603457"/>
    <w:rsid w:val="006034DF"/>
    <w:rsid w:val="0060354C"/>
    <w:rsid w:val="006036E2"/>
    <w:rsid w:val="00603735"/>
    <w:rsid w:val="006038B9"/>
    <w:rsid w:val="00603B52"/>
    <w:rsid w:val="00603BBC"/>
    <w:rsid w:val="00603BD0"/>
    <w:rsid w:val="00603E65"/>
    <w:rsid w:val="00603E67"/>
    <w:rsid w:val="00603F32"/>
    <w:rsid w:val="006040C5"/>
    <w:rsid w:val="0060413B"/>
    <w:rsid w:val="006044FC"/>
    <w:rsid w:val="00604549"/>
    <w:rsid w:val="006045AD"/>
    <w:rsid w:val="00604AFA"/>
    <w:rsid w:val="00604B28"/>
    <w:rsid w:val="00604B29"/>
    <w:rsid w:val="00604C6E"/>
    <w:rsid w:val="00604CE8"/>
    <w:rsid w:val="00604D8C"/>
    <w:rsid w:val="00604F5F"/>
    <w:rsid w:val="006051F6"/>
    <w:rsid w:val="006052E7"/>
    <w:rsid w:val="00605583"/>
    <w:rsid w:val="00605668"/>
    <w:rsid w:val="00605827"/>
    <w:rsid w:val="00605AD6"/>
    <w:rsid w:val="00605CB2"/>
    <w:rsid w:val="00605D00"/>
    <w:rsid w:val="00605F90"/>
    <w:rsid w:val="00605FB9"/>
    <w:rsid w:val="00606124"/>
    <w:rsid w:val="00606150"/>
    <w:rsid w:val="00606285"/>
    <w:rsid w:val="006064F0"/>
    <w:rsid w:val="0060657F"/>
    <w:rsid w:val="00606768"/>
    <w:rsid w:val="00606986"/>
    <w:rsid w:val="00606A7E"/>
    <w:rsid w:val="00606B12"/>
    <w:rsid w:val="00606E9E"/>
    <w:rsid w:val="006070C9"/>
    <w:rsid w:val="0060710B"/>
    <w:rsid w:val="0060713C"/>
    <w:rsid w:val="0060758C"/>
    <w:rsid w:val="00607606"/>
    <w:rsid w:val="00607775"/>
    <w:rsid w:val="00607866"/>
    <w:rsid w:val="00607AAA"/>
    <w:rsid w:val="00607ACB"/>
    <w:rsid w:val="00607B5A"/>
    <w:rsid w:val="00607BF7"/>
    <w:rsid w:val="00607CEB"/>
    <w:rsid w:val="00607D56"/>
    <w:rsid w:val="00610153"/>
    <w:rsid w:val="00610301"/>
    <w:rsid w:val="0061038F"/>
    <w:rsid w:val="00610426"/>
    <w:rsid w:val="00610469"/>
    <w:rsid w:val="00610512"/>
    <w:rsid w:val="0061051C"/>
    <w:rsid w:val="006106A0"/>
    <w:rsid w:val="006106F3"/>
    <w:rsid w:val="0061075A"/>
    <w:rsid w:val="0061079F"/>
    <w:rsid w:val="006107AC"/>
    <w:rsid w:val="00610919"/>
    <w:rsid w:val="00610986"/>
    <w:rsid w:val="00610B96"/>
    <w:rsid w:val="00610C1C"/>
    <w:rsid w:val="00610E26"/>
    <w:rsid w:val="00611164"/>
    <w:rsid w:val="006111B9"/>
    <w:rsid w:val="006113CD"/>
    <w:rsid w:val="00611460"/>
    <w:rsid w:val="006114CA"/>
    <w:rsid w:val="00611758"/>
    <w:rsid w:val="006117D8"/>
    <w:rsid w:val="00611836"/>
    <w:rsid w:val="00611944"/>
    <w:rsid w:val="00611945"/>
    <w:rsid w:val="00611A9D"/>
    <w:rsid w:val="00611B4A"/>
    <w:rsid w:val="00611CE6"/>
    <w:rsid w:val="00611E8F"/>
    <w:rsid w:val="00611EBA"/>
    <w:rsid w:val="00611FC4"/>
    <w:rsid w:val="006120FC"/>
    <w:rsid w:val="00612220"/>
    <w:rsid w:val="006123AB"/>
    <w:rsid w:val="006123CC"/>
    <w:rsid w:val="006123EF"/>
    <w:rsid w:val="006123F1"/>
    <w:rsid w:val="006123F2"/>
    <w:rsid w:val="006124DC"/>
    <w:rsid w:val="006125C1"/>
    <w:rsid w:val="0061262D"/>
    <w:rsid w:val="006126A9"/>
    <w:rsid w:val="00612B0F"/>
    <w:rsid w:val="00612C4E"/>
    <w:rsid w:val="00612D49"/>
    <w:rsid w:val="00612D4B"/>
    <w:rsid w:val="00612D89"/>
    <w:rsid w:val="00612F40"/>
    <w:rsid w:val="00613146"/>
    <w:rsid w:val="00613214"/>
    <w:rsid w:val="006132A3"/>
    <w:rsid w:val="00613541"/>
    <w:rsid w:val="006136B3"/>
    <w:rsid w:val="00613840"/>
    <w:rsid w:val="006138DE"/>
    <w:rsid w:val="006139B1"/>
    <w:rsid w:val="00613A0F"/>
    <w:rsid w:val="00613D6B"/>
    <w:rsid w:val="00613E12"/>
    <w:rsid w:val="00613E4F"/>
    <w:rsid w:val="00613F19"/>
    <w:rsid w:val="00613F1F"/>
    <w:rsid w:val="00614048"/>
    <w:rsid w:val="00614105"/>
    <w:rsid w:val="00614143"/>
    <w:rsid w:val="00614147"/>
    <w:rsid w:val="00614292"/>
    <w:rsid w:val="0061433A"/>
    <w:rsid w:val="00614663"/>
    <w:rsid w:val="0061469E"/>
    <w:rsid w:val="006146FB"/>
    <w:rsid w:val="006148DF"/>
    <w:rsid w:val="00614BAD"/>
    <w:rsid w:val="00614D3F"/>
    <w:rsid w:val="00614E91"/>
    <w:rsid w:val="00615162"/>
    <w:rsid w:val="0061528C"/>
    <w:rsid w:val="0061537E"/>
    <w:rsid w:val="00615448"/>
    <w:rsid w:val="00615513"/>
    <w:rsid w:val="00615633"/>
    <w:rsid w:val="006158C2"/>
    <w:rsid w:val="006159F2"/>
    <w:rsid w:val="00615A07"/>
    <w:rsid w:val="00616204"/>
    <w:rsid w:val="00616225"/>
    <w:rsid w:val="0061635B"/>
    <w:rsid w:val="006163D4"/>
    <w:rsid w:val="0061643C"/>
    <w:rsid w:val="006164C8"/>
    <w:rsid w:val="006166D8"/>
    <w:rsid w:val="00616705"/>
    <w:rsid w:val="006167DA"/>
    <w:rsid w:val="00616C68"/>
    <w:rsid w:val="00616CB8"/>
    <w:rsid w:val="00616D93"/>
    <w:rsid w:val="00616DF2"/>
    <w:rsid w:val="00616DF7"/>
    <w:rsid w:val="00616E1A"/>
    <w:rsid w:val="00616E7F"/>
    <w:rsid w:val="00616EAA"/>
    <w:rsid w:val="00616EB6"/>
    <w:rsid w:val="00616FB7"/>
    <w:rsid w:val="00617156"/>
    <w:rsid w:val="00617194"/>
    <w:rsid w:val="006171C7"/>
    <w:rsid w:val="0061722B"/>
    <w:rsid w:val="0061726E"/>
    <w:rsid w:val="006174EE"/>
    <w:rsid w:val="00617638"/>
    <w:rsid w:val="00617650"/>
    <w:rsid w:val="006178AB"/>
    <w:rsid w:val="006178C0"/>
    <w:rsid w:val="00617A03"/>
    <w:rsid w:val="00617E1F"/>
    <w:rsid w:val="00620011"/>
    <w:rsid w:val="006201AC"/>
    <w:rsid w:val="006202A1"/>
    <w:rsid w:val="00620527"/>
    <w:rsid w:val="006206E2"/>
    <w:rsid w:val="00620A2D"/>
    <w:rsid w:val="00620C00"/>
    <w:rsid w:val="00620C69"/>
    <w:rsid w:val="00620D69"/>
    <w:rsid w:val="00620FA6"/>
    <w:rsid w:val="006210DF"/>
    <w:rsid w:val="0062118E"/>
    <w:rsid w:val="0062138E"/>
    <w:rsid w:val="006214A4"/>
    <w:rsid w:val="00621512"/>
    <w:rsid w:val="006215E6"/>
    <w:rsid w:val="00621A31"/>
    <w:rsid w:val="00621AFE"/>
    <w:rsid w:val="00621B33"/>
    <w:rsid w:val="00621CF8"/>
    <w:rsid w:val="00621EC7"/>
    <w:rsid w:val="006221AB"/>
    <w:rsid w:val="00622202"/>
    <w:rsid w:val="006222F1"/>
    <w:rsid w:val="0062232C"/>
    <w:rsid w:val="00622443"/>
    <w:rsid w:val="0062244C"/>
    <w:rsid w:val="0062252B"/>
    <w:rsid w:val="00622606"/>
    <w:rsid w:val="006226FB"/>
    <w:rsid w:val="0062272C"/>
    <w:rsid w:val="0062275D"/>
    <w:rsid w:val="00622801"/>
    <w:rsid w:val="0062290F"/>
    <w:rsid w:val="00622A09"/>
    <w:rsid w:val="00622B6B"/>
    <w:rsid w:val="00622CC0"/>
    <w:rsid w:val="00622CF6"/>
    <w:rsid w:val="00622F37"/>
    <w:rsid w:val="00622F47"/>
    <w:rsid w:val="00622F56"/>
    <w:rsid w:val="00622F64"/>
    <w:rsid w:val="00623173"/>
    <w:rsid w:val="006231D7"/>
    <w:rsid w:val="006233BA"/>
    <w:rsid w:val="0062340E"/>
    <w:rsid w:val="006236AC"/>
    <w:rsid w:val="0062379F"/>
    <w:rsid w:val="00623912"/>
    <w:rsid w:val="00623A46"/>
    <w:rsid w:val="00623B1B"/>
    <w:rsid w:val="00623B77"/>
    <w:rsid w:val="00623BE3"/>
    <w:rsid w:val="00623E32"/>
    <w:rsid w:val="00623F01"/>
    <w:rsid w:val="00624027"/>
    <w:rsid w:val="006241AD"/>
    <w:rsid w:val="006241F8"/>
    <w:rsid w:val="00624463"/>
    <w:rsid w:val="0062452C"/>
    <w:rsid w:val="00624733"/>
    <w:rsid w:val="00624811"/>
    <w:rsid w:val="0062481D"/>
    <w:rsid w:val="0062484C"/>
    <w:rsid w:val="00624C0D"/>
    <w:rsid w:val="00624D07"/>
    <w:rsid w:val="00624DF1"/>
    <w:rsid w:val="00624ED8"/>
    <w:rsid w:val="006250AC"/>
    <w:rsid w:val="0062512B"/>
    <w:rsid w:val="00625278"/>
    <w:rsid w:val="006252A4"/>
    <w:rsid w:val="006252AB"/>
    <w:rsid w:val="006252FA"/>
    <w:rsid w:val="00625378"/>
    <w:rsid w:val="00625424"/>
    <w:rsid w:val="006254D5"/>
    <w:rsid w:val="0062560C"/>
    <w:rsid w:val="00625934"/>
    <w:rsid w:val="00625976"/>
    <w:rsid w:val="006259BC"/>
    <w:rsid w:val="00625B84"/>
    <w:rsid w:val="00625C75"/>
    <w:rsid w:val="00625D60"/>
    <w:rsid w:val="00625E40"/>
    <w:rsid w:val="00625E5D"/>
    <w:rsid w:val="00625EB0"/>
    <w:rsid w:val="00625EDC"/>
    <w:rsid w:val="006263AF"/>
    <w:rsid w:val="00626412"/>
    <w:rsid w:val="00626551"/>
    <w:rsid w:val="00626564"/>
    <w:rsid w:val="006268D5"/>
    <w:rsid w:val="006268ED"/>
    <w:rsid w:val="006269DD"/>
    <w:rsid w:val="00626A0A"/>
    <w:rsid w:val="00626AB7"/>
    <w:rsid w:val="00626B3D"/>
    <w:rsid w:val="00626CAC"/>
    <w:rsid w:val="00626CF9"/>
    <w:rsid w:val="00626D0A"/>
    <w:rsid w:val="00626D27"/>
    <w:rsid w:val="00626E02"/>
    <w:rsid w:val="0062707B"/>
    <w:rsid w:val="0062721A"/>
    <w:rsid w:val="0062730E"/>
    <w:rsid w:val="00627446"/>
    <w:rsid w:val="00627554"/>
    <w:rsid w:val="0062760E"/>
    <w:rsid w:val="00627660"/>
    <w:rsid w:val="00627A4A"/>
    <w:rsid w:val="00627AC7"/>
    <w:rsid w:val="00627DF5"/>
    <w:rsid w:val="006301C8"/>
    <w:rsid w:val="00630217"/>
    <w:rsid w:val="00630562"/>
    <w:rsid w:val="00630582"/>
    <w:rsid w:val="00630635"/>
    <w:rsid w:val="0063094A"/>
    <w:rsid w:val="006309AE"/>
    <w:rsid w:val="00630A2E"/>
    <w:rsid w:val="00630B7B"/>
    <w:rsid w:val="006311FE"/>
    <w:rsid w:val="0063124D"/>
    <w:rsid w:val="00631279"/>
    <w:rsid w:val="006312B9"/>
    <w:rsid w:val="00631316"/>
    <w:rsid w:val="00631545"/>
    <w:rsid w:val="00631564"/>
    <w:rsid w:val="00631658"/>
    <w:rsid w:val="006316AB"/>
    <w:rsid w:val="00631997"/>
    <w:rsid w:val="00631AA1"/>
    <w:rsid w:val="00631D15"/>
    <w:rsid w:val="00631DE8"/>
    <w:rsid w:val="00631EF5"/>
    <w:rsid w:val="00631FFD"/>
    <w:rsid w:val="0063205C"/>
    <w:rsid w:val="00632071"/>
    <w:rsid w:val="0063218E"/>
    <w:rsid w:val="00632233"/>
    <w:rsid w:val="006322C8"/>
    <w:rsid w:val="0063247F"/>
    <w:rsid w:val="00632711"/>
    <w:rsid w:val="0063274E"/>
    <w:rsid w:val="00632A36"/>
    <w:rsid w:val="00632B12"/>
    <w:rsid w:val="00632CB9"/>
    <w:rsid w:val="00632E55"/>
    <w:rsid w:val="00632EC2"/>
    <w:rsid w:val="00632F77"/>
    <w:rsid w:val="0063324A"/>
    <w:rsid w:val="0063327E"/>
    <w:rsid w:val="0063336F"/>
    <w:rsid w:val="006333BD"/>
    <w:rsid w:val="006335D5"/>
    <w:rsid w:val="00633698"/>
    <w:rsid w:val="006336F7"/>
    <w:rsid w:val="00633783"/>
    <w:rsid w:val="00633872"/>
    <w:rsid w:val="00633895"/>
    <w:rsid w:val="006339F6"/>
    <w:rsid w:val="00633BDE"/>
    <w:rsid w:val="00633CC3"/>
    <w:rsid w:val="00633EB3"/>
    <w:rsid w:val="00633EC2"/>
    <w:rsid w:val="006341F4"/>
    <w:rsid w:val="00634CAF"/>
    <w:rsid w:val="00634ED7"/>
    <w:rsid w:val="00634F60"/>
    <w:rsid w:val="00634FBE"/>
    <w:rsid w:val="00635020"/>
    <w:rsid w:val="006350D2"/>
    <w:rsid w:val="00635175"/>
    <w:rsid w:val="006352D8"/>
    <w:rsid w:val="00635336"/>
    <w:rsid w:val="00635374"/>
    <w:rsid w:val="00635394"/>
    <w:rsid w:val="006353FF"/>
    <w:rsid w:val="0063542B"/>
    <w:rsid w:val="0063551B"/>
    <w:rsid w:val="0063551E"/>
    <w:rsid w:val="00635970"/>
    <w:rsid w:val="006359FF"/>
    <w:rsid w:val="00635A30"/>
    <w:rsid w:val="00635A90"/>
    <w:rsid w:val="00635B2A"/>
    <w:rsid w:val="00635C23"/>
    <w:rsid w:val="00635C95"/>
    <w:rsid w:val="00635DEF"/>
    <w:rsid w:val="00635E08"/>
    <w:rsid w:val="00635E97"/>
    <w:rsid w:val="00635F53"/>
    <w:rsid w:val="00636053"/>
    <w:rsid w:val="00636134"/>
    <w:rsid w:val="0063632E"/>
    <w:rsid w:val="0063633B"/>
    <w:rsid w:val="0063639C"/>
    <w:rsid w:val="006366AC"/>
    <w:rsid w:val="0063679C"/>
    <w:rsid w:val="006367BF"/>
    <w:rsid w:val="0063686E"/>
    <w:rsid w:val="006369A5"/>
    <w:rsid w:val="00636A0A"/>
    <w:rsid w:val="00636AC8"/>
    <w:rsid w:val="00636B9E"/>
    <w:rsid w:val="00636E0C"/>
    <w:rsid w:val="00636FE2"/>
    <w:rsid w:val="006370FD"/>
    <w:rsid w:val="006372E0"/>
    <w:rsid w:val="0063738B"/>
    <w:rsid w:val="00637493"/>
    <w:rsid w:val="00637947"/>
    <w:rsid w:val="00637ADF"/>
    <w:rsid w:val="00637C55"/>
    <w:rsid w:val="00637CBC"/>
    <w:rsid w:val="00637D18"/>
    <w:rsid w:val="00637E2C"/>
    <w:rsid w:val="00637E89"/>
    <w:rsid w:val="00637EB2"/>
    <w:rsid w:val="006400B1"/>
    <w:rsid w:val="006401E8"/>
    <w:rsid w:val="00640251"/>
    <w:rsid w:val="006402FE"/>
    <w:rsid w:val="006403BE"/>
    <w:rsid w:val="00640514"/>
    <w:rsid w:val="006405F1"/>
    <w:rsid w:val="00640755"/>
    <w:rsid w:val="0064081D"/>
    <w:rsid w:val="006409B9"/>
    <w:rsid w:val="006409C8"/>
    <w:rsid w:val="006409C9"/>
    <w:rsid w:val="00640A4F"/>
    <w:rsid w:val="00640C4A"/>
    <w:rsid w:val="00640E76"/>
    <w:rsid w:val="00640E9E"/>
    <w:rsid w:val="00641001"/>
    <w:rsid w:val="00641021"/>
    <w:rsid w:val="006410AD"/>
    <w:rsid w:val="00641165"/>
    <w:rsid w:val="006412B7"/>
    <w:rsid w:val="00641439"/>
    <w:rsid w:val="00641644"/>
    <w:rsid w:val="006416AD"/>
    <w:rsid w:val="00641920"/>
    <w:rsid w:val="00641B78"/>
    <w:rsid w:val="00641B92"/>
    <w:rsid w:val="00641BAB"/>
    <w:rsid w:val="00641CA6"/>
    <w:rsid w:val="00641D14"/>
    <w:rsid w:val="00642112"/>
    <w:rsid w:val="006421E2"/>
    <w:rsid w:val="0064299B"/>
    <w:rsid w:val="006429EF"/>
    <w:rsid w:val="00642A03"/>
    <w:rsid w:val="00642C10"/>
    <w:rsid w:val="00642C51"/>
    <w:rsid w:val="00642C98"/>
    <w:rsid w:val="00642CB8"/>
    <w:rsid w:val="00642FC8"/>
    <w:rsid w:val="00642FFA"/>
    <w:rsid w:val="0064302F"/>
    <w:rsid w:val="00643041"/>
    <w:rsid w:val="00643180"/>
    <w:rsid w:val="00643371"/>
    <w:rsid w:val="00643401"/>
    <w:rsid w:val="00643587"/>
    <w:rsid w:val="00643960"/>
    <w:rsid w:val="006439B0"/>
    <w:rsid w:val="00643AA2"/>
    <w:rsid w:val="00643B37"/>
    <w:rsid w:val="00643CDD"/>
    <w:rsid w:val="00643DE2"/>
    <w:rsid w:val="0064424D"/>
    <w:rsid w:val="00644455"/>
    <w:rsid w:val="006446A9"/>
    <w:rsid w:val="006446D0"/>
    <w:rsid w:val="006448C3"/>
    <w:rsid w:val="00644BF9"/>
    <w:rsid w:val="00644EDC"/>
    <w:rsid w:val="0064503F"/>
    <w:rsid w:val="0064508A"/>
    <w:rsid w:val="00645198"/>
    <w:rsid w:val="00645403"/>
    <w:rsid w:val="00645479"/>
    <w:rsid w:val="00645564"/>
    <w:rsid w:val="00645573"/>
    <w:rsid w:val="0064558A"/>
    <w:rsid w:val="0064576D"/>
    <w:rsid w:val="0064578C"/>
    <w:rsid w:val="0064581D"/>
    <w:rsid w:val="0064582D"/>
    <w:rsid w:val="006458B8"/>
    <w:rsid w:val="006458D1"/>
    <w:rsid w:val="00645A42"/>
    <w:rsid w:val="00645B37"/>
    <w:rsid w:val="00645E55"/>
    <w:rsid w:val="00646027"/>
    <w:rsid w:val="00646047"/>
    <w:rsid w:val="006460B5"/>
    <w:rsid w:val="0064670D"/>
    <w:rsid w:val="00646777"/>
    <w:rsid w:val="00646803"/>
    <w:rsid w:val="0064684D"/>
    <w:rsid w:val="0064685F"/>
    <w:rsid w:val="00646AEA"/>
    <w:rsid w:val="00646AFA"/>
    <w:rsid w:val="00646CCA"/>
    <w:rsid w:val="00646F8C"/>
    <w:rsid w:val="006470C0"/>
    <w:rsid w:val="006472D6"/>
    <w:rsid w:val="00647370"/>
    <w:rsid w:val="006474EB"/>
    <w:rsid w:val="00647581"/>
    <w:rsid w:val="006476B3"/>
    <w:rsid w:val="00647701"/>
    <w:rsid w:val="006477B5"/>
    <w:rsid w:val="006478E5"/>
    <w:rsid w:val="00647A9D"/>
    <w:rsid w:val="0065005F"/>
    <w:rsid w:val="006502B7"/>
    <w:rsid w:val="006503F7"/>
    <w:rsid w:val="006504FC"/>
    <w:rsid w:val="00650589"/>
    <w:rsid w:val="006506DA"/>
    <w:rsid w:val="00650723"/>
    <w:rsid w:val="00650764"/>
    <w:rsid w:val="006507F2"/>
    <w:rsid w:val="0065083D"/>
    <w:rsid w:val="00650984"/>
    <w:rsid w:val="00650AAC"/>
    <w:rsid w:val="00650BBC"/>
    <w:rsid w:val="00650DC1"/>
    <w:rsid w:val="00650E4D"/>
    <w:rsid w:val="006510D8"/>
    <w:rsid w:val="0065154E"/>
    <w:rsid w:val="0065166B"/>
    <w:rsid w:val="0065167E"/>
    <w:rsid w:val="0065171C"/>
    <w:rsid w:val="00651889"/>
    <w:rsid w:val="0065195E"/>
    <w:rsid w:val="00651D44"/>
    <w:rsid w:val="00651DC9"/>
    <w:rsid w:val="00651DF6"/>
    <w:rsid w:val="00651E79"/>
    <w:rsid w:val="006520C4"/>
    <w:rsid w:val="00652246"/>
    <w:rsid w:val="00652379"/>
    <w:rsid w:val="0065237A"/>
    <w:rsid w:val="0065245A"/>
    <w:rsid w:val="006526B7"/>
    <w:rsid w:val="0065273F"/>
    <w:rsid w:val="00652787"/>
    <w:rsid w:val="0065290D"/>
    <w:rsid w:val="00652AC1"/>
    <w:rsid w:val="00652CFF"/>
    <w:rsid w:val="00652D1C"/>
    <w:rsid w:val="00652D2D"/>
    <w:rsid w:val="00652DFB"/>
    <w:rsid w:val="00652E7E"/>
    <w:rsid w:val="00652F0E"/>
    <w:rsid w:val="00653044"/>
    <w:rsid w:val="0065309C"/>
    <w:rsid w:val="006530CC"/>
    <w:rsid w:val="006530FD"/>
    <w:rsid w:val="006531F2"/>
    <w:rsid w:val="0065334D"/>
    <w:rsid w:val="00653616"/>
    <w:rsid w:val="006537E4"/>
    <w:rsid w:val="006537FC"/>
    <w:rsid w:val="006539CD"/>
    <w:rsid w:val="006539F9"/>
    <w:rsid w:val="00653B88"/>
    <w:rsid w:val="00653CB6"/>
    <w:rsid w:val="006540B5"/>
    <w:rsid w:val="006540B6"/>
    <w:rsid w:val="006540F6"/>
    <w:rsid w:val="006541A6"/>
    <w:rsid w:val="00654239"/>
    <w:rsid w:val="006542D7"/>
    <w:rsid w:val="0065437F"/>
    <w:rsid w:val="006545E3"/>
    <w:rsid w:val="00654601"/>
    <w:rsid w:val="006546DC"/>
    <w:rsid w:val="00654880"/>
    <w:rsid w:val="00654947"/>
    <w:rsid w:val="0065497E"/>
    <w:rsid w:val="006549EB"/>
    <w:rsid w:val="00654CB7"/>
    <w:rsid w:val="00654CD2"/>
    <w:rsid w:val="00654CE5"/>
    <w:rsid w:val="00654D96"/>
    <w:rsid w:val="00655077"/>
    <w:rsid w:val="006551BA"/>
    <w:rsid w:val="0065528A"/>
    <w:rsid w:val="006552F5"/>
    <w:rsid w:val="00655370"/>
    <w:rsid w:val="00655396"/>
    <w:rsid w:val="00655399"/>
    <w:rsid w:val="006553B7"/>
    <w:rsid w:val="00655441"/>
    <w:rsid w:val="0065569D"/>
    <w:rsid w:val="006556FF"/>
    <w:rsid w:val="00655716"/>
    <w:rsid w:val="00655799"/>
    <w:rsid w:val="0065584B"/>
    <w:rsid w:val="0065585C"/>
    <w:rsid w:val="00655A51"/>
    <w:rsid w:val="00655ACD"/>
    <w:rsid w:val="00655B5E"/>
    <w:rsid w:val="00655BF7"/>
    <w:rsid w:val="00655F0B"/>
    <w:rsid w:val="00656132"/>
    <w:rsid w:val="00656219"/>
    <w:rsid w:val="006564FF"/>
    <w:rsid w:val="00656534"/>
    <w:rsid w:val="006565CE"/>
    <w:rsid w:val="00656828"/>
    <w:rsid w:val="0065685C"/>
    <w:rsid w:val="00656945"/>
    <w:rsid w:val="00656960"/>
    <w:rsid w:val="00656994"/>
    <w:rsid w:val="006569C8"/>
    <w:rsid w:val="00656EA6"/>
    <w:rsid w:val="006571EA"/>
    <w:rsid w:val="00657288"/>
    <w:rsid w:val="00657312"/>
    <w:rsid w:val="0065734F"/>
    <w:rsid w:val="00657356"/>
    <w:rsid w:val="00657586"/>
    <w:rsid w:val="00657627"/>
    <w:rsid w:val="006576E5"/>
    <w:rsid w:val="006577B4"/>
    <w:rsid w:val="00657811"/>
    <w:rsid w:val="00657836"/>
    <w:rsid w:val="006578E8"/>
    <w:rsid w:val="00657976"/>
    <w:rsid w:val="00657A4C"/>
    <w:rsid w:val="00657BDD"/>
    <w:rsid w:val="00657D06"/>
    <w:rsid w:val="00657EDF"/>
    <w:rsid w:val="00657F8A"/>
    <w:rsid w:val="00660132"/>
    <w:rsid w:val="0066023A"/>
    <w:rsid w:val="00660302"/>
    <w:rsid w:val="0066041E"/>
    <w:rsid w:val="0066042F"/>
    <w:rsid w:val="0066052E"/>
    <w:rsid w:val="00660674"/>
    <w:rsid w:val="00660693"/>
    <w:rsid w:val="0066081E"/>
    <w:rsid w:val="0066091F"/>
    <w:rsid w:val="00660B85"/>
    <w:rsid w:val="00660BDE"/>
    <w:rsid w:val="00660C76"/>
    <w:rsid w:val="006610D0"/>
    <w:rsid w:val="00661112"/>
    <w:rsid w:val="00661131"/>
    <w:rsid w:val="006613FF"/>
    <w:rsid w:val="00661428"/>
    <w:rsid w:val="0066152F"/>
    <w:rsid w:val="00661714"/>
    <w:rsid w:val="00661715"/>
    <w:rsid w:val="0066177E"/>
    <w:rsid w:val="00661993"/>
    <w:rsid w:val="006619A4"/>
    <w:rsid w:val="00661AF0"/>
    <w:rsid w:val="00661D44"/>
    <w:rsid w:val="00661DF0"/>
    <w:rsid w:val="00661EC9"/>
    <w:rsid w:val="00661EF2"/>
    <w:rsid w:val="00661F59"/>
    <w:rsid w:val="0066216B"/>
    <w:rsid w:val="006622A2"/>
    <w:rsid w:val="006622A4"/>
    <w:rsid w:val="00662316"/>
    <w:rsid w:val="00662387"/>
    <w:rsid w:val="00662585"/>
    <w:rsid w:val="006626C3"/>
    <w:rsid w:val="00662763"/>
    <w:rsid w:val="00662841"/>
    <w:rsid w:val="006628E0"/>
    <w:rsid w:val="0066292E"/>
    <w:rsid w:val="006629D7"/>
    <w:rsid w:val="00662A49"/>
    <w:rsid w:val="00662A55"/>
    <w:rsid w:val="00662ADB"/>
    <w:rsid w:val="00662AF7"/>
    <w:rsid w:val="00662C87"/>
    <w:rsid w:val="00662D5F"/>
    <w:rsid w:val="00662D98"/>
    <w:rsid w:val="00662EDB"/>
    <w:rsid w:val="00663036"/>
    <w:rsid w:val="00663174"/>
    <w:rsid w:val="006631BF"/>
    <w:rsid w:val="0066328B"/>
    <w:rsid w:val="00663309"/>
    <w:rsid w:val="0066342A"/>
    <w:rsid w:val="00663603"/>
    <w:rsid w:val="006636AB"/>
    <w:rsid w:val="006636C0"/>
    <w:rsid w:val="0066372D"/>
    <w:rsid w:val="00663743"/>
    <w:rsid w:val="006638B0"/>
    <w:rsid w:val="00663999"/>
    <w:rsid w:val="006639B1"/>
    <w:rsid w:val="00663AA5"/>
    <w:rsid w:val="00663B2D"/>
    <w:rsid w:val="00663C2A"/>
    <w:rsid w:val="00663CDC"/>
    <w:rsid w:val="00663DE6"/>
    <w:rsid w:val="0066407F"/>
    <w:rsid w:val="006641AF"/>
    <w:rsid w:val="006641BA"/>
    <w:rsid w:val="00664286"/>
    <w:rsid w:val="006642EF"/>
    <w:rsid w:val="0066440D"/>
    <w:rsid w:val="006644D1"/>
    <w:rsid w:val="00664567"/>
    <w:rsid w:val="0066467F"/>
    <w:rsid w:val="0066499C"/>
    <w:rsid w:val="006649AE"/>
    <w:rsid w:val="006649C1"/>
    <w:rsid w:val="00664A28"/>
    <w:rsid w:val="00664B63"/>
    <w:rsid w:val="00664C41"/>
    <w:rsid w:val="00664D59"/>
    <w:rsid w:val="00664EA6"/>
    <w:rsid w:val="00664F43"/>
    <w:rsid w:val="00664F51"/>
    <w:rsid w:val="00664F57"/>
    <w:rsid w:val="00664FAC"/>
    <w:rsid w:val="00665057"/>
    <w:rsid w:val="00665240"/>
    <w:rsid w:val="0066539B"/>
    <w:rsid w:val="00665524"/>
    <w:rsid w:val="006655DB"/>
    <w:rsid w:val="0066562F"/>
    <w:rsid w:val="0066563A"/>
    <w:rsid w:val="006656D8"/>
    <w:rsid w:val="00665901"/>
    <w:rsid w:val="00665974"/>
    <w:rsid w:val="00665A8D"/>
    <w:rsid w:val="00665D49"/>
    <w:rsid w:val="00665F01"/>
    <w:rsid w:val="006660FA"/>
    <w:rsid w:val="0066610A"/>
    <w:rsid w:val="0066633C"/>
    <w:rsid w:val="00666349"/>
    <w:rsid w:val="0066654D"/>
    <w:rsid w:val="0066670B"/>
    <w:rsid w:val="00666868"/>
    <w:rsid w:val="006669A6"/>
    <w:rsid w:val="00666BED"/>
    <w:rsid w:val="00666C4A"/>
    <w:rsid w:val="00666CB9"/>
    <w:rsid w:val="00667030"/>
    <w:rsid w:val="006670DF"/>
    <w:rsid w:val="0066719A"/>
    <w:rsid w:val="006671FF"/>
    <w:rsid w:val="00667214"/>
    <w:rsid w:val="0066722E"/>
    <w:rsid w:val="00667387"/>
    <w:rsid w:val="0066741A"/>
    <w:rsid w:val="00667458"/>
    <w:rsid w:val="0066762F"/>
    <w:rsid w:val="00667725"/>
    <w:rsid w:val="0066774D"/>
    <w:rsid w:val="00667786"/>
    <w:rsid w:val="006677FB"/>
    <w:rsid w:val="0066780E"/>
    <w:rsid w:val="006679BC"/>
    <w:rsid w:val="00667A1D"/>
    <w:rsid w:val="00667A39"/>
    <w:rsid w:val="00667B66"/>
    <w:rsid w:val="00667D04"/>
    <w:rsid w:val="00670173"/>
    <w:rsid w:val="00670437"/>
    <w:rsid w:val="00670755"/>
    <w:rsid w:val="00670759"/>
    <w:rsid w:val="0067078B"/>
    <w:rsid w:val="006707F2"/>
    <w:rsid w:val="00670A93"/>
    <w:rsid w:val="00670ACF"/>
    <w:rsid w:val="0067102F"/>
    <w:rsid w:val="006710A2"/>
    <w:rsid w:val="0067113B"/>
    <w:rsid w:val="00671384"/>
    <w:rsid w:val="006713B9"/>
    <w:rsid w:val="006714C1"/>
    <w:rsid w:val="006715EB"/>
    <w:rsid w:val="0067179F"/>
    <w:rsid w:val="006717A4"/>
    <w:rsid w:val="0067183F"/>
    <w:rsid w:val="00671A26"/>
    <w:rsid w:val="00671B91"/>
    <w:rsid w:val="00671CA4"/>
    <w:rsid w:val="00671D3F"/>
    <w:rsid w:val="00671DF6"/>
    <w:rsid w:val="00671E24"/>
    <w:rsid w:val="00671FEB"/>
    <w:rsid w:val="006720B0"/>
    <w:rsid w:val="006720EB"/>
    <w:rsid w:val="0067238A"/>
    <w:rsid w:val="006723A1"/>
    <w:rsid w:val="00672423"/>
    <w:rsid w:val="00672731"/>
    <w:rsid w:val="006727D1"/>
    <w:rsid w:val="00672895"/>
    <w:rsid w:val="00672D19"/>
    <w:rsid w:val="00672D24"/>
    <w:rsid w:val="00672F20"/>
    <w:rsid w:val="006731F2"/>
    <w:rsid w:val="0067338C"/>
    <w:rsid w:val="0067355D"/>
    <w:rsid w:val="006735BB"/>
    <w:rsid w:val="006736BB"/>
    <w:rsid w:val="006737A8"/>
    <w:rsid w:val="006737AC"/>
    <w:rsid w:val="00673859"/>
    <w:rsid w:val="00673880"/>
    <w:rsid w:val="00673BD9"/>
    <w:rsid w:val="00673BEB"/>
    <w:rsid w:val="00673BF6"/>
    <w:rsid w:val="00673F2B"/>
    <w:rsid w:val="00674145"/>
    <w:rsid w:val="00674193"/>
    <w:rsid w:val="00674251"/>
    <w:rsid w:val="0067444E"/>
    <w:rsid w:val="0067451E"/>
    <w:rsid w:val="00674592"/>
    <w:rsid w:val="0067459A"/>
    <w:rsid w:val="00674645"/>
    <w:rsid w:val="00674687"/>
    <w:rsid w:val="006746EC"/>
    <w:rsid w:val="006748A1"/>
    <w:rsid w:val="00674B27"/>
    <w:rsid w:val="00674D9A"/>
    <w:rsid w:val="00674F99"/>
    <w:rsid w:val="00675101"/>
    <w:rsid w:val="0067530E"/>
    <w:rsid w:val="0067531F"/>
    <w:rsid w:val="0067536B"/>
    <w:rsid w:val="00675531"/>
    <w:rsid w:val="0067586C"/>
    <w:rsid w:val="00675923"/>
    <w:rsid w:val="0067593F"/>
    <w:rsid w:val="00675952"/>
    <w:rsid w:val="00675B14"/>
    <w:rsid w:val="00675B9C"/>
    <w:rsid w:val="00675C44"/>
    <w:rsid w:val="00675FA5"/>
    <w:rsid w:val="00675FAC"/>
    <w:rsid w:val="0067600C"/>
    <w:rsid w:val="00676363"/>
    <w:rsid w:val="00676367"/>
    <w:rsid w:val="00676469"/>
    <w:rsid w:val="00676526"/>
    <w:rsid w:val="00676539"/>
    <w:rsid w:val="00676601"/>
    <w:rsid w:val="00676869"/>
    <w:rsid w:val="00676960"/>
    <w:rsid w:val="00676993"/>
    <w:rsid w:val="00676ACC"/>
    <w:rsid w:val="00676B72"/>
    <w:rsid w:val="00676E34"/>
    <w:rsid w:val="00676F7C"/>
    <w:rsid w:val="00676FCD"/>
    <w:rsid w:val="0067708C"/>
    <w:rsid w:val="0067711B"/>
    <w:rsid w:val="00677218"/>
    <w:rsid w:val="006772AA"/>
    <w:rsid w:val="006772ED"/>
    <w:rsid w:val="0067737C"/>
    <w:rsid w:val="00677551"/>
    <w:rsid w:val="00677754"/>
    <w:rsid w:val="0067783C"/>
    <w:rsid w:val="00677861"/>
    <w:rsid w:val="00677A14"/>
    <w:rsid w:val="00677A17"/>
    <w:rsid w:val="00677A70"/>
    <w:rsid w:val="00677C32"/>
    <w:rsid w:val="00677C45"/>
    <w:rsid w:val="00677D25"/>
    <w:rsid w:val="00677D4F"/>
    <w:rsid w:val="00677DA9"/>
    <w:rsid w:val="00677E39"/>
    <w:rsid w:val="00680109"/>
    <w:rsid w:val="00680133"/>
    <w:rsid w:val="00680209"/>
    <w:rsid w:val="006802ED"/>
    <w:rsid w:val="006802F6"/>
    <w:rsid w:val="00680473"/>
    <w:rsid w:val="006806C7"/>
    <w:rsid w:val="006807B1"/>
    <w:rsid w:val="00680976"/>
    <w:rsid w:val="006809A5"/>
    <w:rsid w:val="006809BE"/>
    <w:rsid w:val="00680A31"/>
    <w:rsid w:val="00680CB1"/>
    <w:rsid w:val="00680D62"/>
    <w:rsid w:val="00680E90"/>
    <w:rsid w:val="00680EE3"/>
    <w:rsid w:val="00680F2C"/>
    <w:rsid w:val="006810B1"/>
    <w:rsid w:val="0068126D"/>
    <w:rsid w:val="006813D4"/>
    <w:rsid w:val="006813E6"/>
    <w:rsid w:val="00681438"/>
    <w:rsid w:val="006814FD"/>
    <w:rsid w:val="006815C7"/>
    <w:rsid w:val="00681739"/>
    <w:rsid w:val="00681864"/>
    <w:rsid w:val="006818B2"/>
    <w:rsid w:val="00681943"/>
    <w:rsid w:val="00681992"/>
    <w:rsid w:val="006819B9"/>
    <w:rsid w:val="006819F1"/>
    <w:rsid w:val="00681AD6"/>
    <w:rsid w:val="00681E68"/>
    <w:rsid w:val="00681EC2"/>
    <w:rsid w:val="00681F94"/>
    <w:rsid w:val="006820A0"/>
    <w:rsid w:val="006820D2"/>
    <w:rsid w:val="006820D8"/>
    <w:rsid w:val="006820E3"/>
    <w:rsid w:val="006821A2"/>
    <w:rsid w:val="00682251"/>
    <w:rsid w:val="0068226D"/>
    <w:rsid w:val="006822D1"/>
    <w:rsid w:val="0068248B"/>
    <w:rsid w:val="0068248D"/>
    <w:rsid w:val="00682665"/>
    <w:rsid w:val="006826DA"/>
    <w:rsid w:val="0068276D"/>
    <w:rsid w:val="00682ADC"/>
    <w:rsid w:val="00682C2B"/>
    <w:rsid w:val="00682CE0"/>
    <w:rsid w:val="00682DD2"/>
    <w:rsid w:val="00682E90"/>
    <w:rsid w:val="0068300C"/>
    <w:rsid w:val="00683135"/>
    <w:rsid w:val="0068364E"/>
    <w:rsid w:val="00683711"/>
    <w:rsid w:val="00683842"/>
    <w:rsid w:val="006838DE"/>
    <w:rsid w:val="00683B7C"/>
    <w:rsid w:val="00683C6B"/>
    <w:rsid w:val="00683E08"/>
    <w:rsid w:val="00683ECE"/>
    <w:rsid w:val="0068404B"/>
    <w:rsid w:val="0068435C"/>
    <w:rsid w:val="00684365"/>
    <w:rsid w:val="00684506"/>
    <w:rsid w:val="00684646"/>
    <w:rsid w:val="00684748"/>
    <w:rsid w:val="00684789"/>
    <w:rsid w:val="00684833"/>
    <w:rsid w:val="006849F6"/>
    <w:rsid w:val="00684A49"/>
    <w:rsid w:val="00684C3E"/>
    <w:rsid w:val="00684D0D"/>
    <w:rsid w:val="00684FEA"/>
    <w:rsid w:val="00685527"/>
    <w:rsid w:val="00685540"/>
    <w:rsid w:val="0068559D"/>
    <w:rsid w:val="006855F2"/>
    <w:rsid w:val="0068569B"/>
    <w:rsid w:val="00685808"/>
    <w:rsid w:val="0068584A"/>
    <w:rsid w:val="00685BE0"/>
    <w:rsid w:val="00685D13"/>
    <w:rsid w:val="00685D31"/>
    <w:rsid w:val="00685F24"/>
    <w:rsid w:val="00685FB5"/>
    <w:rsid w:val="00686119"/>
    <w:rsid w:val="00686190"/>
    <w:rsid w:val="0068627B"/>
    <w:rsid w:val="00686300"/>
    <w:rsid w:val="00686399"/>
    <w:rsid w:val="006865C0"/>
    <w:rsid w:val="006866C3"/>
    <w:rsid w:val="006866D9"/>
    <w:rsid w:val="00686753"/>
    <w:rsid w:val="006867C0"/>
    <w:rsid w:val="00686909"/>
    <w:rsid w:val="00686AB4"/>
    <w:rsid w:val="00686AE4"/>
    <w:rsid w:val="00686D4E"/>
    <w:rsid w:val="00686DF5"/>
    <w:rsid w:val="00686E08"/>
    <w:rsid w:val="00687049"/>
    <w:rsid w:val="0068709B"/>
    <w:rsid w:val="00687103"/>
    <w:rsid w:val="0068712D"/>
    <w:rsid w:val="006873D1"/>
    <w:rsid w:val="00687510"/>
    <w:rsid w:val="0068760C"/>
    <w:rsid w:val="00687640"/>
    <w:rsid w:val="00687665"/>
    <w:rsid w:val="006876FB"/>
    <w:rsid w:val="0068781A"/>
    <w:rsid w:val="0068790B"/>
    <w:rsid w:val="00687959"/>
    <w:rsid w:val="006879AD"/>
    <w:rsid w:val="00687A74"/>
    <w:rsid w:val="00687B97"/>
    <w:rsid w:val="00687E89"/>
    <w:rsid w:val="00687F60"/>
    <w:rsid w:val="00687F8C"/>
    <w:rsid w:val="00690128"/>
    <w:rsid w:val="00690281"/>
    <w:rsid w:val="006903E3"/>
    <w:rsid w:val="00690455"/>
    <w:rsid w:val="00690547"/>
    <w:rsid w:val="00690552"/>
    <w:rsid w:val="00690633"/>
    <w:rsid w:val="006906AA"/>
    <w:rsid w:val="006908CB"/>
    <w:rsid w:val="00690B43"/>
    <w:rsid w:val="00690E27"/>
    <w:rsid w:val="00690E40"/>
    <w:rsid w:val="00690E9A"/>
    <w:rsid w:val="00691174"/>
    <w:rsid w:val="006912BB"/>
    <w:rsid w:val="00691458"/>
    <w:rsid w:val="006914F5"/>
    <w:rsid w:val="006915A6"/>
    <w:rsid w:val="006915E2"/>
    <w:rsid w:val="006916A9"/>
    <w:rsid w:val="006918D6"/>
    <w:rsid w:val="006919FD"/>
    <w:rsid w:val="00691CAC"/>
    <w:rsid w:val="00691F5E"/>
    <w:rsid w:val="00691FC2"/>
    <w:rsid w:val="00692031"/>
    <w:rsid w:val="0069216C"/>
    <w:rsid w:val="006921A2"/>
    <w:rsid w:val="00692235"/>
    <w:rsid w:val="006922CA"/>
    <w:rsid w:val="00692337"/>
    <w:rsid w:val="00692348"/>
    <w:rsid w:val="006923AE"/>
    <w:rsid w:val="006925B9"/>
    <w:rsid w:val="0069271D"/>
    <w:rsid w:val="00692952"/>
    <w:rsid w:val="00692970"/>
    <w:rsid w:val="00692CF0"/>
    <w:rsid w:val="00692D43"/>
    <w:rsid w:val="00692F59"/>
    <w:rsid w:val="00692FB0"/>
    <w:rsid w:val="00692FCE"/>
    <w:rsid w:val="00693026"/>
    <w:rsid w:val="00693106"/>
    <w:rsid w:val="00693233"/>
    <w:rsid w:val="00693289"/>
    <w:rsid w:val="00693420"/>
    <w:rsid w:val="00693455"/>
    <w:rsid w:val="0069348D"/>
    <w:rsid w:val="00693588"/>
    <w:rsid w:val="0069391D"/>
    <w:rsid w:val="00693AC8"/>
    <w:rsid w:val="00693AEC"/>
    <w:rsid w:val="00693C8C"/>
    <w:rsid w:val="00693C97"/>
    <w:rsid w:val="00694170"/>
    <w:rsid w:val="00694297"/>
    <w:rsid w:val="006942AA"/>
    <w:rsid w:val="0069443F"/>
    <w:rsid w:val="006944A7"/>
    <w:rsid w:val="006944D4"/>
    <w:rsid w:val="00694513"/>
    <w:rsid w:val="006945B0"/>
    <w:rsid w:val="006946E9"/>
    <w:rsid w:val="00694867"/>
    <w:rsid w:val="006949FB"/>
    <w:rsid w:val="00694F14"/>
    <w:rsid w:val="006950D5"/>
    <w:rsid w:val="00695197"/>
    <w:rsid w:val="006951EB"/>
    <w:rsid w:val="0069533C"/>
    <w:rsid w:val="006953CE"/>
    <w:rsid w:val="006953FC"/>
    <w:rsid w:val="00695429"/>
    <w:rsid w:val="0069568F"/>
    <w:rsid w:val="006956B5"/>
    <w:rsid w:val="00695B45"/>
    <w:rsid w:val="00695C34"/>
    <w:rsid w:val="00695CDE"/>
    <w:rsid w:val="00695D83"/>
    <w:rsid w:val="00695F36"/>
    <w:rsid w:val="00695FC8"/>
    <w:rsid w:val="00695FE9"/>
    <w:rsid w:val="0069609D"/>
    <w:rsid w:val="00696212"/>
    <w:rsid w:val="00696233"/>
    <w:rsid w:val="00696332"/>
    <w:rsid w:val="006963AC"/>
    <w:rsid w:val="006969EE"/>
    <w:rsid w:val="00696B6F"/>
    <w:rsid w:val="00696BFE"/>
    <w:rsid w:val="00696CBA"/>
    <w:rsid w:val="00696D3A"/>
    <w:rsid w:val="00696D41"/>
    <w:rsid w:val="00696F09"/>
    <w:rsid w:val="00696FD3"/>
    <w:rsid w:val="0069729E"/>
    <w:rsid w:val="006972A7"/>
    <w:rsid w:val="0069731F"/>
    <w:rsid w:val="006974F4"/>
    <w:rsid w:val="00697546"/>
    <w:rsid w:val="0069757C"/>
    <w:rsid w:val="006976BD"/>
    <w:rsid w:val="006977DF"/>
    <w:rsid w:val="006977E4"/>
    <w:rsid w:val="0069787A"/>
    <w:rsid w:val="00697888"/>
    <w:rsid w:val="00697A3E"/>
    <w:rsid w:val="00697B3F"/>
    <w:rsid w:val="006A01B4"/>
    <w:rsid w:val="006A01D3"/>
    <w:rsid w:val="006A030C"/>
    <w:rsid w:val="006A0348"/>
    <w:rsid w:val="006A03E6"/>
    <w:rsid w:val="006A043F"/>
    <w:rsid w:val="006A0595"/>
    <w:rsid w:val="006A05E2"/>
    <w:rsid w:val="006A05F4"/>
    <w:rsid w:val="006A05FE"/>
    <w:rsid w:val="006A0666"/>
    <w:rsid w:val="006A07B5"/>
    <w:rsid w:val="006A07E4"/>
    <w:rsid w:val="006A08F6"/>
    <w:rsid w:val="006A094A"/>
    <w:rsid w:val="006A0B2A"/>
    <w:rsid w:val="006A0D6D"/>
    <w:rsid w:val="006A0DEA"/>
    <w:rsid w:val="006A0E10"/>
    <w:rsid w:val="006A0E20"/>
    <w:rsid w:val="006A0FB4"/>
    <w:rsid w:val="006A11AE"/>
    <w:rsid w:val="006A1219"/>
    <w:rsid w:val="006A1253"/>
    <w:rsid w:val="006A127A"/>
    <w:rsid w:val="006A1303"/>
    <w:rsid w:val="006A136D"/>
    <w:rsid w:val="006A151B"/>
    <w:rsid w:val="006A15D0"/>
    <w:rsid w:val="006A162F"/>
    <w:rsid w:val="006A16CE"/>
    <w:rsid w:val="006A1819"/>
    <w:rsid w:val="006A18FD"/>
    <w:rsid w:val="006A1C11"/>
    <w:rsid w:val="006A1C18"/>
    <w:rsid w:val="006A1D11"/>
    <w:rsid w:val="006A1DD8"/>
    <w:rsid w:val="006A1ED3"/>
    <w:rsid w:val="006A1F5A"/>
    <w:rsid w:val="006A203A"/>
    <w:rsid w:val="006A20B1"/>
    <w:rsid w:val="006A20CA"/>
    <w:rsid w:val="006A2333"/>
    <w:rsid w:val="006A2426"/>
    <w:rsid w:val="006A24FF"/>
    <w:rsid w:val="006A25A8"/>
    <w:rsid w:val="006A2620"/>
    <w:rsid w:val="006A2765"/>
    <w:rsid w:val="006A2A2A"/>
    <w:rsid w:val="006A2DFA"/>
    <w:rsid w:val="006A2F01"/>
    <w:rsid w:val="006A2FDC"/>
    <w:rsid w:val="006A30A7"/>
    <w:rsid w:val="006A3150"/>
    <w:rsid w:val="006A3281"/>
    <w:rsid w:val="006A3416"/>
    <w:rsid w:val="006A3482"/>
    <w:rsid w:val="006A35EC"/>
    <w:rsid w:val="006A36C9"/>
    <w:rsid w:val="006A37D4"/>
    <w:rsid w:val="006A384A"/>
    <w:rsid w:val="006A3987"/>
    <w:rsid w:val="006A3A10"/>
    <w:rsid w:val="006A3A18"/>
    <w:rsid w:val="006A3BDB"/>
    <w:rsid w:val="006A3C0C"/>
    <w:rsid w:val="006A3D52"/>
    <w:rsid w:val="006A3DA5"/>
    <w:rsid w:val="006A3EC6"/>
    <w:rsid w:val="006A3FCA"/>
    <w:rsid w:val="006A409E"/>
    <w:rsid w:val="006A449B"/>
    <w:rsid w:val="006A44D1"/>
    <w:rsid w:val="006A45E2"/>
    <w:rsid w:val="006A4779"/>
    <w:rsid w:val="006A47A5"/>
    <w:rsid w:val="006A47BB"/>
    <w:rsid w:val="006A4840"/>
    <w:rsid w:val="006A4885"/>
    <w:rsid w:val="006A48DF"/>
    <w:rsid w:val="006A4952"/>
    <w:rsid w:val="006A4A7B"/>
    <w:rsid w:val="006A4ABE"/>
    <w:rsid w:val="006A4B5A"/>
    <w:rsid w:val="006A4B6C"/>
    <w:rsid w:val="006A4BE6"/>
    <w:rsid w:val="006A4BF1"/>
    <w:rsid w:val="006A4CD6"/>
    <w:rsid w:val="006A4CE9"/>
    <w:rsid w:val="006A4D3F"/>
    <w:rsid w:val="006A4FA1"/>
    <w:rsid w:val="006A503B"/>
    <w:rsid w:val="006A5078"/>
    <w:rsid w:val="006A514C"/>
    <w:rsid w:val="006A521F"/>
    <w:rsid w:val="006A522B"/>
    <w:rsid w:val="006A5286"/>
    <w:rsid w:val="006A5302"/>
    <w:rsid w:val="006A53F7"/>
    <w:rsid w:val="006A5557"/>
    <w:rsid w:val="006A57B7"/>
    <w:rsid w:val="006A59BC"/>
    <w:rsid w:val="006A5A78"/>
    <w:rsid w:val="006A5AE2"/>
    <w:rsid w:val="006A5C9E"/>
    <w:rsid w:val="006A5DDC"/>
    <w:rsid w:val="006A5E4D"/>
    <w:rsid w:val="006A5F85"/>
    <w:rsid w:val="006A6196"/>
    <w:rsid w:val="006A63A9"/>
    <w:rsid w:val="006A63CD"/>
    <w:rsid w:val="006A64E2"/>
    <w:rsid w:val="006A64E3"/>
    <w:rsid w:val="006A655C"/>
    <w:rsid w:val="006A67C8"/>
    <w:rsid w:val="006A67EE"/>
    <w:rsid w:val="006A692C"/>
    <w:rsid w:val="006A6999"/>
    <w:rsid w:val="006A69E2"/>
    <w:rsid w:val="006A6A56"/>
    <w:rsid w:val="006A6B31"/>
    <w:rsid w:val="006A6B4D"/>
    <w:rsid w:val="006A6F20"/>
    <w:rsid w:val="006A7228"/>
    <w:rsid w:val="006A726A"/>
    <w:rsid w:val="006A727A"/>
    <w:rsid w:val="006A728D"/>
    <w:rsid w:val="006A73C1"/>
    <w:rsid w:val="006A7610"/>
    <w:rsid w:val="006A7719"/>
    <w:rsid w:val="006A7793"/>
    <w:rsid w:val="006A7BF7"/>
    <w:rsid w:val="006A7D6E"/>
    <w:rsid w:val="006A7E97"/>
    <w:rsid w:val="006A7ED1"/>
    <w:rsid w:val="006A7F65"/>
    <w:rsid w:val="006A7F83"/>
    <w:rsid w:val="006B00D2"/>
    <w:rsid w:val="006B0110"/>
    <w:rsid w:val="006B01A4"/>
    <w:rsid w:val="006B0346"/>
    <w:rsid w:val="006B047E"/>
    <w:rsid w:val="006B05A4"/>
    <w:rsid w:val="006B066B"/>
    <w:rsid w:val="006B06AE"/>
    <w:rsid w:val="006B0837"/>
    <w:rsid w:val="006B085F"/>
    <w:rsid w:val="006B088E"/>
    <w:rsid w:val="006B08B2"/>
    <w:rsid w:val="006B0A6F"/>
    <w:rsid w:val="006B0D1E"/>
    <w:rsid w:val="006B0E25"/>
    <w:rsid w:val="006B0E39"/>
    <w:rsid w:val="006B0E75"/>
    <w:rsid w:val="006B0ECC"/>
    <w:rsid w:val="006B0F59"/>
    <w:rsid w:val="006B0FE4"/>
    <w:rsid w:val="006B12FC"/>
    <w:rsid w:val="006B1312"/>
    <w:rsid w:val="006B1405"/>
    <w:rsid w:val="006B1583"/>
    <w:rsid w:val="006B1759"/>
    <w:rsid w:val="006B1821"/>
    <w:rsid w:val="006B1844"/>
    <w:rsid w:val="006B1BB9"/>
    <w:rsid w:val="006B1DA0"/>
    <w:rsid w:val="006B2141"/>
    <w:rsid w:val="006B216C"/>
    <w:rsid w:val="006B2216"/>
    <w:rsid w:val="006B221B"/>
    <w:rsid w:val="006B22BB"/>
    <w:rsid w:val="006B243D"/>
    <w:rsid w:val="006B24A3"/>
    <w:rsid w:val="006B2592"/>
    <w:rsid w:val="006B2598"/>
    <w:rsid w:val="006B25C5"/>
    <w:rsid w:val="006B2632"/>
    <w:rsid w:val="006B26A3"/>
    <w:rsid w:val="006B2722"/>
    <w:rsid w:val="006B273A"/>
    <w:rsid w:val="006B29C6"/>
    <w:rsid w:val="006B2A73"/>
    <w:rsid w:val="006B2A8E"/>
    <w:rsid w:val="006B2AF7"/>
    <w:rsid w:val="006B2B1E"/>
    <w:rsid w:val="006B2B60"/>
    <w:rsid w:val="006B2C37"/>
    <w:rsid w:val="006B2C6C"/>
    <w:rsid w:val="006B2D20"/>
    <w:rsid w:val="006B2E9F"/>
    <w:rsid w:val="006B3221"/>
    <w:rsid w:val="006B330C"/>
    <w:rsid w:val="006B3401"/>
    <w:rsid w:val="006B34B9"/>
    <w:rsid w:val="006B3518"/>
    <w:rsid w:val="006B35FD"/>
    <w:rsid w:val="006B3641"/>
    <w:rsid w:val="006B3755"/>
    <w:rsid w:val="006B379C"/>
    <w:rsid w:val="006B3A21"/>
    <w:rsid w:val="006B3A23"/>
    <w:rsid w:val="006B3AAE"/>
    <w:rsid w:val="006B3D9E"/>
    <w:rsid w:val="006B3E3D"/>
    <w:rsid w:val="006B3E92"/>
    <w:rsid w:val="006B3F3E"/>
    <w:rsid w:val="006B3FC0"/>
    <w:rsid w:val="006B3FD8"/>
    <w:rsid w:val="006B4183"/>
    <w:rsid w:val="006B4254"/>
    <w:rsid w:val="006B4389"/>
    <w:rsid w:val="006B4707"/>
    <w:rsid w:val="006B4741"/>
    <w:rsid w:val="006B4A2C"/>
    <w:rsid w:val="006B4C46"/>
    <w:rsid w:val="006B4D4F"/>
    <w:rsid w:val="006B540C"/>
    <w:rsid w:val="006B560C"/>
    <w:rsid w:val="006B565F"/>
    <w:rsid w:val="006B579A"/>
    <w:rsid w:val="006B58C3"/>
    <w:rsid w:val="006B5A01"/>
    <w:rsid w:val="006B5A96"/>
    <w:rsid w:val="006B5EF3"/>
    <w:rsid w:val="006B5F69"/>
    <w:rsid w:val="006B6011"/>
    <w:rsid w:val="006B61BA"/>
    <w:rsid w:val="006B63F7"/>
    <w:rsid w:val="006B64F1"/>
    <w:rsid w:val="006B656F"/>
    <w:rsid w:val="006B6789"/>
    <w:rsid w:val="006B68FD"/>
    <w:rsid w:val="006B69E9"/>
    <w:rsid w:val="006B6AE5"/>
    <w:rsid w:val="006B6D7E"/>
    <w:rsid w:val="006B6E14"/>
    <w:rsid w:val="006B6EC0"/>
    <w:rsid w:val="006B6F99"/>
    <w:rsid w:val="006B6FEC"/>
    <w:rsid w:val="006B70DE"/>
    <w:rsid w:val="006B74DD"/>
    <w:rsid w:val="006B773C"/>
    <w:rsid w:val="006B77EE"/>
    <w:rsid w:val="006B78FB"/>
    <w:rsid w:val="006B7A65"/>
    <w:rsid w:val="006B7B40"/>
    <w:rsid w:val="006B7BB5"/>
    <w:rsid w:val="006B7D86"/>
    <w:rsid w:val="006B7DB5"/>
    <w:rsid w:val="006C01A9"/>
    <w:rsid w:val="006C01C6"/>
    <w:rsid w:val="006C022E"/>
    <w:rsid w:val="006C044F"/>
    <w:rsid w:val="006C0564"/>
    <w:rsid w:val="006C06F3"/>
    <w:rsid w:val="006C0925"/>
    <w:rsid w:val="006C0964"/>
    <w:rsid w:val="006C0A78"/>
    <w:rsid w:val="006C0DEB"/>
    <w:rsid w:val="006C1045"/>
    <w:rsid w:val="006C1343"/>
    <w:rsid w:val="006C1389"/>
    <w:rsid w:val="006C13F8"/>
    <w:rsid w:val="006C14D2"/>
    <w:rsid w:val="006C166A"/>
    <w:rsid w:val="006C17EB"/>
    <w:rsid w:val="006C1928"/>
    <w:rsid w:val="006C1936"/>
    <w:rsid w:val="006C19AB"/>
    <w:rsid w:val="006C1B02"/>
    <w:rsid w:val="006C1BA0"/>
    <w:rsid w:val="006C1C9D"/>
    <w:rsid w:val="006C1CD2"/>
    <w:rsid w:val="006C1D33"/>
    <w:rsid w:val="006C1D58"/>
    <w:rsid w:val="006C1FAF"/>
    <w:rsid w:val="006C2005"/>
    <w:rsid w:val="006C229C"/>
    <w:rsid w:val="006C24AC"/>
    <w:rsid w:val="006C24C3"/>
    <w:rsid w:val="006C2796"/>
    <w:rsid w:val="006C2A77"/>
    <w:rsid w:val="006C2C19"/>
    <w:rsid w:val="006C2C5A"/>
    <w:rsid w:val="006C2CCE"/>
    <w:rsid w:val="006C2E4C"/>
    <w:rsid w:val="006C2E94"/>
    <w:rsid w:val="006C2F4A"/>
    <w:rsid w:val="006C313C"/>
    <w:rsid w:val="006C33CF"/>
    <w:rsid w:val="006C3473"/>
    <w:rsid w:val="006C34D5"/>
    <w:rsid w:val="006C35C7"/>
    <w:rsid w:val="006C3625"/>
    <w:rsid w:val="006C3713"/>
    <w:rsid w:val="006C3A17"/>
    <w:rsid w:val="006C3B22"/>
    <w:rsid w:val="006C3B5E"/>
    <w:rsid w:val="006C3C1F"/>
    <w:rsid w:val="006C3DA9"/>
    <w:rsid w:val="006C3EA1"/>
    <w:rsid w:val="006C3EF8"/>
    <w:rsid w:val="006C3FD0"/>
    <w:rsid w:val="006C40D4"/>
    <w:rsid w:val="006C413D"/>
    <w:rsid w:val="006C42E3"/>
    <w:rsid w:val="006C43F1"/>
    <w:rsid w:val="006C4424"/>
    <w:rsid w:val="006C45B0"/>
    <w:rsid w:val="006C4658"/>
    <w:rsid w:val="006C47E9"/>
    <w:rsid w:val="006C482A"/>
    <w:rsid w:val="006C486E"/>
    <w:rsid w:val="006C4ABC"/>
    <w:rsid w:val="006C4B88"/>
    <w:rsid w:val="006C4BBB"/>
    <w:rsid w:val="006C4CBC"/>
    <w:rsid w:val="006C4D0F"/>
    <w:rsid w:val="006C4D23"/>
    <w:rsid w:val="006C4E3D"/>
    <w:rsid w:val="006C4E88"/>
    <w:rsid w:val="006C4EE4"/>
    <w:rsid w:val="006C4F23"/>
    <w:rsid w:val="006C5016"/>
    <w:rsid w:val="006C50C5"/>
    <w:rsid w:val="006C52C2"/>
    <w:rsid w:val="006C5303"/>
    <w:rsid w:val="006C53A1"/>
    <w:rsid w:val="006C5453"/>
    <w:rsid w:val="006C54B6"/>
    <w:rsid w:val="006C55AE"/>
    <w:rsid w:val="006C5955"/>
    <w:rsid w:val="006C5991"/>
    <w:rsid w:val="006C59FC"/>
    <w:rsid w:val="006C5AA3"/>
    <w:rsid w:val="006C5AF0"/>
    <w:rsid w:val="006C5C23"/>
    <w:rsid w:val="006C5CA5"/>
    <w:rsid w:val="006C5CDB"/>
    <w:rsid w:val="006C5D2B"/>
    <w:rsid w:val="006C5DC3"/>
    <w:rsid w:val="006C5EE6"/>
    <w:rsid w:val="006C6243"/>
    <w:rsid w:val="006C6385"/>
    <w:rsid w:val="006C63C3"/>
    <w:rsid w:val="006C651F"/>
    <w:rsid w:val="006C670D"/>
    <w:rsid w:val="006C69F2"/>
    <w:rsid w:val="006C6A88"/>
    <w:rsid w:val="006C6B3A"/>
    <w:rsid w:val="006C6D49"/>
    <w:rsid w:val="006C6E0F"/>
    <w:rsid w:val="006C6E96"/>
    <w:rsid w:val="006C6FE3"/>
    <w:rsid w:val="006C6FFB"/>
    <w:rsid w:val="006C706D"/>
    <w:rsid w:val="006C70A2"/>
    <w:rsid w:val="006C7223"/>
    <w:rsid w:val="006C72B2"/>
    <w:rsid w:val="006C72EB"/>
    <w:rsid w:val="006C74E5"/>
    <w:rsid w:val="006C759E"/>
    <w:rsid w:val="006C76E4"/>
    <w:rsid w:val="006C7803"/>
    <w:rsid w:val="006C79DC"/>
    <w:rsid w:val="006C7A2B"/>
    <w:rsid w:val="006C7AA2"/>
    <w:rsid w:val="006C7AE9"/>
    <w:rsid w:val="006C7BB5"/>
    <w:rsid w:val="006C7FB1"/>
    <w:rsid w:val="006C7FE4"/>
    <w:rsid w:val="006D0210"/>
    <w:rsid w:val="006D021F"/>
    <w:rsid w:val="006D0419"/>
    <w:rsid w:val="006D0786"/>
    <w:rsid w:val="006D0845"/>
    <w:rsid w:val="006D08C7"/>
    <w:rsid w:val="006D0947"/>
    <w:rsid w:val="006D0964"/>
    <w:rsid w:val="006D0AD1"/>
    <w:rsid w:val="006D0AD2"/>
    <w:rsid w:val="006D0FA0"/>
    <w:rsid w:val="006D1000"/>
    <w:rsid w:val="006D1089"/>
    <w:rsid w:val="006D109B"/>
    <w:rsid w:val="006D116E"/>
    <w:rsid w:val="006D1274"/>
    <w:rsid w:val="006D141A"/>
    <w:rsid w:val="006D156B"/>
    <w:rsid w:val="006D1861"/>
    <w:rsid w:val="006D1938"/>
    <w:rsid w:val="006D1B25"/>
    <w:rsid w:val="006D1B64"/>
    <w:rsid w:val="006D1BC6"/>
    <w:rsid w:val="006D1BDC"/>
    <w:rsid w:val="006D1E37"/>
    <w:rsid w:val="006D1F99"/>
    <w:rsid w:val="006D208F"/>
    <w:rsid w:val="006D20BE"/>
    <w:rsid w:val="006D2267"/>
    <w:rsid w:val="006D22D5"/>
    <w:rsid w:val="006D23CD"/>
    <w:rsid w:val="006D25EE"/>
    <w:rsid w:val="006D2687"/>
    <w:rsid w:val="006D28CD"/>
    <w:rsid w:val="006D290B"/>
    <w:rsid w:val="006D2A52"/>
    <w:rsid w:val="006D2CB8"/>
    <w:rsid w:val="006D2E9B"/>
    <w:rsid w:val="006D2F35"/>
    <w:rsid w:val="006D2FB1"/>
    <w:rsid w:val="006D2FC8"/>
    <w:rsid w:val="006D3087"/>
    <w:rsid w:val="006D30D8"/>
    <w:rsid w:val="006D3167"/>
    <w:rsid w:val="006D31F9"/>
    <w:rsid w:val="006D321E"/>
    <w:rsid w:val="006D347D"/>
    <w:rsid w:val="006D34F8"/>
    <w:rsid w:val="006D3506"/>
    <w:rsid w:val="006D355B"/>
    <w:rsid w:val="006D3663"/>
    <w:rsid w:val="006D3735"/>
    <w:rsid w:val="006D3848"/>
    <w:rsid w:val="006D38ED"/>
    <w:rsid w:val="006D3B1D"/>
    <w:rsid w:val="006D3B82"/>
    <w:rsid w:val="006D3BF3"/>
    <w:rsid w:val="006D3C84"/>
    <w:rsid w:val="006D3DD6"/>
    <w:rsid w:val="006D3E27"/>
    <w:rsid w:val="006D40AE"/>
    <w:rsid w:val="006D41F5"/>
    <w:rsid w:val="006D4344"/>
    <w:rsid w:val="006D4398"/>
    <w:rsid w:val="006D453D"/>
    <w:rsid w:val="006D45E2"/>
    <w:rsid w:val="006D48ED"/>
    <w:rsid w:val="006D4905"/>
    <w:rsid w:val="006D4A5A"/>
    <w:rsid w:val="006D4B99"/>
    <w:rsid w:val="006D4C11"/>
    <w:rsid w:val="006D4DB8"/>
    <w:rsid w:val="006D4DF6"/>
    <w:rsid w:val="006D4E55"/>
    <w:rsid w:val="006D4E7B"/>
    <w:rsid w:val="006D50E6"/>
    <w:rsid w:val="006D51C9"/>
    <w:rsid w:val="006D5278"/>
    <w:rsid w:val="006D5381"/>
    <w:rsid w:val="006D539E"/>
    <w:rsid w:val="006D53FA"/>
    <w:rsid w:val="006D54B3"/>
    <w:rsid w:val="006D557F"/>
    <w:rsid w:val="006D5686"/>
    <w:rsid w:val="006D5756"/>
    <w:rsid w:val="006D5759"/>
    <w:rsid w:val="006D5781"/>
    <w:rsid w:val="006D5895"/>
    <w:rsid w:val="006D597C"/>
    <w:rsid w:val="006D5A67"/>
    <w:rsid w:val="006D5BF3"/>
    <w:rsid w:val="006D5D20"/>
    <w:rsid w:val="006D5E1F"/>
    <w:rsid w:val="006D5FC7"/>
    <w:rsid w:val="006D5FDF"/>
    <w:rsid w:val="006D6237"/>
    <w:rsid w:val="006D63B8"/>
    <w:rsid w:val="006D6446"/>
    <w:rsid w:val="006D67FB"/>
    <w:rsid w:val="006D6889"/>
    <w:rsid w:val="006D68A2"/>
    <w:rsid w:val="006D6B19"/>
    <w:rsid w:val="006D6C01"/>
    <w:rsid w:val="006D6DD7"/>
    <w:rsid w:val="006D6E6C"/>
    <w:rsid w:val="006D6FC5"/>
    <w:rsid w:val="006D7120"/>
    <w:rsid w:val="006D73F8"/>
    <w:rsid w:val="006D74AE"/>
    <w:rsid w:val="006D74EF"/>
    <w:rsid w:val="006D7546"/>
    <w:rsid w:val="006D7567"/>
    <w:rsid w:val="006D760D"/>
    <w:rsid w:val="006D7631"/>
    <w:rsid w:val="006D7643"/>
    <w:rsid w:val="006D773C"/>
    <w:rsid w:val="006D77A7"/>
    <w:rsid w:val="006D78BA"/>
    <w:rsid w:val="006D78BD"/>
    <w:rsid w:val="006D7BB6"/>
    <w:rsid w:val="006D7D94"/>
    <w:rsid w:val="006D7E41"/>
    <w:rsid w:val="006D7F70"/>
    <w:rsid w:val="006D7F74"/>
    <w:rsid w:val="006D7FD3"/>
    <w:rsid w:val="006D7FEC"/>
    <w:rsid w:val="006E0246"/>
    <w:rsid w:val="006E0318"/>
    <w:rsid w:val="006E035A"/>
    <w:rsid w:val="006E0421"/>
    <w:rsid w:val="006E04E3"/>
    <w:rsid w:val="006E0549"/>
    <w:rsid w:val="006E070A"/>
    <w:rsid w:val="006E0B1F"/>
    <w:rsid w:val="006E0C7C"/>
    <w:rsid w:val="006E0E18"/>
    <w:rsid w:val="006E0E5C"/>
    <w:rsid w:val="006E1109"/>
    <w:rsid w:val="006E1148"/>
    <w:rsid w:val="006E11BC"/>
    <w:rsid w:val="006E13D7"/>
    <w:rsid w:val="006E14FF"/>
    <w:rsid w:val="006E1765"/>
    <w:rsid w:val="006E1971"/>
    <w:rsid w:val="006E1AE5"/>
    <w:rsid w:val="006E1C8E"/>
    <w:rsid w:val="006E1D18"/>
    <w:rsid w:val="006E1D4E"/>
    <w:rsid w:val="006E1E12"/>
    <w:rsid w:val="006E1E1E"/>
    <w:rsid w:val="006E1E35"/>
    <w:rsid w:val="006E1EFA"/>
    <w:rsid w:val="006E206F"/>
    <w:rsid w:val="006E20C1"/>
    <w:rsid w:val="006E2160"/>
    <w:rsid w:val="006E2232"/>
    <w:rsid w:val="006E2246"/>
    <w:rsid w:val="006E22FF"/>
    <w:rsid w:val="006E24AC"/>
    <w:rsid w:val="006E24D1"/>
    <w:rsid w:val="006E25DA"/>
    <w:rsid w:val="006E25ED"/>
    <w:rsid w:val="006E25F7"/>
    <w:rsid w:val="006E27A5"/>
    <w:rsid w:val="006E2922"/>
    <w:rsid w:val="006E295A"/>
    <w:rsid w:val="006E2AA7"/>
    <w:rsid w:val="006E2AE0"/>
    <w:rsid w:val="006E2C73"/>
    <w:rsid w:val="006E2D63"/>
    <w:rsid w:val="006E2E9A"/>
    <w:rsid w:val="006E2FC3"/>
    <w:rsid w:val="006E2FE5"/>
    <w:rsid w:val="006E306A"/>
    <w:rsid w:val="006E31AE"/>
    <w:rsid w:val="006E32B0"/>
    <w:rsid w:val="006E338E"/>
    <w:rsid w:val="006E3437"/>
    <w:rsid w:val="006E34A4"/>
    <w:rsid w:val="006E34BE"/>
    <w:rsid w:val="006E352B"/>
    <w:rsid w:val="006E35B7"/>
    <w:rsid w:val="006E35DA"/>
    <w:rsid w:val="006E3693"/>
    <w:rsid w:val="006E36F2"/>
    <w:rsid w:val="006E38E6"/>
    <w:rsid w:val="006E3F04"/>
    <w:rsid w:val="006E4185"/>
    <w:rsid w:val="006E4247"/>
    <w:rsid w:val="006E4347"/>
    <w:rsid w:val="006E4482"/>
    <w:rsid w:val="006E45F2"/>
    <w:rsid w:val="006E4F6E"/>
    <w:rsid w:val="006E5342"/>
    <w:rsid w:val="006E5380"/>
    <w:rsid w:val="006E5390"/>
    <w:rsid w:val="006E5405"/>
    <w:rsid w:val="006E5536"/>
    <w:rsid w:val="006E5564"/>
    <w:rsid w:val="006E5594"/>
    <w:rsid w:val="006E563E"/>
    <w:rsid w:val="006E5694"/>
    <w:rsid w:val="006E58AE"/>
    <w:rsid w:val="006E598E"/>
    <w:rsid w:val="006E5AAC"/>
    <w:rsid w:val="006E5B78"/>
    <w:rsid w:val="006E61C4"/>
    <w:rsid w:val="006E648A"/>
    <w:rsid w:val="006E648B"/>
    <w:rsid w:val="006E68D7"/>
    <w:rsid w:val="006E6936"/>
    <w:rsid w:val="006E69F1"/>
    <w:rsid w:val="006E6A32"/>
    <w:rsid w:val="006E6ABC"/>
    <w:rsid w:val="006E6ABD"/>
    <w:rsid w:val="006E6CB8"/>
    <w:rsid w:val="006E6D45"/>
    <w:rsid w:val="006E6E13"/>
    <w:rsid w:val="006E6EA0"/>
    <w:rsid w:val="006E6F78"/>
    <w:rsid w:val="006E7262"/>
    <w:rsid w:val="006E740D"/>
    <w:rsid w:val="006E74B3"/>
    <w:rsid w:val="006E7917"/>
    <w:rsid w:val="006E7974"/>
    <w:rsid w:val="006E79F0"/>
    <w:rsid w:val="006E7C8D"/>
    <w:rsid w:val="006E7CA5"/>
    <w:rsid w:val="006F0078"/>
    <w:rsid w:val="006F007A"/>
    <w:rsid w:val="006F00A7"/>
    <w:rsid w:val="006F016C"/>
    <w:rsid w:val="006F0375"/>
    <w:rsid w:val="006F0377"/>
    <w:rsid w:val="006F0380"/>
    <w:rsid w:val="006F03C7"/>
    <w:rsid w:val="006F0490"/>
    <w:rsid w:val="006F049B"/>
    <w:rsid w:val="006F0636"/>
    <w:rsid w:val="006F0702"/>
    <w:rsid w:val="006F07A9"/>
    <w:rsid w:val="006F0AA7"/>
    <w:rsid w:val="006F0B3D"/>
    <w:rsid w:val="006F0BA9"/>
    <w:rsid w:val="006F0C06"/>
    <w:rsid w:val="006F0C2A"/>
    <w:rsid w:val="006F0E90"/>
    <w:rsid w:val="006F10D3"/>
    <w:rsid w:val="006F1274"/>
    <w:rsid w:val="006F12B6"/>
    <w:rsid w:val="006F12F3"/>
    <w:rsid w:val="006F137C"/>
    <w:rsid w:val="006F13F4"/>
    <w:rsid w:val="006F165C"/>
    <w:rsid w:val="006F1777"/>
    <w:rsid w:val="006F184D"/>
    <w:rsid w:val="006F1ACD"/>
    <w:rsid w:val="006F1D2D"/>
    <w:rsid w:val="006F1EC2"/>
    <w:rsid w:val="006F1ED9"/>
    <w:rsid w:val="006F1F37"/>
    <w:rsid w:val="006F20E7"/>
    <w:rsid w:val="006F2158"/>
    <w:rsid w:val="006F228F"/>
    <w:rsid w:val="006F2298"/>
    <w:rsid w:val="006F23CD"/>
    <w:rsid w:val="006F23DA"/>
    <w:rsid w:val="006F23F1"/>
    <w:rsid w:val="006F23F2"/>
    <w:rsid w:val="006F245E"/>
    <w:rsid w:val="006F2475"/>
    <w:rsid w:val="006F24CA"/>
    <w:rsid w:val="006F24E0"/>
    <w:rsid w:val="006F251D"/>
    <w:rsid w:val="006F25AF"/>
    <w:rsid w:val="006F274A"/>
    <w:rsid w:val="006F28AA"/>
    <w:rsid w:val="006F2942"/>
    <w:rsid w:val="006F29DC"/>
    <w:rsid w:val="006F2A34"/>
    <w:rsid w:val="006F2BB2"/>
    <w:rsid w:val="006F2D0B"/>
    <w:rsid w:val="006F2E2D"/>
    <w:rsid w:val="006F2E93"/>
    <w:rsid w:val="006F3013"/>
    <w:rsid w:val="006F3089"/>
    <w:rsid w:val="006F327B"/>
    <w:rsid w:val="006F32B3"/>
    <w:rsid w:val="006F3562"/>
    <w:rsid w:val="006F3AA3"/>
    <w:rsid w:val="006F4045"/>
    <w:rsid w:val="006F4070"/>
    <w:rsid w:val="006F4095"/>
    <w:rsid w:val="006F40E6"/>
    <w:rsid w:val="006F414F"/>
    <w:rsid w:val="006F41B6"/>
    <w:rsid w:val="006F41D4"/>
    <w:rsid w:val="006F436D"/>
    <w:rsid w:val="006F4483"/>
    <w:rsid w:val="006F44A0"/>
    <w:rsid w:val="006F44D3"/>
    <w:rsid w:val="006F4563"/>
    <w:rsid w:val="006F4724"/>
    <w:rsid w:val="006F474C"/>
    <w:rsid w:val="006F4856"/>
    <w:rsid w:val="006F494C"/>
    <w:rsid w:val="006F4CA2"/>
    <w:rsid w:val="006F4E27"/>
    <w:rsid w:val="006F4F5C"/>
    <w:rsid w:val="006F5245"/>
    <w:rsid w:val="006F5430"/>
    <w:rsid w:val="006F56A0"/>
    <w:rsid w:val="006F5BCF"/>
    <w:rsid w:val="006F5BE0"/>
    <w:rsid w:val="006F5D08"/>
    <w:rsid w:val="006F5F89"/>
    <w:rsid w:val="006F60BE"/>
    <w:rsid w:val="006F60D8"/>
    <w:rsid w:val="006F61D9"/>
    <w:rsid w:val="006F63C8"/>
    <w:rsid w:val="006F6519"/>
    <w:rsid w:val="006F6533"/>
    <w:rsid w:val="006F6795"/>
    <w:rsid w:val="006F67C7"/>
    <w:rsid w:val="006F6873"/>
    <w:rsid w:val="006F690E"/>
    <w:rsid w:val="006F69DA"/>
    <w:rsid w:val="006F69F7"/>
    <w:rsid w:val="006F6C78"/>
    <w:rsid w:val="006F6DEE"/>
    <w:rsid w:val="006F6E28"/>
    <w:rsid w:val="006F707E"/>
    <w:rsid w:val="006F74E5"/>
    <w:rsid w:val="006F759D"/>
    <w:rsid w:val="006F76C2"/>
    <w:rsid w:val="006F773B"/>
    <w:rsid w:val="006F7826"/>
    <w:rsid w:val="006F78FB"/>
    <w:rsid w:val="006F79A8"/>
    <w:rsid w:val="006F7A86"/>
    <w:rsid w:val="006F7B5F"/>
    <w:rsid w:val="006F7CEB"/>
    <w:rsid w:val="006F7E74"/>
    <w:rsid w:val="006F7F34"/>
    <w:rsid w:val="006F7F43"/>
    <w:rsid w:val="007001BD"/>
    <w:rsid w:val="007002CB"/>
    <w:rsid w:val="00700358"/>
    <w:rsid w:val="00700403"/>
    <w:rsid w:val="00700465"/>
    <w:rsid w:val="007004C7"/>
    <w:rsid w:val="0070059F"/>
    <w:rsid w:val="00700660"/>
    <w:rsid w:val="00700726"/>
    <w:rsid w:val="0070080D"/>
    <w:rsid w:val="0070090D"/>
    <w:rsid w:val="0070095E"/>
    <w:rsid w:val="00700B46"/>
    <w:rsid w:val="00700BCC"/>
    <w:rsid w:val="00700D53"/>
    <w:rsid w:val="00700DBD"/>
    <w:rsid w:val="00700F16"/>
    <w:rsid w:val="00700F76"/>
    <w:rsid w:val="00701092"/>
    <w:rsid w:val="007011C0"/>
    <w:rsid w:val="00701304"/>
    <w:rsid w:val="0070139C"/>
    <w:rsid w:val="00701449"/>
    <w:rsid w:val="007015F3"/>
    <w:rsid w:val="007016AF"/>
    <w:rsid w:val="007016E7"/>
    <w:rsid w:val="0070186B"/>
    <w:rsid w:val="00701901"/>
    <w:rsid w:val="0070193D"/>
    <w:rsid w:val="00701A4D"/>
    <w:rsid w:val="00701B6A"/>
    <w:rsid w:val="00701BDF"/>
    <w:rsid w:val="00701BEE"/>
    <w:rsid w:val="00701C67"/>
    <w:rsid w:val="00701D6E"/>
    <w:rsid w:val="00701E0E"/>
    <w:rsid w:val="0070227A"/>
    <w:rsid w:val="0070227D"/>
    <w:rsid w:val="0070243D"/>
    <w:rsid w:val="00702449"/>
    <w:rsid w:val="0070273F"/>
    <w:rsid w:val="007028F3"/>
    <w:rsid w:val="00702A9D"/>
    <w:rsid w:val="00702B30"/>
    <w:rsid w:val="00702F77"/>
    <w:rsid w:val="00702F8D"/>
    <w:rsid w:val="00702FAA"/>
    <w:rsid w:val="0070303D"/>
    <w:rsid w:val="00703138"/>
    <w:rsid w:val="0070327E"/>
    <w:rsid w:val="007033A4"/>
    <w:rsid w:val="007033C3"/>
    <w:rsid w:val="007033E7"/>
    <w:rsid w:val="007034B8"/>
    <w:rsid w:val="0070356A"/>
    <w:rsid w:val="007035FA"/>
    <w:rsid w:val="0070364F"/>
    <w:rsid w:val="0070366D"/>
    <w:rsid w:val="007036AF"/>
    <w:rsid w:val="0070395E"/>
    <w:rsid w:val="00703DF1"/>
    <w:rsid w:val="00703E10"/>
    <w:rsid w:val="0070410F"/>
    <w:rsid w:val="0070412E"/>
    <w:rsid w:val="007042B7"/>
    <w:rsid w:val="00704324"/>
    <w:rsid w:val="0070454D"/>
    <w:rsid w:val="00704560"/>
    <w:rsid w:val="007045BB"/>
    <w:rsid w:val="007047AD"/>
    <w:rsid w:val="007048BD"/>
    <w:rsid w:val="00704908"/>
    <w:rsid w:val="00704DB3"/>
    <w:rsid w:val="00704FA9"/>
    <w:rsid w:val="00705215"/>
    <w:rsid w:val="0070535C"/>
    <w:rsid w:val="00705360"/>
    <w:rsid w:val="007053B0"/>
    <w:rsid w:val="007053F6"/>
    <w:rsid w:val="0070552B"/>
    <w:rsid w:val="007055AE"/>
    <w:rsid w:val="007058B7"/>
    <w:rsid w:val="00705A54"/>
    <w:rsid w:val="00705CBA"/>
    <w:rsid w:val="00705D0E"/>
    <w:rsid w:val="00705D3F"/>
    <w:rsid w:val="00705E8E"/>
    <w:rsid w:val="00705FB2"/>
    <w:rsid w:val="007060C5"/>
    <w:rsid w:val="007061F0"/>
    <w:rsid w:val="00706249"/>
    <w:rsid w:val="00706299"/>
    <w:rsid w:val="007062A7"/>
    <w:rsid w:val="0070633D"/>
    <w:rsid w:val="00706368"/>
    <w:rsid w:val="00706798"/>
    <w:rsid w:val="00706C7C"/>
    <w:rsid w:val="00706F4A"/>
    <w:rsid w:val="00707104"/>
    <w:rsid w:val="0070712E"/>
    <w:rsid w:val="00707158"/>
    <w:rsid w:val="0070718F"/>
    <w:rsid w:val="007073B0"/>
    <w:rsid w:val="00707462"/>
    <w:rsid w:val="0070751B"/>
    <w:rsid w:val="007075DD"/>
    <w:rsid w:val="007075F5"/>
    <w:rsid w:val="00707D79"/>
    <w:rsid w:val="00707EEE"/>
    <w:rsid w:val="00710199"/>
    <w:rsid w:val="007101B3"/>
    <w:rsid w:val="007102E2"/>
    <w:rsid w:val="007102E8"/>
    <w:rsid w:val="0071074B"/>
    <w:rsid w:val="007108EB"/>
    <w:rsid w:val="00710940"/>
    <w:rsid w:val="00710A02"/>
    <w:rsid w:val="00710AA2"/>
    <w:rsid w:val="00710CD3"/>
    <w:rsid w:val="00710D68"/>
    <w:rsid w:val="00710D82"/>
    <w:rsid w:val="00710DB7"/>
    <w:rsid w:val="00710DE5"/>
    <w:rsid w:val="00710DE7"/>
    <w:rsid w:val="00710E32"/>
    <w:rsid w:val="00710E8F"/>
    <w:rsid w:val="00710EC8"/>
    <w:rsid w:val="00710FBC"/>
    <w:rsid w:val="0071108C"/>
    <w:rsid w:val="00711168"/>
    <w:rsid w:val="0071116F"/>
    <w:rsid w:val="00711267"/>
    <w:rsid w:val="007112B1"/>
    <w:rsid w:val="0071132E"/>
    <w:rsid w:val="00711455"/>
    <w:rsid w:val="00711694"/>
    <w:rsid w:val="007117FD"/>
    <w:rsid w:val="00711848"/>
    <w:rsid w:val="00711966"/>
    <w:rsid w:val="00711A63"/>
    <w:rsid w:val="00711AC8"/>
    <w:rsid w:val="00711B35"/>
    <w:rsid w:val="00711BAC"/>
    <w:rsid w:val="00711DB7"/>
    <w:rsid w:val="00711E6C"/>
    <w:rsid w:val="00711FE5"/>
    <w:rsid w:val="00712128"/>
    <w:rsid w:val="00712219"/>
    <w:rsid w:val="00712379"/>
    <w:rsid w:val="007123BE"/>
    <w:rsid w:val="00712531"/>
    <w:rsid w:val="0071256B"/>
    <w:rsid w:val="0071273D"/>
    <w:rsid w:val="00712903"/>
    <w:rsid w:val="00712A7F"/>
    <w:rsid w:val="00712B5A"/>
    <w:rsid w:val="00712BCD"/>
    <w:rsid w:val="00712CB8"/>
    <w:rsid w:val="00712E7C"/>
    <w:rsid w:val="00712EEF"/>
    <w:rsid w:val="00713205"/>
    <w:rsid w:val="007132CE"/>
    <w:rsid w:val="0071334C"/>
    <w:rsid w:val="0071339B"/>
    <w:rsid w:val="0071351B"/>
    <w:rsid w:val="00713622"/>
    <w:rsid w:val="0071375B"/>
    <w:rsid w:val="0071390A"/>
    <w:rsid w:val="0071394A"/>
    <w:rsid w:val="00713A2E"/>
    <w:rsid w:val="00713AFC"/>
    <w:rsid w:val="00713B02"/>
    <w:rsid w:val="00713B4C"/>
    <w:rsid w:val="00713D26"/>
    <w:rsid w:val="00713DA2"/>
    <w:rsid w:val="00713E88"/>
    <w:rsid w:val="00713EC6"/>
    <w:rsid w:val="00713F8E"/>
    <w:rsid w:val="007140EF"/>
    <w:rsid w:val="007141F9"/>
    <w:rsid w:val="007144AA"/>
    <w:rsid w:val="0071457F"/>
    <w:rsid w:val="00714616"/>
    <w:rsid w:val="00714688"/>
    <w:rsid w:val="0071469D"/>
    <w:rsid w:val="007147AE"/>
    <w:rsid w:val="0071487C"/>
    <w:rsid w:val="00714A37"/>
    <w:rsid w:val="00714BCF"/>
    <w:rsid w:val="00714BD7"/>
    <w:rsid w:val="00714C9E"/>
    <w:rsid w:val="00714F32"/>
    <w:rsid w:val="00714F5E"/>
    <w:rsid w:val="00714FEF"/>
    <w:rsid w:val="00715055"/>
    <w:rsid w:val="007151FD"/>
    <w:rsid w:val="0071526A"/>
    <w:rsid w:val="007153BB"/>
    <w:rsid w:val="0071546B"/>
    <w:rsid w:val="00715526"/>
    <w:rsid w:val="007155D9"/>
    <w:rsid w:val="007156E5"/>
    <w:rsid w:val="00715914"/>
    <w:rsid w:val="00715962"/>
    <w:rsid w:val="00715A33"/>
    <w:rsid w:val="00715C5C"/>
    <w:rsid w:val="00715DF2"/>
    <w:rsid w:val="00715E60"/>
    <w:rsid w:val="00715FAB"/>
    <w:rsid w:val="007160EE"/>
    <w:rsid w:val="0071638C"/>
    <w:rsid w:val="00716413"/>
    <w:rsid w:val="007164E6"/>
    <w:rsid w:val="0071679D"/>
    <w:rsid w:val="0071694C"/>
    <w:rsid w:val="007169AA"/>
    <w:rsid w:val="00716A66"/>
    <w:rsid w:val="00716B36"/>
    <w:rsid w:val="00716D1E"/>
    <w:rsid w:val="00716DCD"/>
    <w:rsid w:val="00716DFB"/>
    <w:rsid w:val="00717137"/>
    <w:rsid w:val="0071724B"/>
    <w:rsid w:val="007174C7"/>
    <w:rsid w:val="0071755B"/>
    <w:rsid w:val="007178CC"/>
    <w:rsid w:val="007179A8"/>
    <w:rsid w:val="00717A30"/>
    <w:rsid w:val="00717CF0"/>
    <w:rsid w:val="00717D8E"/>
    <w:rsid w:val="00717E0C"/>
    <w:rsid w:val="00717EA2"/>
    <w:rsid w:val="00717EF5"/>
    <w:rsid w:val="00717FD0"/>
    <w:rsid w:val="00720023"/>
    <w:rsid w:val="00720041"/>
    <w:rsid w:val="0072016F"/>
    <w:rsid w:val="00720211"/>
    <w:rsid w:val="0072044F"/>
    <w:rsid w:val="0072057E"/>
    <w:rsid w:val="007205E4"/>
    <w:rsid w:val="0072082C"/>
    <w:rsid w:val="00720A17"/>
    <w:rsid w:val="00720B28"/>
    <w:rsid w:val="00720CDD"/>
    <w:rsid w:val="00720CF6"/>
    <w:rsid w:val="00720D21"/>
    <w:rsid w:val="00720ED8"/>
    <w:rsid w:val="00720F52"/>
    <w:rsid w:val="00721109"/>
    <w:rsid w:val="007212BD"/>
    <w:rsid w:val="007212E2"/>
    <w:rsid w:val="0072130F"/>
    <w:rsid w:val="00721715"/>
    <w:rsid w:val="0072176B"/>
    <w:rsid w:val="00721897"/>
    <w:rsid w:val="00721AF6"/>
    <w:rsid w:val="00721CBB"/>
    <w:rsid w:val="00721D4B"/>
    <w:rsid w:val="00721DCF"/>
    <w:rsid w:val="00721DEE"/>
    <w:rsid w:val="007220E4"/>
    <w:rsid w:val="00722202"/>
    <w:rsid w:val="0072222C"/>
    <w:rsid w:val="00722295"/>
    <w:rsid w:val="007223CE"/>
    <w:rsid w:val="007224D5"/>
    <w:rsid w:val="00722500"/>
    <w:rsid w:val="0072257C"/>
    <w:rsid w:val="007226C3"/>
    <w:rsid w:val="00722728"/>
    <w:rsid w:val="007229F1"/>
    <w:rsid w:val="00722BF2"/>
    <w:rsid w:val="00722C19"/>
    <w:rsid w:val="00722CB1"/>
    <w:rsid w:val="00722D88"/>
    <w:rsid w:val="00722DB3"/>
    <w:rsid w:val="00722E63"/>
    <w:rsid w:val="00722F70"/>
    <w:rsid w:val="00722FF3"/>
    <w:rsid w:val="00723059"/>
    <w:rsid w:val="0072309D"/>
    <w:rsid w:val="007230EA"/>
    <w:rsid w:val="007233FB"/>
    <w:rsid w:val="007234D8"/>
    <w:rsid w:val="0072356F"/>
    <w:rsid w:val="007236E2"/>
    <w:rsid w:val="00723794"/>
    <w:rsid w:val="007237F9"/>
    <w:rsid w:val="00723828"/>
    <w:rsid w:val="00723B68"/>
    <w:rsid w:val="00723B87"/>
    <w:rsid w:val="00723D70"/>
    <w:rsid w:val="00723D98"/>
    <w:rsid w:val="00723DC8"/>
    <w:rsid w:val="00723E8C"/>
    <w:rsid w:val="00723EC4"/>
    <w:rsid w:val="00723F16"/>
    <w:rsid w:val="00724041"/>
    <w:rsid w:val="00724083"/>
    <w:rsid w:val="007240BF"/>
    <w:rsid w:val="00724103"/>
    <w:rsid w:val="00724210"/>
    <w:rsid w:val="00724436"/>
    <w:rsid w:val="007244E2"/>
    <w:rsid w:val="00724799"/>
    <w:rsid w:val="007248CB"/>
    <w:rsid w:val="00724A20"/>
    <w:rsid w:val="00724C33"/>
    <w:rsid w:val="00725064"/>
    <w:rsid w:val="0072540E"/>
    <w:rsid w:val="007254AB"/>
    <w:rsid w:val="00725547"/>
    <w:rsid w:val="0072559D"/>
    <w:rsid w:val="00725625"/>
    <w:rsid w:val="0072563A"/>
    <w:rsid w:val="007256ED"/>
    <w:rsid w:val="0072573B"/>
    <w:rsid w:val="00725A91"/>
    <w:rsid w:val="00725BA1"/>
    <w:rsid w:val="00725CA1"/>
    <w:rsid w:val="00725D40"/>
    <w:rsid w:val="00725D7A"/>
    <w:rsid w:val="00725DC0"/>
    <w:rsid w:val="00726088"/>
    <w:rsid w:val="007260E5"/>
    <w:rsid w:val="00726312"/>
    <w:rsid w:val="00726361"/>
    <w:rsid w:val="007263CA"/>
    <w:rsid w:val="007264A3"/>
    <w:rsid w:val="007264BE"/>
    <w:rsid w:val="00726622"/>
    <w:rsid w:val="007267CD"/>
    <w:rsid w:val="00726A83"/>
    <w:rsid w:val="00726AAC"/>
    <w:rsid w:val="00726B54"/>
    <w:rsid w:val="00726D09"/>
    <w:rsid w:val="00726D31"/>
    <w:rsid w:val="00726DA5"/>
    <w:rsid w:val="00726DFA"/>
    <w:rsid w:val="007270D8"/>
    <w:rsid w:val="0072727A"/>
    <w:rsid w:val="007273CC"/>
    <w:rsid w:val="00727739"/>
    <w:rsid w:val="007278C7"/>
    <w:rsid w:val="007279F6"/>
    <w:rsid w:val="00727A08"/>
    <w:rsid w:val="00727AC8"/>
    <w:rsid w:val="00727B21"/>
    <w:rsid w:val="00727E00"/>
    <w:rsid w:val="00727EE7"/>
    <w:rsid w:val="00727FED"/>
    <w:rsid w:val="00730006"/>
    <w:rsid w:val="00730010"/>
    <w:rsid w:val="0073008D"/>
    <w:rsid w:val="007300D4"/>
    <w:rsid w:val="007300F0"/>
    <w:rsid w:val="00730137"/>
    <w:rsid w:val="0073018A"/>
    <w:rsid w:val="00730325"/>
    <w:rsid w:val="00730660"/>
    <w:rsid w:val="007307F8"/>
    <w:rsid w:val="0073085F"/>
    <w:rsid w:val="0073092D"/>
    <w:rsid w:val="00730971"/>
    <w:rsid w:val="00730B06"/>
    <w:rsid w:val="00730B13"/>
    <w:rsid w:val="00730C37"/>
    <w:rsid w:val="00730E4F"/>
    <w:rsid w:val="00730E69"/>
    <w:rsid w:val="00730E77"/>
    <w:rsid w:val="00730E8E"/>
    <w:rsid w:val="00730EA4"/>
    <w:rsid w:val="00730F1A"/>
    <w:rsid w:val="00731244"/>
    <w:rsid w:val="007312EF"/>
    <w:rsid w:val="00731316"/>
    <w:rsid w:val="007313D8"/>
    <w:rsid w:val="00731595"/>
    <w:rsid w:val="00731698"/>
    <w:rsid w:val="007318D3"/>
    <w:rsid w:val="0073191C"/>
    <w:rsid w:val="0073192A"/>
    <w:rsid w:val="007319E6"/>
    <w:rsid w:val="00731EB6"/>
    <w:rsid w:val="00731FCB"/>
    <w:rsid w:val="0073200F"/>
    <w:rsid w:val="00732174"/>
    <w:rsid w:val="00732183"/>
    <w:rsid w:val="00732185"/>
    <w:rsid w:val="00732340"/>
    <w:rsid w:val="0073238D"/>
    <w:rsid w:val="0073287C"/>
    <w:rsid w:val="0073289E"/>
    <w:rsid w:val="00732B10"/>
    <w:rsid w:val="00732C47"/>
    <w:rsid w:val="00732F16"/>
    <w:rsid w:val="0073302E"/>
    <w:rsid w:val="0073308D"/>
    <w:rsid w:val="007330F0"/>
    <w:rsid w:val="00733411"/>
    <w:rsid w:val="00733561"/>
    <w:rsid w:val="007339AB"/>
    <w:rsid w:val="007339D8"/>
    <w:rsid w:val="00733A91"/>
    <w:rsid w:val="00733B9A"/>
    <w:rsid w:val="00733BB4"/>
    <w:rsid w:val="00733C53"/>
    <w:rsid w:val="00733C88"/>
    <w:rsid w:val="00733D1F"/>
    <w:rsid w:val="00733F67"/>
    <w:rsid w:val="00734029"/>
    <w:rsid w:val="00734252"/>
    <w:rsid w:val="007342EF"/>
    <w:rsid w:val="00734479"/>
    <w:rsid w:val="007348DE"/>
    <w:rsid w:val="00734933"/>
    <w:rsid w:val="00734A18"/>
    <w:rsid w:val="00734A34"/>
    <w:rsid w:val="00734AB1"/>
    <w:rsid w:val="00734B4A"/>
    <w:rsid w:val="00734CC2"/>
    <w:rsid w:val="00734D63"/>
    <w:rsid w:val="00734E7F"/>
    <w:rsid w:val="00734EB6"/>
    <w:rsid w:val="00735010"/>
    <w:rsid w:val="00735192"/>
    <w:rsid w:val="0073528E"/>
    <w:rsid w:val="00735497"/>
    <w:rsid w:val="00735646"/>
    <w:rsid w:val="00735688"/>
    <w:rsid w:val="00735878"/>
    <w:rsid w:val="00735A43"/>
    <w:rsid w:val="00735A92"/>
    <w:rsid w:val="00735ACF"/>
    <w:rsid w:val="00735BFA"/>
    <w:rsid w:val="00735D8A"/>
    <w:rsid w:val="00735EB1"/>
    <w:rsid w:val="00736008"/>
    <w:rsid w:val="007362AF"/>
    <w:rsid w:val="0073632B"/>
    <w:rsid w:val="00736475"/>
    <w:rsid w:val="0073648C"/>
    <w:rsid w:val="0073663F"/>
    <w:rsid w:val="007366D8"/>
    <w:rsid w:val="0073687F"/>
    <w:rsid w:val="007369CB"/>
    <w:rsid w:val="00736A20"/>
    <w:rsid w:val="00736BC6"/>
    <w:rsid w:val="00736E6C"/>
    <w:rsid w:val="00736EE7"/>
    <w:rsid w:val="00736FD0"/>
    <w:rsid w:val="007370E4"/>
    <w:rsid w:val="00737184"/>
    <w:rsid w:val="00737237"/>
    <w:rsid w:val="00737255"/>
    <w:rsid w:val="007372EE"/>
    <w:rsid w:val="0073738E"/>
    <w:rsid w:val="007373FB"/>
    <w:rsid w:val="007373FC"/>
    <w:rsid w:val="0073740C"/>
    <w:rsid w:val="007375DC"/>
    <w:rsid w:val="0073783D"/>
    <w:rsid w:val="00737CA1"/>
    <w:rsid w:val="00737D55"/>
    <w:rsid w:val="00737E76"/>
    <w:rsid w:val="00737EE0"/>
    <w:rsid w:val="0074035A"/>
    <w:rsid w:val="007403C0"/>
    <w:rsid w:val="00740416"/>
    <w:rsid w:val="00740444"/>
    <w:rsid w:val="00740529"/>
    <w:rsid w:val="00740538"/>
    <w:rsid w:val="00740738"/>
    <w:rsid w:val="007408B3"/>
    <w:rsid w:val="007408B4"/>
    <w:rsid w:val="00740A8E"/>
    <w:rsid w:val="00740AFF"/>
    <w:rsid w:val="00740BFE"/>
    <w:rsid w:val="00740CC4"/>
    <w:rsid w:val="00740EDC"/>
    <w:rsid w:val="00740FA1"/>
    <w:rsid w:val="0074101E"/>
    <w:rsid w:val="0074119B"/>
    <w:rsid w:val="0074122A"/>
    <w:rsid w:val="00741327"/>
    <w:rsid w:val="0074157C"/>
    <w:rsid w:val="00741781"/>
    <w:rsid w:val="00741954"/>
    <w:rsid w:val="007419C5"/>
    <w:rsid w:val="007419E6"/>
    <w:rsid w:val="00741C1F"/>
    <w:rsid w:val="00741C84"/>
    <w:rsid w:val="00741D84"/>
    <w:rsid w:val="00742193"/>
    <w:rsid w:val="007421BC"/>
    <w:rsid w:val="00742286"/>
    <w:rsid w:val="007423E2"/>
    <w:rsid w:val="007424C8"/>
    <w:rsid w:val="00742720"/>
    <w:rsid w:val="00742760"/>
    <w:rsid w:val="0074277A"/>
    <w:rsid w:val="007427CB"/>
    <w:rsid w:val="007428B7"/>
    <w:rsid w:val="00742B00"/>
    <w:rsid w:val="00742B93"/>
    <w:rsid w:val="00742C4F"/>
    <w:rsid w:val="00742E12"/>
    <w:rsid w:val="00743096"/>
    <w:rsid w:val="007431D1"/>
    <w:rsid w:val="007433C0"/>
    <w:rsid w:val="007435D9"/>
    <w:rsid w:val="007435EF"/>
    <w:rsid w:val="007436F3"/>
    <w:rsid w:val="007437AA"/>
    <w:rsid w:val="007437C3"/>
    <w:rsid w:val="007437C5"/>
    <w:rsid w:val="007437F4"/>
    <w:rsid w:val="007439D0"/>
    <w:rsid w:val="00743A05"/>
    <w:rsid w:val="00743BA1"/>
    <w:rsid w:val="00743CE6"/>
    <w:rsid w:val="0074406B"/>
    <w:rsid w:val="00744090"/>
    <w:rsid w:val="0074419F"/>
    <w:rsid w:val="007441A4"/>
    <w:rsid w:val="007441EF"/>
    <w:rsid w:val="007441F4"/>
    <w:rsid w:val="007442D5"/>
    <w:rsid w:val="007442D9"/>
    <w:rsid w:val="007443EE"/>
    <w:rsid w:val="0074468A"/>
    <w:rsid w:val="0074486F"/>
    <w:rsid w:val="007450AA"/>
    <w:rsid w:val="007451E7"/>
    <w:rsid w:val="00745324"/>
    <w:rsid w:val="0074539C"/>
    <w:rsid w:val="0074556F"/>
    <w:rsid w:val="007457D1"/>
    <w:rsid w:val="00745811"/>
    <w:rsid w:val="007458FC"/>
    <w:rsid w:val="00745921"/>
    <w:rsid w:val="00745927"/>
    <w:rsid w:val="00745A73"/>
    <w:rsid w:val="00745A9E"/>
    <w:rsid w:val="00745CD0"/>
    <w:rsid w:val="00745D1F"/>
    <w:rsid w:val="00745DEB"/>
    <w:rsid w:val="00745F4B"/>
    <w:rsid w:val="007461BE"/>
    <w:rsid w:val="00746432"/>
    <w:rsid w:val="0074652E"/>
    <w:rsid w:val="0074655D"/>
    <w:rsid w:val="00746580"/>
    <w:rsid w:val="00746627"/>
    <w:rsid w:val="00746956"/>
    <w:rsid w:val="00746957"/>
    <w:rsid w:val="00746996"/>
    <w:rsid w:val="007469E6"/>
    <w:rsid w:val="00746A65"/>
    <w:rsid w:val="00746B98"/>
    <w:rsid w:val="00746D76"/>
    <w:rsid w:val="00746D89"/>
    <w:rsid w:val="00746DBB"/>
    <w:rsid w:val="00746E3E"/>
    <w:rsid w:val="00746E41"/>
    <w:rsid w:val="00746E5C"/>
    <w:rsid w:val="00746E5E"/>
    <w:rsid w:val="00746F01"/>
    <w:rsid w:val="007472A3"/>
    <w:rsid w:val="007473D0"/>
    <w:rsid w:val="007473E5"/>
    <w:rsid w:val="00747781"/>
    <w:rsid w:val="00747AA9"/>
    <w:rsid w:val="00747B3E"/>
    <w:rsid w:val="00747CAE"/>
    <w:rsid w:val="00747E71"/>
    <w:rsid w:val="00747EE8"/>
    <w:rsid w:val="0075045A"/>
    <w:rsid w:val="00750729"/>
    <w:rsid w:val="007507D6"/>
    <w:rsid w:val="0075086E"/>
    <w:rsid w:val="007508DD"/>
    <w:rsid w:val="00750A0C"/>
    <w:rsid w:val="00750A12"/>
    <w:rsid w:val="00750B02"/>
    <w:rsid w:val="00750B07"/>
    <w:rsid w:val="00750B1C"/>
    <w:rsid w:val="00750B9E"/>
    <w:rsid w:val="00750BC8"/>
    <w:rsid w:val="00750C32"/>
    <w:rsid w:val="00750DBA"/>
    <w:rsid w:val="00750E0E"/>
    <w:rsid w:val="00751229"/>
    <w:rsid w:val="00751298"/>
    <w:rsid w:val="007512B7"/>
    <w:rsid w:val="0075142D"/>
    <w:rsid w:val="0075147C"/>
    <w:rsid w:val="00751575"/>
    <w:rsid w:val="007516C3"/>
    <w:rsid w:val="007518EE"/>
    <w:rsid w:val="0075199D"/>
    <w:rsid w:val="00751AB3"/>
    <w:rsid w:val="00751B43"/>
    <w:rsid w:val="00751E8C"/>
    <w:rsid w:val="007523A1"/>
    <w:rsid w:val="007523F7"/>
    <w:rsid w:val="00752575"/>
    <w:rsid w:val="007526D7"/>
    <w:rsid w:val="0075278D"/>
    <w:rsid w:val="00752840"/>
    <w:rsid w:val="007528C6"/>
    <w:rsid w:val="0075291C"/>
    <w:rsid w:val="00752AD5"/>
    <w:rsid w:val="00752F52"/>
    <w:rsid w:val="0075334A"/>
    <w:rsid w:val="0075336F"/>
    <w:rsid w:val="0075339D"/>
    <w:rsid w:val="0075343E"/>
    <w:rsid w:val="0075345C"/>
    <w:rsid w:val="0075355F"/>
    <w:rsid w:val="00753752"/>
    <w:rsid w:val="00753756"/>
    <w:rsid w:val="007538DB"/>
    <w:rsid w:val="00753AA7"/>
    <w:rsid w:val="00753B81"/>
    <w:rsid w:val="00753CC5"/>
    <w:rsid w:val="00753FDF"/>
    <w:rsid w:val="00754035"/>
    <w:rsid w:val="0075410B"/>
    <w:rsid w:val="00754179"/>
    <w:rsid w:val="007541E1"/>
    <w:rsid w:val="007543EA"/>
    <w:rsid w:val="00754494"/>
    <w:rsid w:val="007544F4"/>
    <w:rsid w:val="0075459A"/>
    <w:rsid w:val="00754686"/>
    <w:rsid w:val="00754B53"/>
    <w:rsid w:val="00754BD0"/>
    <w:rsid w:val="00754D49"/>
    <w:rsid w:val="00754DCB"/>
    <w:rsid w:val="00754EC0"/>
    <w:rsid w:val="00755000"/>
    <w:rsid w:val="00755046"/>
    <w:rsid w:val="007550D8"/>
    <w:rsid w:val="00755161"/>
    <w:rsid w:val="007551DF"/>
    <w:rsid w:val="007551E2"/>
    <w:rsid w:val="007552E4"/>
    <w:rsid w:val="00755368"/>
    <w:rsid w:val="0075539E"/>
    <w:rsid w:val="007553B3"/>
    <w:rsid w:val="00755B14"/>
    <w:rsid w:val="00755C51"/>
    <w:rsid w:val="00755C83"/>
    <w:rsid w:val="00755CD8"/>
    <w:rsid w:val="007560F6"/>
    <w:rsid w:val="00756151"/>
    <w:rsid w:val="007563E5"/>
    <w:rsid w:val="00756717"/>
    <w:rsid w:val="00756900"/>
    <w:rsid w:val="0075696D"/>
    <w:rsid w:val="007569EF"/>
    <w:rsid w:val="00756C48"/>
    <w:rsid w:val="00756E13"/>
    <w:rsid w:val="00756EAF"/>
    <w:rsid w:val="00756F9E"/>
    <w:rsid w:val="00756FA5"/>
    <w:rsid w:val="0075704A"/>
    <w:rsid w:val="00757065"/>
    <w:rsid w:val="0075715F"/>
    <w:rsid w:val="007572D6"/>
    <w:rsid w:val="007573DF"/>
    <w:rsid w:val="0075753E"/>
    <w:rsid w:val="0075778B"/>
    <w:rsid w:val="00757CC2"/>
    <w:rsid w:val="00757EE0"/>
    <w:rsid w:val="00757FBB"/>
    <w:rsid w:val="00757FDA"/>
    <w:rsid w:val="0076003B"/>
    <w:rsid w:val="0076016A"/>
    <w:rsid w:val="007602B0"/>
    <w:rsid w:val="0076055D"/>
    <w:rsid w:val="007607A9"/>
    <w:rsid w:val="0076086C"/>
    <w:rsid w:val="007608CF"/>
    <w:rsid w:val="00760A2E"/>
    <w:rsid w:val="00760AC6"/>
    <w:rsid w:val="00760AD9"/>
    <w:rsid w:val="00760B44"/>
    <w:rsid w:val="00760C12"/>
    <w:rsid w:val="00760E61"/>
    <w:rsid w:val="00760EA9"/>
    <w:rsid w:val="00760FFE"/>
    <w:rsid w:val="007610F7"/>
    <w:rsid w:val="00761213"/>
    <w:rsid w:val="007613B6"/>
    <w:rsid w:val="0076145C"/>
    <w:rsid w:val="007614AD"/>
    <w:rsid w:val="00761625"/>
    <w:rsid w:val="00761697"/>
    <w:rsid w:val="00761720"/>
    <w:rsid w:val="00761735"/>
    <w:rsid w:val="007618E8"/>
    <w:rsid w:val="00761910"/>
    <w:rsid w:val="00761B56"/>
    <w:rsid w:val="00761C19"/>
    <w:rsid w:val="00761C3E"/>
    <w:rsid w:val="00761C42"/>
    <w:rsid w:val="00761C82"/>
    <w:rsid w:val="00762152"/>
    <w:rsid w:val="007621BF"/>
    <w:rsid w:val="0076245F"/>
    <w:rsid w:val="007624D8"/>
    <w:rsid w:val="00762648"/>
    <w:rsid w:val="00762828"/>
    <w:rsid w:val="00762908"/>
    <w:rsid w:val="00762A5A"/>
    <w:rsid w:val="00762B35"/>
    <w:rsid w:val="00762EFC"/>
    <w:rsid w:val="00762F07"/>
    <w:rsid w:val="007630ED"/>
    <w:rsid w:val="007630EE"/>
    <w:rsid w:val="0076315C"/>
    <w:rsid w:val="007631A9"/>
    <w:rsid w:val="00763235"/>
    <w:rsid w:val="00763261"/>
    <w:rsid w:val="0076326E"/>
    <w:rsid w:val="0076340D"/>
    <w:rsid w:val="007634FF"/>
    <w:rsid w:val="00763552"/>
    <w:rsid w:val="00763883"/>
    <w:rsid w:val="007639DF"/>
    <w:rsid w:val="00763BB2"/>
    <w:rsid w:val="00763BEB"/>
    <w:rsid w:val="00763BEE"/>
    <w:rsid w:val="00763EA0"/>
    <w:rsid w:val="00763F5E"/>
    <w:rsid w:val="00764038"/>
    <w:rsid w:val="007640A9"/>
    <w:rsid w:val="00764106"/>
    <w:rsid w:val="007641EF"/>
    <w:rsid w:val="0076426A"/>
    <w:rsid w:val="007642E8"/>
    <w:rsid w:val="007646FC"/>
    <w:rsid w:val="0076476C"/>
    <w:rsid w:val="00764A28"/>
    <w:rsid w:val="00764B3E"/>
    <w:rsid w:val="00764C5B"/>
    <w:rsid w:val="00764CC2"/>
    <w:rsid w:val="00764F7A"/>
    <w:rsid w:val="007650AB"/>
    <w:rsid w:val="007652E5"/>
    <w:rsid w:val="00765735"/>
    <w:rsid w:val="00765821"/>
    <w:rsid w:val="00765889"/>
    <w:rsid w:val="0076588B"/>
    <w:rsid w:val="0076590E"/>
    <w:rsid w:val="00765927"/>
    <w:rsid w:val="007659A0"/>
    <w:rsid w:val="00765AD7"/>
    <w:rsid w:val="00765ADD"/>
    <w:rsid w:val="00765BC3"/>
    <w:rsid w:val="00765C88"/>
    <w:rsid w:val="0076607D"/>
    <w:rsid w:val="0076607E"/>
    <w:rsid w:val="00766193"/>
    <w:rsid w:val="00766343"/>
    <w:rsid w:val="0076640B"/>
    <w:rsid w:val="0076644A"/>
    <w:rsid w:val="0076669C"/>
    <w:rsid w:val="007666CC"/>
    <w:rsid w:val="0076698A"/>
    <w:rsid w:val="00766B28"/>
    <w:rsid w:val="00766B75"/>
    <w:rsid w:val="00766E16"/>
    <w:rsid w:val="00766F8D"/>
    <w:rsid w:val="0076706A"/>
    <w:rsid w:val="0076721A"/>
    <w:rsid w:val="00767358"/>
    <w:rsid w:val="007675C6"/>
    <w:rsid w:val="007675D1"/>
    <w:rsid w:val="00767740"/>
    <w:rsid w:val="00767952"/>
    <w:rsid w:val="00767A92"/>
    <w:rsid w:val="00767B6A"/>
    <w:rsid w:val="00767B73"/>
    <w:rsid w:val="00767CF0"/>
    <w:rsid w:val="00767E13"/>
    <w:rsid w:val="00767F6F"/>
    <w:rsid w:val="00770036"/>
    <w:rsid w:val="007702C4"/>
    <w:rsid w:val="00770351"/>
    <w:rsid w:val="007703B3"/>
    <w:rsid w:val="007705F3"/>
    <w:rsid w:val="0077066C"/>
    <w:rsid w:val="007708B6"/>
    <w:rsid w:val="00770A5B"/>
    <w:rsid w:val="00770A9E"/>
    <w:rsid w:val="00770B1F"/>
    <w:rsid w:val="00770B41"/>
    <w:rsid w:val="00770CC2"/>
    <w:rsid w:val="00770D32"/>
    <w:rsid w:val="0077109A"/>
    <w:rsid w:val="007710EF"/>
    <w:rsid w:val="00771264"/>
    <w:rsid w:val="007713E8"/>
    <w:rsid w:val="0077149A"/>
    <w:rsid w:val="0077162E"/>
    <w:rsid w:val="007716C5"/>
    <w:rsid w:val="0077184B"/>
    <w:rsid w:val="007718EC"/>
    <w:rsid w:val="007719DC"/>
    <w:rsid w:val="007719FA"/>
    <w:rsid w:val="00771AD8"/>
    <w:rsid w:val="00771BBD"/>
    <w:rsid w:val="00771C2B"/>
    <w:rsid w:val="00771E9E"/>
    <w:rsid w:val="00771EB2"/>
    <w:rsid w:val="00771F9D"/>
    <w:rsid w:val="00771FC5"/>
    <w:rsid w:val="0077213E"/>
    <w:rsid w:val="00772229"/>
    <w:rsid w:val="007723CC"/>
    <w:rsid w:val="0077240E"/>
    <w:rsid w:val="0077299E"/>
    <w:rsid w:val="007729DE"/>
    <w:rsid w:val="00772A25"/>
    <w:rsid w:val="00772A81"/>
    <w:rsid w:val="00772ABE"/>
    <w:rsid w:val="00772DBF"/>
    <w:rsid w:val="00772F6C"/>
    <w:rsid w:val="0077304E"/>
    <w:rsid w:val="007730E9"/>
    <w:rsid w:val="00773456"/>
    <w:rsid w:val="00773472"/>
    <w:rsid w:val="00773552"/>
    <w:rsid w:val="00773600"/>
    <w:rsid w:val="00773778"/>
    <w:rsid w:val="00773921"/>
    <w:rsid w:val="00773A39"/>
    <w:rsid w:val="00773AC5"/>
    <w:rsid w:val="00773C3B"/>
    <w:rsid w:val="00773D46"/>
    <w:rsid w:val="00773E2A"/>
    <w:rsid w:val="00773F88"/>
    <w:rsid w:val="00773F91"/>
    <w:rsid w:val="00773FAF"/>
    <w:rsid w:val="007740CE"/>
    <w:rsid w:val="00774197"/>
    <w:rsid w:val="00774251"/>
    <w:rsid w:val="00774534"/>
    <w:rsid w:val="00774613"/>
    <w:rsid w:val="007746BB"/>
    <w:rsid w:val="007746F7"/>
    <w:rsid w:val="007747F8"/>
    <w:rsid w:val="00774A1F"/>
    <w:rsid w:val="00774A69"/>
    <w:rsid w:val="00774AD7"/>
    <w:rsid w:val="00774B3F"/>
    <w:rsid w:val="007750B7"/>
    <w:rsid w:val="0077511F"/>
    <w:rsid w:val="00775337"/>
    <w:rsid w:val="007753AA"/>
    <w:rsid w:val="00775465"/>
    <w:rsid w:val="0077558E"/>
    <w:rsid w:val="007756AC"/>
    <w:rsid w:val="00775891"/>
    <w:rsid w:val="00775894"/>
    <w:rsid w:val="00775896"/>
    <w:rsid w:val="00775913"/>
    <w:rsid w:val="0077595C"/>
    <w:rsid w:val="00775BCC"/>
    <w:rsid w:val="00775CD8"/>
    <w:rsid w:val="00775CE7"/>
    <w:rsid w:val="00775E5B"/>
    <w:rsid w:val="00775EDF"/>
    <w:rsid w:val="00775F60"/>
    <w:rsid w:val="00776016"/>
    <w:rsid w:val="007761F4"/>
    <w:rsid w:val="00776396"/>
    <w:rsid w:val="007763F7"/>
    <w:rsid w:val="007765F3"/>
    <w:rsid w:val="007766AC"/>
    <w:rsid w:val="00776749"/>
    <w:rsid w:val="00776764"/>
    <w:rsid w:val="007767EB"/>
    <w:rsid w:val="0077685B"/>
    <w:rsid w:val="007768ED"/>
    <w:rsid w:val="007769F8"/>
    <w:rsid w:val="00776BE2"/>
    <w:rsid w:val="00776C83"/>
    <w:rsid w:val="00776EDE"/>
    <w:rsid w:val="00777005"/>
    <w:rsid w:val="007773C3"/>
    <w:rsid w:val="00777422"/>
    <w:rsid w:val="0077745A"/>
    <w:rsid w:val="00777466"/>
    <w:rsid w:val="007774D1"/>
    <w:rsid w:val="00777713"/>
    <w:rsid w:val="007779B1"/>
    <w:rsid w:val="00777ADC"/>
    <w:rsid w:val="00777AE0"/>
    <w:rsid w:val="00777B08"/>
    <w:rsid w:val="00777B52"/>
    <w:rsid w:val="00777CC1"/>
    <w:rsid w:val="00777DDB"/>
    <w:rsid w:val="00777EB3"/>
    <w:rsid w:val="00777F1F"/>
    <w:rsid w:val="00777FA0"/>
    <w:rsid w:val="00780076"/>
    <w:rsid w:val="007800A5"/>
    <w:rsid w:val="007800A8"/>
    <w:rsid w:val="0078013D"/>
    <w:rsid w:val="00780248"/>
    <w:rsid w:val="0078027D"/>
    <w:rsid w:val="00780488"/>
    <w:rsid w:val="0078049D"/>
    <w:rsid w:val="0078054D"/>
    <w:rsid w:val="007805E1"/>
    <w:rsid w:val="007806E5"/>
    <w:rsid w:val="007807C8"/>
    <w:rsid w:val="007808D1"/>
    <w:rsid w:val="00780927"/>
    <w:rsid w:val="00780BFF"/>
    <w:rsid w:val="00780DD7"/>
    <w:rsid w:val="00780E6F"/>
    <w:rsid w:val="0078101D"/>
    <w:rsid w:val="007812D9"/>
    <w:rsid w:val="007813AA"/>
    <w:rsid w:val="0078154F"/>
    <w:rsid w:val="007815E8"/>
    <w:rsid w:val="007816C4"/>
    <w:rsid w:val="00781739"/>
    <w:rsid w:val="00781781"/>
    <w:rsid w:val="00781825"/>
    <w:rsid w:val="00781982"/>
    <w:rsid w:val="007819FE"/>
    <w:rsid w:val="00781A34"/>
    <w:rsid w:val="00781D80"/>
    <w:rsid w:val="00781DFB"/>
    <w:rsid w:val="00781E81"/>
    <w:rsid w:val="00781FA3"/>
    <w:rsid w:val="00781FB0"/>
    <w:rsid w:val="00781FCA"/>
    <w:rsid w:val="00781FF4"/>
    <w:rsid w:val="00781FFA"/>
    <w:rsid w:val="00782053"/>
    <w:rsid w:val="0078209C"/>
    <w:rsid w:val="007820A6"/>
    <w:rsid w:val="007821D3"/>
    <w:rsid w:val="00782567"/>
    <w:rsid w:val="007827FA"/>
    <w:rsid w:val="0078298F"/>
    <w:rsid w:val="007829AA"/>
    <w:rsid w:val="00782A37"/>
    <w:rsid w:val="00782B0B"/>
    <w:rsid w:val="00782C33"/>
    <w:rsid w:val="00782C5D"/>
    <w:rsid w:val="00782E30"/>
    <w:rsid w:val="00782F0B"/>
    <w:rsid w:val="00782FB8"/>
    <w:rsid w:val="0078303E"/>
    <w:rsid w:val="00783400"/>
    <w:rsid w:val="0078349D"/>
    <w:rsid w:val="007835B6"/>
    <w:rsid w:val="00783651"/>
    <w:rsid w:val="007836E0"/>
    <w:rsid w:val="007837BC"/>
    <w:rsid w:val="0078397A"/>
    <w:rsid w:val="00783A31"/>
    <w:rsid w:val="00783B66"/>
    <w:rsid w:val="00783C7F"/>
    <w:rsid w:val="00783D00"/>
    <w:rsid w:val="00783E1C"/>
    <w:rsid w:val="00783FA4"/>
    <w:rsid w:val="0078417E"/>
    <w:rsid w:val="0078421F"/>
    <w:rsid w:val="0078427B"/>
    <w:rsid w:val="00784286"/>
    <w:rsid w:val="007842D9"/>
    <w:rsid w:val="0078436C"/>
    <w:rsid w:val="0078439E"/>
    <w:rsid w:val="00784405"/>
    <w:rsid w:val="007845F2"/>
    <w:rsid w:val="00784729"/>
    <w:rsid w:val="00784A04"/>
    <w:rsid w:val="00784A5F"/>
    <w:rsid w:val="00784B24"/>
    <w:rsid w:val="00784D69"/>
    <w:rsid w:val="00784D9B"/>
    <w:rsid w:val="00784F8D"/>
    <w:rsid w:val="00785119"/>
    <w:rsid w:val="007851A1"/>
    <w:rsid w:val="007851A6"/>
    <w:rsid w:val="00785204"/>
    <w:rsid w:val="00785288"/>
    <w:rsid w:val="0078533A"/>
    <w:rsid w:val="00785432"/>
    <w:rsid w:val="0078579E"/>
    <w:rsid w:val="007857E9"/>
    <w:rsid w:val="007857FD"/>
    <w:rsid w:val="00785898"/>
    <w:rsid w:val="00785991"/>
    <w:rsid w:val="007859CF"/>
    <w:rsid w:val="00785B2F"/>
    <w:rsid w:val="00785C2B"/>
    <w:rsid w:val="00785C4B"/>
    <w:rsid w:val="00785D6F"/>
    <w:rsid w:val="00786185"/>
    <w:rsid w:val="00786187"/>
    <w:rsid w:val="007861D0"/>
    <w:rsid w:val="00786241"/>
    <w:rsid w:val="007862C9"/>
    <w:rsid w:val="0078638E"/>
    <w:rsid w:val="00786450"/>
    <w:rsid w:val="007864A2"/>
    <w:rsid w:val="00786725"/>
    <w:rsid w:val="007867C1"/>
    <w:rsid w:val="007868E1"/>
    <w:rsid w:val="00786A45"/>
    <w:rsid w:val="00786A89"/>
    <w:rsid w:val="00786AD0"/>
    <w:rsid w:val="00786B3D"/>
    <w:rsid w:val="00786D32"/>
    <w:rsid w:val="00786E4A"/>
    <w:rsid w:val="007871DA"/>
    <w:rsid w:val="0078724B"/>
    <w:rsid w:val="00787258"/>
    <w:rsid w:val="00787294"/>
    <w:rsid w:val="007872CF"/>
    <w:rsid w:val="007873E1"/>
    <w:rsid w:val="00787413"/>
    <w:rsid w:val="00787427"/>
    <w:rsid w:val="00787514"/>
    <w:rsid w:val="00787558"/>
    <w:rsid w:val="0078784F"/>
    <w:rsid w:val="007878B3"/>
    <w:rsid w:val="00787CB4"/>
    <w:rsid w:val="00787D05"/>
    <w:rsid w:val="00787D87"/>
    <w:rsid w:val="00787EF4"/>
    <w:rsid w:val="00787F4A"/>
    <w:rsid w:val="007901DF"/>
    <w:rsid w:val="0079022B"/>
    <w:rsid w:val="00790379"/>
    <w:rsid w:val="0079054A"/>
    <w:rsid w:val="007905E1"/>
    <w:rsid w:val="007907EE"/>
    <w:rsid w:val="00790A37"/>
    <w:rsid w:val="00790A3D"/>
    <w:rsid w:val="00790AC5"/>
    <w:rsid w:val="00790CFB"/>
    <w:rsid w:val="00790ED4"/>
    <w:rsid w:val="00790EDF"/>
    <w:rsid w:val="0079100E"/>
    <w:rsid w:val="00791079"/>
    <w:rsid w:val="00791096"/>
    <w:rsid w:val="00791236"/>
    <w:rsid w:val="00791276"/>
    <w:rsid w:val="00791944"/>
    <w:rsid w:val="00791E7A"/>
    <w:rsid w:val="00791FF2"/>
    <w:rsid w:val="00792070"/>
    <w:rsid w:val="0079208D"/>
    <w:rsid w:val="007920D9"/>
    <w:rsid w:val="00792733"/>
    <w:rsid w:val="007929FF"/>
    <w:rsid w:val="00792AFD"/>
    <w:rsid w:val="00792BDA"/>
    <w:rsid w:val="00792BF8"/>
    <w:rsid w:val="00792CA0"/>
    <w:rsid w:val="00792CA7"/>
    <w:rsid w:val="00792D24"/>
    <w:rsid w:val="00792D5D"/>
    <w:rsid w:val="00792D99"/>
    <w:rsid w:val="00792FF2"/>
    <w:rsid w:val="00793121"/>
    <w:rsid w:val="007931A2"/>
    <w:rsid w:val="007931A5"/>
    <w:rsid w:val="0079333D"/>
    <w:rsid w:val="00793344"/>
    <w:rsid w:val="007935FB"/>
    <w:rsid w:val="0079373B"/>
    <w:rsid w:val="00793872"/>
    <w:rsid w:val="00793914"/>
    <w:rsid w:val="00793A60"/>
    <w:rsid w:val="00793B02"/>
    <w:rsid w:val="00793B61"/>
    <w:rsid w:val="00793B9D"/>
    <w:rsid w:val="00793C6B"/>
    <w:rsid w:val="00793E3D"/>
    <w:rsid w:val="00793EFA"/>
    <w:rsid w:val="0079407B"/>
    <w:rsid w:val="007940DF"/>
    <w:rsid w:val="00794427"/>
    <w:rsid w:val="00794506"/>
    <w:rsid w:val="00794627"/>
    <w:rsid w:val="0079462B"/>
    <w:rsid w:val="00794A1B"/>
    <w:rsid w:val="00794A37"/>
    <w:rsid w:val="00794B9A"/>
    <w:rsid w:val="00794BA7"/>
    <w:rsid w:val="00794C0D"/>
    <w:rsid w:val="00794E53"/>
    <w:rsid w:val="00794E8A"/>
    <w:rsid w:val="00794F37"/>
    <w:rsid w:val="00794F9A"/>
    <w:rsid w:val="00794F9F"/>
    <w:rsid w:val="00794FEC"/>
    <w:rsid w:val="0079514E"/>
    <w:rsid w:val="007952CE"/>
    <w:rsid w:val="00795365"/>
    <w:rsid w:val="00795482"/>
    <w:rsid w:val="007954B0"/>
    <w:rsid w:val="00795620"/>
    <w:rsid w:val="00795728"/>
    <w:rsid w:val="007958EB"/>
    <w:rsid w:val="00795A2F"/>
    <w:rsid w:val="00795AB6"/>
    <w:rsid w:val="00795B88"/>
    <w:rsid w:val="00795C94"/>
    <w:rsid w:val="00795D01"/>
    <w:rsid w:val="00795D14"/>
    <w:rsid w:val="00795DB2"/>
    <w:rsid w:val="00795ED6"/>
    <w:rsid w:val="00796072"/>
    <w:rsid w:val="0079619E"/>
    <w:rsid w:val="00796662"/>
    <w:rsid w:val="00796683"/>
    <w:rsid w:val="00796A58"/>
    <w:rsid w:val="00796B54"/>
    <w:rsid w:val="00796B92"/>
    <w:rsid w:val="00796BFC"/>
    <w:rsid w:val="00796C6D"/>
    <w:rsid w:val="007971A7"/>
    <w:rsid w:val="0079723F"/>
    <w:rsid w:val="00797462"/>
    <w:rsid w:val="007974BD"/>
    <w:rsid w:val="0079763A"/>
    <w:rsid w:val="00797853"/>
    <w:rsid w:val="007978E0"/>
    <w:rsid w:val="00797A8B"/>
    <w:rsid w:val="00797B57"/>
    <w:rsid w:val="00797D37"/>
    <w:rsid w:val="00797E8A"/>
    <w:rsid w:val="007A0191"/>
    <w:rsid w:val="007A01C4"/>
    <w:rsid w:val="007A02D9"/>
    <w:rsid w:val="007A02E7"/>
    <w:rsid w:val="007A032E"/>
    <w:rsid w:val="007A04AF"/>
    <w:rsid w:val="007A05C7"/>
    <w:rsid w:val="007A079B"/>
    <w:rsid w:val="007A07BC"/>
    <w:rsid w:val="007A07FA"/>
    <w:rsid w:val="007A0A33"/>
    <w:rsid w:val="007A0EFB"/>
    <w:rsid w:val="007A0F03"/>
    <w:rsid w:val="007A0F83"/>
    <w:rsid w:val="007A106E"/>
    <w:rsid w:val="007A107A"/>
    <w:rsid w:val="007A1176"/>
    <w:rsid w:val="007A12E6"/>
    <w:rsid w:val="007A138C"/>
    <w:rsid w:val="007A1621"/>
    <w:rsid w:val="007A17A1"/>
    <w:rsid w:val="007A17C4"/>
    <w:rsid w:val="007A184D"/>
    <w:rsid w:val="007A19B0"/>
    <w:rsid w:val="007A1D42"/>
    <w:rsid w:val="007A1DFB"/>
    <w:rsid w:val="007A1EA8"/>
    <w:rsid w:val="007A1EB9"/>
    <w:rsid w:val="007A1F62"/>
    <w:rsid w:val="007A1FF2"/>
    <w:rsid w:val="007A2187"/>
    <w:rsid w:val="007A21F4"/>
    <w:rsid w:val="007A2202"/>
    <w:rsid w:val="007A2261"/>
    <w:rsid w:val="007A22E3"/>
    <w:rsid w:val="007A247F"/>
    <w:rsid w:val="007A24BF"/>
    <w:rsid w:val="007A2555"/>
    <w:rsid w:val="007A25B9"/>
    <w:rsid w:val="007A25F8"/>
    <w:rsid w:val="007A2699"/>
    <w:rsid w:val="007A269F"/>
    <w:rsid w:val="007A2710"/>
    <w:rsid w:val="007A276D"/>
    <w:rsid w:val="007A27CB"/>
    <w:rsid w:val="007A27EE"/>
    <w:rsid w:val="007A2844"/>
    <w:rsid w:val="007A2864"/>
    <w:rsid w:val="007A293A"/>
    <w:rsid w:val="007A29C4"/>
    <w:rsid w:val="007A2A4B"/>
    <w:rsid w:val="007A2D07"/>
    <w:rsid w:val="007A2E35"/>
    <w:rsid w:val="007A2ED3"/>
    <w:rsid w:val="007A30D5"/>
    <w:rsid w:val="007A3395"/>
    <w:rsid w:val="007A33CC"/>
    <w:rsid w:val="007A3429"/>
    <w:rsid w:val="007A3435"/>
    <w:rsid w:val="007A34E2"/>
    <w:rsid w:val="007A393C"/>
    <w:rsid w:val="007A3A94"/>
    <w:rsid w:val="007A3C10"/>
    <w:rsid w:val="007A3D24"/>
    <w:rsid w:val="007A3D6C"/>
    <w:rsid w:val="007A3DE7"/>
    <w:rsid w:val="007A3E19"/>
    <w:rsid w:val="007A3F19"/>
    <w:rsid w:val="007A3F6A"/>
    <w:rsid w:val="007A4006"/>
    <w:rsid w:val="007A4302"/>
    <w:rsid w:val="007A447B"/>
    <w:rsid w:val="007A44CC"/>
    <w:rsid w:val="007A44E5"/>
    <w:rsid w:val="007A4717"/>
    <w:rsid w:val="007A4929"/>
    <w:rsid w:val="007A4AD1"/>
    <w:rsid w:val="007A4C08"/>
    <w:rsid w:val="007A4D1D"/>
    <w:rsid w:val="007A4D6C"/>
    <w:rsid w:val="007A4DC7"/>
    <w:rsid w:val="007A4E50"/>
    <w:rsid w:val="007A4FB1"/>
    <w:rsid w:val="007A5096"/>
    <w:rsid w:val="007A50CA"/>
    <w:rsid w:val="007A50FB"/>
    <w:rsid w:val="007A53F4"/>
    <w:rsid w:val="007A5469"/>
    <w:rsid w:val="007A55BB"/>
    <w:rsid w:val="007A5699"/>
    <w:rsid w:val="007A579A"/>
    <w:rsid w:val="007A5873"/>
    <w:rsid w:val="007A5A9F"/>
    <w:rsid w:val="007A5AF9"/>
    <w:rsid w:val="007A5BD5"/>
    <w:rsid w:val="007A5BDB"/>
    <w:rsid w:val="007A5F07"/>
    <w:rsid w:val="007A5FBC"/>
    <w:rsid w:val="007A607C"/>
    <w:rsid w:val="007A615D"/>
    <w:rsid w:val="007A625B"/>
    <w:rsid w:val="007A636E"/>
    <w:rsid w:val="007A64DC"/>
    <w:rsid w:val="007A6587"/>
    <w:rsid w:val="007A661E"/>
    <w:rsid w:val="007A66C6"/>
    <w:rsid w:val="007A6946"/>
    <w:rsid w:val="007A6AA2"/>
    <w:rsid w:val="007A6AE6"/>
    <w:rsid w:val="007A6C97"/>
    <w:rsid w:val="007A6D94"/>
    <w:rsid w:val="007A6E87"/>
    <w:rsid w:val="007A703B"/>
    <w:rsid w:val="007A7149"/>
    <w:rsid w:val="007A715E"/>
    <w:rsid w:val="007A7420"/>
    <w:rsid w:val="007A750A"/>
    <w:rsid w:val="007A756B"/>
    <w:rsid w:val="007A7588"/>
    <w:rsid w:val="007A7594"/>
    <w:rsid w:val="007A7672"/>
    <w:rsid w:val="007A76B1"/>
    <w:rsid w:val="007A76D6"/>
    <w:rsid w:val="007A786C"/>
    <w:rsid w:val="007A7E8C"/>
    <w:rsid w:val="007A7F2E"/>
    <w:rsid w:val="007A7F4E"/>
    <w:rsid w:val="007B0015"/>
    <w:rsid w:val="007B0049"/>
    <w:rsid w:val="007B00C7"/>
    <w:rsid w:val="007B0123"/>
    <w:rsid w:val="007B0153"/>
    <w:rsid w:val="007B01CA"/>
    <w:rsid w:val="007B0387"/>
    <w:rsid w:val="007B0392"/>
    <w:rsid w:val="007B0529"/>
    <w:rsid w:val="007B06D9"/>
    <w:rsid w:val="007B0749"/>
    <w:rsid w:val="007B0835"/>
    <w:rsid w:val="007B0977"/>
    <w:rsid w:val="007B0A0A"/>
    <w:rsid w:val="007B0AA7"/>
    <w:rsid w:val="007B0AA8"/>
    <w:rsid w:val="007B0C49"/>
    <w:rsid w:val="007B0D02"/>
    <w:rsid w:val="007B1283"/>
    <w:rsid w:val="007B137F"/>
    <w:rsid w:val="007B150F"/>
    <w:rsid w:val="007B1588"/>
    <w:rsid w:val="007B1716"/>
    <w:rsid w:val="007B17C4"/>
    <w:rsid w:val="007B1887"/>
    <w:rsid w:val="007B18D7"/>
    <w:rsid w:val="007B1940"/>
    <w:rsid w:val="007B1AAF"/>
    <w:rsid w:val="007B1B62"/>
    <w:rsid w:val="007B1B88"/>
    <w:rsid w:val="007B1EB9"/>
    <w:rsid w:val="007B2024"/>
    <w:rsid w:val="007B22AF"/>
    <w:rsid w:val="007B2393"/>
    <w:rsid w:val="007B280E"/>
    <w:rsid w:val="007B28AA"/>
    <w:rsid w:val="007B2917"/>
    <w:rsid w:val="007B29A7"/>
    <w:rsid w:val="007B29EB"/>
    <w:rsid w:val="007B2A37"/>
    <w:rsid w:val="007B2B48"/>
    <w:rsid w:val="007B2F07"/>
    <w:rsid w:val="007B3114"/>
    <w:rsid w:val="007B319F"/>
    <w:rsid w:val="007B31AE"/>
    <w:rsid w:val="007B325F"/>
    <w:rsid w:val="007B352E"/>
    <w:rsid w:val="007B35B8"/>
    <w:rsid w:val="007B364B"/>
    <w:rsid w:val="007B36B0"/>
    <w:rsid w:val="007B37D7"/>
    <w:rsid w:val="007B389C"/>
    <w:rsid w:val="007B390D"/>
    <w:rsid w:val="007B3964"/>
    <w:rsid w:val="007B3990"/>
    <w:rsid w:val="007B3AD7"/>
    <w:rsid w:val="007B3B6D"/>
    <w:rsid w:val="007B3C62"/>
    <w:rsid w:val="007B3DE6"/>
    <w:rsid w:val="007B3DF2"/>
    <w:rsid w:val="007B3F9A"/>
    <w:rsid w:val="007B3FC5"/>
    <w:rsid w:val="007B3FD3"/>
    <w:rsid w:val="007B3FE2"/>
    <w:rsid w:val="007B4317"/>
    <w:rsid w:val="007B4436"/>
    <w:rsid w:val="007B4464"/>
    <w:rsid w:val="007B44D3"/>
    <w:rsid w:val="007B4543"/>
    <w:rsid w:val="007B45BB"/>
    <w:rsid w:val="007B45F7"/>
    <w:rsid w:val="007B4663"/>
    <w:rsid w:val="007B4A30"/>
    <w:rsid w:val="007B4B74"/>
    <w:rsid w:val="007B4E1F"/>
    <w:rsid w:val="007B4EDC"/>
    <w:rsid w:val="007B501E"/>
    <w:rsid w:val="007B5106"/>
    <w:rsid w:val="007B5358"/>
    <w:rsid w:val="007B5400"/>
    <w:rsid w:val="007B547E"/>
    <w:rsid w:val="007B555C"/>
    <w:rsid w:val="007B55B9"/>
    <w:rsid w:val="007B560D"/>
    <w:rsid w:val="007B56AF"/>
    <w:rsid w:val="007B573E"/>
    <w:rsid w:val="007B5889"/>
    <w:rsid w:val="007B5ABF"/>
    <w:rsid w:val="007B5C83"/>
    <w:rsid w:val="007B5CF1"/>
    <w:rsid w:val="007B5D99"/>
    <w:rsid w:val="007B639F"/>
    <w:rsid w:val="007B644C"/>
    <w:rsid w:val="007B651C"/>
    <w:rsid w:val="007B652B"/>
    <w:rsid w:val="007B65AB"/>
    <w:rsid w:val="007B66C2"/>
    <w:rsid w:val="007B6814"/>
    <w:rsid w:val="007B6876"/>
    <w:rsid w:val="007B699B"/>
    <w:rsid w:val="007B6AEF"/>
    <w:rsid w:val="007B6AF1"/>
    <w:rsid w:val="007B6C35"/>
    <w:rsid w:val="007B6C80"/>
    <w:rsid w:val="007B6EEE"/>
    <w:rsid w:val="007B6F67"/>
    <w:rsid w:val="007B6F6A"/>
    <w:rsid w:val="007B709C"/>
    <w:rsid w:val="007B70DA"/>
    <w:rsid w:val="007B7166"/>
    <w:rsid w:val="007B716A"/>
    <w:rsid w:val="007B7283"/>
    <w:rsid w:val="007B74A5"/>
    <w:rsid w:val="007B75F5"/>
    <w:rsid w:val="007B762C"/>
    <w:rsid w:val="007B76FB"/>
    <w:rsid w:val="007B7782"/>
    <w:rsid w:val="007B792E"/>
    <w:rsid w:val="007B79A4"/>
    <w:rsid w:val="007B7A55"/>
    <w:rsid w:val="007B7BAC"/>
    <w:rsid w:val="007B7BC4"/>
    <w:rsid w:val="007B7CB4"/>
    <w:rsid w:val="007B7CE8"/>
    <w:rsid w:val="007B7F08"/>
    <w:rsid w:val="007B7F80"/>
    <w:rsid w:val="007C00CF"/>
    <w:rsid w:val="007C0290"/>
    <w:rsid w:val="007C04D7"/>
    <w:rsid w:val="007C05C2"/>
    <w:rsid w:val="007C075C"/>
    <w:rsid w:val="007C0825"/>
    <w:rsid w:val="007C087C"/>
    <w:rsid w:val="007C0965"/>
    <w:rsid w:val="007C0A62"/>
    <w:rsid w:val="007C0C58"/>
    <w:rsid w:val="007C0C7D"/>
    <w:rsid w:val="007C0EAC"/>
    <w:rsid w:val="007C0EF4"/>
    <w:rsid w:val="007C1110"/>
    <w:rsid w:val="007C11DE"/>
    <w:rsid w:val="007C11EB"/>
    <w:rsid w:val="007C11EC"/>
    <w:rsid w:val="007C131B"/>
    <w:rsid w:val="007C141A"/>
    <w:rsid w:val="007C150E"/>
    <w:rsid w:val="007C1B98"/>
    <w:rsid w:val="007C1CBD"/>
    <w:rsid w:val="007C1CF8"/>
    <w:rsid w:val="007C1D25"/>
    <w:rsid w:val="007C1D93"/>
    <w:rsid w:val="007C20C3"/>
    <w:rsid w:val="007C22A5"/>
    <w:rsid w:val="007C2613"/>
    <w:rsid w:val="007C265A"/>
    <w:rsid w:val="007C26C1"/>
    <w:rsid w:val="007C2729"/>
    <w:rsid w:val="007C27B5"/>
    <w:rsid w:val="007C28E0"/>
    <w:rsid w:val="007C2A8B"/>
    <w:rsid w:val="007C2BB3"/>
    <w:rsid w:val="007C2BC7"/>
    <w:rsid w:val="007C2E3C"/>
    <w:rsid w:val="007C2F29"/>
    <w:rsid w:val="007C2F65"/>
    <w:rsid w:val="007C321B"/>
    <w:rsid w:val="007C328F"/>
    <w:rsid w:val="007C32D4"/>
    <w:rsid w:val="007C3314"/>
    <w:rsid w:val="007C3429"/>
    <w:rsid w:val="007C34F2"/>
    <w:rsid w:val="007C3599"/>
    <w:rsid w:val="007C3868"/>
    <w:rsid w:val="007C389F"/>
    <w:rsid w:val="007C39EE"/>
    <w:rsid w:val="007C3A0F"/>
    <w:rsid w:val="007C3A80"/>
    <w:rsid w:val="007C3AE1"/>
    <w:rsid w:val="007C3B6E"/>
    <w:rsid w:val="007C3C5A"/>
    <w:rsid w:val="007C3C7C"/>
    <w:rsid w:val="007C3D61"/>
    <w:rsid w:val="007C3DA7"/>
    <w:rsid w:val="007C3E14"/>
    <w:rsid w:val="007C3F5F"/>
    <w:rsid w:val="007C400E"/>
    <w:rsid w:val="007C4333"/>
    <w:rsid w:val="007C4420"/>
    <w:rsid w:val="007C44BD"/>
    <w:rsid w:val="007C4512"/>
    <w:rsid w:val="007C4651"/>
    <w:rsid w:val="007C4684"/>
    <w:rsid w:val="007C4695"/>
    <w:rsid w:val="007C4871"/>
    <w:rsid w:val="007C48E4"/>
    <w:rsid w:val="007C4BE7"/>
    <w:rsid w:val="007C4BFA"/>
    <w:rsid w:val="007C4D0F"/>
    <w:rsid w:val="007C4D5E"/>
    <w:rsid w:val="007C5144"/>
    <w:rsid w:val="007C5254"/>
    <w:rsid w:val="007C53C2"/>
    <w:rsid w:val="007C5461"/>
    <w:rsid w:val="007C5628"/>
    <w:rsid w:val="007C5835"/>
    <w:rsid w:val="007C5923"/>
    <w:rsid w:val="007C598E"/>
    <w:rsid w:val="007C5BCA"/>
    <w:rsid w:val="007C5E1A"/>
    <w:rsid w:val="007C5E7E"/>
    <w:rsid w:val="007C6087"/>
    <w:rsid w:val="007C61DB"/>
    <w:rsid w:val="007C6554"/>
    <w:rsid w:val="007C6563"/>
    <w:rsid w:val="007C6722"/>
    <w:rsid w:val="007C6745"/>
    <w:rsid w:val="007C67E1"/>
    <w:rsid w:val="007C68B4"/>
    <w:rsid w:val="007C68F0"/>
    <w:rsid w:val="007C6A07"/>
    <w:rsid w:val="007C6A71"/>
    <w:rsid w:val="007C6CBB"/>
    <w:rsid w:val="007C6DE4"/>
    <w:rsid w:val="007C7104"/>
    <w:rsid w:val="007C7248"/>
    <w:rsid w:val="007C72FA"/>
    <w:rsid w:val="007C73D6"/>
    <w:rsid w:val="007C7615"/>
    <w:rsid w:val="007C7639"/>
    <w:rsid w:val="007C770E"/>
    <w:rsid w:val="007C7740"/>
    <w:rsid w:val="007C7802"/>
    <w:rsid w:val="007C79EE"/>
    <w:rsid w:val="007C7A04"/>
    <w:rsid w:val="007C7A42"/>
    <w:rsid w:val="007C7AC3"/>
    <w:rsid w:val="007C7B6A"/>
    <w:rsid w:val="007C7BDC"/>
    <w:rsid w:val="007C7DD7"/>
    <w:rsid w:val="007C7F2E"/>
    <w:rsid w:val="007C7F97"/>
    <w:rsid w:val="007D0041"/>
    <w:rsid w:val="007D0061"/>
    <w:rsid w:val="007D0364"/>
    <w:rsid w:val="007D0449"/>
    <w:rsid w:val="007D0523"/>
    <w:rsid w:val="007D0525"/>
    <w:rsid w:val="007D0680"/>
    <w:rsid w:val="007D0A07"/>
    <w:rsid w:val="007D0B7D"/>
    <w:rsid w:val="007D0BBF"/>
    <w:rsid w:val="007D0E1D"/>
    <w:rsid w:val="007D1197"/>
    <w:rsid w:val="007D1362"/>
    <w:rsid w:val="007D1389"/>
    <w:rsid w:val="007D147C"/>
    <w:rsid w:val="007D1541"/>
    <w:rsid w:val="007D15B8"/>
    <w:rsid w:val="007D194B"/>
    <w:rsid w:val="007D19B6"/>
    <w:rsid w:val="007D1A56"/>
    <w:rsid w:val="007D1AB3"/>
    <w:rsid w:val="007D1CCA"/>
    <w:rsid w:val="007D1DDE"/>
    <w:rsid w:val="007D1F43"/>
    <w:rsid w:val="007D20DA"/>
    <w:rsid w:val="007D20F7"/>
    <w:rsid w:val="007D2229"/>
    <w:rsid w:val="007D22AB"/>
    <w:rsid w:val="007D2345"/>
    <w:rsid w:val="007D24F6"/>
    <w:rsid w:val="007D2699"/>
    <w:rsid w:val="007D275E"/>
    <w:rsid w:val="007D2883"/>
    <w:rsid w:val="007D28EB"/>
    <w:rsid w:val="007D2C5A"/>
    <w:rsid w:val="007D2E2B"/>
    <w:rsid w:val="007D3012"/>
    <w:rsid w:val="007D30BE"/>
    <w:rsid w:val="007D30F1"/>
    <w:rsid w:val="007D3315"/>
    <w:rsid w:val="007D33D9"/>
    <w:rsid w:val="007D34B2"/>
    <w:rsid w:val="007D3511"/>
    <w:rsid w:val="007D359D"/>
    <w:rsid w:val="007D35AA"/>
    <w:rsid w:val="007D35D5"/>
    <w:rsid w:val="007D35EE"/>
    <w:rsid w:val="007D361B"/>
    <w:rsid w:val="007D36CE"/>
    <w:rsid w:val="007D376A"/>
    <w:rsid w:val="007D37B4"/>
    <w:rsid w:val="007D386C"/>
    <w:rsid w:val="007D3930"/>
    <w:rsid w:val="007D3991"/>
    <w:rsid w:val="007D399A"/>
    <w:rsid w:val="007D3BBC"/>
    <w:rsid w:val="007D3E34"/>
    <w:rsid w:val="007D3F5A"/>
    <w:rsid w:val="007D3F6E"/>
    <w:rsid w:val="007D3FCA"/>
    <w:rsid w:val="007D42F2"/>
    <w:rsid w:val="007D435C"/>
    <w:rsid w:val="007D4449"/>
    <w:rsid w:val="007D4583"/>
    <w:rsid w:val="007D45D3"/>
    <w:rsid w:val="007D4E60"/>
    <w:rsid w:val="007D4ECF"/>
    <w:rsid w:val="007D4F57"/>
    <w:rsid w:val="007D5049"/>
    <w:rsid w:val="007D52D3"/>
    <w:rsid w:val="007D52E0"/>
    <w:rsid w:val="007D554D"/>
    <w:rsid w:val="007D55A1"/>
    <w:rsid w:val="007D5603"/>
    <w:rsid w:val="007D581B"/>
    <w:rsid w:val="007D5888"/>
    <w:rsid w:val="007D58AA"/>
    <w:rsid w:val="007D5B41"/>
    <w:rsid w:val="007D5D3A"/>
    <w:rsid w:val="007D5FE2"/>
    <w:rsid w:val="007D5FF2"/>
    <w:rsid w:val="007D607D"/>
    <w:rsid w:val="007D617E"/>
    <w:rsid w:val="007D6199"/>
    <w:rsid w:val="007D61CA"/>
    <w:rsid w:val="007D636C"/>
    <w:rsid w:val="007D642C"/>
    <w:rsid w:val="007D64A3"/>
    <w:rsid w:val="007D661F"/>
    <w:rsid w:val="007D679F"/>
    <w:rsid w:val="007D67D7"/>
    <w:rsid w:val="007D6A29"/>
    <w:rsid w:val="007D6A80"/>
    <w:rsid w:val="007D6AE7"/>
    <w:rsid w:val="007D6B07"/>
    <w:rsid w:val="007D6C03"/>
    <w:rsid w:val="007D6CDA"/>
    <w:rsid w:val="007D6F89"/>
    <w:rsid w:val="007D701E"/>
    <w:rsid w:val="007D7039"/>
    <w:rsid w:val="007D7048"/>
    <w:rsid w:val="007D7061"/>
    <w:rsid w:val="007D71A0"/>
    <w:rsid w:val="007D7290"/>
    <w:rsid w:val="007D7293"/>
    <w:rsid w:val="007D73AA"/>
    <w:rsid w:val="007D7572"/>
    <w:rsid w:val="007D7609"/>
    <w:rsid w:val="007D7694"/>
    <w:rsid w:val="007D776C"/>
    <w:rsid w:val="007D7B54"/>
    <w:rsid w:val="007D7BEC"/>
    <w:rsid w:val="007D7EB1"/>
    <w:rsid w:val="007E0066"/>
    <w:rsid w:val="007E01A0"/>
    <w:rsid w:val="007E05CA"/>
    <w:rsid w:val="007E0645"/>
    <w:rsid w:val="007E076B"/>
    <w:rsid w:val="007E087E"/>
    <w:rsid w:val="007E08E6"/>
    <w:rsid w:val="007E0905"/>
    <w:rsid w:val="007E0BB7"/>
    <w:rsid w:val="007E0EE6"/>
    <w:rsid w:val="007E0F76"/>
    <w:rsid w:val="007E0FD3"/>
    <w:rsid w:val="007E0FD4"/>
    <w:rsid w:val="007E1193"/>
    <w:rsid w:val="007E11A3"/>
    <w:rsid w:val="007E12CE"/>
    <w:rsid w:val="007E145B"/>
    <w:rsid w:val="007E1493"/>
    <w:rsid w:val="007E15DE"/>
    <w:rsid w:val="007E16C4"/>
    <w:rsid w:val="007E17E9"/>
    <w:rsid w:val="007E1B7A"/>
    <w:rsid w:val="007E1BEC"/>
    <w:rsid w:val="007E1BFF"/>
    <w:rsid w:val="007E1C9B"/>
    <w:rsid w:val="007E1CC2"/>
    <w:rsid w:val="007E2071"/>
    <w:rsid w:val="007E21ED"/>
    <w:rsid w:val="007E24FC"/>
    <w:rsid w:val="007E252E"/>
    <w:rsid w:val="007E2582"/>
    <w:rsid w:val="007E2638"/>
    <w:rsid w:val="007E2755"/>
    <w:rsid w:val="007E27B7"/>
    <w:rsid w:val="007E27B9"/>
    <w:rsid w:val="007E27D4"/>
    <w:rsid w:val="007E29FB"/>
    <w:rsid w:val="007E2A50"/>
    <w:rsid w:val="007E2E2F"/>
    <w:rsid w:val="007E2F98"/>
    <w:rsid w:val="007E2FD7"/>
    <w:rsid w:val="007E30E6"/>
    <w:rsid w:val="007E31D7"/>
    <w:rsid w:val="007E3394"/>
    <w:rsid w:val="007E35D7"/>
    <w:rsid w:val="007E39AE"/>
    <w:rsid w:val="007E3A10"/>
    <w:rsid w:val="007E3A74"/>
    <w:rsid w:val="007E3CE0"/>
    <w:rsid w:val="007E3D08"/>
    <w:rsid w:val="007E3D1F"/>
    <w:rsid w:val="007E3E18"/>
    <w:rsid w:val="007E4023"/>
    <w:rsid w:val="007E41A8"/>
    <w:rsid w:val="007E4414"/>
    <w:rsid w:val="007E44A4"/>
    <w:rsid w:val="007E471D"/>
    <w:rsid w:val="007E47E9"/>
    <w:rsid w:val="007E4883"/>
    <w:rsid w:val="007E49FC"/>
    <w:rsid w:val="007E4A4D"/>
    <w:rsid w:val="007E4AFA"/>
    <w:rsid w:val="007E4CD8"/>
    <w:rsid w:val="007E4F00"/>
    <w:rsid w:val="007E50ED"/>
    <w:rsid w:val="007E518B"/>
    <w:rsid w:val="007E528D"/>
    <w:rsid w:val="007E5388"/>
    <w:rsid w:val="007E548F"/>
    <w:rsid w:val="007E5497"/>
    <w:rsid w:val="007E5798"/>
    <w:rsid w:val="007E5856"/>
    <w:rsid w:val="007E5985"/>
    <w:rsid w:val="007E5997"/>
    <w:rsid w:val="007E5AD9"/>
    <w:rsid w:val="007E5CD9"/>
    <w:rsid w:val="007E5D74"/>
    <w:rsid w:val="007E5E38"/>
    <w:rsid w:val="007E5EB3"/>
    <w:rsid w:val="007E5EEB"/>
    <w:rsid w:val="007E60BD"/>
    <w:rsid w:val="007E6226"/>
    <w:rsid w:val="007E6265"/>
    <w:rsid w:val="007E6274"/>
    <w:rsid w:val="007E6337"/>
    <w:rsid w:val="007E63D1"/>
    <w:rsid w:val="007E66D0"/>
    <w:rsid w:val="007E6828"/>
    <w:rsid w:val="007E687A"/>
    <w:rsid w:val="007E68CE"/>
    <w:rsid w:val="007E6965"/>
    <w:rsid w:val="007E6975"/>
    <w:rsid w:val="007E6AC7"/>
    <w:rsid w:val="007E6C27"/>
    <w:rsid w:val="007E6D18"/>
    <w:rsid w:val="007E70BE"/>
    <w:rsid w:val="007E7379"/>
    <w:rsid w:val="007E73A7"/>
    <w:rsid w:val="007E7477"/>
    <w:rsid w:val="007E75C3"/>
    <w:rsid w:val="007E77B9"/>
    <w:rsid w:val="007E785A"/>
    <w:rsid w:val="007E7D02"/>
    <w:rsid w:val="007E7D19"/>
    <w:rsid w:val="007F00F9"/>
    <w:rsid w:val="007F01FC"/>
    <w:rsid w:val="007F02AF"/>
    <w:rsid w:val="007F038E"/>
    <w:rsid w:val="007F0583"/>
    <w:rsid w:val="007F06A3"/>
    <w:rsid w:val="007F0734"/>
    <w:rsid w:val="007F07C1"/>
    <w:rsid w:val="007F0AEF"/>
    <w:rsid w:val="007F0DE5"/>
    <w:rsid w:val="007F0F16"/>
    <w:rsid w:val="007F0FE3"/>
    <w:rsid w:val="007F13DE"/>
    <w:rsid w:val="007F13F5"/>
    <w:rsid w:val="007F1414"/>
    <w:rsid w:val="007F143D"/>
    <w:rsid w:val="007F14DF"/>
    <w:rsid w:val="007F1572"/>
    <w:rsid w:val="007F15B1"/>
    <w:rsid w:val="007F164C"/>
    <w:rsid w:val="007F1700"/>
    <w:rsid w:val="007F1898"/>
    <w:rsid w:val="007F1B44"/>
    <w:rsid w:val="007F1D74"/>
    <w:rsid w:val="007F1DAD"/>
    <w:rsid w:val="007F1E61"/>
    <w:rsid w:val="007F1F82"/>
    <w:rsid w:val="007F1FA5"/>
    <w:rsid w:val="007F207A"/>
    <w:rsid w:val="007F207D"/>
    <w:rsid w:val="007F219C"/>
    <w:rsid w:val="007F2315"/>
    <w:rsid w:val="007F24A7"/>
    <w:rsid w:val="007F24DF"/>
    <w:rsid w:val="007F2524"/>
    <w:rsid w:val="007F278B"/>
    <w:rsid w:val="007F2793"/>
    <w:rsid w:val="007F2797"/>
    <w:rsid w:val="007F287A"/>
    <w:rsid w:val="007F28B6"/>
    <w:rsid w:val="007F28BF"/>
    <w:rsid w:val="007F29F0"/>
    <w:rsid w:val="007F2B29"/>
    <w:rsid w:val="007F2BA4"/>
    <w:rsid w:val="007F2DF1"/>
    <w:rsid w:val="007F2E5B"/>
    <w:rsid w:val="007F2ED8"/>
    <w:rsid w:val="007F2FED"/>
    <w:rsid w:val="007F3004"/>
    <w:rsid w:val="007F30DC"/>
    <w:rsid w:val="007F318B"/>
    <w:rsid w:val="007F32B6"/>
    <w:rsid w:val="007F32BB"/>
    <w:rsid w:val="007F3368"/>
    <w:rsid w:val="007F3373"/>
    <w:rsid w:val="007F3417"/>
    <w:rsid w:val="007F342C"/>
    <w:rsid w:val="007F3605"/>
    <w:rsid w:val="007F3633"/>
    <w:rsid w:val="007F3653"/>
    <w:rsid w:val="007F36E4"/>
    <w:rsid w:val="007F3710"/>
    <w:rsid w:val="007F3A19"/>
    <w:rsid w:val="007F3BD4"/>
    <w:rsid w:val="007F3C15"/>
    <w:rsid w:val="007F3C16"/>
    <w:rsid w:val="007F3C21"/>
    <w:rsid w:val="007F3C61"/>
    <w:rsid w:val="007F3C82"/>
    <w:rsid w:val="007F3CE8"/>
    <w:rsid w:val="007F3E34"/>
    <w:rsid w:val="007F3EF7"/>
    <w:rsid w:val="007F3FA1"/>
    <w:rsid w:val="007F3FDF"/>
    <w:rsid w:val="007F404B"/>
    <w:rsid w:val="007F43AB"/>
    <w:rsid w:val="007F453A"/>
    <w:rsid w:val="007F453B"/>
    <w:rsid w:val="007F4610"/>
    <w:rsid w:val="007F4803"/>
    <w:rsid w:val="007F4A93"/>
    <w:rsid w:val="007F4F12"/>
    <w:rsid w:val="007F4F3D"/>
    <w:rsid w:val="007F4F93"/>
    <w:rsid w:val="007F5067"/>
    <w:rsid w:val="007F51C4"/>
    <w:rsid w:val="007F52D9"/>
    <w:rsid w:val="007F536F"/>
    <w:rsid w:val="007F53F4"/>
    <w:rsid w:val="007F5661"/>
    <w:rsid w:val="007F584F"/>
    <w:rsid w:val="007F5A51"/>
    <w:rsid w:val="007F5B80"/>
    <w:rsid w:val="007F5CFE"/>
    <w:rsid w:val="007F5D36"/>
    <w:rsid w:val="007F6118"/>
    <w:rsid w:val="007F614E"/>
    <w:rsid w:val="007F61E7"/>
    <w:rsid w:val="007F6413"/>
    <w:rsid w:val="007F645A"/>
    <w:rsid w:val="007F666B"/>
    <w:rsid w:val="007F6680"/>
    <w:rsid w:val="007F668F"/>
    <w:rsid w:val="007F677A"/>
    <w:rsid w:val="007F69A8"/>
    <w:rsid w:val="007F6C57"/>
    <w:rsid w:val="007F6CA8"/>
    <w:rsid w:val="007F6EB7"/>
    <w:rsid w:val="007F6FA6"/>
    <w:rsid w:val="007F6FEB"/>
    <w:rsid w:val="007F7029"/>
    <w:rsid w:val="007F70C9"/>
    <w:rsid w:val="007F723B"/>
    <w:rsid w:val="007F7363"/>
    <w:rsid w:val="007F7504"/>
    <w:rsid w:val="007F7655"/>
    <w:rsid w:val="007F76D5"/>
    <w:rsid w:val="007F77EB"/>
    <w:rsid w:val="007F78CA"/>
    <w:rsid w:val="007F78E8"/>
    <w:rsid w:val="007F7930"/>
    <w:rsid w:val="007F7B9B"/>
    <w:rsid w:val="007F7B9D"/>
    <w:rsid w:val="007F7C25"/>
    <w:rsid w:val="007F7C96"/>
    <w:rsid w:val="007F7CA1"/>
    <w:rsid w:val="007F7FDF"/>
    <w:rsid w:val="007F7FFB"/>
    <w:rsid w:val="00800271"/>
    <w:rsid w:val="00800309"/>
    <w:rsid w:val="008003CA"/>
    <w:rsid w:val="008004C0"/>
    <w:rsid w:val="0080071E"/>
    <w:rsid w:val="008008D4"/>
    <w:rsid w:val="00800A4F"/>
    <w:rsid w:val="00800C58"/>
    <w:rsid w:val="00800F7E"/>
    <w:rsid w:val="0080103E"/>
    <w:rsid w:val="0080109C"/>
    <w:rsid w:val="008012A6"/>
    <w:rsid w:val="008012BB"/>
    <w:rsid w:val="00801395"/>
    <w:rsid w:val="008013AB"/>
    <w:rsid w:val="008013D4"/>
    <w:rsid w:val="00801685"/>
    <w:rsid w:val="008016C9"/>
    <w:rsid w:val="00801742"/>
    <w:rsid w:val="00801758"/>
    <w:rsid w:val="0080191A"/>
    <w:rsid w:val="00801BF0"/>
    <w:rsid w:val="00801BF7"/>
    <w:rsid w:val="00801CD5"/>
    <w:rsid w:val="00801E27"/>
    <w:rsid w:val="00801E88"/>
    <w:rsid w:val="00801F8D"/>
    <w:rsid w:val="008020D7"/>
    <w:rsid w:val="0080227E"/>
    <w:rsid w:val="0080233D"/>
    <w:rsid w:val="0080267D"/>
    <w:rsid w:val="00802A14"/>
    <w:rsid w:val="00802B66"/>
    <w:rsid w:val="00802CCF"/>
    <w:rsid w:val="00802F22"/>
    <w:rsid w:val="008033BE"/>
    <w:rsid w:val="008034BF"/>
    <w:rsid w:val="00803534"/>
    <w:rsid w:val="0080374A"/>
    <w:rsid w:val="008037BB"/>
    <w:rsid w:val="008037DF"/>
    <w:rsid w:val="00803920"/>
    <w:rsid w:val="00803AF7"/>
    <w:rsid w:val="00803C5F"/>
    <w:rsid w:val="00803CBD"/>
    <w:rsid w:val="008041B1"/>
    <w:rsid w:val="00804478"/>
    <w:rsid w:val="008044DD"/>
    <w:rsid w:val="008045A0"/>
    <w:rsid w:val="008046C4"/>
    <w:rsid w:val="008048F9"/>
    <w:rsid w:val="00804937"/>
    <w:rsid w:val="008049D9"/>
    <w:rsid w:val="00804A32"/>
    <w:rsid w:val="00804A38"/>
    <w:rsid w:val="00804A48"/>
    <w:rsid w:val="00804AD6"/>
    <w:rsid w:val="00804B54"/>
    <w:rsid w:val="00804DB0"/>
    <w:rsid w:val="008050CE"/>
    <w:rsid w:val="008052C8"/>
    <w:rsid w:val="00805354"/>
    <w:rsid w:val="00805404"/>
    <w:rsid w:val="0080541B"/>
    <w:rsid w:val="0080562B"/>
    <w:rsid w:val="008056A5"/>
    <w:rsid w:val="008056F3"/>
    <w:rsid w:val="00805745"/>
    <w:rsid w:val="008057EC"/>
    <w:rsid w:val="00805826"/>
    <w:rsid w:val="0080589B"/>
    <w:rsid w:val="0080598B"/>
    <w:rsid w:val="00805991"/>
    <w:rsid w:val="00805A7D"/>
    <w:rsid w:val="00805AB2"/>
    <w:rsid w:val="00805AC5"/>
    <w:rsid w:val="00805B7D"/>
    <w:rsid w:val="00805CA5"/>
    <w:rsid w:val="00805FC2"/>
    <w:rsid w:val="00806069"/>
    <w:rsid w:val="0080634E"/>
    <w:rsid w:val="00806471"/>
    <w:rsid w:val="00806491"/>
    <w:rsid w:val="00806679"/>
    <w:rsid w:val="008066D2"/>
    <w:rsid w:val="00806734"/>
    <w:rsid w:val="0080675B"/>
    <w:rsid w:val="00806866"/>
    <w:rsid w:val="008068E5"/>
    <w:rsid w:val="00806ABB"/>
    <w:rsid w:val="00806C4D"/>
    <w:rsid w:val="00806CA6"/>
    <w:rsid w:val="00806E72"/>
    <w:rsid w:val="00806FDE"/>
    <w:rsid w:val="00807075"/>
    <w:rsid w:val="0080714A"/>
    <w:rsid w:val="008071E8"/>
    <w:rsid w:val="00807214"/>
    <w:rsid w:val="00807232"/>
    <w:rsid w:val="0080729F"/>
    <w:rsid w:val="008072C0"/>
    <w:rsid w:val="00807352"/>
    <w:rsid w:val="008073D9"/>
    <w:rsid w:val="008074B3"/>
    <w:rsid w:val="008074CA"/>
    <w:rsid w:val="00807618"/>
    <w:rsid w:val="008077F5"/>
    <w:rsid w:val="00807967"/>
    <w:rsid w:val="00807A96"/>
    <w:rsid w:val="00807AB1"/>
    <w:rsid w:val="00807C74"/>
    <w:rsid w:val="00807C8E"/>
    <w:rsid w:val="00807C9A"/>
    <w:rsid w:val="00807CFF"/>
    <w:rsid w:val="00807D96"/>
    <w:rsid w:val="00807DF4"/>
    <w:rsid w:val="00807E60"/>
    <w:rsid w:val="00810007"/>
    <w:rsid w:val="0081003D"/>
    <w:rsid w:val="00810284"/>
    <w:rsid w:val="008103B9"/>
    <w:rsid w:val="008104AC"/>
    <w:rsid w:val="008104D3"/>
    <w:rsid w:val="0081053D"/>
    <w:rsid w:val="008105BE"/>
    <w:rsid w:val="0081060D"/>
    <w:rsid w:val="008106F0"/>
    <w:rsid w:val="0081073C"/>
    <w:rsid w:val="00810A03"/>
    <w:rsid w:val="00810C1A"/>
    <w:rsid w:val="00810C35"/>
    <w:rsid w:val="00810D4F"/>
    <w:rsid w:val="00810D57"/>
    <w:rsid w:val="00810F16"/>
    <w:rsid w:val="00810F79"/>
    <w:rsid w:val="0081106E"/>
    <w:rsid w:val="008110A7"/>
    <w:rsid w:val="008110F5"/>
    <w:rsid w:val="00811169"/>
    <w:rsid w:val="0081128C"/>
    <w:rsid w:val="0081128D"/>
    <w:rsid w:val="00811291"/>
    <w:rsid w:val="008112EB"/>
    <w:rsid w:val="0081132C"/>
    <w:rsid w:val="00811498"/>
    <w:rsid w:val="008114BB"/>
    <w:rsid w:val="008117CE"/>
    <w:rsid w:val="008119F6"/>
    <w:rsid w:val="00811A91"/>
    <w:rsid w:val="00811CDD"/>
    <w:rsid w:val="00811D7F"/>
    <w:rsid w:val="00811EA0"/>
    <w:rsid w:val="00811EA4"/>
    <w:rsid w:val="00811FA6"/>
    <w:rsid w:val="0081251B"/>
    <w:rsid w:val="00812608"/>
    <w:rsid w:val="008128FB"/>
    <w:rsid w:val="008129DD"/>
    <w:rsid w:val="008129DE"/>
    <w:rsid w:val="00812DCB"/>
    <w:rsid w:val="00812DEC"/>
    <w:rsid w:val="00812E84"/>
    <w:rsid w:val="00812F21"/>
    <w:rsid w:val="00813184"/>
    <w:rsid w:val="008131C8"/>
    <w:rsid w:val="0081320D"/>
    <w:rsid w:val="0081327B"/>
    <w:rsid w:val="008133C1"/>
    <w:rsid w:val="00813437"/>
    <w:rsid w:val="008134AA"/>
    <w:rsid w:val="008134F1"/>
    <w:rsid w:val="00813525"/>
    <w:rsid w:val="008135DC"/>
    <w:rsid w:val="0081384C"/>
    <w:rsid w:val="0081390E"/>
    <w:rsid w:val="00813932"/>
    <w:rsid w:val="00813A4D"/>
    <w:rsid w:val="00813AF2"/>
    <w:rsid w:val="00813B93"/>
    <w:rsid w:val="00813C65"/>
    <w:rsid w:val="00813FE8"/>
    <w:rsid w:val="008141B0"/>
    <w:rsid w:val="008141D8"/>
    <w:rsid w:val="00814470"/>
    <w:rsid w:val="008145CD"/>
    <w:rsid w:val="008147AE"/>
    <w:rsid w:val="0081492A"/>
    <w:rsid w:val="00814B8C"/>
    <w:rsid w:val="00814C24"/>
    <w:rsid w:val="00814DA0"/>
    <w:rsid w:val="00814E15"/>
    <w:rsid w:val="00814E2A"/>
    <w:rsid w:val="00814F36"/>
    <w:rsid w:val="00814FF7"/>
    <w:rsid w:val="008152B1"/>
    <w:rsid w:val="00815591"/>
    <w:rsid w:val="00815A24"/>
    <w:rsid w:val="00815A3D"/>
    <w:rsid w:val="00815CD3"/>
    <w:rsid w:val="00815D1E"/>
    <w:rsid w:val="00815DB3"/>
    <w:rsid w:val="00815FCE"/>
    <w:rsid w:val="00815FDE"/>
    <w:rsid w:val="0081601A"/>
    <w:rsid w:val="008161A8"/>
    <w:rsid w:val="008162B9"/>
    <w:rsid w:val="008162DA"/>
    <w:rsid w:val="008163A8"/>
    <w:rsid w:val="0081648D"/>
    <w:rsid w:val="00816622"/>
    <w:rsid w:val="00816AD6"/>
    <w:rsid w:val="00816B58"/>
    <w:rsid w:val="00816D32"/>
    <w:rsid w:val="00816FBA"/>
    <w:rsid w:val="00817229"/>
    <w:rsid w:val="00817260"/>
    <w:rsid w:val="00817271"/>
    <w:rsid w:val="008172E8"/>
    <w:rsid w:val="00817392"/>
    <w:rsid w:val="0081739D"/>
    <w:rsid w:val="0081746F"/>
    <w:rsid w:val="00817590"/>
    <w:rsid w:val="008175A7"/>
    <w:rsid w:val="00817612"/>
    <w:rsid w:val="00817750"/>
    <w:rsid w:val="008177E2"/>
    <w:rsid w:val="008179A8"/>
    <w:rsid w:val="00817D76"/>
    <w:rsid w:val="00817E4C"/>
    <w:rsid w:val="00817EE8"/>
    <w:rsid w:val="00817F8E"/>
    <w:rsid w:val="00817FF7"/>
    <w:rsid w:val="00820011"/>
    <w:rsid w:val="0082004D"/>
    <w:rsid w:val="00820135"/>
    <w:rsid w:val="0082013F"/>
    <w:rsid w:val="008201C9"/>
    <w:rsid w:val="008202D3"/>
    <w:rsid w:val="00820348"/>
    <w:rsid w:val="008203C0"/>
    <w:rsid w:val="008205EB"/>
    <w:rsid w:val="008206F8"/>
    <w:rsid w:val="008207A8"/>
    <w:rsid w:val="0082098D"/>
    <w:rsid w:val="008209A7"/>
    <w:rsid w:val="00820A9C"/>
    <w:rsid w:val="00820D05"/>
    <w:rsid w:val="00820D3A"/>
    <w:rsid w:val="00820DC2"/>
    <w:rsid w:val="00820DC7"/>
    <w:rsid w:val="00820ED4"/>
    <w:rsid w:val="00821252"/>
    <w:rsid w:val="0082125B"/>
    <w:rsid w:val="00821295"/>
    <w:rsid w:val="00821347"/>
    <w:rsid w:val="00821429"/>
    <w:rsid w:val="008214F4"/>
    <w:rsid w:val="0082151A"/>
    <w:rsid w:val="00821546"/>
    <w:rsid w:val="00821551"/>
    <w:rsid w:val="00821567"/>
    <w:rsid w:val="00821687"/>
    <w:rsid w:val="008217F7"/>
    <w:rsid w:val="0082180B"/>
    <w:rsid w:val="0082195C"/>
    <w:rsid w:val="0082198A"/>
    <w:rsid w:val="00821991"/>
    <w:rsid w:val="00821AC2"/>
    <w:rsid w:val="00821AED"/>
    <w:rsid w:val="00821CA8"/>
    <w:rsid w:val="00821DC0"/>
    <w:rsid w:val="00821DCC"/>
    <w:rsid w:val="00821E6A"/>
    <w:rsid w:val="0082202F"/>
    <w:rsid w:val="008220AE"/>
    <w:rsid w:val="00822188"/>
    <w:rsid w:val="0082221B"/>
    <w:rsid w:val="00822274"/>
    <w:rsid w:val="00822411"/>
    <w:rsid w:val="00822704"/>
    <w:rsid w:val="00822726"/>
    <w:rsid w:val="00822844"/>
    <w:rsid w:val="00822922"/>
    <w:rsid w:val="00822CAD"/>
    <w:rsid w:val="00822D21"/>
    <w:rsid w:val="00822D80"/>
    <w:rsid w:val="00822DC3"/>
    <w:rsid w:val="00822F60"/>
    <w:rsid w:val="00822F9F"/>
    <w:rsid w:val="008230FF"/>
    <w:rsid w:val="00823168"/>
    <w:rsid w:val="0082317D"/>
    <w:rsid w:val="00823229"/>
    <w:rsid w:val="00823243"/>
    <w:rsid w:val="00823336"/>
    <w:rsid w:val="008234FB"/>
    <w:rsid w:val="00823619"/>
    <w:rsid w:val="0082367F"/>
    <w:rsid w:val="00823760"/>
    <w:rsid w:val="00823995"/>
    <w:rsid w:val="00823A36"/>
    <w:rsid w:val="00823AD8"/>
    <w:rsid w:val="00823B35"/>
    <w:rsid w:val="00823C11"/>
    <w:rsid w:val="00823ED0"/>
    <w:rsid w:val="00823F75"/>
    <w:rsid w:val="00823FEF"/>
    <w:rsid w:val="00823FF2"/>
    <w:rsid w:val="00824096"/>
    <w:rsid w:val="008240F6"/>
    <w:rsid w:val="0082442C"/>
    <w:rsid w:val="0082452E"/>
    <w:rsid w:val="0082454A"/>
    <w:rsid w:val="00824555"/>
    <w:rsid w:val="008245C3"/>
    <w:rsid w:val="008248BB"/>
    <w:rsid w:val="00824964"/>
    <w:rsid w:val="00824D1E"/>
    <w:rsid w:val="00824D9F"/>
    <w:rsid w:val="00824E16"/>
    <w:rsid w:val="00824E91"/>
    <w:rsid w:val="00825238"/>
    <w:rsid w:val="00825302"/>
    <w:rsid w:val="00825381"/>
    <w:rsid w:val="008253BA"/>
    <w:rsid w:val="0082547F"/>
    <w:rsid w:val="008255DA"/>
    <w:rsid w:val="00825807"/>
    <w:rsid w:val="008258F8"/>
    <w:rsid w:val="008258F9"/>
    <w:rsid w:val="00825954"/>
    <w:rsid w:val="0082596A"/>
    <w:rsid w:val="008259FD"/>
    <w:rsid w:val="00825BCC"/>
    <w:rsid w:val="00825C19"/>
    <w:rsid w:val="00825C86"/>
    <w:rsid w:val="00825D5D"/>
    <w:rsid w:val="00825ED8"/>
    <w:rsid w:val="00825EDD"/>
    <w:rsid w:val="00825F68"/>
    <w:rsid w:val="00826127"/>
    <w:rsid w:val="00826138"/>
    <w:rsid w:val="008261DA"/>
    <w:rsid w:val="008262DE"/>
    <w:rsid w:val="00826322"/>
    <w:rsid w:val="008264F7"/>
    <w:rsid w:val="0082683B"/>
    <w:rsid w:val="008268A1"/>
    <w:rsid w:val="008268FC"/>
    <w:rsid w:val="008269C4"/>
    <w:rsid w:val="00826C3B"/>
    <w:rsid w:val="00826CBD"/>
    <w:rsid w:val="00826E5E"/>
    <w:rsid w:val="00826EBD"/>
    <w:rsid w:val="00826FAB"/>
    <w:rsid w:val="008272F0"/>
    <w:rsid w:val="00827314"/>
    <w:rsid w:val="00827540"/>
    <w:rsid w:val="008276CD"/>
    <w:rsid w:val="00827876"/>
    <w:rsid w:val="008279BA"/>
    <w:rsid w:val="008279D8"/>
    <w:rsid w:val="00827A79"/>
    <w:rsid w:val="00827B7E"/>
    <w:rsid w:val="00827D2B"/>
    <w:rsid w:val="00827DDE"/>
    <w:rsid w:val="008300DC"/>
    <w:rsid w:val="00830113"/>
    <w:rsid w:val="008301D2"/>
    <w:rsid w:val="0083022F"/>
    <w:rsid w:val="0083027E"/>
    <w:rsid w:val="0083031E"/>
    <w:rsid w:val="0083043B"/>
    <w:rsid w:val="008304B6"/>
    <w:rsid w:val="00830680"/>
    <w:rsid w:val="0083087B"/>
    <w:rsid w:val="00830A82"/>
    <w:rsid w:val="00830A9B"/>
    <w:rsid w:val="00830B4D"/>
    <w:rsid w:val="00830BFA"/>
    <w:rsid w:val="00830C50"/>
    <w:rsid w:val="00830D7D"/>
    <w:rsid w:val="00830D91"/>
    <w:rsid w:val="00830E6B"/>
    <w:rsid w:val="00830EED"/>
    <w:rsid w:val="0083103B"/>
    <w:rsid w:val="00831055"/>
    <w:rsid w:val="0083118B"/>
    <w:rsid w:val="008311B0"/>
    <w:rsid w:val="0083144C"/>
    <w:rsid w:val="0083146C"/>
    <w:rsid w:val="00831546"/>
    <w:rsid w:val="008315A0"/>
    <w:rsid w:val="008316D2"/>
    <w:rsid w:val="00831736"/>
    <w:rsid w:val="00831835"/>
    <w:rsid w:val="00831844"/>
    <w:rsid w:val="00831ABE"/>
    <w:rsid w:val="00831B15"/>
    <w:rsid w:val="00831CCC"/>
    <w:rsid w:val="00831E41"/>
    <w:rsid w:val="008320B3"/>
    <w:rsid w:val="008320CB"/>
    <w:rsid w:val="008320EC"/>
    <w:rsid w:val="008320FD"/>
    <w:rsid w:val="008321FC"/>
    <w:rsid w:val="0083229A"/>
    <w:rsid w:val="0083230A"/>
    <w:rsid w:val="00832371"/>
    <w:rsid w:val="00832583"/>
    <w:rsid w:val="0083261E"/>
    <w:rsid w:val="008326DE"/>
    <w:rsid w:val="008327E6"/>
    <w:rsid w:val="00832A48"/>
    <w:rsid w:val="00832AFA"/>
    <w:rsid w:val="00832B34"/>
    <w:rsid w:val="00832B8A"/>
    <w:rsid w:val="00832C5C"/>
    <w:rsid w:val="00832C9C"/>
    <w:rsid w:val="00832CB7"/>
    <w:rsid w:val="00832E08"/>
    <w:rsid w:val="00832F58"/>
    <w:rsid w:val="0083316D"/>
    <w:rsid w:val="008332C1"/>
    <w:rsid w:val="008332D3"/>
    <w:rsid w:val="00833400"/>
    <w:rsid w:val="00833480"/>
    <w:rsid w:val="00833544"/>
    <w:rsid w:val="00833690"/>
    <w:rsid w:val="008337FA"/>
    <w:rsid w:val="00833C3E"/>
    <w:rsid w:val="00833C4A"/>
    <w:rsid w:val="00833C79"/>
    <w:rsid w:val="00833E5A"/>
    <w:rsid w:val="00833EEB"/>
    <w:rsid w:val="00833F30"/>
    <w:rsid w:val="008341F5"/>
    <w:rsid w:val="00834284"/>
    <w:rsid w:val="008343D3"/>
    <w:rsid w:val="0083451F"/>
    <w:rsid w:val="00834674"/>
    <w:rsid w:val="00834760"/>
    <w:rsid w:val="00834800"/>
    <w:rsid w:val="00834809"/>
    <w:rsid w:val="00834833"/>
    <w:rsid w:val="00834A37"/>
    <w:rsid w:val="00834BB2"/>
    <w:rsid w:val="00834DBE"/>
    <w:rsid w:val="00834ECA"/>
    <w:rsid w:val="00834F71"/>
    <w:rsid w:val="00834FDB"/>
    <w:rsid w:val="00834FFE"/>
    <w:rsid w:val="0083501D"/>
    <w:rsid w:val="00835143"/>
    <w:rsid w:val="00835231"/>
    <w:rsid w:val="008352DD"/>
    <w:rsid w:val="00835382"/>
    <w:rsid w:val="00835614"/>
    <w:rsid w:val="0083575C"/>
    <w:rsid w:val="008357FB"/>
    <w:rsid w:val="00835801"/>
    <w:rsid w:val="008358AF"/>
    <w:rsid w:val="008359EF"/>
    <w:rsid w:val="00835C22"/>
    <w:rsid w:val="00835E30"/>
    <w:rsid w:val="00835E4C"/>
    <w:rsid w:val="00835E5B"/>
    <w:rsid w:val="00835EBE"/>
    <w:rsid w:val="00835F55"/>
    <w:rsid w:val="00835FD0"/>
    <w:rsid w:val="00835FD2"/>
    <w:rsid w:val="00836047"/>
    <w:rsid w:val="008360DF"/>
    <w:rsid w:val="008360F2"/>
    <w:rsid w:val="00836401"/>
    <w:rsid w:val="008365D2"/>
    <w:rsid w:val="00836735"/>
    <w:rsid w:val="0083673B"/>
    <w:rsid w:val="00836755"/>
    <w:rsid w:val="0083681E"/>
    <w:rsid w:val="00836854"/>
    <w:rsid w:val="00836880"/>
    <w:rsid w:val="00836911"/>
    <w:rsid w:val="00836A24"/>
    <w:rsid w:val="00836E21"/>
    <w:rsid w:val="008371F0"/>
    <w:rsid w:val="00837227"/>
    <w:rsid w:val="0083738A"/>
    <w:rsid w:val="00837642"/>
    <w:rsid w:val="0083768B"/>
    <w:rsid w:val="00837982"/>
    <w:rsid w:val="00837A1D"/>
    <w:rsid w:val="00837D83"/>
    <w:rsid w:val="00840047"/>
    <w:rsid w:val="00840264"/>
    <w:rsid w:val="008404C5"/>
    <w:rsid w:val="00840522"/>
    <w:rsid w:val="008405F0"/>
    <w:rsid w:val="0084073D"/>
    <w:rsid w:val="00840746"/>
    <w:rsid w:val="00840856"/>
    <w:rsid w:val="00840973"/>
    <w:rsid w:val="00840A31"/>
    <w:rsid w:val="00840AEA"/>
    <w:rsid w:val="00840B51"/>
    <w:rsid w:val="00840C22"/>
    <w:rsid w:val="00840E00"/>
    <w:rsid w:val="00840E0B"/>
    <w:rsid w:val="00840F52"/>
    <w:rsid w:val="00841083"/>
    <w:rsid w:val="00841091"/>
    <w:rsid w:val="00841284"/>
    <w:rsid w:val="00841334"/>
    <w:rsid w:val="0084133F"/>
    <w:rsid w:val="008413B8"/>
    <w:rsid w:val="0084160E"/>
    <w:rsid w:val="00841709"/>
    <w:rsid w:val="008417FD"/>
    <w:rsid w:val="00841808"/>
    <w:rsid w:val="00841831"/>
    <w:rsid w:val="00841913"/>
    <w:rsid w:val="00841A92"/>
    <w:rsid w:val="00841A97"/>
    <w:rsid w:val="00841AB8"/>
    <w:rsid w:val="00841C35"/>
    <w:rsid w:val="00841DB0"/>
    <w:rsid w:val="00842071"/>
    <w:rsid w:val="008420E7"/>
    <w:rsid w:val="008421E4"/>
    <w:rsid w:val="008421EA"/>
    <w:rsid w:val="00842215"/>
    <w:rsid w:val="0084226C"/>
    <w:rsid w:val="00842318"/>
    <w:rsid w:val="0084235E"/>
    <w:rsid w:val="00842681"/>
    <w:rsid w:val="0084276C"/>
    <w:rsid w:val="00842899"/>
    <w:rsid w:val="0084295E"/>
    <w:rsid w:val="00842960"/>
    <w:rsid w:val="00842A68"/>
    <w:rsid w:val="00842B33"/>
    <w:rsid w:val="00842E29"/>
    <w:rsid w:val="00843188"/>
    <w:rsid w:val="008432BD"/>
    <w:rsid w:val="00843314"/>
    <w:rsid w:val="0084338D"/>
    <w:rsid w:val="00843424"/>
    <w:rsid w:val="00843545"/>
    <w:rsid w:val="00843764"/>
    <w:rsid w:val="00843823"/>
    <w:rsid w:val="00843A59"/>
    <w:rsid w:val="00843C07"/>
    <w:rsid w:val="00843C21"/>
    <w:rsid w:val="00843F90"/>
    <w:rsid w:val="00844064"/>
    <w:rsid w:val="008440E7"/>
    <w:rsid w:val="008440F6"/>
    <w:rsid w:val="0084412D"/>
    <w:rsid w:val="008442BE"/>
    <w:rsid w:val="0084435B"/>
    <w:rsid w:val="008444FF"/>
    <w:rsid w:val="00844590"/>
    <w:rsid w:val="00844636"/>
    <w:rsid w:val="0084464A"/>
    <w:rsid w:val="008446BA"/>
    <w:rsid w:val="008446F5"/>
    <w:rsid w:val="00844700"/>
    <w:rsid w:val="0084476A"/>
    <w:rsid w:val="00844815"/>
    <w:rsid w:val="00844953"/>
    <w:rsid w:val="00844A1D"/>
    <w:rsid w:val="00844AE8"/>
    <w:rsid w:val="00844BE7"/>
    <w:rsid w:val="00844F39"/>
    <w:rsid w:val="00844F6B"/>
    <w:rsid w:val="00844FED"/>
    <w:rsid w:val="00845043"/>
    <w:rsid w:val="008451A1"/>
    <w:rsid w:val="008451EC"/>
    <w:rsid w:val="00845324"/>
    <w:rsid w:val="00845437"/>
    <w:rsid w:val="008454C4"/>
    <w:rsid w:val="008455C1"/>
    <w:rsid w:val="00845993"/>
    <w:rsid w:val="00845A23"/>
    <w:rsid w:val="00845B35"/>
    <w:rsid w:val="00845C90"/>
    <w:rsid w:val="00845D6A"/>
    <w:rsid w:val="00845DDF"/>
    <w:rsid w:val="00845E68"/>
    <w:rsid w:val="00845E7F"/>
    <w:rsid w:val="00845FBA"/>
    <w:rsid w:val="00846040"/>
    <w:rsid w:val="00846096"/>
    <w:rsid w:val="008460D4"/>
    <w:rsid w:val="00846101"/>
    <w:rsid w:val="00846147"/>
    <w:rsid w:val="0084653B"/>
    <w:rsid w:val="0084657A"/>
    <w:rsid w:val="00846957"/>
    <w:rsid w:val="008469D9"/>
    <w:rsid w:val="00846A8E"/>
    <w:rsid w:val="00846B1E"/>
    <w:rsid w:val="00846B4F"/>
    <w:rsid w:val="00846B8B"/>
    <w:rsid w:val="00846BA5"/>
    <w:rsid w:val="00846BE9"/>
    <w:rsid w:val="00847015"/>
    <w:rsid w:val="00847159"/>
    <w:rsid w:val="00847384"/>
    <w:rsid w:val="008473C4"/>
    <w:rsid w:val="00847494"/>
    <w:rsid w:val="00847531"/>
    <w:rsid w:val="00847681"/>
    <w:rsid w:val="0084769F"/>
    <w:rsid w:val="00847834"/>
    <w:rsid w:val="008478E5"/>
    <w:rsid w:val="00847905"/>
    <w:rsid w:val="0084791E"/>
    <w:rsid w:val="008479D1"/>
    <w:rsid w:val="00847A4C"/>
    <w:rsid w:val="00847AA3"/>
    <w:rsid w:val="00847CA1"/>
    <w:rsid w:val="00847CB8"/>
    <w:rsid w:val="00847CBE"/>
    <w:rsid w:val="00847D01"/>
    <w:rsid w:val="00847DD0"/>
    <w:rsid w:val="0085008E"/>
    <w:rsid w:val="00850109"/>
    <w:rsid w:val="0085016E"/>
    <w:rsid w:val="008501DF"/>
    <w:rsid w:val="00850267"/>
    <w:rsid w:val="0085027F"/>
    <w:rsid w:val="008502A5"/>
    <w:rsid w:val="008504E1"/>
    <w:rsid w:val="0085064F"/>
    <w:rsid w:val="0085097C"/>
    <w:rsid w:val="00850A2D"/>
    <w:rsid w:val="00850ABE"/>
    <w:rsid w:val="00850B26"/>
    <w:rsid w:val="00850B65"/>
    <w:rsid w:val="00850E70"/>
    <w:rsid w:val="00850ED0"/>
    <w:rsid w:val="00850F84"/>
    <w:rsid w:val="00850F85"/>
    <w:rsid w:val="00851040"/>
    <w:rsid w:val="00851125"/>
    <w:rsid w:val="0085115D"/>
    <w:rsid w:val="00851181"/>
    <w:rsid w:val="008511DC"/>
    <w:rsid w:val="008512CB"/>
    <w:rsid w:val="008512CE"/>
    <w:rsid w:val="008512ED"/>
    <w:rsid w:val="00851308"/>
    <w:rsid w:val="0085131B"/>
    <w:rsid w:val="008513D0"/>
    <w:rsid w:val="008514E2"/>
    <w:rsid w:val="0085154B"/>
    <w:rsid w:val="008516DA"/>
    <w:rsid w:val="008517DB"/>
    <w:rsid w:val="008519E0"/>
    <w:rsid w:val="00851B62"/>
    <w:rsid w:val="00851BD4"/>
    <w:rsid w:val="00851E40"/>
    <w:rsid w:val="008520CE"/>
    <w:rsid w:val="008521E8"/>
    <w:rsid w:val="00852200"/>
    <w:rsid w:val="00852324"/>
    <w:rsid w:val="008523E5"/>
    <w:rsid w:val="0085240D"/>
    <w:rsid w:val="00852605"/>
    <w:rsid w:val="00852629"/>
    <w:rsid w:val="008526CB"/>
    <w:rsid w:val="0085277B"/>
    <w:rsid w:val="0085286E"/>
    <w:rsid w:val="00852891"/>
    <w:rsid w:val="00852892"/>
    <w:rsid w:val="00852964"/>
    <w:rsid w:val="00852BDE"/>
    <w:rsid w:val="00852C68"/>
    <w:rsid w:val="00852CA5"/>
    <w:rsid w:val="00852D8E"/>
    <w:rsid w:val="00852EE4"/>
    <w:rsid w:val="00852EEC"/>
    <w:rsid w:val="00853148"/>
    <w:rsid w:val="008531B9"/>
    <w:rsid w:val="008531D4"/>
    <w:rsid w:val="008533F3"/>
    <w:rsid w:val="00853650"/>
    <w:rsid w:val="00853655"/>
    <w:rsid w:val="008537B6"/>
    <w:rsid w:val="008539BD"/>
    <w:rsid w:val="00853B46"/>
    <w:rsid w:val="00853CE4"/>
    <w:rsid w:val="00853DC9"/>
    <w:rsid w:val="00853E7B"/>
    <w:rsid w:val="00853EBC"/>
    <w:rsid w:val="00853F8F"/>
    <w:rsid w:val="00854021"/>
    <w:rsid w:val="008541C4"/>
    <w:rsid w:val="00854366"/>
    <w:rsid w:val="0085436D"/>
    <w:rsid w:val="0085441A"/>
    <w:rsid w:val="008545B2"/>
    <w:rsid w:val="0085483C"/>
    <w:rsid w:val="0085491F"/>
    <w:rsid w:val="00854B86"/>
    <w:rsid w:val="00854C89"/>
    <w:rsid w:val="00855266"/>
    <w:rsid w:val="008553A6"/>
    <w:rsid w:val="008553C3"/>
    <w:rsid w:val="0085553F"/>
    <w:rsid w:val="008556D6"/>
    <w:rsid w:val="008556D8"/>
    <w:rsid w:val="0085572F"/>
    <w:rsid w:val="00855872"/>
    <w:rsid w:val="0085599A"/>
    <w:rsid w:val="008559BE"/>
    <w:rsid w:val="008559F5"/>
    <w:rsid w:val="00855A36"/>
    <w:rsid w:val="00855AC3"/>
    <w:rsid w:val="00855B3B"/>
    <w:rsid w:val="00855C13"/>
    <w:rsid w:val="00855CC3"/>
    <w:rsid w:val="00855CF1"/>
    <w:rsid w:val="00855F9B"/>
    <w:rsid w:val="008560C9"/>
    <w:rsid w:val="0085614C"/>
    <w:rsid w:val="00856332"/>
    <w:rsid w:val="008563D7"/>
    <w:rsid w:val="0085649D"/>
    <w:rsid w:val="0085655E"/>
    <w:rsid w:val="00856584"/>
    <w:rsid w:val="008565C9"/>
    <w:rsid w:val="00856648"/>
    <w:rsid w:val="00856784"/>
    <w:rsid w:val="00856960"/>
    <w:rsid w:val="00856A61"/>
    <w:rsid w:val="00856C87"/>
    <w:rsid w:val="00856DDC"/>
    <w:rsid w:val="00856F14"/>
    <w:rsid w:val="00856FED"/>
    <w:rsid w:val="00856FFD"/>
    <w:rsid w:val="00857023"/>
    <w:rsid w:val="0085738E"/>
    <w:rsid w:val="00857474"/>
    <w:rsid w:val="0085773F"/>
    <w:rsid w:val="008578CE"/>
    <w:rsid w:val="008579D1"/>
    <w:rsid w:val="00857A44"/>
    <w:rsid w:val="00857A64"/>
    <w:rsid w:val="00857AFE"/>
    <w:rsid w:val="00857B7A"/>
    <w:rsid w:val="00857DD7"/>
    <w:rsid w:val="008601E5"/>
    <w:rsid w:val="008602DD"/>
    <w:rsid w:val="00860AE9"/>
    <w:rsid w:val="00860C03"/>
    <w:rsid w:val="00860DC3"/>
    <w:rsid w:val="00860E28"/>
    <w:rsid w:val="00860F84"/>
    <w:rsid w:val="00861011"/>
    <w:rsid w:val="0086108F"/>
    <w:rsid w:val="0086142F"/>
    <w:rsid w:val="00861494"/>
    <w:rsid w:val="0086149D"/>
    <w:rsid w:val="0086157B"/>
    <w:rsid w:val="00861591"/>
    <w:rsid w:val="008615D6"/>
    <w:rsid w:val="008615EE"/>
    <w:rsid w:val="008615EF"/>
    <w:rsid w:val="00861603"/>
    <w:rsid w:val="00861629"/>
    <w:rsid w:val="00861675"/>
    <w:rsid w:val="0086177E"/>
    <w:rsid w:val="00861940"/>
    <w:rsid w:val="00861ADE"/>
    <w:rsid w:val="00861D64"/>
    <w:rsid w:val="00861DF4"/>
    <w:rsid w:val="00861F0D"/>
    <w:rsid w:val="008622A9"/>
    <w:rsid w:val="0086257E"/>
    <w:rsid w:val="0086268E"/>
    <w:rsid w:val="00862728"/>
    <w:rsid w:val="008628E6"/>
    <w:rsid w:val="00862974"/>
    <w:rsid w:val="00862E8F"/>
    <w:rsid w:val="00862F61"/>
    <w:rsid w:val="00862FBC"/>
    <w:rsid w:val="0086320C"/>
    <w:rsid w:val="00863251"/>
    <w:rsid w:val="0086343A"/>
    <w:rsid w:val="00863453"/>
    <w:rsid w:val="00863525"/>
    <w:rsid w:val="00863542"/>
    <w:rsid w:val="008635B2"/>
    <w:rsid w:val="008635D5"/>
    <w:rsid w:val="008638B3"/>
    <w:rsid w:val="008638C7"/>
    <w:rsid w:val="00863967"/>
    <w:rsid w:val="00863978"/>
    <w:rsid w:val="00863998"/>
    <w:rsid w:val="00863BCD"/>
    <w:rsid w:val="00863D2A"/>
    <w:rsid w:val="00863E17"/>
    <w:rsid w:val="00863F95"/>
    <w:rsid w:val="00864096"/>
    <w:rsid w:val="0086412D"/>
    <w:rsid w:val="00864285"/>
    <w:rsid w:val="00864485"/>
    <w:rsid w:val="0086451B"/>
    <w:rsid w:val="0086487D"/>
    <w:rsid w:val="00864B8F"/>
    <w:rsid w:val="00864E5F"/>
    <w:rsid w:val="00864E9D"/>
    <w:rsid w:val="00864FBD"/>
    <w:rsid w:val="0086518C"/>
    <w:rsid w:val="0086550D"/>
    <w:rsid w:val="0086554D"/>
    <w:rsid w:val="00865584"/>
    <w:rsid w:val="0086559E"/>
    <w:rsid w:val="008655ED"/>
    <w:rsid w:val="0086561F"/>
    <w:rsid w:val="00865625"/>
    <w:rsid w:val="008657E5"/>
    <w:rsid w:val="008657F4"/>
    <w:rsid w:val="00865850"/>
    <w:rsid w:val="00865857"/>
    <w:rsid w:val="0086588C"/>
    <w:rsid w:val="008658C8"/>
    <w:rsid w:val="0086597E"/>
    <w:rsid w:val="00865995"/>
    <w:rsid w:val="00865AC1"/>
    <w:rsid w:val="00865AC7"/>
    <w:rsid w:val="00865BA2"/>
    <w:rsid w:val="00865D10"/>
    <w:rsid w:val="00865DCA"/>
    <w:rsid w:val="00865E1A"/>
    <w:rsid w:val="00865E85"/>
    <w:rsid w:val="00865F4E"/>
    <w:rsid w:val="008660DA"/>
    <w:rsid w:val="00866128"/>
    <w:rsid w:val="0086618C"/>
    <w:rsid w:val="00866208"/>
    <w:rsid w:val="0086646F"/>
    <w:rsid w:val="008664B6"/>
    <w:rsid w:val="008665EC"/>
    <w:rsid w:val="0086682E"/>
    <w:rsid w:val="00866849"/>
    <w:rsid w:val="00866C3B"/>
    <w:rsid w:val="00866F0C"/>
    <w:rsid w:val="00866F74"/>
    <w:rsid w:val="008670B6"/>
    <w:rsid w:val="00867152"/>
    <w:rsid w:val="00867176"/>
    <w:rsid w:val="008671EB"/>
    <w:rsid w:val="00867295"/>
    <w:rsid w:val="00867441"/>
    <w:rsid w:val="0086753E"/>
    <w:rsid w:val="008675A4"/>
    <w:rsid w:val="00867608"/>
    <w:rsid w:val="00867717"/>
    <w:rsid w:val="0086781B"/>
    <w:rsid w:val="0086787C"/>
    <w:rsid w:val="008678AD"/>
    <w:rsid w:val="00867939"/>
    <w:rsid w:val="00867B3E"/>
    <w:rsid w:val="00867C9E"/>
    <w:rsid w:val="00867E85"/>
    <w:rsid w:val="00867E97"/>
    <w:rsid w:val="008702BC"/>
    <w:rsid w:val="00870364"/>
    <w:rsid w:val="00870415"/>
    <w:rsid w:val="0087078B"/>
    <w:rsid w:val="00870B71"/>
    <w:rsid w:val="00870C49"/>
    <w:rsid w:val="00870D5C"/>
    <w:rsid w:val="0087100E"/>
    <w:rsid w:val="0087106F"/>
    <w:rsid w:val="008710D5"/>
    <w:rsid w:val="008714D2"/>
    <w:rsid w:val="0087170E"/>
    <w:rsid w:val="008717FC"/>
    <w:rsid w:val="00871883"/>
    <w:rsid w:val="00871A30"/>
    <w:rsid w:val="00871A86"/>
    <w:rsid w:val="00871AF8"/>
    <w:rsid w:val="00871B97"/>
    <w:rsid w:val="00871C37"/>
    <w:rsid w:val="00871EBD"/>
    <w:rsid w:val="00872008"/>
    <w:rsid w:val="0087202D"/>
    <w:rsid w:val="00872064"/>
    <w:rsid w:val="00872069"/>
    <w:rsid w:val="00872092"/>
    <w:rsid w:val="00872249"/>
    <w:rsid w:val="0087237C"/>
    <w:rsid w:val="00872538"/>
    <w:rsid w:val="0087258B"/>
    <w:rsid w:val="0087267D"/>
    <w:rsid w:val="00872850"/>
    <w:rsid w:val="008728E7"/>
    <w:rsid w:val="00872963"/>
    <w:rsid w:val="00872979"/>
    <w:rsid w:val="00872DAF"/>
    <w:rsid w:val="00872DE4"/>
    <w:rsid w:val="00872E57"/>
    <w:rsid w:val="00872E78"/>
    <w:rsid w:val="00872F15"/>
    <w:rsid w:val="008732F1"/>
    <w:rsid w:val="008733C4"/>
    <w:rsid w:val="00873447"/>
    <w:rsid w:val="0087344B"/>
    <w:rsid w:val="008735AB"/>
    <w:rsid w:val="008735BE"/>
    <w:rsid w:val="008735F8"/>
    <w:rsid w:val="0087374B"/>
    <w:rsid w:val="0087387A"/>
    <w:rsid w:val="008739FF"/>
    <w:rsid w:val="00873AAC"/>
    <w:rsid w:val="00873BCA"/>
    <w:rsid w:val="00873BDA"/>
    <w:rsid w:val="00873D33"/>
    <w:rsid w:val="00873DDE"/>
    <w:rsid w:val="00873E2D"/>
    <w:rsid w:val="00873E5F"/>
    <w:rsid w:val="00874202"/>
    <w:rsid w:val="00874213"/>
    <w:rsid w:val="0087428C"/>
    <w:rsid w:val="0087437A"/>
    <w:rsid w:val="008743B6"/>
    <w:rsid w:val="00874648"/>
    <w:rsid w:val="0087467D"/>
    <w:rsid w:val="008749C5"/>
    <w:rsid w:val="00874D03"/>
    <w:rsid w:val="00874F59"/>
    <w:rsid w:val="0087501E"/>
    <w:rsid w:val="0087504F"/>
    <w:rsid w:val="00875506"/>
    <w:rsid w:val="00875527"/>
    <w:rsid w:val="008756F0"/>
    <w:rsid w:val="008759BE"/>
    <w:rsid w:val="00875ABC"/>
    <w:rsid w:val="00875C5A"/>
    <w:rsid w:val="00875CE2"/>
    <w:rsid w:val="00875D81"/>
    <w:rsid w:val="00875DFE"/>
    <w:rsid w:val="00875FD7"/>
    <w:rsid w:val="0087612E"/>
    <w:rsid w:val="00876183"/>
    <w:rsid w:val="00876196"/>
    <w:rsid w:val="0087630B"/>
    <w:rsid w:val="008763F3"/>
    <w:rsid w:val="008763FA"/>
    <w:rsid w:val="00876412"/>
    <w:rsid w:val="00876442"/>
    <w:rsid w:val="0087662C"/>
    <w:rsid w:val="00876749"/>
    <w:rsid w:val="00876907"/>
    <w:rsid w:val="00876C5D"/>
    <w:rsid w:val="00876E60"/>
    <w:rsid w:val="008773A9"/>
    <w:rsid w:val="00877477"/>
    <w:rsid w:val="008776E6"/>
    <w:rsid w:val="008778E2"/>
    <w:rsid w:val="00877915"/>
    <w:rsid w:val="00877916"/>
    <w:rsid w:val="00877BF3"/>
    <w:rsid w:val="00877D90"/>
    <w:rsid w:val="00877DFC"/>
    <w:rsid w:val="008800F4"/>
    <w:rsid w:val="0088011A"/>
    <w:rsid w:val="008801DE"/>
    <w:rsid w:val="008804EF"/>
    <w:rsid w:val="00880531"/>
    <w:rsid w:val="00880565"/>
    <w:rsid w:val="0088061E"/>
    <w:rsid w:val="00880641"/>
    <w:rsid w:val="0088098D"/>
    <w:rsid w:val="00880A1A"/>
    <w:rsid w:val="00880B19"/>
    <w:rsid w:val="00880B43"/>
    <w:rsid w:val="00880C3C"/>
    <w:rsid w:val="00880D49"/>
    <w:rsid w:val="00880FFF"/>
    <w:rsid w:val="008811B5"/>
    <w:rsid w:val="0088120F"/>
    <w:rsid w:val="0088123A"/>
    <w:rsid w:val="008812B4"/>
    <w:rsid w:val="00881388"/>
    <w:rsid w:val="00881540"/>
    <w:rsid w:val="008817CC"/>
    <w:rsid w:val="00881841"/>
    <w:rsid w:val="0088186B"/>
    <w:rsid w:val="008818AD"/>
    <w:rsid w:val="00881CF5"/>
    <w:rsid w:val="00881CFA"/>
    <w:rsid w:val="00881D06"/>
    <w:rsid w:val="0088209E"/>
    <w:rsid w:val="008822D6"/>
    <w:rsid w:val="00882364"/>
    <w:rsid w:val="0088251B"/>
    <w:rsid w:val="00882699"/>
    <w:rsid w:val="0088276A"/>
    <w:rsid w:val="00882812"/>
    <w:rsid w:val="008828BE"/>
    <w:rsid w:val="0088296C"/>
    <w:rsid w:val="008829B3"/>
    <w:rsid w:val="00882D4B"/>
    <w:rsid w:val="00882E87"/>
    <w:rsid w:val="00882E98"/>
    <w:rsid w:val="008830F4"/>
    <w:rsid w:val="00883124"/>
    <w:rsid w:val="008833C4"/>
    <w:rsid w:val="008838BD"/>
    <w:rsid w:val="008839D6"/>
    <w:rsid w:val="00883AB4"/>
    <w:rsid w:val="00883B45"/>
    <w:rsid w:val="00883CD3"/>
    <w:rsid w:val="00883CEB"/>
    <w:rsid w:val="00883E39"/>
    <w:rsid w:val="00883EFA"/>
    <w:rsid w:val="00884086"/>
    <w:rsid w:val="00884160"/>
    <w:rsid w:val="008841F4"/>
    <w:rsid w:val="008842D2"/>
    <w:rsid w:val="008844FD"/>
    <w:rsid w:val="0088464D"/>
    <w:rsid w:val="00884724"/>
    <w:rsid w:val="0088472A"/>
    <w:rsid w:val="00884797"/>
    <w:rsid w:val="00884798"/>
    <w:rsid w:val="008847A9"/>
    <w:rsid w:val="00884881"/>
    <w:rsid w:val="00884906"/>
    <w:rsid w:val="00884C0B"/>
    <w:rsid w:val="00884E89"/>
    <w:rsid w:val="00884F6F"/>
    <w:rsid w:val="00884FC5"/>
    <w:rsid w:val="00885334"/>
    <w:rsid w:val="00885475"/>
    <w:rsid w:val="0088581E"/>
    <w:rsid w:val="00885964"/>
    <w:rsid w:val="00885A18"/>
    <w:rsid w:val="00885BD0"/>
    <w:rsid w:val="00885BE5"/>
    <w:rsid w:val="00885FA3"/>
    <w:rsid w:val="008862C1"/>
    <w:rsid w:val="008863AA"/>
    <w:rsid w:val="00886406"/>
    <w:rsid w:val="0088649E"/>
    <w:rsid w:val="0088654C"/>
    <w:rsid w:val="00886621"/>
    <w:rsid w:val="008866E6"/>
    <w:rsid w:val="00886A07"/>
    <w:rsid w:val="00886AB7"/>
    <w:rsid w:val="00886ADC"/>
    <w:rsid w:val="00886C9B"/>
    <w:rsid w:val="00886D48"/>
    <w:rsid w:val="00886DD1"/>
    <w:rsid w:val="00886ED6"/>
    <w:rsid w:val="00886F5C"/>
    <w:rsid w:val="00886F70"/>
    <w:rsid w:val="0088720C"/>
    <w:rsid w:val="00887357"/>
    <w:rsid w:val="0088742B"/>
    <w:rsid w:val="00887545"/>
    <w:rsid w:val="00887574"/>
    <w:rsid w:val="008875A3"/>
    <w:rsid w:val="008876E9"/>
    <w:rsid w:val="00887833"/>
    <w:rsid w:val="008879EF"/>
    <w:rsid w:val="00887BFD"/>
    <w:rsid w:val="00887C23"/>
    <w:rsid w:val="00887C99"/>
    <w:rsid w:val="00887D05"/>
    <w:rsid w:val="00887D53"/>
    <w:rsid w:val="00887E42"/>
    <w:rsid w:val="00887FAB"/>
    <w:rsid w:val="00890033"/>
    <w:rsid w:val="0089004B"/>
    <w:rsid w:val="0089025C"/>
    <w:rsid w:val="00890507"/>
    <w:rsid w:val="00890515"/>
    <w:rsid w:val="00890583"/>
    <w:rsid w:val="0089059F"/>
    <w:rsid w:val="008905D3"/>
    <w:rsid w:val="0089084B"/>
    <w:rsid w:val="00890978"/>
    <w:rsid w:val="00890993"/>
    <w:rsid w:val="00890AD6"/>
    <w:rsid w:val="00890BA1"/>
    <w:rsid w:val="00890BB2"/>
    <w:rsid w:val="00890D14"/>
    <w:rsid w:val="00890E20"/>
    <w:rsid w:val="00890F02"/>
    <w:rsid w:val="00890F2A"/>
    <w:rsid w:val="00890F56"/>
    <w:rsid w:val="00890F7C"/>
    <w:rsid w:val="00891352"/>
    <w:rsid w:val="008913CC"/>
    <w:rsid w:val="00891458"/>
    <w:rsid w:val="008916E3"/>
    <w:rsid w:val="0089183E"/>
    <w:rsid w:val="0089199B"/>
    <w:rsid w:val="008919E6"/>
    <w:rsid w:val="00891A3A"/>
    <w:rsid w:val="00891AE5"/>
    <w:rsid w:val="00891BC6"/>
    <w:rsid w:val="00891C7E"/>
    <w:rsid w:val="00891CC4"/>
    <w:rsid w:val="00891D27"/>
    <w:rsid w:val="00891D91"/>
    <w:rsid w:val="00891F93"/>
    <w:rsid w:val="00892000"/>
    <w:rsid w:val="00892019"/>
    <w:rsid w:val="00892022"/>
    <w:rsid w:val="0089203E"/>
    <w:rsid w:val="008924EC"/>
    <w:rsid w:val="008928D1"/>
    <w:rsid w:val="00892964"/>
    <w:rsid w:val="0089296F"/>
    <w:rsid w:val="00892A0B"/>
    <w:rsid w:val="00892ACD"/>
    <w:rsid w:val="00892B0F"/>
    <w:rsid w:val="00892B65"/>
    <w:rsid w:val="00892D1F"/>
    <w:rsid w:val="00893181"/>
    <w:rsid w:val="008932BE"/>
    <w:rsid w:val="008932D5"/>
    <w:rsid w:val="00893317"/>
    <w:rsid w:val="00893325"/>
    <w:rsid w:val="00893373"/>
    <w:rsid w:val="008937F2"/>
    <w:rsid w:val="00893849"/>
    <w:rsid w:val="00893944"/>
    <w:rsid w:val="00893A18"/>
    <w:rsid w:val="00893C73"/>
    <w:rsid w:val="00893EAD"/>
    <w:rsid w:val="008942C4"/>
    <w:rsid w:val="00894317"/>
    <w:rsid w:val="0089438D"/>
    <w:rsid w:val="0089451C"/>
    <w:rsid w:val="0089478D"/>
    <w:rsid w:val="00894A08"/>
    <w:rsid w:val="00894AB6"/>
    <w:rsid w:val="00894B49"/>
    <w:rsid w:val="00894B7F"/>
    <w:rsid w:val="00894BF1"/>
    <w:rsid w:val="00894C4D"/>
    <w:rsid w:val="00894F48"/>
    <w:rsid w:val="00894FAC"/>
    <w:rsid w:val="00894FFF"/>
    <w:rsid w:val="008950FD"/>
    <w:rsid w:val="00895118"/>
    <w:rsid w:val="008952E1"/>
    <w:rsid w:val="008953BE"/>
    <w:rsid w:val="00895502"/>
    <w:rsid w:val="0089557E"/>
    <w:rsid w:val="008956F2"/>
    <w:rsid w:val="00895802"/>
    <w:rsid w:val="008958EE"/>
    <w:rsid w:val="00895B11"/>
    <w:rsid w:val="00895C71"/>
    <w:rsid w:val="00895E84"/>
    <w:rsid w:val="0089603B"/>
    <w:rsid w:val="0089605E"/>
    <w:rsid w:val="00896350"/>
    <w:rsid w:val="00896598"/>
    <w:rsid w:val="0089669C"/>
    <w:rsid w:val="0089690A"/>
    <w:rsid w:val="00896DF8"/>
    <w:rsid w:val="00896E55"/>
    <w:rsid w:val="00897044"/>
    <w:rsid w:val="008970AE"/>
    <w:rsid w:val="008971A1"/>
    <w:rsid w:val="008971B3"/>
    <w:rsid w:val="008971E3"/>
    <w:rsid w:val="008972D3"/>
    <w:rsid w:val="00897524"/>
    <w:rsid w:val="008975EC"/>
    <w:rsid w:val="00897649"/>
    <w:rsid w:val="0089796C"/>
    <w:rsid w:val="008979E0"/>
    <w:rsid w:val="00897A07"/>
    <w:rsid w:val="00897BBA"/>
    <w:rsid w:val="00897CDB"/>
    <w:rsid w:val="00897DEC"/>
    <w:rsid w:val="00897E89"/>
    <w:rsid w:val="00897F27"/>
    <w:rsid w:val="00897F85"/>
    <w:rsid w:val="00897FE2"/>
    <w:rsid w:val="008A0004"/>
    <w:rsid w:val="008A0196"/>
    <w:rsid w:val="008A026F"/>
    <w:rsid w:val="008A0334"/>
    <w:rsid w:val="008A059B"/>
    <w:rsid w:val="008A0672"/>
    <w:rsid w:val="008A0769"/>
    <w:rsid w:val="008A07AF"/>
    <w:rsid w:val="008A0BD5"/>
    <w:rsid w:val="008A0BDF"/>
    <w:rsid w:val="008A0BF5"/>
    <w:rsid w:val="008A0C1A"/>
    <w:rsid w:val="008A0C2E"/>
    <w:rsid w:val="008A0CBF"/>
    <w:rsid w:val="008A0D29"/>
    <w:rsid w:val="008A0D2C"/>
    <w:rsid w:val="008A0D52"/>
    <w:rsid w:val="008A0E5D"/>
    <w:rsid w:val="008A0EE2"/>
    <w:rsid w:val="008A0F9B"/>
    <w:rsid w:val="008A0FDD"/>
    <w:rsid w:val="008A12AD"/>
    <w:rsid w:val="008A1457"/>
    <w:rsid w:val="008A14FF"/>
    <w:rsid w:val="008A15B0"/>
    <w:rsid w:val="008A15E1"/>
    <w:rsid w:val="008A1875"/>
    <w:rsid w:val="008A1A83"/>
    <w:rsid w:val="008A1C1B"/>
    <w:rsid w:val="008A1DB1"/>
    <w:rsid w:val="008A1E1A"/>
    <w:rsid w:val="008A1EB9"/>
    <w:rsid w:val="008A1FAC"/>
    <w:rsid w:val="008A201A"/>
    <w:rsid w:val="008A20EE"/>
    <w:rsid w:val="008A20FD"/>
    <w:rsid w:val="008A21F5"/>
    <w:rsid w:val="008A242E"/>
    <w:rsid w:val="008A24BD"/>
    <w:rsid w:val="008A258C"/>
    <w:rsid w:val="008A2756"/>
    <w:rsid w:val="008A277D"/>
    <w:rsid w:val="008A27D2"/>
    <w:rsid w:val="008A2802"/>
    <w:rsid w:val="008A2978"/>
    <w:rsid w:val="008A2BDD"/>
    <w:rsid w:val="008A2DFC"/>
    <w:rsid w:val="008A301A"/>
    <w:rsid w:val="008A3167"/>
    <w:rsid w:val="008A31A9"/>
    <w:rsid w:val="008A32F6"/>
    <w:rsid w:val="008A3349"/>
    <w:rsid w:val="008A35AD"/>
    <w:rsid w:val="008A3787"/>
    <w:rsid w:val="008A37ED"/>
    <w:rsid w:val="008A381F"/>
    <w:rsid w:val="008A3A2F"/>
    <w:rsid w:val="008A3A80"/>
    <w:rsid w:val="008A3ACB"/>
    <w:rsid w:val="008A3ADA"/>
    <w:rsid w:val="008A3C29"/>
    <w:rsid w:val="008A3D5D"/>
    <w:rsid w:val="008A3E7C"/>
    <w:rsid w:val="008A3EAF"/>
    <w:rsid w:val="008A3F5A"/>
    <w:rsid w:val="008A41A6"/>
    <w:rsid w:val="008A424A"/>
    <w:rsid w:val="008A42D0"/>
    <w:rsid w:val="008A42EC"/>
    <w:rsid w:val="008A42F3"/>
    <w:rsid w:val="008A4408"/>
    <w:rsid w:val="008A449C"/>
    <w:rsid w:val="008A4644"/>
    <w:rsid w:val="008A4709"/>
    <w:rsid w:val="008A48B3"/>
    <w:rsid w:val="008A4B0C"/>
    <w:rsid w:val="008A4C2C"/>
    <w:rsid w:val="008A4C9C"/>
    <w:rsid w:val="008A4CEE"/>
    <w:rsid w:val="008A4FED"/>
    <w:rsid w:val="008A506D"/>
    <w:rsid w:val="008A50B0"/>
    <w:rsid w:val="008A510D"/>
    <w:rsid w:val="008A5254"/>
    <w:rsid w:val="008A52F1"/>
    <w:rsid w:val="008A56BA"/>
    <w:rsid w:val="008A57CC"/>
    <w:rsid w:val="008A582D"/>
    <w:rsid w:val="008A58AA"/>
    <w:rsid w:val="008A59C1"/>
    <w:rsid w:val="008A5A61"/>
    <w:rsid w:val="008A5BCF"/>
    <w:rsid w:val="008A5DCA"/>
    <w:rsid w:val="008A5E6B"/>
    <w:rsid w:val="008A60C0"/>
    <w:rsid w:val="008A614A"/>
    <w:rsid w:val="008A62D9"/>
    <w:rsid w:val="008A64C6"/>
    <w:rsid w:val="008A6524"/>
    <w:rsid w:val="008A657A"/>
    <w:rsid w:val="008A667C"/>
    <w:rsid w:val="008A6705"/>
    <w:rsid w:val="008A677B"/>
    <w:rsid w:val="008A686E"/>
    <w:rsid w:val="008A696E"/>
    <w:rsid w:val="008A6C37"/>
    <w:rsid w:val="008A6CC7"/>
    <w:rsid w:val="008A7082"/>
    <w:rsid w:val="008A716D"/>
    <w:rsid w:val="008A7177"/>
    <w:rsid w:val="008A74FF"/>
    <w:rsid w:val="008A7606"/>
    <w:rsid w:val="008A7702"/>
    <w:rsid w:val="008A7785"/>
    <w:rsid w:val="008A77F6"/>
    <w:rsid w:val="008A7894"/>
    <w:rsid w:val="008A7914"/>
    <w:rsid w:val="008A7A04"/>
    <w:rsid w:val="008A7A69"/>
    <w:rsid w:val="008A7AAA"/>
    <w:rsid w:val="008A7C45"/>
    <w:rsid w:val="008A7C46"/>
    <w:rsid w:val="008A7EAB"/>
    <w:rsid w:val="008A7F26"/>
    <w:rsid w:val="008B01E9"/>
    <w:rsid w:val="008B03B8"/>
    <w:rsid w:val="008B03C0"/>
    <w:rsid w:val="008B0722"/>
    <w:rsid w:val="008B090E"/>
    <w:rsid w:val="008B0A50"/>
    <w:rsid w:val="008B0B20"/>
    <w:rsid w:val="008B0C0A"/>
    <w:rsid w:val="008B0CA0"/>
    <w:rsid w:val="008B0CCB"/>
    <w:rsid w:val="008B0CDF"/>
    <w:rsid w:val="008B0D2C"/>
    <w:rsid w:val="008B0DE8"/>
    <w:rsid w:val="008B0F27"/>
    <w:rsid w:val="008B1077"/>
    <w:rsid w:val="008B131A"/>
    <w:rsid w:val="008B14FD"/>
    <w:rsid w:val="008B170F"/>
    <w:rsid w:val="008B173E"/>
    <w:rsid w:val="008B1766"/>
    <w:rsid w:val="008B196A"/>
    <w:rsid w:val="008B199F"/>
    <w:rsid w:val="008B1AEE"/>
    <w:rsid w:val="008B1B25"/>
    <w:rsid w:val="008B1B91"/>
    <w:rsid w:val="008B1BA9"/>
    <w:rsid w:val="008B1D64"/>
    <w:rsid w:val="008B1F6D"/>
    <w:rsid w:val="008B1F9D"/>
    <w:rsid w:val="008B216F"/>
    <w:rsid w:val="008B2351"/>
    <w:rsid w:val="008B2374"/>
    <w:rsid w:val="008B2380"/>
    <w:rsid w:val="008B23FB"/>
    <w:rsid w:val="008B248F"/>
    <w:rsid w:val="008B24BB"/>
    <w:rsid w:val="008B2858"/>
    <w:rsid w:val="008B288F"/>
    <w:rsid w:val="008B2B75"/>
    <w:rsid w:val="008B2D6F"/>
    <w:rsid w:val="008B30F9"/>
    <w:rsid w:val="008B334C"/>
    <w:rsid w:val="008B34EE"/>
    <w:rsid w:val="008B38E3"/>
    <w:rsid w:val="008B38E9"/>
    <w:rsid w:val="008B3A00"/>
    <w:rsid w:val="008B3A9A"/>
    <w:rsid w:val="008B3B11"/>
    <w:rsid w:val="008B3D3D"/>
    <w:rsid w:val="008B3DC7"/>
    <w:rsid w:val="008B3ED8"/>
    <w:rsid w:val="008B3F93"/>
    <w:rsid w:val="008B40D8"/>
    <w:rsid w:val="008B41F8"/>
    <w:rsid w:val="008B4272"/>
    <w:rsid w:val="008B43C9"/>
    <w:rsid w:val="008B43E8"/>
    <w:rsid w:val="008B448A"/>
    <w:rsid w:val="008B44CE"/>
    <w:rsid w:val="008B46F9"/>
    <w:rsid w:val="008B4902"/>
    <w:rsid w:val="008B4A18"/>
    <w:rsid w:val="008B4BDD"/>
    <w:rsid w:val="008B4C81"/>
    <w:rsid w:val="008B4D17"/>
    <w:rsid w:val="008B4D47"/>
    <w:rsid w:val="008B4E95"/>
    <w:rsid w:val="008B4EFB"/>
    <w:rsid w:val="008B4F9C"/>
    <w:rsid w:val="008B5373"/>
    <w:rsid w:val="008B541A"/>
    <w:rsid w:val="008B565D"/>
    <w:rsid w:val="008B566A"/>
    <w:rsid w:val="008B5892"/>
    <w:rsid w:val="008B5BF1"/>
    <w:rsid w:val="008B5C7C"/>
    <w:rsid w:val="008B5C89"/>
    <w:rsid w:val="008B5D3E"/>
    <w:rsid w:val="008B5D56"/>
    <w:rsid w:val="008B5FBD"/>
    <w:rsid w:val="008B603A"/>
    <w:rsid w:val="008B61E1"/>
    <w:rsid w:val="008B6356"/>
    <w:rsid w:val="008B6379"/>
    <w:rsid w:val="008B641B"/>
    <w:rsid w:val="008B653A"/>
    <w:rsid w:val="008B672B"/>
    <w:rsid w:val="008B677F"/>
    <w:rsid w:val="008B6946"/>
    <w:rsid w:val="008B695F"/>
    <w:rsid w:val="008B6989"/>
    <w:rsid w:val="008B6A37"/>
    <w:rsid w:val="008B6A89"/>
    <w:rsid w:val="008B6B3B"/>
    <w:rsid w:val="008B6B74"/>
    <w:rsid w:val="008B6D3D"/>
    <w:rsid w:val="008B6DED"/>
    <w:rsid w:val="008B6EEE"/>
    <w:rsid w:val="008B7011"/>
    <w:rsid w:val="008B7036"/>
    <w:rsid w:val="008B7045"/>
    <w:rsid w:val="008B72C4"/>
    <w:rsid w:val="008B72D3"/>
    <w:rsid w:val="008B7325"/>
    <w:rsid w:val="008B7520"/>
    <w:rsid w:val="008B768F"/>
    <w:rsid w:val="008B7744"/>
    <w:rsid w:val="008B780E"/>
    <w:rsid w:val="008B7874"/>
    <w:rsid w:val="008B7878"/>
    <w:rsid w:val="008B78B5"/>
    <w:rsid w:val="008B7A00"/>
    <w:rsid w:val="008B7B78"/>
    <w:rsid w:val="008B7B91"/>
    <w:rsid w:val="008B7C17"/>
    <w:rsid w:val="008B7E3F"/>
    <w:rsid w:val="008B7FF5"/>
    <w:rsid w:val="008C00BD"/>
    <w:rsid w:val="008C011C"/>
    <w:rsid w:val="008C0282"/>
    <w:rsid w:val="008C0361"/>
    <w:rsid w:val="008C0606"/>
    <w:rsid w:val="008C06EA"/>
    <w:rsid w:val="008C09F9"/>
    <w:rsid w:val="008C0A13"/>
    <w:rsid w:val="008C0AFC"/>
    <w:rsid w:val="008C0C8E"/>
    <w:rsid w:val="008C0C9F"/>
    <w:rsid w:val="008C0CB4"/>
    <w:rsid w:val="008C0D09"/>
    <w:rsid w:val="008C0D61"/>
    <w:rsid w:val="008C10F0"/>
    <w:rsid w:val="008C11E6"/>
    <w:rsid w:val="008C16F9"/>
    <w:rsid w:val="008C1712"/>
    <w:rsid w:val="008C17CD"/>
    <w:rsid w:val="008C1874"/>
    <w:rsid w:val="008C1894"/>
    <w:rsid w:val="008C1A2C"/>
    <w:rsid w:val="008C1AB4"/>
    <w:rsid w:val="008C1BAE"/>
    <w:rsid w:val="008C1F33"/>
    <w:rsid w:val="008C21C9"/>
    <w:rsid w:val="008C227D"/>
    <w:rsid w:val="008C2320"/>
    <w:rsid w:val="008C235F"/>
    <w:rsid w:val="008C2376"/>
    <w:rsid w:val="008C23C4"/>
    <w:rsid w:val="008C267C"/>
    <w:rsid w:val="008C2681"/>
    <w:rsid w:val="008C269E"/>
    <w:rsid w:val="008C26B0"/>
    <w:rsid w:val="008C2C1A"/>
    <w:rsid w:val="008C2F29"/>
    <w:rsid w:val="008C319E"/>
    <w:rsid w:val="008C3211"/>
    <w:rsid w:val="008C3298"/>
    <w:rsid w:val="008C3369"/>
    <w:rsid w:val="008C359A"/>
    <w:rsid w:val="008C35D0"/>
    <w:rsid w:val="008C36D0"/>
    <w:rsid w:val="008C36E6"/>
    <w:rsid w:val="008C3727"/>
    <w:rsid w:val="008C37B4"/>
    <w:rsid w:val="008C380D"/>
    <w:rsid w:val="008C382D"/>
    <w:rsid w:val="008C391C"/>
    <w:rsid w:val="008C3B45"/>
    <w:rsid w:val="008C3B57"/>
    <w:rsid w:val="008C3B82"/>
    <w:rsid w:val="008C3B8B"/>
    <w:rsid w:val="008C3C1F"/>
    <w:rsid w:val="008C3E0A"/>
    <w:rsid w:val="008C3E2B"/>
    <w:rsid w:val="008C3E3F"/>
    <w:rsid w:val="008C3E6F"/>
    <w:rsid w:val="008C4234"/>
    <w:rsid w:val="008C43FD"/>
    <w:rsid w:val="008C451F"/>
    <w:rsid w:val="008C45AD"/>
    <w:rsid w:val="008C4686"/>
    <w:rsid w:val="008C472D"/>
    <w:rsid w:val="008C48B4"/>
    <w:rsid w:val="008C4A7E"/>
    <w:rsid w:val="008C4A9D"/>
    <w:rsid w:val="008C4D02"/>
    <w:rsid w:val="008C4FE6"/>
    <w:rsid w:val="008C5172"/>
    <w:rsid w:val="008C51EA"/>
    <w:rsid w:val="008C5323"/>
    <w:rsid w:val="008C5497"/>
    <w:rsid w:val="008C561E"/>
    <w:rsid w:val="008C568A"/>
    <w:rsid w:val="008C58FE"/>
    <w:rsid w:val="008C5C6E"/>
    <w:rsid w:val="008C5D64"/>
    <w:rsid w:val="008C5F49"/>
    <w:rsid w:val="008C6038"/>
    <w:rsid w:val="008C6280"/>
    <w:rsid w:val="008C62BB"/>
    <w:rsid w:val="008C63BB"/>
    <w:rsid w:val="008C63C9"/>
    <w:rsid w:val="008C6588"/>
    <w:rsid w:val="008C65D7"/>
    <w:rsid w:val="008C66D0"/>
    <w:rsid w:val="008C67A7"/>
    <w:rsid w:val="008C6894"/>
    <w:rsid w:val="008C69A3"/>
    <w:rsid w:val="008C6A08"/>
    <w:rsid w:val="008C6AC6"/>
    <w:rsid w:val="008C6CF9"/>
    <w:rsid w:val="008C6D01"/>
    <w:rsid w:val="008C6D9C"/>
    <w:rsid w:val="008C6F36"/>
    <w:rsid w:val="008C6F41"/>
    <w:rsid w:val="008C71B5"/>
    <w:rsid w:val="008C723C"/>
    <w:rsid w:val="008C742B"/>
    <w:rsid w:val="008C75A4"/>
    <w:rsid w:val="008C75C9"/>
    <w:rsid w:val="008C76A8"/>
    <w:rsid w:val="008C771B"/>
    <w:rsid w:val="008C7720"/>
    <w:rsid w:val="008C7AD1"/>
    <w:rsid w:val="008C7AF8"/>
    <w:rsid w:val="008C7C58"/>
    <w:rsid w:val="008C7E63"/>
    <w:rsid w:val="008C7F24"/>
    <w:rsid w:val="008C7F51"/>
    <w:rsid w:val="008D0237"/>
    <w:rsid w:val="008D0463"/>
    <w:rsid w:val="008D04DA"/>
    <w:rsid w:val="008D05F3"/>
    <w:rsid w:val="008D076E"/>
    <w:rsid w:val="008D078A"/>
    <w:rsid w:val="008D078E"/>
    <w:rsid w:val="008D08BB"/>
    <w:rsid w:val="008D0926"/>
    <w:rsid w:val="008D09A2"/>
    <w:rsid w:val="008D0B83"/>
    <w:rsid w:val="008D0C58"/>
    <w:rsid w:val="008D0CFE"/>
    <w:rsid w:val="008D0DAC"/>
    <w:rsid w:val="008D0FE8"/>
    <w:rsid w:val="008D102D"/>
    <w:rsid w:val="008D10C7"/>
    <w:rsid w:val="008D1169"/>
    <w:rsid w:val="008D1330"/>
    <w:rsid w:val="008D133E"/>
    <w:rsid w:val="008D1360"/>
    <w:rsid w:val="008D1451"/>
    <w:rsid w:val="008D1514"/>
    <w:rsid w:val="008D156A"/>
    <w:rsid w:val="008D15EA"/>
    <w:rsid w:val="008D15F2"/>
    <w:rsid w:val="008D160F"/>
    <w:rsid w:val="008D1BE6"/>
    <w:rsid w:val="008D1C1E"/>
    <w:rsid w:val="008D1E41"/>
    <w:rsid w:val="008D1ED8"/>
    <w:rsid w:val="008D1F2A"/>
    <w:rsid w:val="008D1F79"/>
    <w:rsid w:val="008D1F83"/>
    <w:rsid w:val="008D2256"/>
    <w:rsid w:val="008D245F"/>
    <w:rsid w:val="008D261E"/>
    <w:rsid w:val="008D2666"/>
    <w:rsid w:val="008D2729"/>
    <w:rsid w:val="008D283F"/>
    <w:rsid w:val="008D284F"/>
    <w:rsid w:val="008D2AEB"/>
    <w:rsid w:val="008D2B0E"/>
    <w:rsid w:val="008D2B92"/>
    <w:rsid w:val="008D2E0E"/>
    <w:rsid w:val="008D2FB9"/>
    <w:rsid w:val="008D311B"/>
    <w:rsid w:val="008D3427"/>
    <w:rsid w:val="008D3456"/>
    <w:rsid w:val="008D348F"/>
    <w:rsid w:val="008D35AB"/>
    <w:rsid w:val="008D3852"/>
    <w:rsid w:val="008D38FF"/>
    <w:rsid w:val="008D3A3D"/>
    <w:rsid w:val="008D3ABE"/>
    <w:rsid w:val="008D3B74"/>
    <w:rsid w:val="008D3C0D"/>
    <w:rsid w:val="008D3DCF"/>
    <w:rsid w:val="008D3DF8"/>
    <w:rsid w:val="008D3E3E"/>
    <w:rsid w:val="008D3F45"/>
    <w:rsid w:val="008D3FB0"/>
    <w:rsid w:val="008D419C"/>
    <w:rsid w:val="008D41B7"/>
    <w:rsid w:val="008D42B5"/>
    <w:rsid w:val="008D4424"/>
    <w:rsid w:val="008D447E"/>
    <w:rsid w:val="008D4559"/>
    <w:rsid w:val="008D45FD"/>
    <w:rsid w:val="008D4685"/>
    <w:rsid w:val="008D4725"/>
    <w:rsid w:val="008D47AF"/>
    <w:rsid w:val="008D47E1"/>
    <w:rsid w:val="008D49C0"/>
    <w:rsid w:val="008D4AC9"/>
    <w:rsid w:val="008D4B9D"/>
    <w:rsid w:val="008D4C4E"/>
    <w:rsid w:val="008D4CCA"/>
    <w:rsid w:val="008D4D33"/>
    <w:rsid w:val="008D4DE4"/>
    <w:rsid w:val="008D5031"/>
    <w:rsid w:val="008D5094"/>
    <w:rsid w:val="008D50B7"/>
    <w:rsid w:val="008D51A1"/>
    <w:rsid w:val="008D5374"/>
    <w:rsid w:val="008D5392"/>
    <w:rsid w:val="008D5859"/>
    <w:rsid w:val="008D59C6"/>
    <w:rsid w:val="008D5B9D"/>
    <w:rsid w:val="008D5BC6"/>
    <w:rsid w:val="008D5DCA"/>
    <w:rsid w:val="008D5FE7"/>
    <w:rsid w:val="008D60D6"/>
    <w:rsid w:val="008D6158"/>
    <w:rsid w:val="008D639C"/>
    <w:rsid w:val="008D63A3"/>
    <w:rsid w:val="008D63D4"/>
    <w:rsid w:val="008D63EF"/>
    <w:rsid w:val="008D650E"/>
    <w:rsid w:val="008D66EE"/>
    <w:rsid w:val="008D69B3"/>
    <w:rsid w:val="008D6D99"/>
    <w:rsid w:val="008D6EEC"/>
    <w:rsid w:val="008D6F46"/>
    <w:rsid w:val="008D6F68"/>
    <w:rsid w:val="008D6F82"/>
    <w:rsid w:val="008D6F96"/>
    <w:rsid w:val="008D718F"/>
    <w:rsid w:val="008D72AD"/>
    <w:rsid w:val="008D73A0"/>
    <w:rsid w:val="008D7447"/>
    <w:rsid w:val="008D7469"/>
    <w:rsid w:val="008D7811"/>
    <w:rsid w:val="008D793E"/>
    <w:rsid w:val="008D7A4C"/>
    <w:rsid w:val="008D7C7C"/>
    <w:rsid w:val="008D7E5A"/>
    <w:rsid w:val="008E012A"/>
    <w:rsid w:val="008E02A2"/>
    <w:rsid w:val="008E034F"/>
    <w:rsid w:val="008E03AA"/>
    <w:rsid w:val="008E03AE"/>
    <w:rsid w:val="008E046E"/>
    <w:rsid w:val="008E057E"/>
    <w:rsid w:val="008E06A6"/>
    <w:rsid w:val="008E096C"/>
    <w:rsid w:val="008E0A10"/>
    <w:rsid w:val="008E0B3E"/>
    <w:rsid w:val="008E0C32"/>
    <w:rsid w:val="008E0C45"/>
    <w:rsid w:val="008E0CC1"/>
    <w:rsid w:val="008E0D4F"/>
    <w:rsid w:val="008E0D76"/>
    <w:rsid w:val="008E0DAB"/>
    <w:rsid w:val="008E0DEE"/>
    <w:rsid w:val="008E0E06"/>
    <w:rsid w:val="008E0E23"/>
    <w:rsid w:val="008E0EC2"/>
    <w:rsid w:val="008E0F6F"/>
    <w:rsid w:val="008E0FB4"/>
    <w:rsid w:val="008E1000"/>
    <w:rsid w:val="008E100B"/>
    <w:rsid w:val="008E12D4"/>
    <w:rsid w:val="008E134E"/>
    <w:rsid w:val="008E1488"/>
    <w:rsid w:val="008E15E4"/>
    <w:rsid w:val="008E171F"/>
    <w:rsid w:val="008E1723"/>
    <w:rsid w:val="008E17E7"/>
    <w:rsid w:val="008E186B"/>
    <w:rsid w:val="008E1880"/>
    <w:rsid w:val="008E18CA"/>
    <w:rsid w:val="008E1BA1"/>
    <w:rsid w:val="008E1C16"/>
    <w:rsid w:val="008E1C1C"/>
    <w:rsid w:val="008E1C54"/>
    <w:rsid w:val="008E1CF4"/>
    <w:rsid w:val="008E1E91"/>
    <w:rsid w:val="008E1F09"/>
    <w:rsid w:val="008E2061"/>
    <w:rsid w:val="008E2311"/>
    <w:rsid w:val="008E23AD"/>
    <w:rsid w:val="008E2401"/>
    <w:rsid w:val="008E245C"/>
    <w:rsid w:val="008E24E8"/>
    <w:rsid w:val="008E25E7"/>
    <w:rsid w:val="008E2707"/>
    <w:rsid w:val="008E271C"/>
    <w:rsid w:val="008E280E"/>
    <w:rsid w:val="008E29DC"/>
    <w:rsid w:val="008E2A4A"/>
    <w:rsid w:val="008E2BD6"/>
    <w:rsid w:val="008E2C36"/>
    <w:rsid w:val="008E2C77"/>
    <w:rsid w:val="008E2D9C"/>
    <w:rsid w:val="008E2FCB"/>
    <w:rsid w:val="008E3291"/>
    <w:rsid w:val="008E3345"/>
    <w:rsid w:val="008E34E7"/>
    <w:rsid w:val="008E3569"/>
    <w:rsid w:val="008E383E"/>
    <w:rsid w:val="008E3BC4"/>
    <w:rsid w:val="008E3C14"/>
    <w:rsid w:val="008E3C5B"/>
    <w:rsid w:val="008E3DCD"/>
    <w:rsid w:val="008E3DF9"/>
    <w:rsid w:val="008E3E0C"/>
    <w:rsid w:val="008E3E60"/>
    <w:rsid w:val="008E3F9D"/>
    <w:rsid w:val="008E424E"/>
    <w:rsid w:val="008E42B7"/>
    <w:rsid w:val="008E4312"/>
    <w:rsid w:val="008E451A"/>
    <w:rsid w:val="008E4593"/>
    <w:rsid w:val="008E4756"/>
    <w:rsid w:val="008E493B"/>
    <w:rsid w:val="008E4B5E"/>
    <w:rsid w:val="008E4C39"/>
    <w:rsid w:val="008E4C9E"/>
    <w:rsid w:val="008E4CF7"/>
    <w:rsid w:val="008E4D06"/>
    <w:rsid w:val="008E4D42"/>
    <w:rsid w:val="008E4DB5"/>
    <w:rsid w:val="008E509A"/>
    <w:rsid w:val="008E5112"/>
    <w:rsid w:val="008E51CB"/>
    <w:rsid w:val="008E52C4"/>
    <w:rsid w:val="008E52C7"/>
    <w:rsid w:val="008E559F"/>
    <w:rsid w:val="008E56DE"/>
    <w:rsid w:val="008E5799"/>
    <w:rsid w:val="008E57A9"/>
    <w:rsid w:val="008E58A0"/>
    <w:rsid w:val="008E5AA2"/>
    <w:rsid w:val="008E5ACC"/>
    <w:rsid w:val="008E5AFA"/>
    <w:rsid w:val="008E5B25"/>
    <w:rsid w:val="008E5B39"/>
    <w:rsid w:val="008E5B89"/>
    <w:rsid w:val="008E5BB2"/>
    <w:rsid w:val="008E5CA4"/>
    <w:rsid w:val="008E5FD6"/>
    <w:rsid w:val="008E60AC"/>
    <w:rsid w:val="008E61A3"/>
    <w:rsid w:val="008E621A"/>
    <w:rsid w:val="008E62E6"/>
    <w:rsid w:val="008E635C"/>
    <w:rsid w:val="008E64E5"/>
    <w:rsid w:val="008E653C"/>
    <w:rsid w:val="008E65A4"/>
    <w:rsid w:val="008E66E8"/>
    <w:rsid w:val="008E6721"/>
    <w:rsid w:val="008E6A25"/>
    <w:rsid w:val="008E6A37"/>
    <w:rsid w:val="008E71F1"/>
    <w:rsid w:val="008E76C9"/>
    <w:rsid w:val="008E778C"/>
    <w:rsid w:val="008E7885"/>
    <w:rsid w:val="008E7AFF"/>
    <w:rsid w:val="008E7B54"/>
    <w:rsid w:val="008E7FA0"/>
    <w:rsid w:val="008F004C"/>
    <w:rsid w:val="008F0112"/>
    <w:rsid w:val="008F0118"/>
    <w:rsid w:val="008F01FE"/>
    <w:rsid w:val="008F0200"/>
    <w:rsid w:val="008F0350"/>
    <w:rsid w:val="008F03C3"/>
    <w:rsid w:val="008F046A"/>
    <w:rsid w:val="008F04F6"/>
    <w:rsid w:val="008F0627"/>
    <w:rsid w:val="008F07E5"/>
    <w:rsid w:val="008F0883"/>
    <w:rsid w:val="008F0938"/>
    <w:rsid w:val="008F09D3"/>
    <w:rsid w:val="008F0AD8"/>
    <w:rsid w:val="008F0CDD"/>
    <w:rsid w:val="008F0EDD"/>
    <w:rsid w:val="008F188B"/>
    <w:rsid w:val="008F1A8C"/>
    <w:rsid w:val="008F1ADB"/>
    <w:rsid w:val="008F1C91"/>
    <w:rsid w:val="008F1D4E"/>
    <w:rsid w:val="008F1DB6"/>
    <w:rsid w:val="008F1E0D"/>
    <w:rsid w:val="008F20F4"/>
    <w:rsid w:val="008F21AA"/>
    <w:rsid w:val="008F227B"/>
    <w:rsid w:val="008F2448"/>
    <w:rsid w:val="008F259B"/>
    <w:rsid w:val="008F274B"/>
    <w:rsid w:val="008F27D2"/>
    <w:rsid w:val="008F27D9"/>
    <w:rsid w:val="008F285C"/>
    <w:rsid w:val="008F29A0"/>
    <w:rsid w:val="008F2AAD"/>
    <w:rsid w:val="008F2C2C"/>
    <w:rsid w:val="008F2C45"/>
    <w:rsid w:val="008F2E31"/>
    <w:rsid w:val="008F2E63"/>
    <w:rsid w:val="008F3516"/>
    <w:rsid w:val="008F3578"/>
    <w:rsid w:val="008F385E"/>
    <w:rsid w:val="008F38BB"/>
    <w:rsid w:val="008F391E"/>
    <w:rsid w:val="008F39BD"/>
    <w:rsid w:val="008F39BF"/>
    <w:rsid w:val="008F3A6C"/>
    <w:rsid w:val="008F3B9F"/>
    <w:rsid w:val="008F3BE8"/>
    <w:rsid w:val="008F3D00"/>
    <w:rsid w:val="008F3D30"/>
    <w:rsid w:val="008F3E42"/>
    <w:rsid w:val="008F3ECB"/>
    <w:rsid w:val="008F3FA9"/>
    <w:rsid w:val="008F40BE"/>
    <w:rsid w:val="008F40DF"/>
    <w:rsid w:val="008F4406"/>
    <w:rsid w:val="008F4415"/>
    <w:rsid w:val="008F4475"/>
    <w:rsid w:val="008F448B"/>
    <w:rsid w:val="008F4813"/>
    <w:rsid w:val="008F48CF"/>
    <w:rsid w:val="008F492B"/>
    <w:rsid w:val="008F4BF6"/>
    <w:rsid w:val="008F4D1C"/>
    <w:rsid w:val="008F4F19"/>
    <w:rsid w:val="008F4FEF"/>
    <w:rsid w:val="008F5086"/>
    <w:rsid w:val="008F5153"/>
    <w:rsid w:val="008F5165"/>
    <w:rsid w:val="008F5226"/>
    <w:rsid w:val="008F534E"/>
    <w:rsid w:val="008F542E"/>
    <w:rsid w:val="008F5627"/>
    <w:rsid w:val="008F56E6"/>
    <w:rsid w:val="008F58A1"/>
    <w:rsid w:val="008F59B0"/>
    <w:rsid w:val="008F5A15"/>
    <w:rsid w:val="008F5A3C"/>
    <w:rsid w:val="008F5A51"/>
    <w:rsid w:val="008F5A78"/>
    <w:rsid w:val="008F5B03"/>
    <w:rsid w:val="008F5B57"/>
    <w:rsid w:val="008F5B89"/>
    <w:rsid w:val="008F5D40"/>
    <w:rsid w:val="008F5DA4"/>
    <w:rsid w:val="008F5E55"/>
    <w:rsid w:val="008F5ED2"/>
    <w:rsid w:val="008F5FCE"/>
    <w:rsid w:val="008F60EC"/>
    <w:rsid w:val="008F6157"/>
    <w:rsid w:val="008F6195"/>
    <w:rsid w:val="008F64BC"/>
    <w:rsid w:val="008F64C7"/>
    <w:rsid w:val="008F65C2"/>
    <w:rsid w:val="008F687D"/>
    <w:rsid w:val="008F6A11"/>
    <w:rsid w:val="008F6A6C"/>
    <w:rsid w:val="008F6ABC"/>
    <w:rsid w:val="008F6B66"/>
    <w:rsid w:val="008F6D34"/>
    <w:rsid w:val="008F6E3D"/>
    <w:rsid w:val="008F7020"/>
    <w:rsid w:val="008F71D7"/>
    <w:rsid w:val="008F7313"/>
    <w:rsid w:val="008F73BC"/>
    <w:rsid w:val="008F741C"/>
    <w:rsid w:val="008F751F"/>
    <w:rsid w:val="008F7566"/>
    <w:rsid w:val="008F76D8"/>
    <w:rsid w:val="008F786C"/>
    <w:rsid w:val="008F7985"/>
    <w:rsid w:val="008F7BB2"/>
    <w:rsid w:val="008F7BC2"/>
    <w:rsid w:val="008F7C44"/>
    <w:rsid w:val="008F7F50"/>
    <w:rsid w:val="008F7F70"/>
    <w:rsid w:val="008F7FA2"/>
    <w:rsid w:val="00900111"/>
    <w:rsid w:val="0090016C"/>
    <w:rsid w:val="0090016F"/>
    <w:rsid w:val="0090043D"/>
    <w:rsid w:val="00900586"/>
    <w:rsid w:val="009005BB"/>
    <w:rsid w:val="009007DA"/>
    <w:rsid w:val="009008B1"/>
    <w:rsid w:val="00900A19"/>
    <w:rsid w:val="00900A50"/>
    <w:rsid w:val="00900E96"/>
    <w:rsid w:val="00900FF8"/>
    <w:rsid w:val="0090106D"/>
    <w:rsid w:val="00901382"/>
    <w:rsid w:val="00901413"/>
    <w:rsid w:val="00901513"/>
    <w:rsid w:val="0090168C"/>
    <w:rsid w:val="00901A75"/>
    <w:rsid w:val="00901D2D"/>
    <w:rsid w:val="00901DEC"/>
    <w:rsid w:val="00901FA5"/>
    <w:rsid w:val="00901FBF"/>
    <w:rsid w:val="00901FEC"/>
    <w:rsid w:val="009023FD"/>
    <w:rsid w:val="009024FD"/>
    <w:rsid w:val="009026CE"/>
    <w:rsid w:val="0090278D"/>
    <w:rsid w:val="0090289F"/>
    <w:rsid w:val="0090298C"/>
    <w:rsid w:val="009029C1"/>
    <w:rsid w:val="00902B8F"/>
    <w:rsid w:val="00902BD8"/>
    <w:rsid w:val="00902D50"/>
    <w:rsid w:val="00902D98"/>
    <w:rsid w:val="00902E50"/>
    <w:rsid w:val="00902FA1"/>
    <w:rsid w:val="00902FBA"/>
    <w:rsid w:val="00903020"/>
    <w:rsid w:val="00903048"/>
    <w:rsid w:val="00903205"/>
    <w:rsid w:val="0090322A"/>
    <w:rsid w:val="00903361"/>
    <w:rsid w:val="009033C7"/>
    <w:rsid w:val="009033D9"/>
    <w:rsid w:val="00903538"/>
    <w:rsid w:val="009035F6"/>
    <w:rsid w:val="0090378D"/>
    <w:rsid w:val="009037D0"/>
    <w:rsid w:val="00903852"/>
    <w:rsid w:val="0090395B"/>
    <w:rsid w:val="0090397D"/>
    <w:rsid w:val="00903BDA"/>
    <w:rsid w:val="00903C1B"/>
    <w:rsid w:val="00903D7A"/>
    <w:rsid w:val="00903D7F"/>
    <w:rsid w:val="00903E24"/>
    <w:rsid w:val="00903E51"/>
    <w:rsid w:val="00903E5E"/>
    <w:rsid w:val="00903F53"/>
    <w:rsid w:val="00903FBB"/>
    <w:rsid w:val="009040A2"/>
    <w:rsid w:val="009041F4"/>
    <w:rsid w:val="00904204"/>
    <w:rsid w:val="00904283"/>
    <w:rsid w:val="009044D5"/>
    <w:rsid w:val="0090456B"/>
    <w:rsid w:val="0090463D"/>
    <w:rsid w:val="0090463F"/>
    <w:rsid w:val="009048A7"/>
    <w:rsid w:val="00904934"/>
    <w:rsid w:val="00904964"/>
    <w:rsid w:val="00904984"/>
    <w:rsid w:val="009049AC"/>
    <w:rsid w:val="009049B4"/>
    <w:rsid w:val="00904A72"/>
    <w:rsid w:val="00904A90"/>
    <w:rsid w:val="00904D23"/>
    <w:rsid w:val="00904D8F"/>
    <w:rsid w:val="00904DE2"/>
    <w:rsid w:val="00904EAA"/>
    <w:rsid w:val="00904EFA"/>
    <w:rsid w:val="00904F1F"/>
    <w:rsid w:val="00905000"/>
    <w:rsid w:val="0090502F"/>
    <w:rsid w:val="00905152"/>
    <w:rsid w:val="00905172"/>
    <w:rsid w:val="00905357"/>
    <w:rsid w:val="009053DE"/>
    <w:rsid w:val="00905482"/>
    <w:rsid w:val="00905508"/>
    <w:rsid w:val="0090550B"/>
    <w:rsid w:val="00905510"/>
    <w:rsid w:val="009055C8"/>
    <w:rsid w:val="009056CE"/>
    <w:rsid w:val="009057BF"/>
    <w:rsid w:val="00905807"/>
    <w:rsid w:val="0090580A"/>
    <w:rsid w:val="00905903"/>
    <w:rsid w:val="00905910"/>
    <w:rsid w:val="00905988"/>
    <w:rsid w:val="00905A0F"/>
    <w:rsid w:val="00905A92"/>
    <w:rsid w:val="00905B32"/>
    <w:rsid w:val="00905C5E"/>
    <w:rsid w:val="00905C8E"/>
    <w:rsid w:val="00905E29"/>
    <w:rsid w:val="00906191"/>
    <w:rsid w:val="00906199"/>
    <w:rsid w:val="0090621D"/>
    <w:rsid w:val="009062B5"/>
    <w:rsid w:val="00906326"/>
    <w:rsid w:val="00906455"/>
    <w:rsid w:val="009064EF"/>
    <w:rsid w:val="0090658C"/>
    <w:rsid w:val="0090660C"/>
    <w:rsid w:val="009066B0"/>
    <w:rsid w:val="009066BB"/>
    <w:rsid w:val="0090671F"/>
    <w:rsid w:val="009067A4"/>
    <w:rsid w:val="009067AB"/>
    <w:rsid w:val="00906832"/>
    <w:rsid w:val="00906862"/>
    <w:rsid w:val="0090696C"/>
    <w:rsid w:val="00906BB4"/>
    <w:rsid w:val="00906E1A"/>
    <w:rsid w:val="00906E9C"/>
    <w:rsid w:val="0090707A"/>
    <w:rsid w:val="009070C1"/>
    <w:rsid w:val="00907129"/>
    <w:rsid w:val="0090734E"/>
    <w:rsid w:val="00907410"/>
    <w:rsid w:val="00907589"/>
    <w:rsid w:val="009077A1"/>
    <w:rsid w:val="00907979"/>
    <w:rsid w:val="00907988"/>
    <w:rsid w:val="00907A93"/>
    <w:rsid w:val="00907D1C"/>
    <w:rsid w:val="00907E0E"/>
    <w:rsid w:val="00907EC9"/>
    <w:rsid w:val="00907F9E"/>
    <w:rsid w:val="00910032"/>
    <w:rsid w:val="00910174"/>
    <w:rsid w:val="0091059B"/>
    <w:rsid w:val="00910773"/>
    <w:rsid w:val="009109A8"/>
    <w:rsid w:val="00910AE3"/>
    <w:rsid w:val="00910AF9"/>
    <w:rsid w:val="00910B1B"/>
    <w:rsid w:val="00910CCC"/>
    <w:rsid w:val="00910D3C"/>
    <w:rsid w:val="00910D68"/>
    <w:rsid w:val="00910EF4"/>
    <w:rsid w:val="0091112A"/>
    <w:rsid w:val="00911131"/>
    <w:rsid w:val="00911141"/>
    <w:rsid w:val="009111A7"/>
    <w:rsid w:val="009111E9"/>
    <w:rsid w:val="00911208"/>
    <w:rsid w:val="00911235"/>
    <w:rsid w:val="0091126E"/>
    <w:rsid w:val="0091135D"/>
    <w:rsid w:val="009115D1"/>
    <w:rsid w:val="0091170C"/>
    <w:rsid w:val="00911A8A"/>
    <w:rsid w:val="00911BA1"/>
    <w:rsid w:val="00911BCF"/>
    <w:rsid w:val="00911E05"/>
    <w:rsid w:val="00911E23"/>
    <w:rsid w:val="00911E85"/>
    <w:rsid w:val="00911F7A"/>
    <w:rsid w:val="00911F8A"/>
    <w:rsid w:val="009121E8"/>
    <w:rsid w:val="00912235"/>
    <w:rsid w:val="009122A3"/>
    <w:rsid w:val="0091238E"/>
    <w:rsid w:val="009123D8"/>
    <w:rsid w:val="00912844"/>
    <w:rsid w:val="00912CB2"/>
    <w:rsid w:val="00912EAF"/>
    <w:rsid w:val="00913158"/>
    <w:rsid w:val="009131D1"/>
    <w:rsid w:val="009131DD"/>
    <w:rsid w:val="00913371"/>
    <w:rsid w:val="009133EF"/>
    <w:rsid w:val="009134A4"/>
    <w:rsid w:val="009135BF"/>
    <w:rsid w:val="00913605"/>
    <w:rsid w:val="00913643"/>
    <w:rsid w:val="00913651"/>
    <w:rsid w:val="00913663"/>
    <w:rsid w:val="0091375E"/>
    <w:rsid w:val="0091385C"/>
    <w:rsid w:val="009138DA"/>
    <w:rsid w:val="009138EC"/>
    <w:rsid w:val="00913D23"/>
    <w:rsid w:val="00913DDF"/>
    <w:rsid w:val="00914082"/>
    <w:rsid w:val="009141AE"/>
    <w:rsid w:val="00914284"/>
    <w:rsid w:val="00914375"/>
    <w:rsid w:val="009143B2"/>
    <w:rsid w:val="0091442D"/>
    <w:rsid w:val="00914622"/>
    <w:rsid w:val="009146A2"/>
    <w:rsid w:val="0091489D"/>
    <w:rsid w:val="00914951"/>
    <w:rsid w:val="00914C55"/>
    <w:rsid w:val="00914C83"/>
    <w:rsid w:val="00914CA1"/>
    <w:rsid w:val="00914CAC"/>
    <w:rsid w:val="00914D7E"/>
    <w:rsid w:val="00914DC2"/>
    <w:rsid w:val="00914F01"/>
    <w:rsid w:val="009150DB"/>
    <w:rsid w:val="009152FA"/>
    <w:rsid w:val="00915427"/>
    <w:rsid w:val="009155C3"/>
    <w:rsid w:val="00915784"/>
    <w:rsid w:val="009157BB"/>
    <w:rsid w:val="009157FE"/>
    <w:rsid w:val="00915844"/>
    <w:rsid w:val="009159E6"/>
    <w:rsid w:val="00915AAD"/>
    <w:rsid w:val="00915AC1"/>
    <w:rsid w:val="00915D3F"/>
    <w:rsid w:val="00915D65"/>
    <w:rsid w:val="00915DF3"/>
    <w:rsid w:val="00915F32"/>
    <w:rsid w:val="00916073"/>
    <w:rsid w:val="009160B1"/>
    <w:rsid w:val="00916168"/>
    <w:rsid w:val="00916253"/>
    <w:rsid w:val="009162BF"/>
    <w:rsid w:val="009162DA"/>
    <w:rsid w:val="00916406"/>
    <w:rsid w:val="0091642B"/>
    <w:rsid w:val="00916478"/>
    <w:rsid w:val="009164DE"/>
    <w:rsid w:val="00916652"/>
    <w:rsid w:val="0091672E"/>
    <w:rsid w:val="009168CB"/>
    <w:rsid w:val="00916A7F"/>
    <w:rsid w:val="00916B70"/>
    <w:rsid w:val="00916C33"/>
    <w:rsid w:val="00916C9E"/>
    <w:rsid w:val="00916CCA"/>
    <w:rsid w:val="00916D57"/>
    <w:rsid w:val="00916E74"/>
    <w:rsid w:val="00916EAD"/>
    <w:rsid w:val="00916F63"/>
    <w:rsid w:val="009171AE"/>
    <w:rsid w:val="00917284"/>
    <w:rsid w:val="009173BE"/>
    <w:rsid w:val="00917734"/>
    <w:rsid w:val="009177A0"/>
    <w:rsid w:val="0091792D"/>
    <w:rsid w:val="009179E9"/>
    <w:rsid w:val="00917A72"/>
    <w:rsid w:val="00917C04"/>
    <w:rsid w:val="00917C37"/>
    <w:rsid w:val="00917C78"/>
    <w:rsid w:val="00917D56"/>
    <w:rsid w:val="00917D71"/>
    <w:rsid w:val="00917DFE"/>
    <w:rsid w:val="00917E57"/>
    <w:rsid w:val="00917E6F"/>
    <w:rsid w:val="00917EC6"/>
    <w:rsid w:val="009200A1"/>
    <w:rsid w:val="009201E0"/>
    <w:rsid w:val="00920296"/>
    <w:rsid w:val="00920377"/>
    <w:rsid w:val="0092043B"/>
    <w:rsid w:val="009204CC"/>
    <w:rsid w:val="0092067F"/>
    <w:rsid w:val="0092078B"/>
    <w:rsid w:val="00920797"/>
    <w:rsid w:val="0092084B"/>
    <w:rsid w:val="00920909"/>
    <w:rsid w:val="00920918"/>
    <w:rsid w:val="00920A9B"/>
    <w:rsid w:val="00920AA1"/>
    <w:rsid w:val="00920B55"/>
    <w:rsid w:val="00920BEE"/>
    <w:rsid w:val="00920BF9"/>
    <w:rsid w:val="00920D40"/>
    <w:rsid w:val="00920D8E"/>
    <w:rsid w:val="00920F21"/>
    <w:rsid w:val="00921130"/>
    <w:rsid w:val="00921168"/>
    <w:rsid w:val="009211DD"/>
    <w:rsid w:val="0092136D"/>
    <w:rsid w:val="009214CA"/>
    <w:rsid w:val="00921519"/>
    <w:rsid w:val="009215E2"/>
    <w:rsid w:val="0092164D"/>
    <w:rsid w:val="009218D1"/>
    <w:rsid w:val="009218FC"/>
    <w:rsid w:val="00921947"/>
    <w:rsid w:val="0092194E"/>
    <w:rsid w:val="009219DD"/>
    <w:rsid w:val="00921AA9"/>
    <w:rsid w:val="00921B11"/>
    <w:rsid w:val="00921D29"/>
    <w:rsid w:val="00921DBD"/>
    <w:rsid w:val="00921E3A"/>
    <w:rsid w:val="00921E75"/>
    <w:rsid w:val="00922038"/>
    <w:rsid w:val="00922123"/>
    <w:rsid w:val="009221C0"/>
    <w:rsid w:val="00922267"/>
    <w:rsid w:val="009222A2"/>
    <w:rsid w:val="009223C4"/>
    <w:rsid w:val="00922A9B"/>
    <w:rsid w:val="00922DE3"/>
    <w:rsid w:val="00922EBA"/>
    <w:rsid w:val="00922ED4"/>
    <w:rsid w:val="00922F6D"/>
    <w:rsid w:val="0092309C"/>
    <w:rsid w:val="0092311E"/>
    <w:rsid w:val="0092322F"/>
    <w:rsid w:val="009233CF"/>
    <w:rsid w:val="0092345A"/>
    <w:rsid w:val="00923679"/>
    <w:rsid w:val="00923747"/>
    <w:rsid w:val="00923ACE"/>
    <w:rsid w:val="00923B74"/>
    <w:rsid w:val="009244E7"/>
    <w:rsid w:val="0092456A"/>
    <w:rsid w:val="0092462E"/>
    <w:rsid w:val="009246E2"/>
    <w:rsid w:val="009248CF"/>
    <w:rsid w:val="009249BA"/>
    <w:rsid w:val="00924A19"/>
    <w:rsid w:val="00924A21"/>
    <w:rsid w:val="00924AB0"/>
    <w:rsid w:val="00924B00"/>
    <w:rsid w:val="00924B6E"/>
    <w:rsid w:val="00924BF4"/>
    <w:rsid w:val="00924D85"/>
    <w:rsid w:val="00924EBC"/>
    <w:rsid w:val="009251C6"/>
    <w:rsid w:val="00925314"/>
    <w:rsid w:val="009253D5"/>
    <w:rsid w:val="0092553C"/>
    <w:rsid w:val="0092578B"/>
    <w:rsid w:val="009257CC"/>
    <w:rsid w:val="009257F3"/>
    <w:rsid w:val="0092587B"/>
    <w:rsid w:val="009258D6"/>
    <w:rsid w:val="00925B4D"/>
    <w:rsid w:val="00925BAF"/>
    <w:rsid w:val="00925DBC"/>
    <w:rsid w:val="00925EC3"/>
    <w:rsid w:val="00925FA1"/>
    <w:rsid w:val="009261EA"/>
    <w:rsid w:val="009262A9"/>
    <w:rsid w:val="009262E6"/>
    <w:rsid w:val="00926388"/>
    <w:rsid w:val="0092648F"/>
    <w:rsid w:val="009265AB"/>
    <w:rsid w:val="009265FE"/>
    <w:rsid w:val="00926910"/>
    <w:rsid w:val="00926BBF"/>
    <w:rsid w:val="00926D55"/>
    <w:rsid w:val="00926DDD"/>
    <w:rsid w:val="00926E28"/>
    <w:rsid w:val="00926E97"/>
    <w:rsid w:val="00926E9E"/>
    <w:rsid w:val="00926ED7"/>
    <w:rsid w:val="009270B5"/>
    <w:rsid w:val="009270CF"/>
    <w:rsid w:val="009271E6"/>
    <w:rsid w:val="009271F1"/>
    <w:rsid w:val="0092727B"/>
    <w:rsid w:val="009273B3"/>
    <w:rsid w:val="009274F7"/>
    <w:rsid w:val="0092750A"/>
    <w:rsid w:val="00927669"/>
    <w:rsid w:val="0092795D"/>
    <w:rsid w:val="00927A42"/>
    <w:rsid w:val="00927C81"/>
    <w:rsid w:val="00927C99"/>
    <w:rsid w:val="00927D90"/>
    <w:rsid w:val="00927DCC"/>
    <w:rsid w:val="00927F91"/>
    <w:rsid w:val="00930018"/>
    <w:rsid w:val="009300C3"/>
    <w:rsid w:val="009301CA"/>
    <w:rsid w:val="00930290"/>
    <w:rsid w:val="00930344"/>
    <w:rsid w:val="009303EE"/>
    <w:rsid w:val="009304F2"/>
    <w:rsid w:val="00930746"/>
    <w:rsid w:val="00930944"/>
    <w:rsid w:val="009309BF"/>
    <w:rsid w:val="009309ED"/>
    <w:rsid w:val="00930A09"/>
    <w:rsid w:val="00930B0C"/>
    <w:rsid w:val="00930C53"/>
    <w:rsid w:val="00930CF4"/>
    <w:rsid w:val="00930D36"/>
    <w:rsid w:val="00930DFE"/>
    <w:rsid w:val="009311ED"/>
    <w:rsid w:val="009314A9"/>
    <w:rsid w:val="009314B3"/>
    <w:rsid w:val="009314F5"/>
    <w:rsid w:val="0093152D"/>
    <w:rsid w:val="009316F8"/>
    <w:rsid w:val="009319B3"/>
    <w:rsid w:val="00931A91"/>
    <w:rsid w:val="00931CFA"/>
    <w:rsid w:val="00931D6D"/>
    <w:rsid w:val="00931E69"/>
    <w:rsid w:val="00931E76"/>
    <w:rsid w:val="00931F2B"/>
    <w:rsid w:val="0093224E"/>
    <w:rsid w:val="00932429"/>
    <w:rsid w:val="0093242D"/>
    <w:rsid w:val="009326F1"/>
    <w:rsid w:val="0093299F"/>
    <w:rsid w:val="00932CE2"/>
    <w:rsid w:val="00932E79"/>
    <w:rsid w:val="00932E83"/>
    <w:rsid w:val="00932E9C"/>
    <w:rsid w:val="00933013"/>
    <w:rsid w:val="009330EA"/>
    <w:rsid w:val="00933210"/>
    <w:rsid w:val="0093339B"/>
    <w:rsid w:val="0093340E"/>
    <w:rsid w:val="00933533"/>
    <w:rsid w:val="00933597"/>
    <w:rsid w:val="009335CB"/>
    <w:rsid w:val="0093361F"/>
    <w:rsid w:val="0093370A"/>
    <w:rsid w:val="0093379D"/>
    <w:rsid w:val="009337AE"/>
    <w:rsid w:val="00933835"/>
    <w:rsid w:val="00933892"/>
    <w:rsid w:val="00933A24"/>
    <w:rsid w:val="00933B2E"/>
    <w:rsid w:val="00933D60"/>
    <w:rsid w:val="00933E8A"/>
    <w:rsid w:val="00933ED4"/>
    <w:rsid w:val="00933FF1"/>
    <w:rsid w:val="00934540"/>
    <w:rsid w:val="00934798"/>
    <w:rsid w:val="0093484F"/>
    <w:rsid w:val="00934889"/>
    <w:rsid w:val="009349EA"/>
    <w:rsid w:val="00934AD8"/>
    <w:rsid w:val="00934B3D"/>
    <w:rsid w:val="00934BA8"/>
    <w:rsid w:val="00934D74"/>
    <w:rsid w:val="00934E70"/>
    <w:rsid w:val="00934FD7"/>
    <w:rsid w:val="00934FEB"/>
    <w:rsid w:val="0093505C"/>
    <w:rsid w:val="0093507F"/>
    <w:rsid w:val="00935420"/>
    <w:rsid w:val="0093550F"/>
    <w:rsid w:val="0093563C"/>
    <w:rsid w:val="0093564C"/>
    <w:rsid w:val="0093575B"/>
    <w:rsid w:val="0093580B"/>
    <w:rsid w:val="00935874"/>
    <w:rsid w:val="0093593F"/>
    <w:rsid w:val="00935A23"/>
    <w:rsid w:val="00935C62"/>
    <w:rsid w:val="00935D13"/>
    <w:rsid w:val="00935D84"/>
    <w:rsid w:val="00935FA5"/>
    <w:rsid w:val="009360AD"/>
    <w:rsid w:val="009360DF"/>
    <w:rsid w:val="009361EE"/>
    <w:rsid w:val="0093635D"/>
    <w:rsid w:val="009363F4"/>
    <w:rsid w:val="009364BD"/>
    <w:rsid w:val="0093652D"/>
    <w:rsid w:val="0093666E"/>
    <w:rsid w:val="00936758"/>
    <w:rsid w:val="00936C46"/>
    <w:rsid w:val="00936F36"/>
    <w:rsid w:val="00936F4D"/>
    <w:rsid w:val="00937104"/>
    <w:rsid w:val="00937341"/>
    <w:rsid w:val="0093758A"/>
    <w:rsid w:val="0093770C"/>
    <w:rsid w:val="00937826"/>
    <w:rsid w:val="00937C05"/>
    <w:rsid w:val="00937E26"/>
    <w:rsid w:val="00937EB5"/>
    <w:rsid w:val="00937EF1"/>
    <w:rsid w:val="00937F25"/>
    <w:rsid w:val="00940010"/>
    <w:rsid w:val="00940105"/>
    <w:rsid w:val="009401AC"/>
    <w:rsid w:val="00940378"/>
    <w:rsid w:val="0094047E"/>
    <w:rsid w:val="009404D1"/>
    <w:rsid w:val="009405A6"/>
    <w:rsid w:val="009405F0"/>
    <w:rsid w:val="009407C5"/>
    <w:rsid w:val="009408E8"/>
    <w:rsid w:val="00940AA3"/>
    <w:rsid w:val="00940BB7"/>
    <w:rsid w:val="00940C1F"/>
    <w:rsid w:val="00940CE0"/>
    <w:rsid w:val="00940D4F"/>
    <w:rsid w:val="00940D70"/>
    <w:rsid w:val="00940DDD"/>
    <w:rsid w:val="00940DED"/>
    <w:rsid w:val="00940F4D"/>
    <w:rsid w:val="00940F69"/>
    <w:rsid w:val="00940FCA"/>
    <w:rsid w:val="00940FDC"/>
    <w:rsid w:val="00941115"/>
    <w:rsid w:val="00941215"/>
    <w:rsid w:val="00941274"/>
    <w:rsid w:val="00941301"/>
    <w:rsid w:val="00941302"/>
    <w:rsid w:val="00941448"/>
    <w:rsid w:val="009414BA"/>
    <w:rsid w:val="009416E4"/>
    <w:rsid w:val="00941788"/>
    <w:rsid w:val="00941861"/>
    <w:rsid w:val="00941B89"/>
    <w:rsid w:val="00941DAA"/>
    <w:rsid w:val="00941E43"/>
    <w:rsid w:val="0094200C"/>
    <w:rsid w:val="00942087"/>
    <w:rsid w:val="009420F3"/>
    <w:rsid w:val="00942171"/>
    <w:rsid w:val="009421D0"/>
    <w:rsid w:val="009421EB"/>
    <w:rsid w:val="00942439"/>
    <w:rsid w:val="0094250A"/>
    <w:rsid w:val="009426BF"/>
    <w:rsid w:val="009427BD"/>
    <w:rsid w:val="0094299F"/>
    <w:rsid w:val="00942AAA"/>
    <w:rsid w:val="00942B4C"/>
    <w:rsid w:val="00942B7C"/>
    <w:rsid w:val="00942B83"/>
    <w:rsid w:val="00942CEB"/>
    <w:rsid w:val="00942D11"/>
    <w:rsid w:val="00942DB3"/>
    <w:rsid w:val="009430D4"/>
    <w:rsid w:val="009430F9"/>
    <w:rsid w:val="009431F9"/>
    <w:rsid w:val="009432BD"/>
    <w:rsid w:val="009433BF"/>
    <w:rsid w:val="009433C1"/>
    <w:rsid w:val="00943531"/>
    <w:rsid w:val="00943625"/>
    <w:rsid w:val="00943693"/>
    <w:rsid w:val="0094379A"/>
    <w:rsid w:val="00943A45"/>
    <w:rsid w:val="00943ADF"/>
    <w:rsid w:val="00943BFB"/>
    <w:rsid w:val="00943CAD"/>
    <w:rsid w:val="00943CEB"/>
    <w:rsid w:val="00944020"/>
    <w:rsid w:val="00944050"/>
    <w:rsid w:val="0094407C"/>
    <w:rsid w:val="009440E6"/>
    <w:rsid w:val="0094458E"/>
    <w:rsid w:val="009448C8"/>
    <w:rsid w:val="00944A36"/>
    <w:rsid w:val="00944ACD"/>
    <w:rsid w:val="00944B80"/>
    <w:rsid w:val="00944C6B"/>
    <w:rsid w:val="00944D28"/>
    <w:rsid w:val="00944EFF"/>
    <w:rsid w:val="00945102"/>
    <w:rsid w:val="00945335"/>
    <w:rsid w:val="0094536B"/>
    <w:rsid w:val="00945515"/>
    <w:rsid w:val="0094557A"/>
    <w:rsid w:val="009455EA"/>
    <w:rsid w:val="009456C2"/>
    <w:rsid w:val="009456FD"/>
    <w:rsid w:val="00945954"/>
    <w:rsid w:val="00945C51"/>
    <w:rsid w:val="00945C78"/>
    <w:rsid w:val="00945FBE"/>
    <w:rsid w:val="009461F6"/>
    <w:rsid w:val="00946219"/>
    <w:rsid w:val="00946399"/>
    <w:rsid w:val="009463ED"/>
    <w:rsid w:val="00946433"/>
    <w:rsid w:val="009467FE"/>
    <w:rsid w:val="00946869"/>
    <w:rsid w:val="00946BB9"/>
    <w:rsid w:val="00946BDD"/>
    <w:rsid w:val="00946D20"/>
    <w:rsid w:val="00946E0F"/>
    <w:rsid w:val="0094755A"/>
    <w:rsid w:val="00947714"/>
    <w:rsid w:val="00947786"/>
    <w:rsid w:val="0094787B"/>
    <w:rsid w:val="00947931"/>
    <w:rsid w:val="0094794A"/>
    <w:rsid w:val="0094796F"/>
    <w:rsid w:val="00947A17"/>
    <w:rsid w:val="00947AB8"/>
    <w:rsid w:val="00947B57"/>
    <w:rsid w:val="00947D7E"/>
    <w:rsid w:val="00947E6B"/>
    <w:rsid w:val="00947F7A"/>
    <w:rsid w:val="009501B4"/>
    <w:rsid w:val="009502F8"/>
    <w:rsid w:val="00950362"/>
    <w:rsid w:val="009504C3"/>
    <w:rsid w:val="0095082B"/>
    <w:rsid w:val="00950902"/>
    <w:rsid w:val="00950945"/>
    <w:rsid w:val="00950ACA"/>
    <w:rsid w:val="00950AF6"/>
    <w:rsid w:val="00950F38"/>
    <w:rsid w:val="00950F78"/>
    <w:rsid w:val="00951353"/>
    <w:rsid w:val="0095165B"/>
    <w:rsid w:val="00951966"/>
    <w:rsid w:val="009519B1"/>
    <w:rsid w:val="009519BB"/>
    <w:rsid w:val="009519C7"/>
    <w:rsid w:val="00951A03"/>
    <w:rsid w:val="00951A17"/>
    <w:rsid w:val="00951BA1"/>
    <w:rsid w:val="00951E7D"/>
    <w:rsid w:val="00951E9C"/>
    <w:rsid w:val="00951FCB"/>
    <w:rsid w:val="009520AF"/>
    <w:rsid w:val="009521FB"/>
    <w:rsid w:val="00952373"/>
    <w:rsid w:val="009524CD"/>
    <w:rsid w:val="00952517"/>
    <w:rsid w:val="0095255D"/>
    <w:rsid w:val="0095288B"/>
    <w:rsid w:val="00952AFC"/>
    <w:rsid w:val="00952BD3"/>
    <w:rsid w:val="00952EFF"/>
    <w:rsid w:val="0095313E"/>
    <w:rsid w:val="009531AD"/>
    <w:rsid w:val="009531AF"/>
    <w:rsid w:val="00953344"/>
    <w:rsid w:val="00953ABE"/>
    <w:rsid w:val="00953BBC"/>
    <w:rsid w:val="00953D39"/>
    <w:rsid w:val="00953DC4"/>
    <w:rsid w:val="00953EAF"/>
    <w:rsid w:val="00954040"/>
    <w:rsid w:val="009540F1"/>
    <w:rsid w:val="0095413E"/>
    <w:rsid w:val="009542F6"/>
    <w:rsid w:val="00954398"/>
    <w:rsid w:val="009543AB"/>
    <w:rsid w:val="00954696"/>
    <w:rsid w:val="009546DD"/>
    <w:rsid w:val="009546FC"/>
    <w:rsid w:val="009548B8"/>
    <w:rsid w:val="009548C3"/>
    <w:rsid w:val="009548F4"/>
    <w:rsid w:val="00954C4C"/>
    <w:rsid w:val="009551E2"/>
    <w:rsid w:val="00955245"/>
    <w:rsid w:val="00955376"/>
    <w:rsid w:val="00955388"/>
    <w:rsid w:val="00955499"/>
    <w:rsid w:val="009556AE"/>
    <w:rsid w:val="009557E2"/>
    <w:rsid w:val="00955894"/>
    <w:rsid w:val="00955927"/>
    <w:rsid w:val="009559AB"/>
    <w:rsid w:val="00955A9C"/>
    <w:rsid w:val="00955AC3"/>
    <w:rsid w:val="00955BEB"/>
    <w:rsid w:val="00955DBD"/>
    <w:rsid w:val="00955DC7"/>
    <w:rsid w:val="00955E26"/>
    <w:rsid w:val="00955E37"/>
    <w:rsid w:val="00955F50"/>
    <w:rsid w:val="00956034"/>
    <w:rsid w:val="009562BC"/>
    <w:rsid w:val="00956439"/>
    <w:rsid w:val="0095648A"/>
    <w:rsid w:val="009566A5"/>
    <w:rsid w:val="00956724"/>
    <w:rsid w:val="009567F9"/>
    <w:rsid w:val="00956863"/>
    <w:rsid w:val="009568B4"/>
    <w:rsid w:val="00956C1A"/>
    <w:rsid w:val="00956D4B"/>
    <w:rsid w:val="00956F0D"/>
    <w:rsid w:val="00956F17"/>
    <w:rsid w:val="00956F78"/>
    <w:rsid w:val="00957009"/>
    <w:rsid w:val="00957034"/>
    <w:rsid w:val="0095716F"/>
    <w:rsid w:val="0095761B"/>
    <w:rsid w:val="009576F7"/>
    <w:rsid w:val="00957709"/>
    <w:rsid w:val="0095787F"/>
    <w:rsid w:val="00957975"/>
    <w:rsid w:val="00957B82"/>
    <w:rsid w:val="00957C00"/>
    <w:rsid w:val="00957D34"/>
    <w:rsid w:val="00957DDE"/>
    <w:rsid w:val="00957EC2"/>
    <w:rsid w:val="00960056"/>
    <w:rsid w:val="009601DA"/>
    <w:rsid w:val="0096025E"/>
    <w:rsid w:val="00960530"/>
    <w:rsid w:val="009605FC"/>
    <w:rsid w:val="0096077B"/>
    <w:rsid w:val="00960787"/>
    <w:rsid w:val="00960A17"/>
    <w:rsid w:val="00960BD6"/>
    <w:rsid w:val="00960CB0"/>
    <w:rsid w:val="00960CF0"/>
    <w:rsid w:val="00960E32"/>
    <w:rsid w:val="0096100B"/>
    <w:rsid w:val="009610D2"/>
    <w:rsid w:val="00961198"/>
    <w:rsid w:val="009613E6"/>
    <w:rsid w:val="00961425"/>
    <w:rsid w:val="0096146B"/>
    <w:rsid w:val="009614A0"/>
    <w:rsid w:val="009614F7"/>
    <w:rsid w:val="0096152F"/>
    <w:rsid w:val="0096174C"/>
    <w:rsid w:val="009618E7"/>
    <w:rsid w:val="00961B40"/>
    <w:rsid w:val="00961B47"/>
    <w:rsid w:val="00961C06"/>
    <w:rsid w:val="00961C94"/>
    <w:rsid w:val="00961EAE"/>
    <w:rsid w:val="00962058"/>
    <w:rsid w:val="00962168"/>
    <w:rsid w:val="00962397"/>
    <w:rsid w:val="009624FD"/>
    <w:rsid w:val="0096269E"/>
    <w:rsid w:val="00962748"/>
    <w:rsid w:val="009629F6"/>
    <w:rsid w:val="00962AB0"/>
    <w:rsid w:val="00962C14"/>
    <w:rsid w:val="00962D87"/>
    <w:rsid w:val="00962D9C"/>
    <w:rsid w:val="00962F81"/>
    <w:rsid w:val="00963052"/>
    <w:rsid w:val="00963054"/>
    <w:rsid w:val="009634DE"/>
    <w:rsid w:val="00963579"/>
    <w:rsid w:val="00963623"/>
    <w:rsid w:val="0096364B"/>
    <w:rsid w:val="009636BE"/>
    <w:rsid w:val="00963861"/>
    <w:rsid w:val="00963B04"/>
    <w:rsid w:val="00963BC3"/>
    <w:rsid w:val="00963CF5"/>
    <w:rsid w:val="00963D3F"/>
    <w:rsid w:val="0096402A"/>
    <w:rsid w:val="00964481"/>
    <w:rsid w:val="009644B6"/>
    <w:rsid w:val="00964885"/>
    <w:rsid w:val="009648BD"/>
    <w:rsid w:val="00964B84"/>
    <w:rsid w:val="00964D32"/>
    <w:rsid w:val="00964E1A"/>
    <w:rsid w:val="00964E57"/>
    <w:rsid w:val="00964F07"/>
    <w:rsid w:val="00964FDA"/>
    <w:rsid w:val="00965061"/>
    <w:rsid w:val="0096514B"/>
    <w:rsid w:val="00965181"/>
    <w:rsid w:val="0096528C"/>
    <w:rsid w:val="0096531F"/>
    <w:rsid w:val="009653DD"/>
    <w:rsid w:val="009657DC"/>
    <w:rsid w:val="00965E98"/>
    <w:rsid w:val="00965FF9"/>
    <w:rsid w:val="00966099"/>
    <w:rsid w:val="0096612F"/>
    <w:rsid w:val="0096635D"/>
    <w:rsid w:val="00966380"/>
    <w:rsid w:val="00966496"/>
    <w:rsid w:val="009664DC"/>
    <w:rsid w:val="00966506"/>
    <w:rsid w:val="009665CF"/>
    <w:rsid w:val="009665D2"/>
    <w:rsid w:val="0096672E"/>
    <w:rsid w:val="0096685C"/>
    <w:rsid w:val="00966F33"/>
    <w:rsid w:val="00967084"/>
    <w:rsid w:val="0096737B"/>
    <w:rsid w:val="0096762D"/>
    <w:rsid w:val="0096765C"/>
    <w:rsid w:val="009676B2"/>
    <w:rsid w:val="009676BE"/>
    <w:rsid w:val="00967710"/>
    <w:rsid w:val="00967790"/>
    <w:rsid w:val="00967901"/>
    <w:rsid w:val="0096795F"/>
    <w:rsid w:val="009679D0"/>
    <w:rsid w:val="009679E0"/>
    <w:rsid w:val="00967A73"/>
    <w:rsid w:val="00967AAA"/>
    <w:rsid w:val="00967B5E"/>
    <w:rsid w:val="00967E08"/>
    <w:rsid w:val="00967E4C"/>
    <w:rsid w:val="00967EAE"/>
    <w:rsid w:val="00967F81"/>
    <w:rsid w:val="0097011C"/>
    <w:rsid w:val="00970133"/>
    <w:rsid w:val="00970233"/>
    <w:rsid w:val="0097029C"/>
    <w:rsid w:val="0097032B"/>
    <w:rsid w:val="00970343"/>
    <w:rsid w:val="0097038B"/>
    <w:rsid w:val="009703FD"/>
    <w:rsid w:val="009704E3"/>
    <w:rsid w:val="009705B2"/>
    <w:rsid w:val="0097074A"/>
    <w:rsid w:val="009708ED"/>
    <w:rsid w:val="0097094E"/>
    <w:rsid w:val="009709D3"/>
    <w:rsid w:val="009709EF"/>
    <w:rsid w:val="00970D48"/>
    <w:rsid w:val="00970E3D"/>
    <w:rsid w:val="00970E49"/>
    <w:rsid w:val="0097111F"/>
    <w:rsid w:val="009712DC"/>
    <w:rsid w:val="009713F6"/>
    <w:rsid w:val="009713F9"/>
    <w:rsid w:val="00971419"/>
    <w:rsid w:val="009714DF"/>
    <w:rsid w:val="00971565"/>
    <w:rsid w:val="009715A0"/>
    <w:rsid w:val="0097164E"/>
    <w:rsid w:val="00971676"/>
    <w:rsid w:val="009718F1"/>
    <w:rsid w:val="00971AD0"/>
    <w:rsid w:val="00971C24"/>
    <w:rsid w:val="00971C43"/>
    <w:rsid w:val="00971C6B"/>
    <w:rsid w:val="00971E3D"/>
    <w:rsid w:val="00971FDA"/>
    <w:rsid w:val="00972073"/>
    <w:rsid w:val="00972077"/>
    <w:rsid w:val="009720E3"/>
    <w:rsid w:val="00972172"/>
    <w:rsid w:val="00972353"/>
    <w:rsid w:val="009728FB"/>
    <w:rsid w:val="00972938"/>
    <w:rsid w:val="009729EF"/>
    <w:rsid w:val="00972A3A"/>
    <w:rsid w:val="00972C66"/>
    <w:rsid w:val="00972DF7"/>
    <w:rsid w:val="00972F65"/>
    <w:rsid w:val="0097300A"/>
    <w:rsid w:val="00973089"/>
    <w:rsid w:val="009730AE"/>
    <w:rsid w:val="009730CC"/>
    <w:rsid w:val="009730D6"/>
    <w:rsid w:val="0097320C"/>
    <w:rsid w:val="00973271"/>
    <w:rsid w:val="009733FD"/>
    <w:rsid w:val="00973626"/>
    <w:rsid w:val="009736D5"/>
    <w:rsid w:val="009738AC"/>
    <w:rsid w:val="009738ED"/>
    <w:rsid w:val="00973A01"/>
    <w:rsid w:val="00973A7C"/>
    <w:rsid w:val="00973B29"/>
    <w:rsid w:val="00973B8B"/>
    <w:rsid w:val="00973C7A"/>
    <w:rsid w:val="00973CC1"/>
    <w:rsid w:val="00973CCF"/>
    <w:rsid w:val="00973DD0"/>
    <w:rsid w:val="00973E50"/>
    <w:rsid w:val="00973F2A"/>
    <w:rsid w:val="00973F57"/>
    <w:rsid w:val="00973FB6"/>
    <w:rsid w:val="009741F8"/>
    <w:rsid w:val="0097420B"/>
    <w:rsid w:val="00974352"/>
    <w:rsid w:val="00974360"/>
    <w:rsid w:val="00974432"/>
    <w:rsid w:val="0097449D"/>
    <w:rsid w:val="009748DD"/>
    <w:rsid w:val="00974A92"/>
    <w:rsid w:val="00974B73"/>
    <w:rsid w:val="00974C2B"/>
    <w:rsid w:val="00974C87"/>
    <w:rsid w:val="00974D76"/>
    <w:rsid w:val="00974E97"/>
    <w:rsid w:val="009751DC"/>
    <w:rsid w:val="0097523F"/>
    <w:rsid w:val="00975267"/>
    <w:rsid w:val="0097546D"/>
    <w:rsid w:val="009755AE"/>
    <w:rsid w:val="009755BC"/>
    <w:rsid w:val="009756C5"/>
    <w:rsid w:val="0097574D"/>
    <w:rsid w:val="00975B28"/>
    <w:rsid w:val="00975C69"/>
    <w:rsid w:val="00975E5B"/>
    <w:rsid w:val="00975F28"/>
    <w:rsid w:val="009760D9"/>
    <w:rsid w:val="009763D2"/>
    <w:rsid w:val="009763D7"/>
    <w:rsid w:val="009764EC"/>
    <w:rsid w:val="00976597"/>
    <w:rsid w:val="0097659B"/>
    <w:rsid w:val="0097667F"/>
    <w:rsid w:val="009766FC"/>
    <w:rsid w:val="00976810"/>
    <w:rsid w:val="0097698E"/>
    <w:rsid w:val="00976A0A"/>
    <w:rsid w:val="00976A8E"/>
    <w:rsid w:val="00976C76"/>
    <w:rsid w:val="00976CAD"/>
    <w:rsid w:val="00976DB3"/>
    <w:rsid w:val="00976E3D"/>
    <w:rsid w:val="00976E71"/>
    <w:rsid w:val="00976F68"/>
    <w:rsid w:val="00977002"/>
    <w:rsid w:val="009770BC"/>
    <w:rsid w:val="00977130"/>
    <w:rsid w:val="00977309"/>
    <w:rsid w:val="009773EA"/>
    <w:rsid w:val="00977427"/>
    <w:rsid w:val="0097774C"/>
    <w:rsid w:val="00977808"/>
    <w:rsid w:val="0097786D"/>
    <w:rsid w:val="0097786E"/>
    <w:rsid w:val="00977AA6"/>
    <w:rsid w:val="00977D10"/>
    <w:rsid w:val="00977D49"/>
    <w:rsid w:val="00977F49"/>
    <w:rsid w:val="009800F8"/>
    <w:rsid w:val="00980121"/>
    <w:rsid w:val="00980165"/>
    <w:rsid w:val="009802FC"/>
    <w:rsid w:val="00980415"/>
    <w:rsid w:val="0098053A"/>
    <w:rsid w:val="00980763"/>
    <w:rsid w:val="009809B6"/>
    <w:rsid w:val="00980A57"/>
    <w:rsid w:val="00980BDC"/>
    <w:rsid w:val="00980CC5"/>
    <w:rsid w:val="00981007"/>
    <w:rsid w:val="009810F8"/>
    <w:rsid w:val="009812C9"/>
    <w:rsid w:val="009815D4"/>
    <w:rsid w:val="009815EC"/>
    <w:rsid w:val="009816A6"/>
    <w:rsid w:val="009816D2"/>
    <w:rsid w:val="009816E0"/>
    <w:rsid w:val="00981715"/>
    <w:rsid w:val="00981778"/>
    <w:rsid w:val="009817CC"/>
    <w:rsid w:val="00981D88"/>
    <w:rsid w:val="00981DC5"/>
    <w:rsid w:val="00982109"/>
    <w:rsid w:val="00982348"/>
    <w:rsid w:val="00982566"/>
    <w:rsid w:val="009825FF"/>
    <w:rsid w:val="00982656"/>
    <w:rsid w:val="00982A86"/>
    <w:rsid w:val="00982ADE"/>
    <w:rsid w:val="00982B4E"/>
    <w:rsid w:val="00982C1F"/>
    <w:rsid w:val="00982C54"/>
    <w:rsid w:val="00982F03"/>
    <w:rsid w:val="00983143"/>
    <w:rsid w:val="00983487"/>
    <w:rsid w:val="00983791"/>
    <w:rsid w:val="00983802"/>
    <w:rsid w:val="00983AB2"/>
    <w:rsid w:val="00983ECB"/>
    <w:rsid w:val="00983EF4"/>
    <w:rsid w:val="00983F67"/>
    <w:rsid w:val="0098410A"/>
    <w:rsid w:val="009843BA"/>
    <w:rsid w:val="009844F1"/>
    <w:rsid w:val="00984811"/>
    <w:rsid w:val="00984888"/>
    <w:rsid w:val="00984965"/>
    <w:rsid w:val="009849F7"/>
    <w:rsid w:val="00984A98"/>
    <w:rsid w:val="009850D3"/>
    <w:rsid w:val="00985217"/>
    <w:rsid w:val="0098536F"/>
    <w:rsid w:val="00985489"/>
    <w:rsid w:val="00985535"/>
    <w:rsid w:val="009855E9"/>
    <w:rsid w:val="00985633"/>
    <w:rsid w:val="00985796"/>
    <w:rsid w:val="009857C7"/>
    <w:rsid w:val="0098580F"/>
    <w:rsid w:val="009858EC"/>
    <w:rsid w:val="00985919"/>
    <w:rsid w:val="0098592A"/>
    <w:rsid w:val="00985B25"/>
    <w:rsid w:val="00985BEA"/>
    <w:rsid w:val="00985C36"/>
    <w:rsid w:val="00985C9D"/>
    <w:rsid w:val="00985CE3"/>
    <w:rsid w:val="009860AA"/>
    <w:rsid w:val="0098626B"/>
    <w:rsid w:val="00986374"/>
    <w:rsid w:val="009863C6"/>
    <w:rsid w:val="0098642D"/>
    <w:rsid w:val="0098646A"/>
    <w:rsid w:val="0098649C"/>
    <w:rsid w:val="009864BA"/>
    <w:rsid w:val="0098659E"/>
    <w:rsid w:val="00986773"/>
    <w:rsid w:val="0098696A"/>
    <w:rsid w:val="009869DD"/>
    <w:rsid w:val="00986B2D"/>
    <w:rsid w:val="00986D2D"/>
    <w:rsid w:val="00986DB5"/>
    <w:rsid w:val="00986E26"/>
    <w:rsid w:val="00986E69"/>
    <w:rsid w:val="00986E91"/>
    <w:rsid w:val="00986F39"/>
    <w:rsid w:val="0098705B"/>
    <w:rsid w:val="00987131"/>
    <w:rsid w:val="009871FC"/>
    <w:rsid w:val="009874FB"/>
    <w:rsid w:val="00987546"/>
    <w:rsid w:val="00987670"/>
    <w:rsid w:val="00987684"/>
    <w:rsid w:val="00987A0B"/>
    <w:rsid w:val="00987A52"/>
    <w:rsid w:val="00987C71"/>
    <w:rsid w:val="00987CA6"/>
    <w:rsid w:val="00987DDD"/>
    <w:rsid w:val="00987FC8"/>
    <w:rsid w:val="00990050"/>
    <w:rsid w:val="00990286"/>
    <w:rsid w:val="0099034F"/>
    <w:rsid w:val="00990890"/>
    <w:rsid w:val="00990A8F"/>
    <w:rsid w:val="00990AC3"/>
    <w:rsid w:val="00990BE8"/>
    <w:rsid w:val="00990D0D"/>
    <w:rsid w:val="00990D35"/>
    <w:rsid w:val="00990D95"/>
    <w:rsid w:val="00990E94"/>
    <w:rsid w:val="00991093"/>
    <w:rsid w:val="009910FF"/>
    <w:rsid w:val="00991180"/>
    <w:rsid w:val="00991355"/>
    <w:rsid w:val="009915E1"/>
    <w:rsid w:val="0099164E"/>
    <w:rsid w:val="009916FC"/>
    <w:rsid w:val="0099179E"/>
    <w:rsid w:val="009917B5"/>
    <w:rsid w:val="00991852"/>
    <w:rsid w:val="009918C6"/>
    <w:rsid w:val="009919DF"/>
    <w:rsid w:val="00991B27"/>
    <w:rsid w:val="00991E31"/>
    <w:rsid w:val="0099210A"/>
    <w:rsid w:val="0099234B"/>
    <w:rsid w:val="0099238F"/>
    <w:rsid w:val="0099244B"/>
    <w:rsid w:val="00992553"/>
    <w:rsid w:val="00992628"/>
    <w:rsid w:val="00992784"/>
    <w:rsid w:val="00992890"/>
    <w:rsid w:val="0099290D"/>
    <w:rsid w:val="00992933"/>
    <w:rsid w:val="00992941"/>
    <w:rsid w:val="00992AB6"/>
    <w:rsid w:val="00992ADE"/>
    <w:rsid w:val="00992B9A"/>
    <w:rsid w:val="00992C68"/>
    <w:rsid w:val="00992ED6"/>
    <w:rsid w:val="0099301C"/>
    <w:rsid w:val="009930D3"/>
    <w:rsid w:val="009931C9"/>
    <w:rsid w:val="00993285"/>
    <w:rsid w:val="00993389"/>
    <w:rsid w:val="0099339C"/>
    <w:rsid w:val="009933F7"/>
    <w:rsid w:val="0099347E"/>
    <w:rsid w:val="009934A1"/>
    <w:rsid w:val="009935C3"/>
    <w:rsid w:val="00993843"/>
    <w:rsid w:val="0099386D"/>
    <w:rsid w:val="009938AE"/>
    <w:rsid w:val="0099395B"/>
    <w:rsid w:val="0099395C"/>
    <w:rsid w:val="00993C15"/>
    <w:rsid w:val="00993DD9"/>
    <w:rsid w:val="00993E7A"/>
    <w:rsid w:val="009940D0"/>
    <w:rsid w:val="00994123"/>
    <w:rsid w:val="00994799"/>
    <w:rsid w:val="009947C8"/>
    <w:rsid w:val="009948BA"/>
    <w:rsid w:val="00994ADD"/>
    <w:rsid w:val="00994D42"/>
    <w:rsid w:val="00994E9D"/>
    <w:rsid w:val="009952A0"/>
    <w:rsid w:val="009952DE"/>
    <w:rsid w:val="009952FE"/>
    <w:rsid w:val="009955D7"/>
    <w:rsid w:val="009957EC"/>
    <w:rsid w:val="00995849"/>
    <w:rsid w:val="009959CD"/>
    <w:rsid w:val="009959F6"/>
    <w:rsid w:val="00995A15"/>
    <w:rsid w:val="00995A5B"/>
    <w:rsid w:val="00995C50"/>
    <w:rsid w:val="00995C5D"/>
    <w:rsid w:val="00995D08"/>
    <w:rsid w:val="00995DF1"/>
    <w:rsid w:val="00995E43"/>
    <w:rsid w:val="00996008"/>
    <w:rsid w:val="00996126"/>
    <w:rsid w:val="00996274"/>
    <w:rsid w:val="0099631E"/>
    <w:rsid w:val="00996365"/>
    <w:rsid w:val="00996445"/>
    <w:rsid w:val="00996474"/>
    <w:rsid w:val="0099674D"/>
    <w:rsid w:val="00996838"/>
    <w:rsid w:val="00996872"/>
    <w:rsid w:val="00996908"/>
    <w:rsid w:val="0099694E"/>
    <w:rsid w:val="0099695F"/>
    <w:rsid w:val="00996D23"/>
    <w:rsid w:val="00997286"/>
    <w:rsid w:val="009972D2"/>
    <w:rsid w:val="009974F6"/>
    <w:rsid w:val="0099787A"/>
    <w:rsid w:val="00997B76"/>
    <w:rsid w:val="00997C2F"/>
    <w:rsid w:val="00997D86"/>
    <w:rsid w:val="00997D91"/>
    <w:rsid w:val="00997DAB"/>
    <w:rsid w:val="00997FA9"/>
    <w:rsid w:val="009A0232"/>
    <w:rsid w:val="009A0316"/>
    <w:rsid w:val="009A03E7"/>
    <w:rsid w:val="009A047E"/>
    <w:rsid w:val="009A07E6"/>
    <w:rsid w:val="009A0949"/>
    <w:rsid w:val="009A097E"/>
    <w:rsid w:val="009A09C8"/>
    <w:rsid w:val="009A0C82"/>
    <w:rsid w:val="009A0D7B"/>
    <w:rsid w:val="009A117E"/>
    <w:rsid w:val="009A124A"/>
    <w:rsid w:val="009A125D"/>
    <w:rsid w:val="009A1361"/>
    <w:rsid w:val="009A137A"/>
    <w:rsid w:val="009A1399"/>
    <w:rsid w:val="009A1631"/>
    <w:rsid w:val="009A1749"/>
    <w:rsid w:val="009A19C3"/>
    <w:rsid w:val="009A1B48"/>
    <w:rsid w:val="009A1B8D"/>
    <w:rsid w:val="009A1C2F"/>
    <w:rsid w:val="009A1D00"/>
    <w:rsid w:val="009A1DAA"/>
    <w:rsid w:val="009A1DF5"/>
    <w:rsid w:val="009A1F91"/>
    <w:rsid w:val="009A20A5"/>
    <w:rsid w:val="009A20CA"/>
    <w:rsid w:val="009A2107"/>
    <w:rsid w:val="009A22AC"/>
    <w:rsid w:val="009A23F3"/>
    <w:rsid w:val="009A255F"/>
    <w:rsid w:val="009A26C9"/>
    <w:rsid w:val="009A2728"/>
    <w:rsid w:val="009A28DA"/>
    <w:rsid w:val="009A2913"/>
    <w:rsid w:val="009A2928"/>
    <w:rsid w:val="009A2999"/>
    <w:rsid w:val="009A29A9"/>
    <w:rsid w:val="009A2B82"/>
    <w:rsid w:val="009A30E0"/>
    <w:rsid w:val="009A3152"/>
    <w:rsid w:val="009A3207"/>
    <w:rsid w:val="009A3281"/>
    <w:rsid w:val="009A33F4"/>
    <w:rsid w:val="009A346A"/>
    <w:rsid w:val="009A3567"/>
    <w:rsid w:val="009A3679"/>
    <w:rsid w:val="009A3685"/>
    <w:rsid w:val="009A36D9"/>
    <w:rsid w:val="009A373B"/>
    <w:rsid w:val="009A37AE"/>
    <w:rsid w:val="009A3A2E"/>
    <w:rsid w:val="009A3D14"/>
    <w:rsid w:val="009A3E06"/>
    <w:rsid w:val="009A3E93"/>
    <w:rsid w:val="009A3FD2"/>
    <w:rsid w:val="009A40CE"/>
    <w:rsid w:val="009A41A9"/>
    <w:rsid w:val="009A41EC"/>
    <w:rsid w:val="009A4289"/>
    <w:rsid w:val="009A42BD"/>
    <w:rsid w:val="009A436B"/>
    <w:rsid w:val="009A43D5"/>
    <w:rsid w:val="009A43E4"/>
    <w:rsid w:val="009A46BE"/>
    <w:rsid w:val="009A46C1"/>
    <w:rsid w:val="009A475C"/>
    <w:rsid w:val="009A479E"/>
    <w:rsid w:val="009A4888"/>
    <w:rsid w:val="009A4939"/>
    <w:rsid w:val="009A4B82"/>
    <w:rsid w:val="009A4C31"/>
    <w:rsid w:val="009A4D25"/>
    <w:rsid w:val="009A4F70"/>
    <w:rsid w:val="009A500C"/>
    <w:rsid w:val="009A510E"/>
    <w:rsid w:val="009A511B"/>
    <w:rsid w:val="009A54FE"/>
    <w:rsid w:val="009A5534"/>
    <w:rsid w:val="009A55AA"/>
    <w:rsid w:val="009A5613"/>
    <w:rsid w:val="009A5728"/>
    <w:rsid w:val="009A58A9"/>
    <w:rsid w:val="009A5983"/>
    <w:rsid w:val="009A5B4C"/>
    <w:rsid w:val="009A5CA7"/>
    <w:rsid w:val="009A5E14"/>
    <w:rsid w:val="009A5E21"/>
    <w:rsid w:val="009A5E6C"/>
    <w:rsid w:val="009A5E83"/>
    <w:rsid w:val="009A5E88"/>
    <w:rsid w:val="009A6171"/>
    <w:rsid w:val="009A640F"/>
    <w:rsid w:val="009A648F"/>
    <w:rsid w:val="009A64E6"/>
    <w:rsid w:val="009A6552"/>
    <w:rsid w:val="009A6657"/>
    <w:rsid w:val="009A6682"/>
    <w:rsid w:val="009A67D4"/>
    <w:rsid w:val="009A6803"/>
    <w:rsid w:val="009A6887"/>
    <w:rsid w:val="009A689E"/>
    <w:rsid w:val="009A6950"/>
    <w:rsid w:val="009A6A4B"/>
    <w:rsid w:val="009A6BE3"/>
    <w:rsid w:val="009A6C26"/>
    <w:rsid w:val="009A6C41"/>
    <w:rsid w:val="009A6CF3"/>
    <w:rsid w:val="009A6E22"/>
    <w:rsid w:val="009A6F21"/>
    <w:rsid w:val="009A72CC"/>
    <w:rsid w:val="009A73B7"/>
    <w:rsid w:val="009A7474"/>
    <w:rsid w:val="009A753E"/>
    <w:rsid w:val="009A7564"/>
    <w:rsid w:val="009A76E5"/>
    <w:rsid w:val="009A7721"/>
    <w:rsid w:val="009A780C"/>
    <w:rsid w:val="009A7869"/>
    <w:rsid w:val="009A7911"/>
    <w:rsid w:val="009A793D"/>
    <w:rsid w:val="009A7C91"/>
    <w:rsid w:val="009A7CEC"/>
    <w:rsid w:val="009A7E16"/>
    <w:rsid w:val="009A7E35"/>
    <w:rsid w:val="009A7F06"/>
    <w:rsid w:val="009B002B"/>
    <w:rsid w:val="009B010C"/>
    <w:rsid w:val="009B0111"/>
    <w:rsid w:val="009B0119"/>
    <w:rsid w:val="009B0166"/>
    <w:rsid w:val="009B02CD"/>
    <w:rsid w:val="009B0478"/>
    <w:rsid w:val="009B05A4"/>
    <w:rsid w:val="009B06D1"/>
    <w:rsid w:val="009B073B"/>
    <w:rsid w:val="009B07CB"/>
    <w:rsid w:val="009B07D5"/>
    <w:rsid w:val="009B082E"/>
    <w:rsid w:val="009B0900"/>
    <w:rsid w:val="009B09DC"/>
    <w:rsid w:val="009B0AA1"/>
    <w:rsid w:val="009B0BC7"/>
    <w:rsid w:val="009B0C60"/>
    <w:rsid w:val="009B0C86"/>
    <w:rsid w:val="009B0CFD"/>
    <w:rsid w:val="009B0D90"/>
    <w:rsid w:val="009B1000"/>
    <w:rsid w:val="009B1109"/>
    <w:rsid w:val="009B12DD"/>
    <w:rsid w:val="009B1417"/>
    <w:rsid w:val="009B14C2"/>
    <w:rsid w:val="009B16AD"/>
    <w:rsid w:val="009B16D0"/>
    <w:rsid w:val="009B16FE"/>
    <w:rsid w:val="009B1705"/>
    <w:rsid w:val="009B17CB"/>
    <w:rsid w:val="009B186F"/>
    <w:rsid w:val="009B19CB"/>
    <w:rsid w:val="009B19D8"/>
    <w:rsid w:val="009B19EC"/>
    <w:rsid w:val="009B1A63"/>
    <w:rsid w:val="009B2278"/>
    <w:rsid w:val="009B22DC"/>
    <w:rsid w:val="009B22E7"/>
    <w:rsid w:val="009B28B4"/>
    <w:rsid w:val="009B28CB"/>
    <w:rsid w:val="009B28D2"/>
    <w:rsid w:val="009B28DB"/>
    <w:rsid w:val="009B2A58"/>
    <w:rsid w:val="009B2A6E"/>
    <w:rsid w:val="009B2A78"/>
    <w:rsid w:val="009B2ACD"/>
    <w:rsid w:val="009B2B35"/>
    <w:rsid w:val="009B2B4D"/>
    <w:rsid w:val="009B2BA6"/>
    <w:rsid w:val="009B2CBB"/>
    <w:rsid w:val="009B2DAE"/>
    <w:rsid w:val="009B305A"/>
    <w:rsid w:val="009B3174"/>
    <w:rsid w:val="009B3235"/>
    <w:rsid w:val="009B34CE"/>
    <w:rsid w:val="009B34F9"/>
    <w:rsid w:val="009B3558"/>
    <w:rsid w:val="009B355E"/>
    <w:rsid w:val="009B3561"/>
    <w:rsid w:val="009B358B"/>
    <w:rsid w:val="009B3622"/>
    <w:rsid w:val="009B37B4"/>
    <w:rsid w:val="009B38FA"/>
    <w:rsid w:val="009B3A07"/>
    <w:rsid w:val="009B3A7F"/>
    <w:rsid w:val="009B3ADE"/>
    <w:rsid w:val="009B3B0A"/>
    <w:rsid w:val="009B3BD9"/>
    <w:rsid w:val="009B3C14"/>
    <w:rsid w:val="009B3CE5"/>
    <w:rsid w:val="009B3D5F"/>
    <w:rsid w:val="009B3EA2"/>
    <w:rsid w:val="009B3EEE"/>
    <w:rsid w:val="009B40A7"/>
    <w:rsid w:val="009B4198"/>
    <w:rsid w:val="009B41E3"/>
    <w:rsid w:val="009B421E"/>
    <w:rsid w:val="009B42AA"/>
    <w:rsid w:val="009B42F1"/>
    <w:rsid w:val="009B434A"/>
    <w:rsid w:val="009B4579"/>
    <w:rsid w:val="009B45FF"/>
    <w:rsid w:val="009B46C3"/>
    <w:rsid w:val="009B48B9"/>
    <w:rsid w:val="009B49A8"/>
    <w:rsid w:val="009B4A0E"/>
    <w:rsid w:val="009B4B73"/>
    <w:rsid w:val="009B4BB4"/>
    <w:rsid w:val="009B4C34"/>
    <w:rsid w:val="009B4EE4"/>
    <w:rsid w:val="009B4FA0"/>
    <w:rsid w:val="009B5005"/>
    <w:rsid w:val="009B500A"/>
    <w:rsid w:val="009B50FA"/>
    <w:rsid w:val="009B51B1"/>
    <w:rsid w:val="009B525A"/>
    <w:rsid w:val="009B5493"/>
    <w:rsid w:val="009B5595"/>
    <w:rsid w:val="009B561C"/>
    <w:rsid w:val="009B56B7"/>
    <w:rsid w:val="009B56FB"/>
    <w:rsid w:val="009B570D"/>
    <w:rsid w:val="009B5740"/>
    <w:rsid w:val="009B59DF"/>
    <w:rsid w:val="009B5B42"/>
    <w:rsid w:val="009B5B8E"/>
    <w:rsid w:val="009B5B9A"/>
    <w:rsid w:val="009B5C89"/>
    <w:rsid w:val="009B611A"/>
    <w:rsid w:val="009B6287"/>
    <w:rsid w:val="009B6327"/>
    <w:rsid w:val="009B637E"/>
    <w:rsid w:val="009B6387"/>
    <w:rsid w:val="009B640F"/>
    <w:rsid w:val="009B6525"/>
    <w:rsid w:val="009B672A"/>
    <w:rsid w:val="009B684E"/>
    <w:rsid w:val="009B69B2"/>
    <w:rsid w:val="009B6B80"/>
    <w:rsid w:val="009B6BBF"/>
    <w:rsid w:val="009B6C9E"/>
    <w:rsid w:val="009B6D18"/>
    <w:rsid w:val="009B6E1D"/>
    <w:rsid w:val="009B6F43"/>
    <w:rsid w:val="009B70F4"/>
    <w:rsid w:val="009B7129"/>
    <w:rsid w:val="009B71B7"/>
    <w:rsid w:val="009B71CC"/>
    <w:rsid w:val="009B72B8"/>
    <w:rsid w:val="009B7321"/>
    <w:rsid w:val="009B7359"/>
    <w:rsid w:val="009B73CA"/>
    <w:rsid w:val="009B76E0"/>
    <w:rsid w:val="009B7799"/>
    <w:rsid w:val="009B79B0"/>
    <w:rsid w:val="009B7B38"/>
    <w:rsid w:val="009B7CDE"/>
    <w:rsid w:val="009B7E31"/>
    <w:rsid w:val="009B7F05"/>
    <w:rsid w:val="009C0006"/>
    <w:rsid w:val="009C00E3"/>
    <w:rsid w:val="009C019A"/>
    <w:rsid w:val="009C01FF"/>
    <w:rsid w:val="009C02CE"/>
    <w:rsid w:val="009C045B"/>
    <w:rsid w:val="009C047A"/>
    <w:rsid w:val="009C048E"/>
    <w:rsid w:val="009C0559"/>
    <w:rsid w:val="009C078C"/>
    <w:rsid w:val="009C0797"/>
    <w:rsid w:val="009C0813"/>
    <w:rsid w:val="009C0880"/>
    <w:rsid w:val="009C0CA7"/>
    <w:rsid w:val="009C0CB5"/>
    <w:rsid w:val="009C0CC5"/>
    <w:rsid w:val="009C1097"/>
    <w:rsid w:val="009C1209"/>
    <w:rsid w:val="009C12BB"/>
    <w:rsid w:val="009C12D9"/>
    <w:rsid w:val="009C13C1"/>
    <w:rsid w:val="009C13DF"/>
    <w:rsid w:val="009C152B"/>
    <w:rsid w:val="009C1623"/>
    <w:rsid w:val="009C17CD"/>
    <w:rsid w:val="009C1814"/>
    <w:rsid w:val="009C183B"/>
    <w:rsid w:val="009C1963"/>
    <w:rsid w:val="009C1ADB"/>
    <w:rsid w:val="009C1DF0"/>
    <w:rsid w:val="009C238C"/>
    <w:rsid w:val="009C2455"/>
    <w:rsid w:val="009C255A"/>
    <w:rsid w:val="009C2564"/>
    <w:rsid w:val="009C2834"/>
    <w:rsid w:val="009C2ACF"/>
    <w:rsid w:val="009C2C69"/>
    <w:rsid w:val="009C2C96"/>
    <w:rsid w:val="009C2D1D"/>
    <w:rsid w:val="009C2D39"/>
    <w:rsid w:val="009C2DB8"/>
    <w:rsid w:val="009C2F01"/>
    <w:rsid w:val="009C3146"/>
    <w:rsid w:val="009C31B1"/>
    <w:rsid w:val="009C32E3"/>
    <w:rsid w:val="009C3487"/>
    <w:rsid w:val="009C34D0"/>
    <w:rsid w:val="009C358F"/>
    <w:rsid w:val="009C360C"/>
    <w:rsid w:val="009C36AC"/>
    <w:rsid w:val="009C36EB"/>
    <w:rsid w:val="009C3816"/>
    <w:rsid w:val="009C3876"/>
    <w:rsid w:val="009C38B6"/>
    <w:rsid w:val="009C38E4"/>
    <w:rsid w:val="009C39D4"/>
    <w:rsid w:val="009C3A3A"/>
    <w:rsid w:val="009C3A43"/>
    <w:rsid w:val="009C3A4D"/>
    <w:rsid w:val="009C3A6A"/>
    <w:rsid w:val="009C3ACF"/>
    <w:rsid w:val="009C3B1D"/>
    <w:rsid w:val="009C3BBA"/>
    <w:rsid w:val="009C3EF9"/>
    <w:rsid w:val="009C4134"/>
    <w:rsid w:val="009C4142"/>
    <w:rsid w:val="009C4175"/>
    <w:rsid w:val="009C4218"/>
    <w:rsid w:val="009C42B1"/>
    <w:rsid w:val="009C42B8"/>
    <w:rsid w:val="009C44CD"/>
    <w:rsid w:val="009C44FA"/>
    <w:rsid w:val="009C45D0"/>
    <w:rsid w:val="009C45DB"/>
    <w:rsid w:val="009C47DC"/>
    <w:rsid w:val="009C48C6"/>
    <w:rsid w:val="009C4CCF"/>
    <w:rsid w:val="009C4E21"/>
    <w:rsid w:val="009C4ED7"/>
    <w:rsid w:val="009C50A4"/>
    <w:rsid w:val="009C514A"/>
    <w:rsid w:val="009C5171"/>
    <w:rsid w:val="009C51A0"/>
    <w:rsid w:val="009C5296"/>
    <w:rsid w:val="009C52C7"/>
    <w:rsid w:val="009C52E5"/>
    <w:rsid w:val="009C52F8"/>
    <w:rsid w:val="009C5361"/>
    <w:rsid w:val="009C53D2"/>
    <w:rsid w:val="009C5419"/>
    <w:rsid w:val="009C5427"/>
    <w:rsid w:val="009C543D"/>
    <w:rsid w:val="009C5482"/>
    <w:rsid w:val="009C54E0"/>
    <w:rsid w:val="009C55C6"/>
    <w:rsid w:val="009C56B5"/>
    <w:rsid w:val="009C57C9"/>
    <w:rsid w:val="009C5994"/>
    <w:rsid w:val="009C5A52"/>
    <w:rsid w:val="009C5AE1"/>
    <w:rsid w:val="009C5B11"/>
    <w:rsid w:val="009C5C6A"/>
    <w:rsid w:val="009C5F3E"/>
    <w:rsid w:val="009C5F41"/>
    <w:rsid w:val="009C5FA2"/>
    <w:rsid w:val="009C6038"/>
    <w:rsid w:val="009C6058"/>
    <w:rsid w:val="009C61E2"/>
    <w:rsid w:val="009C63EC"/>
    <w:rsid w:val="009C6442"/>
    <w:rsid w:val="009C64A1"/>
    <w:rsid w:val="009C6631"/>
    <w:rsid w:val="009C666D"/>
    <w:rsid w:val="009C6720"/>
    <w:rsid w:val="009C677C"/>
    <w:rsid w:val="009C6857"/>
    <w:rsid w:val="009C6BF1"/>
    <w:rsid w:val="009C6DAD"/>
    <w:rsid w:val="009C6E24"/>
    <w:rsid w:val="009C6E66"/>
    <w:rsid w:val="009C70B2"/>
    <w:rsid w:val="009C70BD"/>
    <w:rsid w:val="009C7321"/>
    <w:rsid w:val="009C733C"/>
    <w:rsid w:val="009C735C"/>
    <w:rsid w:val="009C73D5"/>
    <w:rsid w:val="009C745B"/>
    <w:rsid w:val="009C746B"/>
    <w:rsid w:val="009C755E"/>
    <w:rsid w:val="009C7746"/>
    <w:rsid w:val="009C78D8"/>
    <w:rsid w:val="009C7920"/>
    <w:rsid w:val="009C7D14"/>
    <w:rsid w:val="009C7DBB"/>
    <w:rsid w:val="009C7EAA"/>
    <w:rsid w:val="009C7EB3"/>
    <w:rsid w:val="009C7EDF"/>
    <w:rsid w:val="009D0076"/>
    <w:rsid w:val="009D00BF"/>
    <w:rsid w:val="009D0183"/>
    <w:rsid w:val="009D0188"/>
    <w:rsid w:val="009D0216"/>
    <w:rsid w:val="009D0228"/>
    <w:rsid w:val="009D056D"/>
    <w:rsid w:val="009D0760"/>
    <w:rsid w:val="009D0779"/>
    <w:rsid w:val="009D079F"/>
    <w:rsid w:val="009D08E8"/>
    <w:rsid w:val="009D0B96"/>
    <w:rsid w:val="009D0BFE"/>
    <w:rsid w:val="009D0EC7"/>
    <w:rsid w:val="009D117B"/>
    <w:rsid w:val="009D11ED"/>
    <w:rsid w:val="009D12B0"/>
    <w:rsid w:val="009D1816"/>
    <w:rsid w:val="009D1B82"/>
    <w:rsid w:val="009D1C07"/>
    <w:rsid w:val="009D1D61"/>
    <w:rsid w:val="009D1D63"/>
    <w:rsid w:val="009D1D82"/>
    <w:rsid w:val="009D1EDD"/>
    <w:rsid w:val="009D1FDF"/>
    <w:rsid w:val="009D20AC"/>
    <w:rsid w:val="009D2148"/>
    <w:rsid w:val="009D21D3"/>
    <w:rsid w:val="009D224B"/>
    <w:rsid w:val="009D2352"/>
    <w:rsid w:val="009D24DB"/>
    <w:rsid w:val="009D275E"/>
    <w:rsid w:val="009D29DE"/>
    <w:rsid w:val="009D29E1"/>
    <w:rsid w:val="009D2BF2"/>
    <w:rsid w:val="009D2C86"/>
    <w:rsid w:val="009D2D46"/>
    <w:rsid w:val="009D2EBB"/>
    <w:rsid w:val="009D2FF1"/>
    <w:rsid w:val="009D3130"/>
    <w:rsid w:val="009D31AD"/>
    <w:rsid w:val="009D31B2"/>
    <w:rsid w:val="009D322D"/>
    <w:rsid w:val="009D338D"/>
    <w:rsid w:val="009D33A3"/>
    <w:rsid w:val="009D342B"/>
    <w:rsid w:val="009D3512"/>
    <w:rsid w:val="009D3560"/>
    <w:rsid w:val="009D3652"/>
    <w:rsid w:val="009D36BF"/>
    <w:rsid w:val="009D3904"/>
    <w:rsid w:val="009D3A4B"/>
    <w:rsid w:val="009D3B08"/>
    <w:rsid w:val="009D3C9B"/>
    <w:rsid w:val="009D3D6D"/>
    <w:rsid w:val="009D3DE9"/>
    <w:rsid w:val="009D3EB6"/>
    <w:rsid w:val="009D40BA"/>
    <w:rsid w:val="009D40E1"/>
    <w:rsid w:val="009D40E5"/>
    <w:rsid w:val="009D41DF"/>
    <w:rsid w:val="009D4C79"/>
    <w:rsid w:val="009D4DD1"/>
    <w:rsid w:val="009D4DFA"/>
    <w:rsid w:val="009D4E38"/>
    <w:rsid w:val="009D4FA0"/>
    <w:rsid w:val="009D4FB6"/>
    <w:rsid w:val="009D5002"/>
    <w:rsid w:val="009D5019"/>
    <w:rsid w:val="009D5059"/>
    <w:rsid w:val="009D52A3"/>
    <w:rsid w:val="009D541A"/>
    <w:rsid w:val="009D5576"/>
    <w:rsid w:val="009D55EC"/>
    <w:rsid w:val="009D56BD"/>
    <w:rsid w:val="009D5962"/>
    <w:rsid w:val="009D598F"/>
    <w:rsid w:val="009D59D0"/>
    <w:rsid w:val="009D5A97"/>
    <w:rsid w:val="009D5B0E"/>
    <w:rsid w:val="009D5D87"/>
    <w:rsid w:val="009D5E07"/>
    <w:rsid w:val="009D6004"/>
    <w:rsid w:val="009D6016"/>
    <w:rsid w:val="009D615B"/>
    <w:rsid w:val="009D6231"/>
    <w:rsid w:val="009D6388"/>
    <w:rsid w:val="009D63C1"/>
    <w:rsid w:val="009D63EA"/>
    <w:rsid w:val="009D6587"/>
    <w:rsid w:val="009D6614"/>
    <w:rsid w:val="009D6676"/>
    <w:rsid w:val="009D674A"/>
    <w:rsid w:val="009D6839"/>
    <w:rsid w:val="009D6BBB"/>
    <w:rsid w:val="009D6CB5"/>
    <w:rsid w:val="009D6D4A"/>
    <w:rsid w:val="009D6E81"/>
    <w:rsid w:val="009D6F69"/>
    <w:rsid w:val="009D7034"/>
    <w:rsid w:val="009D70BD"/>
    <w:rsid w:val="009D7228"/>
    <w:rsid w:val="009D731F"/>
    <w:rsid w:val="009D74F1"/>
    <w:rsid w:val="009D7612"/>
    <w:rsid w:val="009D787E"/>
    <w:rsid w:val="009D79A5"/>
    <w:rsid w:val="009D7B55"/>
    <w:rsid w:val="009D7C7A"/>
    <w:rsid w:val="009D7CBA"/>
    <w:rsid w:val="009D7D4B"/>
    <w:rsid w:val="009D7D95"/>
    <w:rsid w:val="009D7DB4"/>
    <w:rsid w:val="009D7E32"/>
    <w:rsid w:val="009D7E92"/>
    <w:rsid w:val="009D7F19"/>
    <w:rsid w:val="009E035A"/>
    <w:rsid w:val="009E03BF"/>
    <w:rsid w:val="009E0804"/>
    <w:rsid w:val="009E0824"/>
    <w:rsid w:val="009E0894"/>
    <w:rsid w:val="009E0921"/>
    <w:rsid w:val="009E09DB"/>
    <w:rsid w:val="009E0A9C"/>
    <w:rsid w:val="009E0B91"/>
    <w:rsid w:val="009E0CB2"/>
    <w:rsid w:val="009E0D5B"/>
    <w:rsid w:val="009E0EC2"/>
    <w:rsid w:val="009E0F3D"/>
    <w:rsid w:val="009E0F73"/>
    <w:rsid w:val="009E101A"/>
    <w:rsid w:val="009E10AB"/>
    <w:rsid w:val="009E1238"/>
    <w:rsid w:val="009E13FF"/>
    <w:rsid w:val="009E14C2"/>
    <w:rsid w:val="009E14EF"/>
    <w:rsid w:val="009E15B1"/>
    <w:rsid w:val="009E15FF"/>
    <w:rsid w:val="009E16C1"/>
    <w:rsid w:val="009E1848"/>
    <w:rsid w:val="009E1A64"/>
    <w:rsid w:val="009E1AF4"/>
    <w:rsid w:val="009E1B09"/>
    <w:rsid w:val="009E1C53"/>
    <w:rsid w:val="009E1E3B"/>
    <w:rsid w:val="009E1E76"/>
    <w:rsid w:val="009E2072"/>
    <w:rsid w:val="009E2176"/>
    <w:rsid w:val="009E2189"/>
    <w:rsid w:val="009E262A"/>
    <w:rsid w:val="009E27D0"/>
    <w:rsid w:val="009E291C"/>
    <w:rsid w:val="009E2B7C"/>
    <w:rsid w:val="009E2C13"/>
    <w:rsid w:val="009E2DB8"/>
    <w:rsid w:val="009E2DED"/>
    <w:rsid w:val="009E2DF1"/>
    <w:rsid w:val="009E3258"/>
    <w:rsid w:val="009E32A8"/>
    <w:rsid w:val="009E34D4"/>
    <w:rsid w:val="009E34DC"/>
    <w:rsid w:val="009E3502"/>
    <w:rsid w:val="009E3708"/>
    <w:rsid w:val="009E3940"/>
    <w:rsid w:val="009E3A3D"/>
    <w:rsid w:val="009E3E03"/>
    <w:rsid w:val="009E3EB5"/>
    <w:rsid w:val="009E3F00"/>
    <w:rsid w:val="009E3FD7"/>
    <w:rsid w:val="009E402A"/>
    <w:rsid w:val="009E4031"/>
    <w:rsid w:val="009E41D2"/>
    <w:rsid w:val="009E4204"/>
    <w:rsid w:val="009E433A"/>
    <w:rsid w:val="009E442F"/>
    <w:rsid w:val="009E443F"/>
    <w:rsid w:val="009E45E6"/>
    <w:rsid w:val="009E4617"/>
    <w:rsid w:val="009E4734"/>
    <w:rsid w:val="009E4738"/>
    <w:rsid w:val="009E4A55"/>
    <w:rsid w:val="009E4DD4"/>
    <w:rsid w:val="009E4DE7"/>
    <w:rsid w:val="009E4DEB"/>
    <w:rsid w:val="009E5274"/>
    <w:rsid w:val="009E542B"/>
    <w:rsid w:val="009E54CF"/>
    <w:rsid w:val="009E558A"/>
    <w:rsid w:val="009E5597"/>
    <w:rsid w:val="009E5771"/>
    <w:rsid w:val="009E5B43"/>
    <w:rsid w:val="009E5BC1"/>
    <w:rsid w:val="009E5C94"/>
    <w:rsid w:val="009E5D0B"/>
    <w:rsid w:val="009E5DCE"/>
    <w:rsid w:val="009E5DFE"/>
    <w:rsid w:val="009E5EDA"/>
    <w:rsid w:val="009E5F7C"/>
    <w:rsid w:val="009E6068"/>
    <w:rsid w:val="009E60B6"/>
    <w:rsid w:val="009E617C"/>
    <w:rsid w:val="009E6332"/>
    <w:rsid w:val="009E63E4"/>
    <w:rsid w:val="009E6645"/>
    <w:rsid w:val="009E664F"/>
    <w:rsid w:val="009E6717"/>
    <w:rsid w:val="009E6738"/>
    <w:rsid w:val="009E687F"/>
    <w:rsid w:val="009E6888"/>
    <w:rsid w:val="009E6D20"/>
    <w:rsid w:val="009E6E62"/>
    <w:rsid w:val="009E6EFA"/>
    <w:rsid w:val="009E6F02"/>
    <w:rsid w:val="009E6F18"/>
    <w:rsid w:val="009E71AF"/>
    <w:rsid w:val="009E71B8"/>
    <w:rsid w:val="009E7242"/>
    <w:rsid w:val="009E73AD"/>
    <w:rsid w:val="009E7486"/>
    <w:rsid w:val="009E7591"/>
    <w:rsid w:val="009E75F2"/>
    <w:rsid w:val="009E76F8"/>
    <w:rsid w:val="009E7711"/>
    <w:rsid w:val="009E7724"/>
    <w:rsid w:val="009E7866"/>
    <w:rsid w:val="009E7922"/>
    <w:rsid w:val="009E796E"/>
    <w:rsid w:val="009E7989"/>
    <w:rsid w:val="009E7B78"/>
    <w:rsid w:val="009E7C77"/>
    <w:rsid w:val="009F023C"/>
    <w:rsid w:val="009F0368"/>
    <w:rsid w:val="009F0430"/>
    <w:rsid w:val="009F0475"/>
    <w:rsid w:val="009F04A1"/>
    <w:rsid w:val="009F0511"/>
    <w:rsid w:val="009F05D2"/>
    <w:rsid w:val="009F068B"/>
    <w:rsid w:val="009F0ADB"/>
    <w:rsid w:val="009F0C14"/>
    <w:rsid w:val="009F0C90"/>
    <w:rsid w:val="009F0E78"/>
    <w:rsid w:val="009F0ECD"/>
    <w:rsid w:val="009F1172"/>
    <w:rsid w:val="009F127C"/>
    <w:rsid w:val="009F1304"/>
    <w:rsid w:val="009F1475"/>
    <w:rsid w:val="009F1688"/>
    <w:rsid w:val="009F1C35"/>
    <w:rsid w:val="009F1EB1"/>
    <w:rsid w:val="009F1EBC"/>
    <w:rsid w:val="009F2015"/>
    <w:rsid w:val="009F2351"/>
    <w:rsid w:val="009F235F"/>
    <w:rsid w:val="009F23B1"/>
    <w:rsid w:val="009F28DD"/>
    <w:rsid w:val="009F2B5E"/>
    <w:rsid w:val="009F2B60"/>
    <w:rsid w:val="009F2B75"/>
    <w:rsid w:val="009F2BA7"/>
    <w:rsid w:val="009F2BC0"/>
    <w:rsid w:val="009F2EEC"/>
    <w:rsid w:val="009F3054"/>
    <w:rsid w:val="009F311C"/>
    <w:rsid w:val="009F31AD"/>
    <w:rsid w:val="009F323C"/>
    <w:rsid w:val="009F32FD"/>
    <w:rsid w:val="009F337D"/>
    <w:rsid w:val="009F345A"/>
    <w:rsid w:val="009F39CB"/>
    <w:rsid w:val="009F3BEE"/>
    <w:rsid w:val="009F3D0C"/>
    <w:rsid w:val="009F3D19"/>
    <w:rsid w:val="009F3F97"/>
    <w:rsid w:val="009F3FA2"/>
    <w:rsid w:val="009F4082"/>
    <w:rsid w:val="009F40A2"/>
    <w:rsid w:val="009F4178"/>
    <w:rsid w:val="009F4185"/>
    <w:rsid w:val="009F4405"/>
    <w:rsid w:val="009F448F"/>
    <w:rsid w:val="009F467F"/>
    <w:rsid w:val="009F47EA"/>
    <w:rsid w:val="009F49D2"/>
    <w:rsid w:val="009F4A5E"/>
    <w:rsid w:val="009F4DC4"/>
    <w:rsid w:val="009F4E0B"/>
    <w:rsid w:val="009F4E32"/>
    <w:rsid w:val="009F4FE3"/>
    <w:rsid w:val="009F5123"/>
    <w:rsid w:val="009F5163"/>
    <w:rsid w:val="009F5166"/>
    <w:rsid w:val="009F52C5"/>
    <w:rsid w:val="009F542B"/>
    <w:rsid w:val="009F545D"/>
    <w:rsid w:val="009F57BB"/>
    <w:rsid w:val="009F58D0"/>
    <w:rsid w:val="009F5B64"/>
    <w:rsid w:val="009F5C1B"/>
    <w:rsid w:val="009F5CDB"/>
    <w:rsid w:val="009F5D1E"/>
    <w:rsid w:val="009F5EE5"/>
    <w:rsid w:val="009F6303"/>
    <w:rsid w:val="009F6337"/>
    <w:rsid w:val="009F63D4"/>
    <w:rsid w:val="009F645A"/>
    <w:rsid w:val="009F681B"/>
    <w:rsid w:val="009F6A31"/>
    <w:rsid w:val="009F6AAF"/>
    <w:rsid w:val="009F6AC8"/>
    <w:rsid w:val="009F6B0C"/>
    <w:rsid w:val="009F6BB8"/>
    <w:rsid w:val="009F6CFA"/>
    <w:rsid w:val="009F6F02"/>
    <w:rsid w:val="009F7020"/>
    <w:rsid w:val="009F708C"/>
    <w:rsid w:val="009F7139"/>
    <w:rsid w:val="009F7255"/>
    <w:rsid w:val="009F7351"/>
    <w:rsid w:val="009F7464"/>
    <w:rsid w:val="009F74ED"/>
    <w:rsid w:val="009F7544"/>
    <w:rsid w:val="009F7546"/>
    <w:rsid w:val="009F76E9"/>
    <w:rsid w:val="009F77D8"/>
    <w:rsid w:val="009F784C"/>
    <w:rsid w:val="009F7918"/>
    <w:rsid w:val="009F7B0E"/>
    <w:rsid w:val="009F7C41"/>
    <w:rsid w:val="009F7EF1"/>
    <w:rsid w:val="00A000C5"/>
    <w:rsid w:val="00A001E9"/>
    <w:rsid w:val="00A0023D"/>
    <w:rsid w:val="00A00247"/>
    <w:rsid w:val="00A00256"/>
    <w:rsid w:val="00A0039A"/>
    <w:rsid w:val="00A006D7"/>
    <w:rsid w:val="00A00895"/>
    <w:rsid w:val="00A009C6"/>
    <w:rsid w:val="00A009D3"/>
    <w:rsid w:val="00A009D7"/>
    <w:rsid w:val="00A00C65"/>
    <w:rsid w:val="00A00C72"/>
    <w:rsid w:val="00A00D82"/>
    <w:rsid w:val="00A00EB4"/>
    <w:rsid w:val="00A00F2B"/>
    <w:rsid w:val="00A01074"/>
    <w:rsid w:val="00A01106"/>
    <w:rsid w:val="00A0159E"/>
    <w:rsid w:val="00A015C5"/>
    <w:rsid w:val="00A016CA"/>
    <w:rsid w:val="00A018A8"/>
    <w:rsid w:val="00A0191D"/>
    <w:rsid w:val="00A01A2D"/>
    <w:rsid w:val="00A01C8D"/>
    <w:rsid w:val="00A01E9B"/>
    <w:rsid w:val="00A02043"/>
    <w:rsid w:val="00A02213"/>
    <w:rsid w:val="00A0229F"/>
    <w:rsid w:val="00A022C4"/>
    <w:rsid w:val="00A0231B"/>
    <w:rsid w:val="00A02466"/>
    <w:rsid w:val="00A025A9"/>
    <w:rsid w:val="00A02671"/>
    <w:rsid w:val="00A02770"/>
    <w:rsid w:val="00A0281C"/>
    <w:rsid w:val="00A028A6"/>
    <w:rsid w:val="00A02B50"/>
    <w:rsid w:val="00A02BA2"/>
    <w:rsid w:val="00A02CFA"/>
    <w:rsid w:val="00A02DB6"/>
    <w:rsid w:val="00A02E67"/>
    <w:rsid w:val="00A02F1A"/>
    <w:rsid w:val="00A02FF9"/>
    <w:rsid w:val="00A031A9"/>
    <w:rsid w:val="00A031C4"/>
    <w:rsid w:val="00A0327E"/>
    <w:rsid w:val="00A0329A"/>
    <w:rsid w:val="00A03432"/>
    <w:rsid w:val="00A03489"/>
    <w:rsid w:val="00A034C0"/>
    <w:rsid w:val="00A034FF"/>
    <w:rsid w:val="00A035D9"/>
    <w:rsid w:val="00A036C2"/>
    <w:rsid w:val="00A037F9"/>
    <w:rsid w:val="00A039B2"/>
    <w:rsid w:val="00A03AE6"/>
    <w:rsid w:val="00A03B70"/>
    <w:rsid w:val="00A03BC2"/>
    <w:rsid w:val="00A03BD5"/>
    <w:rsid w:val="00A03BFF"/>
    <w:rsid w:val="00A03CF6"/>
    <w:rsid w:val="00A042FA"/>
    <w:rsid w:val="00A0442E"/>
    <w:rsid w:val="00A04A7A"/>
    <w:rsid w:val="00A04A97"/>
    <w:rsid w:val="00A04A9B"/>
    <w:rsid w:val="00A04B6C"/>
    <w:rsid w:val="00A04B8F"/>
    <w:rsid w:val="00A04C23"/>
    <w:rsid w:val="00A04D2F"/>
    <w:rsid w:val="00A04DEB"/>
    <w:rsid w:val="00A04E9C"/>
    <w:rsid w:val="00A04F43"/>
    <w:rsid w:val="00A0502B"/>
    <w:rsid w:val="00A050A5"/>
    <w:rsid w:val="00A050CB"/>
    <w:rsid w:val="00A05176"/>
    <w:rsid w:val="00A0523D"/>
    <w:rsid w:val="00A0524D"/>
    <w:rsid w:val="00A0538B"/>
    <w:rsid w:val="00A0548E"/>
    <w:rsid w:val="00A05596"/>
    <w:rsid w:val="00A05666"/>
    <w:rsid w:val="00A0593C"/>
    <w:rsid w:val="00A05A0E"/>
    <w:rsid w:val="00A05A8D"/>
    <w:rsid w:val="00A05C8D"/>
    <w:rsid w:val="00A05E89"/>
    <w:rsid w:val="00A05FFC"/>
    <w:rsid w:val="00A06024"/>
    <w:rsid w:val="00A06271"/>
    <w:rsid w:val="00A0644F"/>
    <w:rsid w:val="00A06455"/>
    <w:rsid w:val="00A0648B"/>
    <w:rsid w:val="00A064F8"/>
    <w:rsid w:val="00A06551"/>
    <w:rsid w:val="00A06666"/>
    <w:rsid w:val="00A06713"/>
    <w:rsid w:val="00A067AA"/>
    <w:rsid w:val="00A067C9"/>
    <w:rsid w:val="00A067EF"/>
    <w:rsid w:val="00A068A1"/>
    <w:rsid w:val="00A068E9"/>
    <w:rsid w:val="00A06974"/>
    <w:rsid w:val="00A06AB2"/>
    <w:rsid w:val="00A06ACA"/>
    <w:rsid w:val="00A06B0D"/>
    <w:rsid w:val="00A06C35"/>
    <w:rsid w:val="00A06C90"/>
    <w:rsid w:val="00A06DF6"/>
    <w:rsid w:val="00A06EFF"/>
    <w:rsid w:val="00A0706C"/>
    <w:rsid w:val="00A074BD"/>
    <w:rsid w:val="00A075DE"/>
    <w:rsid w:val="00A0781B"/>
    <w:rsid w:val="00A07B91"/>
    <w:rsid w:val="00A07BA0"/>
    <w:rsid w:val="00A07BAD"/>
    <w:rsid w:val="00A07C9B"/>
    <w:rsid w:val="00A07CDD"/>
    <w:rsid w:val="00A07E5B"/>
    <w:rsid w:val="00A1006A"/>
    <w:rsid w:val="00A1027F"/>
    <w:rsid w:val="00A10436"/>
    <w:rsid w:val="00A1056A"/>
    <w:rsid w:val="00A10600"/>
    <w:rsid w:val="00A106FC"/>
    <w:rsid w:val="00A1079B"/>
    <w:rsid w:val="00A107E9"/>
    <w:rsid w:val="00A10803"/>
    <w:rsid w:val="00A10852"/>
    <w:rsid w:val="00A1087F"/>
    <w:rsid w:val="00A10997"/>
    <w:rsid w:val="00A10C54"/>
    <w:rsid w:val="00A10FB2"/>
    <w:rsid w:val="00A11177"/>
    <w:rsid w:val="00A113D5"/>
    <w:rsid w:val="00A115CD"/>
    <w:rsid w:val="00A1186A"/>
    <w:rsid w:val="00A118D8"/>
    <w:rsid w:val="00A11A42"/>
    <w:rsid w:val="00A11A9F"/>
    <w:rsid w:val="00A11C46"/>
    <w:rsid w:val="00A11CA8"/>
    <w:rsid w:val="00A11ED2"/>
    <w:rsid w:val="00A12352"/>
    <w:rsid w:val="00A1264A"/>
    <w:rsid w:val="00A126C9"/>
    <w:rsid w:val="00A12720"/>
    <w:rsid w:val="00A12910"/>
    <w:rsid w:val="00A12985"/>
    <w:rsid w:val="00A129A9"/>
    <w:rsid w:val="00A12C3E"/>
    <w:rsid w:val="00A12CE5"/>
    <w:rsid w:val="00A12E66"/>
    <w:rsid w:val="00A1305A"/>
    <w:rsid w:val="00A130C8"/>
    <w:rsid w:val="00A13270"/>
    <w:rsid w:val="00A133E4"/>
    <w:rsid w:val="00A13424"/>
    <w:rsid w:val="00A134E6"/>
    <w:rsid w:val="00A134FC"/>
    <w:rsid w:val="00A13655"/>
    <w:rsid w:val="00A137F4"/>
    <w:rsid w:val="00A13842"/>
    <w:rsid w:val="00A13864"/>
    <w:rsid w:val="00A13868"/>
    <w:rsid w:val="00A13945"/>
    <w:rsid w:val="00A13A4E"/>
    <w:rsid w:val="00A13A82"/>
    <w:rsid w:val="00A13B08"/>
    <w:rsid w:val="00A13BA0"/>
    <w:rsid w:val="00A13BE0"/>
    <w:rsid w:val="00A13E4A"/>
    <w:rsid w:val="00A13FD9"/>
    <w:rsid w:val="00A14081"/>
    <w:rsid w:val="00A1416D"/>
    <w:rsid w:val="00A141BD"/>
    <w:rsid w:val="00A14259"/>
    <w:rsid w:val="00A1433E"/>
    <w:rsid w:val="00A14347"/>
    <w:rsid w:val="00A14360"/>
    <w:rsid w:val="00A14379"/>
    <w:rsid w:val="00A145B0"/>
    <w:rsid w:val="00A14672"/>
    <w:rsid w:val="00A1479B"/>
    <w:rsid w:val="00A147CB"/>
    <w:rsid w:val="00A1485D"/>
    <w:rsid w:val="00A148D6"/>
    <w:rsid w:val="00A149A9"/>
    <w:rsid w:val="00A14A34"/>
    <w:rsid w:val="00A14A5F"/>
    <w:rsid w:val="00A14AD1"/>
    <w:rsid w:val="00A14C32"/>
    <w:rsid w:val="00A14ED8"/>
    <w:rsid w:val="00A14FED"/>
    <w:rsid w:val="00A1504A"/>
    <w:rsid w:val="00A151BD"/>
    <w:rsid w:val="00A1543E"/>
    <w:rsid w:val="00A15569"/>
    <w:rsid w:val="00A15791"/>
    <w:rsid w:val="00A15896"/>
    <w:rsid w:val="00A1592C"/>
    <w:rsid w:val="00A15C53"/>
    <w:rsid w:val="00A16156"/>
    <w:rsid w:val="00A16223"/>
    <w:rsid w:val="00A16234"/>
    <w:rsid w:val="00A16421"/>
    <w:rsid w:val="00A16533"/>
    <w:rsid w:val="00A1658E"/>
    <w:rsid w:val="00A165BD"/>
    <w:rsid w:val="00A166C4"/>
    <w:rsid w:val="00A1677A"/>
    <w:rsid w:val="00A16872"/>
    <w:rsid w:val="00A16943"/>
    <w:rsid w:val="00A16993"/>
    <w:rsid w:val="00A169AF"/>
    <w:rsid w:val="00A16B9E"/>
    <w:rsid w:val="00A16C08"/>
    <w:rsid w:val="00A16DA1"/>
    <w:rsid w:val="00A16E10"/>
    <w:rsid w:val="00A16E12"/>
    <w:rsid w:val="00A16EA2"/>
    <w:rsid w:val="00A16F38"/>
    <w:rsid w:val="00A1720A"/>
    <w:rsid w:val="00A172A8"/>
    <w:rsid w:val="00A174B4"/>
    <w:rsid w:val="00A174CF"/>
    <w:rsid w:val="00A17590"/>
    <w:rsid w:val="00A17635"/>
    <w:rsid w:val="00A17647"/>
    <w:rsid w:val="00A1779C"/>
    <w:rsid w:val="00A178B3"/>
    <w:rsid w:val="00A17909"/>
    <w:rsid w:val="00A17914"/>
    <w:rsid w:val="00A179E8"/>
    <w:rsid w:val="00A179FA"/>
    <w:rsid w:val="00A17A92"/>
    <w:rsid w:val="00A17B07"/>
    <w:rsid w:val="00A17B9A"/>
    <w:rsid w:val="00A17BD0"/>
    <w:rsid w:val="00A17C71"/>
    <w:rsid w:val="00A17CBD"/>
    <w:rsid w:val="00A17DFC"/>
    <w:rsid w:val="00A17F9B"/>
    <w:rsid w:val="00A200BF"/>
    <w:rsid w:val="00A20132"/>
    <w:rsid w:val="00A201EB"/>
    <w:rsid w:val="00A2025E"/>
    <w:rsid w:val="00A20624"/>
    <w:rsid w:val="00A2074B"/>
    <w:rsid w:val="00A2083C"/>
    <w:rsid w:val="00A20904"/>
    <w:rsid w:val="00A20AC0"/>
    <w:rsid w:val="00A20AD1"/>
    <w:rsid w:val="00A20C0B"/>
    <w:rsid w:val="00A20C8E"/>
    <w:rsid w:val="00A20D9B"/>
    <w:rsid w:val="00A20F2A"/>
    <w:rsid w:val="00A21085"/>
    <w:rsid w:val="00A211FB"/>
    <w:rsid w:val="00A2120A"/>
    <w:rsid w:val="00A2122C"/>
    <w:rsid w:val="00A2149C"/>
    <w:rsid w:val="00A215E4"/>
    <w:rsid w:val="00A2169E"/>
    <w:rsid w:val="00A21704"/>
    <w:rsid w:val="00A217C5"/>
    <w:rsid w:val="00A2182A"/>
    <w:rsid w:val="00A218BD"/>
    <w:rsid w:val="00A218E0"/>
    <w:rsid w:val="00A21C6B"/>
    <w:rsid w:val="00A21CD5"/>
    <w:rsid w:val="00A21E45"/>
    <w:rsid w:val="00A21E6C"/>
    <w:rsid w:val="00A21EC5"/>
    <w:rsid w:val="00A21F58"/>
    <w:rsid w:val="00A21FB9"/>
    <w:rsid w:val="00A21FF2"/>
    <w:rsid w:val="00A2228B"/>
    <w:rsid w:val="00A222E8"/>
    <w:rsid w:val="00A222EF"/>
    <w:rsid w:val="00A22339"/>
    <w:rsid w:val="00A22694"/>
    <w:rsid w:val="00A227BF"/>
    <w:rsid w:val="00A229C2"/>
    <w:rsid w:val="00A22A39"/>
    <w:rsid w:val="00A22B4C"/>
    <w:rsid w:val="00A22D63"/>
    <w:rsid w:val="00A22E8D"/>
    <w:rsid w:val="00A22EBA"/>
    <w:rsid w:val="00A22ECE"/>
    <w:rsid w:val="00A22F39"/>
    <w:rsid w:val="00A22FF3"/>
    <w:rsid w:val="00A23112"/>
    <w:rsid w:val="00A23218"/>
    <w:rsid w:val="00A234CA"/>
    <w:rsid w:val="00A235E6"/>
    <w:rsid w:val="00A235FE"/>
    <w:rsid w:val="00A23623"/>
    <w:rsid w:val="00A23632"/>
    <w:rsid w:val="00A23745"/>
    <w:rsid w:val="00A23B4D"/>
    <w:rsid w:val="00A23BDC"/>
    <w:rsid w:val="00A23BEC"/>
    <w:rsid w:val="00A23C29"/>
    <w:rsid w:val="00A23C39"/>
    <w:rsid w:val="00A23F4E"/>
    <w:rsid w:val="00A2446D"/>
    <w:rsid w:val="00A244E5"/>
    <w:rsid w:val="00A24532"/>
    <w:rsid w:val="00A24670"/>
    <w:rsid w:val="00A24686"/>
    <w:rsid w:val="00A24A25"/>
    <w:rsid w:val="00A24B2E"/>
    <w:rsid w:val="00A24C9A"/>
    <w:rsid w:val="00A24D47"/>
    <w:rsid w:val="00A24EDD"/>
    <w:rsid w:val="00A2501C"/>
    <w:rsid w:val="00A2502C"/>
    <w:rsid w:val="00A25080"/>
    <w:rsid w:val="00A2508C"/>
    <w:rsid w:val="00A2525C"/>
    <w:rsid w:val="00A25334"/>
    <w:rsid w:val="00A25539"/>
    <w:rsid w:val="00A25742"/>
    <w:rsid w:val="00A25766"/>
    <w:rsid w:val="00A25853"/>
    <w:rsid w:val="00A25A04"/>
    <w:rsid w:val="00A25AAC"/>
    <w:rsid w:val="00A25B72"/>
    <w:rsid w:val="00A25B97"/>
    <w:rsid w:val="00A25BEA"/>
    <w:rsid w:val="00A25C3B"/>
    <w:rsid w:val="00A25D52"/>
    <w:rsid w:val="00A25E35"/>
    <w:rsid w:val="00A25F13"/>
    <w:rsid w:val="00A25F3F"/>
    <w:rsid w:val="00A26164"/>
    <w:rsid w:val="00A261A3"/>
    <w:rsid w:val="00A26297"/>
    <w:rsid w:val="00A262B7"/>
    <w:rsid w:val="00A26429"/>
    <w:rsid w:val="00A26473"/>
    <w:rsid w:val="00A26474"/>
    <w:rsid w:val="00A264D9"/>
    <w:rsid w:val="00A26572"/>
    <w:rsid w:val="00A265C1"/>
    <w:rsid w:val="00A26B16"/>
    <w:rsid w:val="00A26C2F"/>
    <w:rsid w:val="00A26D13"/>
    <w:rsid w:val="00A26D18"/>
    <w:rsid w:val="00A26E09"/>
    <w:rsid w:val="00A26E19"/>
    <w:rsid w:val="00A26F74"/>
    <w:rsid w:val="00A27050"/>
    <w:rsid w:val="00A271B7"/>
    <w:rsid w:val="00A27220"/>
    <w:rsid w:val="00A27400"/>
    <w:rsid w:val="00A274F9"/>
    <w:rsid w:val="00A27552"/>
    <w:rsid w:val="00A2774D"/>
    <w:rsid w:val="00A27926"/>
    <w:rsid w:val="00A27A4B"/>
    <w:rsid w:val="00A27B3B"/>
    <w:rsid w:val="00A27B77"/>
    <w:rsid w:val="00A27E84"/>
    <w:rsid w:val="00A300CE"/>
    <w:rsid w:val="00A3028C"/>
    <w:rsid w:val="00A3035C"/>
    <w:rsid w:val="00A304B1"/>
    <w:rsid w:val="00A304DA"/>
    <w:rsid w:val="00A30613"/>
    <w:rsid w:val="00A306DB"/>
    <w:rsid w:val="00A306FE"/>
    <w:rsid w:val="00A30834"/>
    <w:rsid w:val="00A30AD7"/>
    <w:rsid w:val="00A30AD9"/>
    <w:rsid w:val="00A30C32"/>
    <w:rsid w:val="00A30DC5"/>
    <w:rsid w:val="00A30F80"/>
    <w:rsid w:val="00A3106F"/>
    <w:rsid w:val="00A31118"/>
    <w:rsid w:val="00A31287"/>
    <w:rsid w:val="00A3144B"/>
    <w:rsid w:val="00A31551"/>
    <w:rsid w:val="00A315A4"/>
    <w:rsid w:val="00A315DD"/>
    <w:rsid w:val="00A31623"/>
    <w:rsid w:val="00A31688"/>
    <w:rsid w:val="00A31735"/>
    <w:rsid w:val="00A317DE"/>
    <w:rsid w:val="00A317DF"/>
    <w:rsid w:val="00A31880"/>
    <w:rsid w:val="00A318D0"/>
    <w:rsid w:val="00A31A4C"/>
    <w:rsid w:val="00A31BD2"/>
    <w:rsid w:val="00A31C6C"/>
    <w:rsid w:val="00A31D67"/>
    <w:rsid w:val="00A31EEA"/>
    <w:rsid w:val="00A31FB3"/>
    <w:rsid w:val="00A32044"/>
    <w:rsid w:val="00A32195"/>
    <w:rsid w:val="00A321A0"/>
    <w:rsid w:val="00A3223C"/>
    <w:rsid w:val="00A3230F"/>
    <w:rsid w:val="00A32366"/>
    <w:rsid w:val="00A326EF"/>
    <w:rsid w:val="00A326FA"/>
    <w:rsid w:val="00A327CF"/>
    <w:rsid w:val="00A3286A"/>
    <w:rsid w:val="00A32884"/>
    <w:rsid w:val="00A32B7A"/>
    <w:rsid w:val="00A32C92"/>
    <w:rsid w:val="00A32CE4"/>
    <w:rsid w:val="00A32D7D"/>
    <w:rsid w:val="00A330D4"/>
    <w:rsid w:val="00A33241"/>
    <w:rsid w:val="00A334A3"/>
    <w:rsid w:val="00A33985"/>
    <w:rsid w:val="00A33ADA"/>
    <w:rsid w:val="00A33AFD"/>
    <w:rsid w:val="00A33B50"/>
    <w:rsid w:val="00A33C3B"/>
    <w:rsid w:val="00A33D1B"/>
    <w:rsid w:val="00A33D26"/>
    <w:rsid w:val="00A33FAD"/>
    <w:rsid w:val="00A3411F"/>
    <w:rsid w:val="00A34277"/>
    <w:rsid w:val="00A349CD"/>
    <w:rsid w:val="00A34A52"/>
    <w:rsid w:val="00A34A96"/>
    <w:rsid w:val="00A34C0A"/>
    <w:rsid w:val="00A34E72"/>
    <w:rsid w:val="00A34F9E"/>
    <w:rsid w:val="00A34FAA"/>
    <w:rsid w:val="00A35030"/>
    <w:rsid w:val="00A352BD"/>
    <w:rsid w:val="00A35300"/>
    <w:rsid w:val="00A3533D"/>
    <w:rsid w:val="00A35453"/>
    <w:rsid w:val="00A35613"/>
    <w:rsid w:val="00A35749"/>
    <w:rsid w:val="00A357AD"/>
    <w:rsid w:val="00A359A7"/>
    <w:rsid w:val="00A35A34"/>
    <w:rsid w:val="00A35B7F"/>
    <w:rsid w:val="00A35BD6"/>
    <w:rsid w:val="00A35BDA"/>
    <w:rsid w:val="00A35C51"/>
    <w:rsid w:val="00A35EA7"/>
    <w:rsid w:val="00A35EC0"/>
    <w:rsid w:val="00A36232"/>
    <w:rsid w:val="00A3626F"/>
    <w:rsid w:val="00A362F5"/>
    <w:rsid w:val="00A36735"/>
    <w:rsid w:val="00A368AF"/>
    <w:rsid w:val="00A36932"/>
    <w:rsid w:val="00A36A17"/>
    <w:rsid w:val="00A36B4E"/>
    <w:rsid w:val="00A36F60"/>
    <w:rsid w:val="00A36F72"/>
    <w:rsid w:val="00A3700C"/>
    <w:rsid w:val="00A372A0"/>
    <w:rsid w:val="00A372BC"/>
    <w:rsid w:val="00A372EB"/>
    <w:rsid w:val="00A37391"/>
    <w:rsid w:val="00A3741E"/>
    <w:rsid w:val="00A37454"/>
    <w:rsid w:val="00A374E1"/>
    <w:rsid w:val="00A37722"/>
    <w:rsid w:val="00A3784B"/>
    <w:rsid w:val="00A3787A"/>
    <w:rsid w:val="00A378A3"/>
    <w:rsid w:val="00A37A2D"/>
    <w:rsid w:val="00A37A84"/>
    <w:rsid w:val="00A37AAC"/>
    <w:rsid w:val="00A37D2A"/>
    <w:rsid w:val="00A37DB1"/>
    <w:rsid w:val="00A37F95"/>
    <w:rsid w:val="00A401A6"/>
    <w:rsid w:val="00A40206"/>
    <w:rsid w:val="00A403BA"/>
    <w:rsid w:val="00A403CF"/>
    <w:rsid w:val="00A40414"/>
    <w:rsid w:val="00A40437"/>
    <w:rsid w:val="00A404CC"/>
    <w:rsid w:val="00A405FD"/>
    <w:rsid w:val="00A40740"/>
    <w:rsid w:val="00A40AAD"/>
    <w:rsid w:val="00A40AFA"/>
    <w:rsid w:val="00A40BA3"/>
    <w:rsid w:val="00A40F45"/>
    <w:rsid w:val="00A41075"/>
    <w:rsid w:val="00A410A3"/>
    <w:rsid w:val="00A410F1"/>
    <w:rsid w:val="00A4120A"/>
    <w:rsid w:val="00A4125B"/>
    <w:rsid w:val="00A4126A"/>
    <w:rsid w:val="00A41341"/>
    <w:rsid w:val="00A41351"/>
    <w:rsid w:val="00A415D1"/>
    <w:rsid w:val="00A4160A"/>
    <w:rsid w:val="00A41789"/>
    <w:rsid w:val="00A417AE"/>
    <w:rsid w:val="00A41880"/>
    <w:rsid w:val="00A4193C"/>
    <w:rsid w:val="00A41B91"/>
    <w:rsid w:val="00A41C18"/>
    <w:rsid w:val="00A41D85"/>
    <w:rsid w:val="00A41D9C"/>
    <w:rsid w:val="00A41EDD"/>
    <w:rsid w:val="00A420CA"/>
    <w:rsid w:val="00A42133"/>
    <w:rsid w:val="00A422F4"/>
    <w:rsid w:val="00A423D1"/>
    <w:rsid w:val="00A42416"/>
    <w:rsid w:val="00A4242A"/>
    <w:rsid w:val="00A42455"/>
    <w:rsid w:val="00A424A7"/>
    <w:rsid w:val="00A4264F"/>
    <w:rsid w:val="00A42654"/>
    <w:rsid w:val="00A4273C"/>
    <w:rsid w:val="00A427D3"/>
    <w:rsid w:val="00A427E3"/>
    <w:rsid w:val="00A428D2"/>
    <w:rsid w:val="00A42A99"/>
    <w:rsid w:val="00A42AD6"/>
    <w:rsid w:val="00A42DF0"/>
    <w:rsid w:val="00A42E1E"/>
    <w:rsid w:val="00A42E29"/>
    <w:rsid w:val="00A42EF2"/>
    <w:rsid w:val="00A42FBE"/>
    <w:rsid w:val="00A42FE2"/>
    <w:rsid w:val="00A4304D"/>
    <w:rsid w:val="00A431E7"/>
    <w:rsid w:val="00A43432"/>
    <w:rsid w:val="00A4351B"/>
    <w:rsid w:val="00A43664"/>
    <w:rsid w:val="00A437A0"/>
    <w:rsid w:val="00A4383F"/>
    <w:rsid w:val="00A43B11"/>
    <w:rsid w:val="00A43C59"/>
    <w:rsid w:val="00A43DD8"/>
    <w:rsid w:val="00A43E55"/>
    <w:rsid w:val="00A4406F"/>
    <w:rsid w:val="00A44364"/>
    <w:rsid w:val="00A44424"/>
    <w:rsid w:val="00A44525"/>
    <w:rsid w:val="00A44951"/>
    <w:rsid w:val="00A449AD"/>
    <w:rsid w:val="00A44A09"/>
    <w:rsid w:val="00A44B4A"/>
    <w:rsid w:val="00A44B52"/>
    <w:rsid w:val="00A44B7B"/>
    <w:rsid w:val="00A44C3E"/>
    <w:rsid w:val="00A44C8B"/>
    <w:rsid w:val="00A44CEF"/>
    <w:rsid w:val="00A44DB9"/>
    <w:rsid w:val="00A44E8E"/>
    <w:rsid w:val="00A44F70"/>
    <w:rsid w:val="00A450BF"/>
    <w:rsid w:val="00A4511D"/>
    <w:rsid w:val="00A45322"/>
    <w:rsid w:val="00A453A2"/>
    <w:rsid w:val="00A453F7"/>
    <w:rsid w:val="00A45473"/>
    <w:rsid w:val="00A454D5"/>
    <w:rsid w:val="00A45625"/>
    <w:rsid w:val="00A456EA"/>
    <w:rsid w:val="00A45862"/>
    <w:rsid w:val="00A458A8"/>
    <w:rsid w:val="00A458DD"/>
    <w:rsid w:val="00A45B96"/>
    <w:rsid w:val="00A45BEC"/>
    <w:rsid w:val="00A45EE0"/>
    <w:rsid w:val="00A46162"/>
    <w:rsid w:val="00A46195"/>
    <w:rsid w:val="00A461F5"/>
    <w:rsid w:val="00A46262"/>
    <w:rsid w:val="00A46268"/>
    <w:rsid w:val="00A46297"/>
    <w:rsid w:val="00A4631A"/>
    <w:rsid w:val="00A463A7"/>
    <w:rsid w:val="00A464CE"/>
    <w:rsid w:val="00A46533"/>
    <w:rsid w:val="00A46557"/>
    <w:rsid w:val="00A465A3"/>
    <w:rsid w:val="00A4676A"/>
    <w:rsid w:val="00A4680E"/>
    <w:rsid w:val="00A46878"/>
    <w:rsid w:val="00A469FF"/>
    <w:rsid w:val="00A46A36"/>
    <w:rsid w:val="00A46E25"/>
    <w:rsid w:val="00A46E9B"/>
    <w:rsid w:val="00A4721F"/>
    <w:rsid w:val="00A472A5"/>
    <w:rsid w:val="00A47379"/>
    <w:rsid w:val="00A473B8"/>
    <w:rsid w:val="00A475E7"/>
    <w:rsid w:val="00A4765C"/>
    <w:rsid w:val="00A47678"/>
    <w:rsid w:val="00A477CF"/>
    <w:rsid w:val="00A478B1"/>
    <w:rsid w:val="00A478F2"/>
    <w:rsid w:val="00A47B1B"/>
    <w:rsid w:val="00A47D20"/>
    <w:rsid w:val="00A47D8F"/>
    <w:rsid w:val="00A47F01"/>
    <w:rsid w:val="00A5006F"/>
    <w:rsid w:val="00A501A6"/>
    <w:rsid w:val="00A5021B"/>
    <w:rsid w:val="00A503B5"/>
    <w:rsid w:val="00A503B7"/>
    <w:rsid w:val="00A50589"/>
    <w:rsid w:val="00A5069E"/>
    <w:rsid w:val="00A50873"/>
    <w:rsid w:val="00A509D4"/>
    <w:rsid w:val="00A50A2D"/>
    <w:rsid w:val="00A50A90"/>
    <w:rsid w:val="00A50AEC"/>
    <w:rsid w:val="00A50BCB"/>
    <w:rsid w:val="00A50D82"/>
    <w:rsid w:val="00A50E2F"/>
    <w:rsid w:val="00A50EB5"/>
    <w:rsid w:val="00A50FC6"/>
    <w:rsid w:val="00A51108"/>
    <w:rsid w:val="00A51425"/>
    <w:rsid w:val="00A518CF"/>
    <w:rsid w:val="00A51901"/>
    <w:rsid w:val="00A51984"/>
    <w:rsid w:val="00A51C3E"/>
    <w:rsid w:val="00A51D0F"/>
    <w:rsid w:val="00A51E4C"/>
    <w:rsid w:val="00A51F0B"/>
    <w:rsid w:val="00A52015"/>
    <w:rsid w:val="00A52094"/>
    <w:rsid w:val="00A52126"/>
    <w:rsid w:val="00A522F5"/>
    <w:rsid w:val="00A5232F"/>
    <w:rsid w:val="00A5255A"/>
    <w:rsid w:val="00A52625"/>
    <w:rsid w:val="00A52757"/>
    <w:rsid w:val="00A52777"/>
    <w:rsid w:val="00A52791"/>
    <w:rsid w:val="00A5284D"/>
    <w:rsid w:val="00A52882"/>
    <w:rsid w:val="00A528ED"/>
    <w:rsid w:val="00A52A4C"/>
    <w:rsid w:val="00A52A56"/>
    <w:rsid w:val="00A52A92"/>
    <w:rsid w:val="00A52B0F"/>
    <w:rsid w:val="00A52B26"/>
    <w:rsid w:val="00A52B71"/>
    <w:rsid w:val="00A52BB3"/>
    <w:rsid w:val="00A52BB4"/>
    <w:rsid w:val="00A52C07"/>
    <w:rsid w:val="00A52C3E"/>
    <w:rsid w:val="00A52C53"/>
    <w:rsid w:val="00A52CB2"/>
    <w:rsid w:val="00A52CEF"/>
    <w:rsid w:val="00A52DFF"/>
    <w:rsid w:val="00A52F17"/>
    <w:rsid w:val="00A52F69"/>
    <w:rsid w:val="00A5313A"/>
    <w:rsid w:val="00A53216"/>
    <w:rsid w:val="00A532CA"/>
    <w:rsid w:val="00A53407"/>
    <w:rsid w:val="00A53468"/>
    <w:rsid w:val="00A53498"/>
    <w:rsid w:val="00A53796"/>
    <w:rsid w:val="00A5385E"/>
    <w:rsid w:val="00A53983"/>
    <w:rsid w:val="00A53A30"/>
    <w:rsid w:val="00A53C17"/>
    <w:rsid w:val="00A53DC9"/>
    <w:rsid w:val="00A54057"/>
    <w:rsid w:val="00A5408D"/>
    <w:rsid w:val="00A545B2"/>
    <w:rsid w:val="00A54687"/>
    <w:rsid w:val="00A54839"/>
    <w:rsid w:val="00A54856"/>
    <w:rsid w:val="00A548D5"/>
    <w:rsid w:val="00A548F6"/>
    <w:rsid w:val="00A54A5C"/>
    <w:rsid w:val="00A54B2D"/>
    <w:rsid w:val="00A54BC9"/>
    <w:rsid w:val="00A54C01"/>
    <w:rsid w:val="00A54CBA"/>
    <w:rsid w:val="00A54E00"/>
    <w:rsid w:val="00A54E2E"/>
    <w:rsid w:val="00A54EDB"/>
    <w:rsid w:val="00A54F11"/>
    <w:rsid w:val="00A55156"/>
    <w:rsid w:val="00A55461"/>
    <w:rsid w:val="00A554CE"/>
    <w:rsid w:val="00A5570D"/>
    <w:rsid w:val="00A55794"/>
    <w:rsid w:val="00A5581F"/>
    <w:rsid w:val="00A559D6"/>
    <w:rsid w:val="00A55AA7"/>
    <w:rsid w:val="00A55D24"/>
    <w:rsid w:val="00A55D2A"/>
    <w:rsid w:val="00A55E78"/>
    <w:rsid w:val="00A55EF0"/>
    <w:rsid w:val="00A56031"/>
    <w:rsid w:val="00A56063"/>
    <w:rsid w:val="00A5607E"/>
    <w:rsid w:val="00A5607F"/>
    <w:rsid w:val="00A560B2"/>
    <w:rsid w:val="00A560B4"/>
    <w:rsid w:val="00A56145"/>
    <w:rsid w:val="00A5616C"/>
    <w:rsid w:val="00A561CB"/>
    <w:rsid w:val="00A5621A"/>
    <w:rsid w:val="00A562CE"/>
    <w:rsid w:val="00A564B2"/>
    <w:rsid w:val="00A56531"/>
    <w:rsid w:val="00A566EA"/>
    <w:rsid w:val="00A56942"/>
    <w:rsid w:val="00A56A8E"/>
    <w:rsid w:val="00A56C64"/>
    <w:rsid w:val="00A56E86"/>
    <w:rsid w:val="00A56EFB"/>
    <w:rsid w:val="00A56F29"/>
    <w:rsid w:val="00A56F67"/>
    <w:rsid w:val="00A56F7D"/>
    <w:rsid w:val="00A570F0"/>
    <w:rsid w:val="00A571E4"/>
    <w:rsid w:val="00A57508"/>
    <w:rsid w:val="00A57521"/>
    <w:rsid w:val="00A575A2"/>
    <w:rsid w:val="00A575E5"/>
    <w:rsid w:val="00A57721"/>
    <w:rsid w:val="00A57739"/>
    <w:rsid w:val="00A57742"/>
    <w:rsid w:val="00A577AA"/>
    <w:rsid w:val="00A579EA"/>
    <w:rsid w:val="00A57A70"/>
    <w:rsid w:val="00A57BA9"/>
    <w:rsid w:val="00A57CF0"/>
    <w:rsid w:val="00A57D73"/>
    <w:rsid w:val="00A60177"/>
    <w:rsid w:val="00A603A6"/>
    <w:rsid w:val="00A6045C"/>
    <w:rsid w:val="00A6095C"/>
    <w:rsid w:val="00A609BE"/>
    <w:rsid w:val="00A60ACE"/>
    <w:rsid w:val="00A60B34"/>
    <w:rsid w:val="00A60B64"/>
    <w:rsid w:val="00A60BFA"/>
    <w:rsid w:val="00A60D5F"/>
    <w:rsid w:val="00A60D60"/>
    <w:rsid w:val="00A60EB0"/>
    <w:rsid w:val="00A60EB7"/>
    <w:rsid w:val="00A6109E"/>
    <w:rsid w:val="00A610FD"/>
    <w:rsid w:val="00A61109"/>
    <w:rsid w:val="00A6116D"/>
    <w:rsid w:val="00A611D5"/>
    <w:rsid w:val="00A61235"/>
    <w:rsid w:val="00A61344"/>
    <w:rsid w:val="00A61350"/>
    <w:rsid w:val="00A613AE"/>
    <w:rsid w:val="00A613BD"/>
    <w:rsid w:val="00A613BF"/>
    <w:rsid w:val="00A613E4"/>
    <w:rsid w:val="00A6145E"/>
    <w:rsid w:val="00A614F6"/>
    <w:rsid w:val="00A61560"/>
    <w:rsid w:val="00A61591"/>
    <w:rsid w:val="00A61997"/>
    <w:rsid w:val="00A61AE2"/>
    <w:rsid w:val="00A61C2D"/>
    <w:rsid w:val="00A61D4A"/>
    <w:rsid w:val="00A61E2C"/>
    <w:rsid w:val="00A61EEA"/>
    <w:rsid w:val="00A61F0C"/>
    <w:rsid w:val="00A62187"/>
    <w:rsid w:val="00A62448"/>
    <w:rsid w:val="00A624D6"/>
    <w:rsid w:val="00A624E2"/>
    <w:rsid w:val="00A627FB"/>
    <w:rsid w:val="00A6284B"/>
    <w:rsid w:val="00A62920"/>
    <w:rsid w:val="00A62A4A"/>
    <w:rsid w:val="00A62A68"/>
    <w:rsid w:val="00A62C03"/>
    <w:rsid w:val="00A62CED"/>
    <w:rsid w:val="00A62D44"/>
    <w:rsid w:val="00A62DD2"/>
    <w:rsid w:val="00A631B3"/>
    <w:rsid w:val="00A63304"/>
    <w:rsid w:val="00A6330B"/>
    <w:rsid w:val="00A63635"/>
    <w:rsid w:val="00A63735"/>
    <w:rsid w:val="00A637E4"/>
    <w:rsid w:val="00A637F8"/>
    <w:rsid w:val="00A6386A"/>
    <w:rsid w:val="00A63B90"/>
    <w:rsid w:val="00A63BA6"/>
    <w:rsid w:val="00A63C0D"/>
    <w:rsid w:val="00A63D55"/>
    <w:rsid w:val="00A63D7F"/>
    <w:rsid w:val="00A63F60"/>
    <w:rsid w:val="00A63FAA"/>
    <w:rsid w:val="00A64052"/>
    <w:rsid w:val="00A641CD"/>
    <w:rsid w:val="00A641F3"/>
    <w:rsid w:val="00A642C7"/>
    <w:rsid w:val="00A64564"/>
    <w:rsid w:val="00A646AA"/>
    <w:rsid w:val="00A647AC"/>
    <w:rsid w:val="00A647CD"/>
    <w:rsid w:val="00A64893"/>
    <w:rsid w:val="00A6491F"/>
    <w:rsid w:val="00A64A19"/>
    <w:rsid w:val="00A64AAF"/>
    <w:rsid w:val="00A64B1C"/>
    <w:rsid w:val="00A64B7A"/>
    <w:rsid w:val="00A64BA4"/>
    <w:rsid w:val="00A64BB1"/>
    <w:rsid w:val="00A64D57"/>
    <w:rsid w:val="00A64D78"/>
    <w:rsid w:val="00A64E10"/>
    <w:rsid w:val="00A64F79"/>
    <w:rsid w:val="00A64FAA"/>
    <w:rsid w:val="00A651E5"/>
    <w:rsid w:val="00A65268"/>
    <w:rsid w:val="00A65579"/>
    <w:rsid w:val="00A659ED"/>
    <w:rsid w:val="00A65B1D"/>
    <w:rsid w:val="00A65B74"/>
    <w:rsid w:val="00A65B82"/>
    <w:rsid w:val="00A65C97"/>
    <w:rsid w:val="00A65E06"/>
    <w:rsid w:val="00A661BC"/>
    <w:rsid w:val="00A66248"/>
    <w:rsid w:val="00A6628D"/>
    <w:rsid w:val="00A66445"/>
    <w:rsid w:val="00A66465"/>
    <w:rsid w:val="00A6646A"/>
    <w:rsid w:val="00A6667E"/>
    <w:rsid w:val="00A6676C"/>
    <w:rsid w:val="00A667B6"/>
    <w:rsid w:val="00A66BC6"/>
    <w:rsid w:val="00A66CF5"/>
    <w:rsid w:val="00A66F5A"/>
    <w:rsid w:val="00A67136"/>
    <w:rsid w:val="00A6732F"/>
    <w:rsid w:val="00A67341"/>
    <w:rsid w:val="00A675EB"/>
    <w:rsid w:val="00A67604"/>
    <w:rsid w:val="00A6768E"/>
    <w:rsid w:val="00A676A4"/>
    <w:rsid w:val="00A67853"/>
    <w:rsid w:val="00A67947"/>
    <w:rsid w:val="00A67C0C"/>
    <w:rsid w:val="00A67C47"/>
    <w:rsid w:val="00A67C98"/>
    <w:rsid w:val="00A67C9F"/>
    <w:rsid w:val="00A67CB8"/>
    <w:rsid w:val="00A67CDE"/>
    <w:rsid w:val="00A67E51"/>
    <w:rsid w:val="00A67EB0"/>
    <w:rsid w:val="00A67FA3"/>
    <w:rsid w:val="00A70309"/>
    <w:rsid w:val="00A70343"/>
    <w:rsid w:val="00A70380"/>
    <w:rsid w:val="00A707B4"/>
    <w:rsid w:val="00A7080F"/>
    <w:rsid w:val="00A70814"/>
    <w:rsid w:val="00A70B70"/>
    <w:rsid w:val="00A70BDA"/>
    <w:rsid w:val="00A70D5F"/>
    <w:rsid w:val="00A70F86"/>
    <w:rsid w:val="00A7109A"/>
    <w:rsid w:val="00A711F8"/>
    <w:rsid w:val="00A71249"/>
    <w:rsid w:val="00A712E3"/>
    <w:rsid w:val="00A715BD"/>
    <w:rsid w:val="00A71690"/>
    <w:rsid w:val="00A716CF"/>
    <w:rsid w:val="00A716D8"/>
    <w:rsid w:val="00A71729"/>
    <w:rsid w:val="00A71969"/>
    <w:rsid w:val="00A719F2"/>
    <w:rsid w:val="00A71A9D"/>
    <w:rsid w:val="00A71B30"/>
    <w:rsid w:val="00A71C8C"/>
    <w:rsid w:val="00A71CE2"/>
    <w:rsid w:val="00A71F4D"/>
    <w:rsid w:val="00A71F8D"/>
    <w:rsid w:val="00A72024"/>
    <w:rsid w:val="00A72042"/>
    <w:rsid w:val="00A720A3"/>
    <w:rsid w:val="00A72109"/>
    <w:rsid w:val="00A723D7"/>
    <w:rsid w:val="00A723EF"/>
    <w:rsid w:val="00A725F4"/>
    <w:rsid w:val="00A726AE"/>
    <w:rsid w:val="00A72867"/>
    <w:rsid w:val="00A72975"/>
    <w:rsid w:val="00A729D7"/>
    <w:rsid w:val="00A72B16"/>
    <w:rsid w:val="00A72B2A"/>
    <w:rsid w:val="00A72DF5"/>
    <w:rsid w:val="00A72F14"/>
    <w:rsid w:val="00A7308D"/>
    <w:rsid w:val="00A7312B"/>
    <w:rsid w:val="00A731CA"/>
    <w:rsid w:val="00A732FE"/>
    <w:rsid w:val="00A7354D"/>
    <w:rsid w:val="00A73619"/>
    <w:rsid w:val="00A73765"/>
    <w:rsid w:val="00A737CA"/>
    <w:rsid w:val="00A73913"/>
    <w:rsid w:val="00A7392D"/>
    <w:rsid w:val="00A73A41"/>
    <w:rsid w:val="00A73AC6"/>
    <w:rsid w:val="00A73B61"/>
    <w:rsid w:val="00A73D09"/>
    <w:rsid w:val="00A73D71"/>
    <w:rsid w:val="00A73E2E"/>
    <w:rsid w:val="00A73E54"/>
    <w:rsid w:val="00A74013"/>
    <w:rsid w:val="00A740A4"/>
    <w:rsid w:val="00A74252"/>
    <w:rsid w:val="00A742E1"/>
    <w:rsid w:val="00A7478E"/>
    <w:rsid w:val="00A7482D"/>
    <w:rsid w:val="00A74925"/>
    <w:rsid w:val="00A74B46"/>
    <w:rsid w:val="00A74D1E"/>
    <w:rsid w:val="00A74D6B"/>
    <w:rsid w:val="00A74E3A"/>
    <w:rsid w:val="00A74EFC"/>
    <w:rsid w:val="00A74F96"/>
    <w:rsid w:val="00A74FEE"/>
    <w:rsid w:val="00A75073"/>
    <w:rsid w:val="00A750BC"/>
    <w:rsid w:val="00A75171"/>
    <w:rsid w:val="00A7521A"/>
    <w:rsid w:val="00A75258"/>
    <w:rsid w:val="00A75379"/>
    <w:rsid w:val="00A755CB"/>
    <w:rsid w:val="00A7570D"/>
    <w:rsid w:val="00A7578E"/>
    <w:rsid w:val="00A7589B"/>
    <w:rsid w:val="00A75929"/>
    <w:rsid w:val="00A75945"/>
    <w:rsid w:val="00A759A8"/>
    <w:rsid w:val="00A759E2"/>
    <w:rsid w:val="00A75B23"/>
    <w:rsid w:val="00A75B49"/>
    <w:rsid w:val="00A75FC6"/>
    <w:rsid w:val="00A76034"/>
    <w:rsid w:val="00A76156"/>
    <w:rsid w:val="00A7618D"/>
    <w:rsid w:val="00A761F7"/>
    <w:rsid w:val="00A7623B"/>
    <w:rsid w:val="00A76250"/>
    <w:rsid w:val="00A7641B"/>
    <w:rsid w:val="00A7646E"/>
    <w:rsid w:val="00A76512"/>
    <w:rsid w:val="00A76676"/>
    <w:rsid w:val="00A766F8"/>
    <w:rsid w:val="00A76825"/>
    <w:rsid w:val="00A7689C"/>
    <w:rsid w:val="00A768E5"/>
    <w:rsid w:val="00A769B8"/>
    <w:rsid w:val="00A76AC8"/>
    <w:rsid w:val="00A76E58"/>
    <w:rsid w:val="00A76E76"/>
    <w:rsid w:val="00A76F38"/>
    <w:rsid w:val="00A76F55"/>
    <w:rsid w:val="00A77119"/>
    <w:rsid w:val="00A77168"/>
    <w:rsid w:val="00A772A8"/>
    <w:rsid w:val="00A77564"/>
    <w:rsid w:val="00A77654"/>
    <w:rsid w:val="00A77774"/>
    <w:rsid w:val="00A7779F"/>
    <w:rsid w:val="00A777D2"/>
    <w:rsid w:val="00A7785A"/>
    <w:rsid w:val="00A77886"/>
    <w:rsid w:val="00A77916"/>
    <w:rsid w:val="00A77922"/>
    <w:rsid w:val="00A7794F"/>
    <w:rsid w:val="00A7795D"/>
    <w:rsid w:val="00A77A9E"/>
    <w:rsid w:val="00A77AED"/>
    <w:rsid w:val="00A77CC1"/>
    <w:rsid w:val="00A77CD5"/>
    <w:rsid w:val="00A77D03"/>
    <w:rsid w:val="00A77FF0"/>
    <w:rsid w:val="00A8019A"/>
    <w:rsid w:val="00A8020C"/>
    <w:rsid w:val="00A802D4"/>
    <w:rsid w:val="00A8041C"/>
    <w:rsid w:val="00A8055A"/>
    <w:rsid w:val="00A80864"/>
    <w:rsid w:val="00A80A42"/>
    <w:rsid w:val="00A80BB6"/>
    <w:rsid w:val="00A80CC2"/>
    <w:rsid w:val="00A80D46"/>
    <w:rsid w:val="00A80F6E"/>
    <w:rsid w:val="00A80FEC"/>
    <w:rsid w:val="00A81011"/>
    <w:rsid w:val="00A810B7"/>
    <w:rsid w:val="00A8134A"/>
    <w:rsid w:val="00A81416"/>
    <w:rsid w:val="00A814D6"/>
    <w:rsid w:val="00A815E8"/>
    <w:rsid w:val="00A8166C"/>
    <w:rsid w:val="00A8169B"/>
    <w:rsid w:val="00A818F4"/>
    <w:rsid w:val="00A81938"/>
    <w:rsid w:val="00A81A5C"/>
    <w:rsid w:val="00A81BA2"/>
    <w:rsid w:val="00A81C1D"/>
    <w:rsid w:val="00A81C86"/>
    <w:rsid w:val="00A81CD4"/>
    <w:rsid w:val="00A81D3B"/>
    <w:rsid w:val="00A81D43"/>
    <w:rsid w:val="00A8224F"/>
    <w:rsid w:val="00A82290"/>
    <w:rsid w:val="00A822FD"/>
    <w:rsid w:val="00A823C4"/>
    <w:rsid w:val="00A82413"/>
    <w:rsid w:val="00A82425"/>
    <w:rsid w:val="00A8245B"/>
    <w:rsid w:val="00A825F3"/>
    <w:rsid w:val="00A8264B"/>
    <w:rsid w:val="00A8278F"/>
    <w:rsid w:val="00A8286B"/>
    <w:rsid w:val="00A82C14"/>
    <w:rsid w:val="00A82C76"/>
    <w:rsid w:val="00A82E1A"/>
    <w:rsid w:val="00A82E6A"/>
    <w:rsid w:val="00A8320C"/>
    <w:rsid w:val="00A834AF"/>
    <w:rsid w:val="00A83500"/>
    <w:rsid w:val="00A8362F"/>
    <w:rsid w:val="00A83A37"/>
    <w:rsid w:val="00A83B60"/>
    <w:rsid w:val="00A83B9C"/>
    <w:rsid w:val="00A83BC6"/>
    <w:rsid w:val="00A83D79"/>
    <w:rsid w:val="00A83DE5"/>
    <w:rsid w:val="00A83F70"/>
    <w:rsid w:val="00A8417F"/>
    <w:rsid w:val="00A844C1"/>
    <w:rsid w:val="00A84611"/>
    <w:rsid w:val="00A8464D"/>
    <w:rsid w:val="00A846B5"/>
    <w:rsid w:val="00A84771"/>
    <w:rsid w:val="00A848A5"/>
    <w:rsid w:val="00A848C9"/>
    <w:rsid w:val="00A848DA"/>
    <w:rsid w:val="00A849C3"/>
    <w:rsid w:val="00A84A4E"/>
    <w:rsid w:val="00A84C71"/>
    <w:rsid w:val="00A84C86"/>
    <w:rsid w:val="00A84D05"/>
    <w:rsid w:val="00A84FE6"/>
    <w:rsid w:val="00A85212"/>
    <w:rsid w:val="00A85279"/>
    <w:rsid w:val="00A8534D"/>
    <w:rsid w:val="00A85351"/>
    <w:rsid w:val="00A85356"/>
    <w:rsid w:val="00A854BA"/>
    <w:rsid w:val="00A854EA"/>
    <w:rsid w:val="00A8569D"/>
    <w:rsid w:val="00A856CF"/>
    <w:rsid w:val="00A857E8"/>
    <w:rsid w:val="00A858B1"/>
    <w:rsid w:val="00A8592E"/>
    <w:rsid w:val="00A85B1F"/>
    <w:rsid w:val="00A85B4D"/>
    <w:rsid w:val="00A85C85"/>
    <w:rsid w:val="00A85DB8"/>
    <w:rsid w:val="00A85EFD"/>
    <w:rsid w:val="00A85F22"/>
    <w:rsid w:val="00A8610A"/>
    <w:rsid w:val="00A861E8"/>
    <w:rsid w:val="00A86264"/>
    <w:rsid w:val="00A868E0"/>
    <w:rsid w:val="00A868EE"/>
    <w:rsid w:val="00A8693F"/>
    <w:rsid w:val="00A86A75"/>
    <w:rsid w:val="00A86B48"/>
    <w:rsid w:val="00A86D90"/>
    <w:rsid w:val="00A86DFF"/>
    <w:rsid w:val="00A86F55"/>
    <w:rsid w:val="00A87164"/>
    <w:rsid w:val="00A87316"/>
    <w:rsid w:val="00A8741E"/>
    <w:rsid w:val="00A87506"/>
    <w:rsid w:val="00A8752F"/>
    <w:rsid w:val="00A87561"/>
    <w:rsid w:val="00A876F1"/>
    <w:rsid w:val="00A8794D"/>
    <w:rsid w:val="00A8796F"/>
    <w:rsid w:val="00A8797D"/>
    <w:rsid w:val="00A87BC1"/>
    <w:rsid w:val="00A87E99"/>
    <w:rsid w:val="00A87F8F"/>
    <w:rsid w:val="00A87FAB"/>
    <w:rsid w:val="00A9000C"/>
    <w:rsid w:val="00A9026E"/>
    <w:rsid w:val="00A902DE"/>
    <w:rsid w:val="00A903DF"/>
    <w:rsid w:val="00A903FA"/>
    <w:rsid w:val="00A904DD"/>
    <w:rsid w:val="00A90523"/>
    <w:rsid w:val="00A90678"/>
    <w:rsid w:val="00A907B4"/>
    <w:rsid w:val="00A909BD"/>
    <w:rsid w:val="00A90CA5"/>
    <w:rsid w:val="00A90D2A"/>
    <w:rsid w:val="00A90E2B"/>
    <w:rsid w:val="00A912AD"/>
    <w:rsid w:val="00A91373"/>
    <w:rsid w:val="00A914BB"/>
    <w:rsid w:val="00A9193D"/>
    <w:rsid w:val="00A91B08"/>
    <w:rsid w:val="00A92166"/>
    <w:rsid w:val="00A9237C"/>
    <w:rsid w:val="00A923D6"/>
    <w:rsid w:val="00A92518"/>
    <w:rsid w:val="00A92529"/>
    <w:rsid w:val="00A925A1"/>
    <w:rsid w:val="00A92601"/>
    <w:rsid w:val="00A9261B"/>
    <w:rsid w:val="00A92641"/>
    <w:rsid w:val="00A926CE"/>
    <w:rsid w:val="00A926D6"/>
    <w:rsid w:val="00A928C3"/>
    <w:rsid w:val="00A92931"/>
    <w:rsid w:val="00A92AA6"/>
    <w:rsid w:val="00A92BD0"/>
    <w:rsid w:val="00A92DD5"/>
    <w:rsid w:val="00A93039"/>
    <w:rsid w:val="00A931B6"/>
    <w:rsid w:val="00A93630"/>
    <w:rsid w:val="00A93665"/>
    <w:rsid w:val="00A93683"/>
    <w:rsid w:val="00A9376C"/>
    <w:rsid w:val="00A9379D"/>
    <w:rsid w:val="00A93818"/>
    <w:rsid w:val="00A93991"/>
    <w:rsid w:val="00A93C1A"/>
    <w:rsid w:val="00A93C95"/>
    <w:rsid w:val="00A93CD7"/>
    <w:rsid w:val="00A93CDA"/>
    <w:rsid w:val="00A93D8E"/>
    <w:rsid w:val="00A93DBB"/>
    <w:rsid w:val="00A93E4D"/>
    <w:rsid w:val="00A93EF7"/>
    <w:rsid w:val="00A94369"/>
    <w:rsid w:val="00A94767"/>
    <w:rsid w:val="00A949AD"/>
    <w:rsid w:val="00A94B01"/>
    <w:rsid w:val="00A94B51"/>
    <w:rsid w:val="00A94B88"/>
    <w:rsid w:val="00A94B9E"/>
    <w:rsid w:val="00A94C18"/>
    <w:rsid w:val="00A94DF2"/>
    <w:rsid w:val="00A94E37"/>
    <w:rsid w:val="00A94E69"/>
    <w:rsid w:val="00A94FA6"/>
    <w:rsid w:val="00A95035"/>
    <w:rsid w:val="00A951BA"/>
    <w:rsid w:val="00A95488"/>
    <w:rsid w:val="00A95844"/>
    <w:rsid w:val="00A9586E"/>
    <w:rsid w:val="00A95901"/>
    <w:rsid w:val="00A95905"/>
    <w:rsid w:val="00A95C56"/>
    <w:rsid w:val="00A95CE5"/>
    <w:rsid w:val="00A95EA0"/>
    <w:rsid w:val="00A95ECE"/>
    <w:rsid w:val="00A960A1"/>
    <w:rsid w:val="00A96194"/>
    <w:rsid w:val="00A96384"/>
    <w:rsid w:val="00A963D1"/>
    <w:rsid w:val="00A963F6"/>
    <w:rsid w:val="00A96435"/>
    <w:rsid w:val="00A9660C"/>
    <w:rsid w:val="00A966D7"/>
    <w:rsid w:val="00A96862"/>
    <w:rsid w:val="00A96902"/>
    <w:rsid w:val="00A9698D"/>
    <w:rsid w:val="00A96B11"/>
    <w:rsid w:val="00A96F5C"/>
    <w:rsid w:val="00A97073"/>
    <w:rsid w:val="00A971A5"/>
    <w:rsid w:val="00A97438"/>
    <w:rsid w:val="00A97449"/>
    <w:rsid w:val="00A9744E"/>
    <w:rsid w:val="00A97480"/>
    <w:rsid w:val="00A976B9"/>
    <w:rsid w:val="00A97724"/>
    <w:rsid w:val="00A97839"/>
    <w:rsid w:val="00A97B78"/>
    <w:rsid w:val="00A97C56"/>
    <w:rsid w:val="00A97CCA"/>
    <w:rsid w:val="00A97DE1"/>
    <w:rsid w:val="00A97E1C"/>
    <w:rsid w:val="00A97E63"/>
    <w:rsid w:val="00A97F12"/>
    <w:rsid w:val="00A97F42"/>
    <w:rsid w:val="00A97F7E"/>
    <w:rsid w:val="00AA01CD"/>
    <w:rsid w:val="00AA0207"/>
    <w:rsid w:val="00AA0238"/>
    <w:rsid w:val="00AA0287"/>
    <w:rsid w:val="00AA02AA"/>
    <w:rsid w:val="00AA0664"/>
    <w:rsid w:val="00AA0678"/>
    <w:rsid w:val="00AA0768"/>
    <w:rsid w:val="00AA07DF"/>
    <w:rsid w:val="00AA080E"/>
    <w:rsid w:val="00AA089D"/>
    <w:rsid w:val="00AA0AE4"/>
    <w:rsid w:val="00AA0C38"/>
    <w:rsid w:val="00AA0C7B"/>
    <w:rsid w:val="00AA0E0C"/>
    <w:rsid w:val="00AA0F66"/>
    <w:rsid w:val="00AA1216"/>
    <w:rsid w:val="00AA1302"/>
    <w:rsid w:val="00AA139B"/>
    <w:rsid w:val="00AA1499"/>
    <w:rsid w:val="00AA15A8"/>
    <w:rsid w:val="00AA15CC"/>
    <w:rsid w:val="00AA1891"/>
    <w:rsid w:val="00AA18F3"/>
    <w:rsid w:val="00AA19C7"/>
    <w:rsid w:val="00AA19DE"/>
    <w:rsid w:val="00AA1B80"/>
    <w:rsid w:val="00AA1BD3"/>
    <w:rsid w:val="00AA1D5B"/>
    <w:rsid w:val="00AA1FC3"/>
    <w:rsid w:val="00AA211F"/>
    <w:rsid w:val="00AA2701"/>
    <w:rsid w:val="00AA2865"/>
    <w:rsid w:val="00AA2A36"/>
    <w:rsid w:val="00AA2ABC"/>
    <w:rsid w:val="00AA2BD0"/>
    <w:rsid w:val="00AA2CB6"/>
    <w:rsid w:val="00AA30A8"/>
    <w:rsid w:val="00AA326A"/>
    <w:rsid w:val="00AA329F"/>
    <w:rsid w:val="00AA32C6"/>
    <w:rsid w:val="00AA3429"/>
    <w:rsid w:val="00AA3536"/>
    <w:rsid w:val="00AA35F4"/>
    <w:rsid w:val="00AA3654"/>
    <w:rsid w:val="00AA392A"/>
    <w:rsid w:val="00AA3B3B"/>
    <w:rsid w:val="00AA3B7E"/>
    <w:rsid w:val="00AA3ED4"/>
    <w:rsid w:val="00AA3EE2"/>
    <w:rsid w:val="00AA3F17"/>
    <w:rsid w:val="00AA3F9D"/>
    <w:rsid w:val="00AA3FA5"/>
    <w:rsid w:val="00AA408B"/>
    <w:rsid w:val="00AA412D"/>
    <w:rsid w:val="00AA4156"/>
    <w:rsid w:val="00AA4244"/>
    <w:rsid w:val="00AA44FC"/>
    <w:rsid w:val="00AA469E"/>
    <w:rsid w:val="00AA480B"/>
    <w:rsid w:val="00AA491A"/>
    <w:rsid w:val="00AA49D9"/>
    <w:rsid w:val="00AA4D0D"/>
    <w:rsid w:val="00AA4DCE"/>
    <w:rsid w:val="00AA4E6E"/>
    <w:rsid w:val="00AA4F0F"/>
    <w:rsid w:val="00AA50A5"/>
    <w:rsid w:val="00AA51F2"/>
    <w:rsid w:val="00AA5243"/>
    <w:rsid w:val="00AA5348"/>
    <w:rsid w:val="00AA564F"/>
    <w:rsid w:val="00AA57AA"/>
    <w:rsid w:val="00AA597A"/>
    <w:rsid w:val="00AA5A3D"/>
    <w:rsid w:val="00AA5B43"/>
    <w:rsid w:val="00AA5D73"/>
    <w:rsid w:val="00AA61F7"/>
    <w:rsid w:val="00AA63F7"/>
    <w:rsid w:val="00AA6452"/>
    <w:rsid w:val="00AA66E7"/>
    <w:rsid w:val="00AA6738"/>
    <w:rsid w:val="00AA6838"/>
    <w:rsid w:val="00AA6935"/>
    <w:rsid w:val="00AA6AA1"/>
    <w:rsid w:val="00AA6B74"/>
    <w:rsid w:val="00AA6BC9"/>
    <w:rsid w:val="00AA6C86"/>
    <w:rsid w:val="00AA6D45"/>
    <w:rsid w:val="00AA6D9A"/>
    <w:rsid w:val="00AA6E2C"/>
    <w:rsid w:val="00AA6E6E"/>
    <w:rsid w:val="00AA6FA3"/>
    <w:rsid w:val="00AA706C"/>
    <w:rsid w:val="00AA706D"/>
    <w:rsid w:val="00AA71CE"/>
    <w:rsid w:val="00AA7284"/>
    <w:rsid w:val="00AA73AE"/>
    <w:rsid w:val="00AA7650"/>
    <w:rsid w:val="00AA76E3"/>
    <w:rsid w:val="00AA7731"/>
    <w:rsid w:val="00AA78F3"/>
    <w:rsid w:val="00AA7907"/>
    <w:rsid w:val="00AA7919"/>
    <w:rsid w:val="00AA7B0A"/>
    <w:rsid w:val="00AA7B85"/>
    <w:rsid w:val="00AA7C46"/>
    <w:rsid w:val="00AA7CBD"/>
    <w:rsid w:val="00AA7E64"/>
    <w:rsid w:val="00AA7E76"/>
    <w:rsid w:val="00AA7FBE"/>
    <w:rsid w:val="00AB015A"/>
    <w:rsid w:val="00AB019D"/>
    <w:rsid w:val="00AB01F3"/>
    <w:rsid w:val="00AB023A"/>
    <w:rsid w:val="00AB033B"/>
    <w:rsid w:val="00AB04DD"/>
    <w:rsid w:val="00AB0532"/>
    <w:rsid w:val="00AB077C"/>
    <w:rsid w:val="00AB08FC"/>
    <w:rsid w:val="00AB0A09"/>
    <w:rsid w:val="00AB0C0E"/>
    <w:rsid w:val="00AB0CAA"/>
    <w:rsid w:val="00AB0E54"/>
    <w:rsid w:val="00AB0E64"/>
    <w:rsid w:val="00AB1605"/>
    <w:rsid w:val="00AB1732"/>
    <w:rsid w:val="00AB1759"/>
    <w:rsid w:val="00AB185A"/>
    <w:rsid w:val="00AB1945"/>
    <w:rsid w:val="00AB1956"/>
    <w:rsid w:val="00AB1A15"/>
    <w:rsid w:val="00AB1A4C"/>
    <w:rsid w:val="00AB1A53"/>
    <w:rsid w:val="00AB1A5C"/>
    <w:rsid w:val="00AB1BA7"/>
    <w:rsid w:val="00AB1C43"/>
    <w:rsid w:val="00AB1CE8"/>
    <w:rsid w:val="00AB1D2A"/>
    <w:rsid w:val="00AB1D5A"/>
    <w:rsid w:val="00AB1F51"/>
    <w:rsid w:val="00AB1FE1"/>
    <w:rsid w:val="00AB2028"/>
    <w:rsid w:val="00AB207A"/>
    <w:rsid w:val="00AB2241"/>
    <w:rsid w:val="00AB22A8"/>
    <w:rsid w:val="00AB23AC"/>
    <w:rsid w:val="00AB23CA"/>
    <w:rsid w:val="00AB2466"/>
    <w:rsid w:val="00AB2516"/>
    <w:rsid w:val="00AB269E"/>
    <w:rsid w:val="00AB276A"/>
    <w:rsid w:val="00AB2795"/>
    <w:rsid w:val="00AB2800"/>
    <w:rsid w:val="00AB29B6"/>
    <w:rsid w:val="00AB2AF1"/>
    <w:rsid w:val="00AB2B67"/>
    <w:rsid w:val="00AB2EA5"/>
    <w:rsid w:val="00AB3027"/>
    <w:rsid w:val="00AB305C"/>
    <w:rsid w:val="00AB3105"/>
    <w:rsid w:val="00AB3162"/>
    <w:rsid w:val="00AB32D0"/>
    <w:rsid w:val="00AB3332"/>
    <w:rsid w:val="00AB333C"/>
    <w:rsid w:val="00AB339E"/>
    <w:rsid w:val="00AB3798"/>
    <w:rsid w:val="00AB3896"/>
    <w:rsid w:val="00AB3A11"/>
    <w:rsid w:val="00AB3B6B"/>
    <w:rsid w:val="00AB3C27"/>
    <w:rsid w:val="00AB3D28"/>
    <w:rsid w:val="00AB3DCC"/>
    <w:rsid w:val="00AB41CF"/>
    <w:rsid w:val="00AB43A1"/>
    <w:rsid w:val="00AB4678"/>
    <w:rsid w:val="00AB47CB"/>
    <w:rsid w:val="00AB47F2"/>
    <w:rsid w:val="00AB4910"/>
    <w:rsid w:val="00AB49D0"/>
    <w:rsid w:val="00AB4AC0"/>
    <w:rsid w:val="00AB4BED"/>
    <w:rsid w:val="00AB4D09"/>
    <w:rsid w:val="00AB4D42"/>
    <w:rsid w:val="00AB4EAE"/>
    <w:rsid w:val="00AB5127"/>
    <w:rsid w:val="00AB513F"/>
    <w:rsid w:val="00AB536A"/>
    <w:rsid w:val="00AB5659"/>
    <w:rsid w:val="00AB56D9"/>
    <w:rsid w:val="00AB5768"/>
    <w:rsid w:val="00AB5806"/>
    <w:rsid w:val="00AB5A71"/>
    <w:rsid w:val="00AB5B1C"/>
    <w:rsid w:val="00AB5B33"/>
    <w:rsid w:val="00AB5B57"/>
    <w:rsid w:val="00AB5C8B"/>
    <w:rsid w:val="00AB5DB9"/>
    <w:rsid w:val="00AB5DD4"/>
    <w:rsid w:val="00AB5F0A"/>
    <w:rsid w:val="00AB6007"/>
    <w:rsid w:val="00AB6318"/>
    <w:rsid w:val="00AB64C7"/>
    <w:rsid w:val="00AB64DB"/>
    <w:rsid w:val="00AB66B8"/>
    <w:rsid w:val="00AB66FA"/>
    <w:rsid w:val="00AB68E0"/>
    <w:rsid w:val="00AB6B37"/>
    <w:rsid w:val="00AB6E6F"/>
    <w:rsid w:val="00AB6E74"/>
    <w:rsid w:val="00AB6E94"/>
    <w:rsid w:val="00AB6EC8"/>
    <w:rsid w:val="00AB7022"/>
    <w:rsid w:val="00AB7038"/>
    <w:rsid w:val="00AB705D"/>
    <w:rsid w:val="00AB7110"/>
    <w:rsid w:val="00AB71AF"/>
    <w:rsid w:val="00AB7388"/>
    <w:rsid w:val="00AB75D3"/>
    <w:rsid w:val="00AB75ED"/>
    <w:rsid w:val="00AB7627"/>
    <w:rsid w:val="00AB76A6"/>
    <w:rsid w:val="00AB76B7"/>
    <w:rsid w:val="00AB7937"/>
    <w:rsid w:val="00AB7942"/>
    <w:rsid w:val="00AB7A26"/>
    <w:rsid w:val="00AB7AD2"/>
    <w:rsid w:val="00AB7B79"/>
    <w:rsid w:val="00AB7CA3"/>
    <w:rsid w:val="00AB7D12"/>
    <w:rsid w:val="00AB7E37"/>
    <w:rsid w:val="00AB7ED3"/>
    <w:rsid w:val="00AC00C7"/>
    <w:rsid w:val="00AC0108"/>
    <w:rsid w:val="00AC013A"/>
    <w:rsid w:val="00AC01D4"/>
    <w:rsid w:val="00AC0290"/>
    <w:rsid w:val="00AC03C0"/>
    <w:rsid w:val="00AC0423"/>
    <w:rsid w:val="00AC047B"/>
    <w:rsid w:val="00AC0488"/>
    <w:rsid w:val="00AC0610"/>
    <w:rsid w:val="00AC07A9"/>
    <w:rsid w:val="00AC08E5"/>
    <w:rsid w:val="00AC08E9"/>
    <w:rsid w:val="00AC096A"/>
    <w:rsid w:val="00AC0984"/>
    <w:rsid w:val="00AC0C1B"/>
    <w:rsid w:val="00AC0CE4"/>
    <w:rsid w:val="00AC0D5B"/>
    <w:rsid w:val="00AC0E10"/>
    <w:rsid w:val="00AC0E56"/>
    <w:rsid w:val="00AC0EAE"/>
    <w:rsid w:val="00AC1016"/>
    <w:rsid w:val="00AC11D4"/>
    <w:rsid w:val="00AC12A7"/>
    <w:rsid w:val="00AC14BB"/>
    <w:rsid w:val="00AC14F7"/>
    <w:rsid w:val="00AC1518"/>
    <w:rsid w:val="00AC151C"/>
    <w:rsid w:val="00AC15CC"/>
    <w:rsid w:val="00AC17D3"/>
    <w:rsid w:val="00AC182F"/>
    <w:rsid w:val="00AC1954"/>
    <w:rsid w:val="00AC1B1C"/>
    <w:rsid w:val="00AC1B2A"/>
    <w:rsid w:val="00AC1EAA"/>
    <w:rsid w:val="00AC1F9A"/>
    <w:rsid w:val="00AC219C"/>
    <w:rsid w:val="00AC2289"/>
    <w:rsid w:val="00AC2315"/>
    <w:rsid w:val="00AC23A0"/>
    <w:rsid w:val="00AC25E9"/>
    <w:rsid w:val="00AC268C"/>
    <w:rsid w:val="00AC26FF"/>
    <w:rsid w:val="00AC2835"/>
    <w:rsid w:val="00AC2867"/>
    <w:rsid w:val="00AC28EE"/>
    <w:rsid w:val="00AC2933"/>
    <w:rsid w:val="00AC2B89"/>
    <w:rsid w:val="00AC2C6A"/>
    <w:rsid w:val="00AC2D65"/>
    <w:rsid w:val="00AC2E72"/>
    <w:rsid w:val="00AC2F01"/>
    <w:rsid w:val="00AC2F10"/>
    <w:rsid w:val="00AC2F29"/>
    <w:rsid w:val="00AC30BE"/>
    <w:rsid w:val="00AC3212"/>
    <w:rsid w:val="00AC3257"/>
    <w:rsid w:val="00AC3462"/>
    <w:rsid w:val="00AC348A"/>
    <w:rsid w:val="00AC3501"/>
    <w:rsid w:val="00AC3556"/>
    <w:rsid w:val="00AC3604"/>
    <w:rsid w:val="00AC37CD"/>
    <w:rsid w:val="00AC3883"/>
    <w:rsid w:val="00AC3986"/>
    <w:rsid w:val="00AC3CE2"/>
    <w:rsid w:val="00AC3CF9"/>
    <w:rsid w:val="00AC3DD2"/>
    <w:rsid w:val="00AC40CF"/>
    <w:rsid w:val="00AC41A2"/>
    <w:rsid w:val="00AC41FD"/>
    <w:rsid w:val="00AC4355"/>
    <w:rsid w:val="00AC43C8"/>
    <w:rsid w:val="00AC44B2"/>
    <w:rsid w:val="00AC456E"/>
    <w:rsid w:val="00AC4579"/>
    <w:rsid w:val="00AC45E1"/>
    <w:rsid w:val="00AC45F9"/>
    <w:rsid w:val="00AC4745"/>
    <w:rsid w:val="00AC4889"/>
    <w:rsid w:val="00AC48B4"/>
    <w:rsid w:val="00AC4990"/>
    <w:rsid w:val="00AC4A7A"/>
    <w:rsid w:val="00AC4A93"/>
    <w:rsid w:val="00AC4BA7"/>
    <w:rsid w:val="00AC4F41"/>
    <w:rsid w:val="00AC4F66"/>
    <w:rsid w:val="00AC5113"/>
    <w:rsid w:val="00AC511C"/>
    <w:rsid w:val="00AC51B0"/>
    <w:rsid w:val="00AC5296"/>
    <w:rsid w:val="00AC53B1"/>
    <w:rsid w:val="00AC54EA"/>
    <w:rsid w:val="00AC563C"/>
    <w:rsid w:val="00AC5640"/>
    <w:rsid w:val="00AC5899"/>
    <w:rsid w:val="00AC5F07"/>
    <w:rsid w:val="00AC5F2E"/>
    <w:rsid w:val="00AC5FDE"/>
    <w:rsid w:val="00AC6057"/>
    <w:rsid w:val="00AC60DB"/>
    <w:rsid w:val="00AC6122"/>
    <w:rsid w:val="00AC62F3"/>
    <w:rsid w:val="00AC631B"/>
    <w:rsid w:val="00AC64FE"/>
    <w:rsid w:val="00AC66BE"/>
    <w:rsid w:val="00AC6724"/>
    <w:rsid w:val="00AC6835"/>
    <w:rsid w:val="00AC6910"/>
    <w:rsid w:val="00AC691B"/>
    <w:rsid w:val="00AC6978"/>
    <w:rsid w:val="00AC6BEE"/>
    <w:rsid w:val="00AC6D09"/>
    <w:rsid w:val="00AC6E3A"/>
    <w:rsid w:val="00AC6F2A"/>
    <w:rsid w:val="00AC6FD6"/>
    <w:rsid w:val="00AC6FE5"/>
    <w:rsid w:val="00AC70A8"/>
    <w:rsid w:val="00AC7149"/>
    <w:rsid w:val="00AC715A"/>
    <w:rsid w:val="00AC73E7"/>
    <w:rsid w:val="00AC743A"/>
    <w:rsid w:val="00AC7481"/>
    <w:rsid w:val="00AC7583"/>
    <w:rsid w:val="00AC75FB"/>
    <w:rsid w:val="00AC770C"/>
    <w:rsid w:val="00AC7722"/>
    <w:rsid w:val="00AC77E5"/>
    <w:rsid w:val="00AC788D"/>
    <w:rsid w:val="00AC799A"/>
    <w:rsid w:val="00AC7B98"/>
    <w:rsid w:val="00AC7EEE"/>
    <w:rsid w:val="00AD00DD"/>
    <w:rsid w:val="00AD02A0"/>
    <w:rsid w:val="00AD0532"/>
    <w:rsid w:val="00AD05AB"/>
    <w:rsid w:val="00AD05D4"/>
    <w:rsid w:val="00AD083C"/>
    <w:rsid w:val="00AD0924"/>
    <w:rsid w:val="00AD0BCF"/>
    <w:rsid w:val="00AD100A"/>
    <w:rsid w:val="00AD108B"/>
    <w:rsid w:val="00AD10B4"/>
    <w:rsid w:val="00AD1112"/>
    <w:rsid w:val="00AD135F"/>
    <w:rsid w:val="00AD143B"/>
    <w:rsid w:val="00AD1487"/>
    <w:rsid w:val="00AD1597"/>
    <w:rsid w:val="00AD15C1"/>
    <w:rsid w:val="00AD1673"/>
    <w:rsid w:val="00AD186E"/>
    <w:rsid w:val="00AD1A92"/>
    <w:rsid w:val="00AD1B50"/>
    <w:rsid w:val="00AD1BEA"/>
    <w:rsid w:val="00AD1DF3"/>
    <w:rsid w:val="00AD2560"/>
    <w:rsid w:val="00AD25A6"/>
    <w:rsid w:val="00AD27B1"/>
    <w:rsid w:val="00AD2936"/>
    <w:rsid w:val="00AD2D68"/>
    <w:rsid w:val="00AD2DB9"/>
    <w:rsid w:val="00AD2FB2"/>
    <w:rsid w:val="00AD31D2"/>
    <w:rsid w:val="00AD31F1"/>
    <w:rsid w:val="00AD32BC"/>
    <w:rsid w:val="00AD33D8"/>
    <w:rsid w:val="00AD3A87"/>
    <w:rsid w:val="00AD3AF7"/>
    <w:rsid w:val="00AD3B75"/>
    <w:rsid w:val="00AD3BF1"/>
    <w:rsid w:val="00AD400D"/>
    <w:rsid w:val="00AD4022"/>
    <w:rsid w:val="00AD453F"/>
    <w:rsid w:val="00AD464E"/>
    <w:rsid w:val="00AD465F"/>
    <w:rsid w:val="00AD4963"/>
    <w:rsid w:val="00AD4A9E"/>
    <w:rsid w:val="00AD4CB8"/>
    <w:rsid w:val="00AD4DC4"/>
    <w:rsid w:val="00AD4E9A"/>
    <w:rsid w:val="00AD515A"/>
    <w:rsid w:val="00AD51A4"/>
    <w:rsid w:val="00AD547B"/>
    <w:rsid w:val="00AD548A"/>
    <w:rsid w:val="00AD54BC"/>
    <w:rsid w:val="00AD55A2"/>
    <w:rsid w:val="00AD5695"/>
    <w:rsid w:val="00AD5745"/>
    <w:rsid w:val="00AD577B"/>
    <w:rsid w:val="00AD57ED"/>
    <w:rsid w:val="00AD5A22"/>
    <w:rsid w:val="00AD5B5B"/>
    <w:rsid w:val="00AD5B61"/>
    <w:rsid w:val="00AD5DD4"/>
    <w:rsid w:val="00AD5EFD"/>
    <w:rsid w:val="00AD5F1A"/>
    <w:rsid w:val="00AD61C5"/>
    <w:rsid w:val="00AD625A"/>
    <w:rsid w:val="00AD62B4"/>
    <w:rsid w:val="00AD63BE"/>
    <w:rsid w:val="00AD65F1"/>
    <w:rsid w:val="00AD661B"/>
    <w:rsid w:val="00AD68C0"/>
    <w:rsid w:val="00AD692B"/>
    <w:rsid w:val="00AD7049"/>
    <w:rsid w:val="00AD72CE"/>
    <w:rsid w:val="00AD7380"/>
    <w:rsid w:val="00AD744C"/>
    <w:rsid w:val="00AD7494"/>
    <w:rsid w:val="00AD7601"/>
    <w:rsid w:val="00AD7789"/>
    <w:rsid w:val="00AD77BA"/>
    <w:rsid w:val="00AD78B5"/>
    <w:rsid w:val="00AD7961"/>
    <w:rsid w:val="00AD7A2E"/>
    <w:rsid w:val="00AD7ADC"/>
    <w:rsid w:val="00AD7BAD"/>
    <w:rsid w:val="00AD7C52"/>
    <w:rsid w:val="00AD7F7B"/>
    <w:rsid w:val="00AE0300"/>
    <w:rsid w:val="00AE0380"/>
    <w:rsid w:val="00AE0438"/>
    <w:rsid w:val="00AE049F"/>
    <w:rsid w:val="00AE0547"/>
    <w:rsid w:val="00AE0559"/>
    <w:rsid w:val="00AE05DF"/>
    <w:rsid w:val="00AE0865"/>
    <w:rsid w:val="00AE0971"/>
    <w:rsid w:val="00AE0A64"/>
    <w:rsid w:val="00AE0BC8"/>
    <w:rsid w:val="00AE0CD5"/>
    <w:rsid w:val="00AE0FDD"/>
    <w:rsid w:val="00AE107B"/>
    <w:rsid w:val="00AE1632"/>
    <w:rsid w:val="00AE1837"/>
    <w:rsid w:val="00AE1A1B"/>
    <w:rsid w:val="00AE1B0B"/>
    <w:rsid w:val="00AE1B61"/>
    <w:rsid w:val="00AE1BFA"/>
    <w:rsid w:val="00AE1C18"/>
    <w:rsid w:val="00AE1D35"/>
    <w:rsid w:val="00AE1EBB"/>
    <w:rsid w:val="00AE1FDA"/>
    <w:rsid w:val="00AE2014"/>
    <w:rsid w:val="00AE21BA"/>
    <w:rsid w:val="00AE22A5"/>
    <w:rsid w:val="00AE244F"/>
    <w:rsid w:val="00AE2474"/>
    <w:rsid w:val="00AE248E"/>
    <w:rsid w:val="00AE26D1"/>
    <w:rsid w:val="00AE2743"/>
    <w:rsid w:val="00AE2764"/>
    <w:rsid w:val="00AE27E5"/>
    <w:rsid w:val="00AE2952"/>
    <w:rsid w:val="00AE2A5F"/>
    <w:rsid w:val="00AE2B51"/>
    <w:rsid w:val="00AE2BAE"/>
    <w:rsid w:val="00AE2C83"/>
    <w:rsid w:val="00AE2C9E"/>
    <w:rsid w:val="00AE2DB8"/>
    <w:rsid w:val="00AE305A"/>
    <w:rsid w:val="00AE3156"/>
    <w:rsid w:val="00AE32A2"/>
    <w:rsid w:val="00AE3409"/>
    <w:rsid w:val="00AE3457"/>
    <w:rsid w:val="00AE351E"/>
    <w:rsid w:val="00AE3548"/>
    <w:rsid w:val="00AE3642"/>
    <w:rsid w:val="00AE36FF"/>
    <w:rsid w:val="00AE3737"/>
    <w:rsid w:val="00AE3977"/>
    <w:rsid w:val="00AE39D8"/>
    <w:rsid w:val="00AE3AF2"/>
    <w:rsid w:val="00AE3F08"/>
    <w:rsid w:val="00AE3F25"/>
    <w:rsid w:val="00AE3F4E"/>
    <w:rsid w:val="00AE4092"/>
    <w:rsid w:val="00AE4116"/>
    <w:rsid w:val="00AE431C"/>
    <w:rsid w:val="00AE43F3"/>
    <w:rsid w:val="00AE449F"/>
    <w:rsid w:val="00AE4609"/>
    <w:rsid w:val="00AE47B5"/>
    <w:rsid w:val="00AE48E6"/>
    <w:rsid w:val="00AE48F0"/>
    <w:rsid w:val="00AE4C1D"/>
    <w:rsid w:val="00AE4C9F"/>
    <w:rsid w:val="00AE4DBD"/>
    <w:rsid w:val="00AE50F8"/>
    <w:rsid w:val="00AE5128"/>
    <w:rsid w:val="00AE51C7"/>
    <w:rsid w:val="00AE530D"/>
    <w:rsid w:val="00AE5486"/>
    <w:rsid w:val="00AE55C2"/>
    <w:rsid w:val="00AE58ED"/>
    <w:rsid w:val="00AE5921"/>
    <w:rsid w:val="00AE5A9D"/>
    <w:rsid w:val="00AE5AD3"/>
    <w:rsid w:val="00AE5B27"/>
    <w:rsid w:val="00AE5C0F"/>
    <w:rsid w:val="00AE5C22"/>
    <w:rsid w:val="00AE5C7D"/>
    <w:rsid w:val="00AE5DAB"/>
    <w:rsid w:val="00AE5FDB"/>
    <w:rsid w:val="00AE6052"/>
    <w:rsid w:val="00AE6168"/>
    <w:rsid w:val="00AE61F0"/>
    <w:rsid w:val="00AE62F5"/>
    <w:rsid w:val="00AE639D"/>
    <w:rsid w:val="00AE6607"/>
    <w:rsid w:val="00AE66A2"/>
    <w:rsid w:val="00AE6864"/>
    <w:rsid w:val="00AE6A06"/>
    <w:rsid w:val="00AE6A93"/>
    <w:rsid w:val="00AE6AC2"/>
    <w:rsid w:val="00AE6B00"/>
    <w:rsid w:val="00AE6B40"/>
    <w:rsid w:val="00AE6C29"/>
    <w:rsid w:val="00AE6D78"/>
    <w:rsid w:val="00AE6D84"/>
    <w:rsid w:val="00AE70A0"/>
    <w:rsid w:val="00AE7150"/>
    <w:rsid w:val="00AE7158"/>
    <w:rsid w:val="00AE722E"/>
    <w:rsid w:val="00AE742F"/>
    <w:rsid w:val="00AE758D"/>
    <w:rsid w:val="00AE774C"/>
    <w:rsid w:val="00AE7911"/>
    <w:rsid w:val="00AE7933"/>
    <w:rsid w:val="00AE7B0D"/>
    <w:rsid w:val="00AE7CC1"/>
    <w:rsid w:val="00AE7DFF"/>
    <w:rsid w:val="00AE7F60"/>
    <w:rsid w:val="00AE7FBF"/>
    <w:rsid w:val="00AF00DC"/>
    <w:rsid w:val="00AF02F0"/>
    <w:rsid w:val="00AF03CE"/>
    <w:rsid w:val="00AF04EC"/>
    <w:rsid w:val="00AF05D9"/>
    <w:rsid w:val="00AF073D"/>
    <w:rsid w:val="00AF0A5A"/>
    <w:rsid w:val="00AF0A9A"/>
    <w:rsid w:val="00AF0C77"/>
    <w:rsid w:val="00AF0CA9"/>
    <w:rsid w:val="00AF0D24"/>
    <w:rsid w:val="00AF0E09"/>
    <w:rsid w:val="00AF0EE5"/>
    <w:rsid w:val="00AF0F99"/>
    <w:rsid w:val="00AF0FB0"/>
    <w:rsid w:val="00AF0FFF"/>
    <w:rsid w:val="00AF1133"/>
    <w:rsid w:val="00AF12D7"/>
    <w:rsid w:val="00AF1315"/>
    <w:rsid w:val="00AF1423"/>
    <w:rsid w:val="00AF1435"/>
    <w:rsid w:val="00AF1439"/>
    <w:rsid w:val="00AF16D9"/>
    <w:rsid w:val="00AF179D"/>
    <w:rsid w:val="00AF1BBD"/>
    <w:rsid w:val="00AF1DFB"/>
    <w:rsid w:val="00AF22C3"/>
    <w:rsid w:val="00AF246F"/>
    <w:rsid w:val="00AF24B1"/>
    <w:rsid w:val="00AF2590"/>
    <w:rsid w:val="00AF289D"/>
    <w:rsid w:val="00AF28A0"/>
    <w:rsid w:val="00AF28A4"/>
    <w:rsid w:val="00AF2998"/>
    <w:rsid w:val="00AF2A9E"/>
    <w:rsid w:val="00AF2B86"/>
    <w:rsid w:val="00AF2DA0"/>
    <w:rsid w:val="00AF2F91"/>
    <w:rsid w:val="00AF2F96"/>
    <w:rsid w:val="00AF303C"/>
    <w:rsid w:val="00AF3199"/>
    <w:rsid w:val="00AF31DB"/>
    <w:rsid w:val="00AF32F3"/>
    <w:rsid w:val="00AF32F7"/>
    <w:rsid w:val="00AF3322"/>
    <w:rsid w:val="00AF3406"/>
    <w:rsid w:val="00AF3410"/>
    <w:rsid w:val="00AF3469"/>
    <w:rsid w:val="00AF3805"/>
    <w:rsid w:val="00AF38D0"/>
    <w:rsid w:val="00AF3BCC"/>
    <w:rsid w:val="00AF3C3C"/>
    <w:rsid w:val="00AF3E5C"/>
    <w:rsid w:val="00AF3EA3"/>
    <w:rsid w:val="00AF41B5"/>
    <w:rsid w:val="00AF41BC"/>
    <w:rsid w:val="00AF4333"/>
    <w:rsid w:val="00AF4376"/>
    <w:rsid w:val="00AF44A0"/>
    <w:rsid w:val="00AF4591"/>
    <w:rsid w:val="00AF45C6"/>
    <w:rsid w:val="00AF4609"/>
    <w:rsid w:val="00AF4634"/>
    <w:rsid w:val="00AF479F"/>
    <w:rsid w:val="00AF482A"/>
    <w:rsid w:val="00AF4854"/>
    <w:rsid w:val="00AF49C0"/>
    <w:rsid w:val="00AF4C93"/>
    <w:rsid w:val="00AF4CFE"/>
    <w:rsid w:val="00AF4D13"/>
    <w:rsid w:val="00AF4D81"/>
    <w:rsid w:val="00AF4E09"/>
    <w:rsid w:val="00AF50D3"/>
    <w:rsid w:val="00AF51A7"/>
    <w:rsid w:val="00AF51F8"/>
    <w:rsid w:val="00AF5341"/>
    <w:rsid w:val="00AF54F3"/>
    <w:rsid w:val="00AF5742"/>
    <w:rsid w:val="00AF5927"/>
    <w:rsid w:val="00AF59D9"/>
    <w:rsid w:val="00AF5AFA"/>
    <w:rsid w:val="00AF5CB8"/>
    <w:rsid w:val="00AF60D4"/>
    <w:rsid w:val="00AF60F3"/>
    <w:rsid w:val="00AF6379"/>
    <w:rsid w:val="00AF63C5"/>
    <w:rsid w:val="00AF6737"/>
    <w:rsid w:val="00AF6770"/>
    <w:rsid w:val="00AF6A95"/>
    <w:rsid w:val="00AF6C7D"/>
    <w:rsid w:val="00AF6D4C"/>
    <w:rsid w:val="00AF6D52"/>
    <w:rsid w:val="00AF6D5C"/>
    <w:rsid w:val="00AF6EA5"/>
    <w:rsid w:val="00AF7043"/>
    <w:rsid w:val="00AF717A"/>
    <w:rsid w:val="00AF71E1"/>
    <w:rsid w:val="00AF7219"/>
    <w:rsid w:val="00AF72A3"/>
    <w:rsid w:val="00AF73DA"/>
    <w:rsid w:val="00AF73FE"/>
    <w:rsid w:val="00AF7448"/>
    <w:rsid w:val="00AF76FD"/>
    <w:rsid w:val="00AF7781"/>
    <w:rsid w:val="00AF7787"/>
    <w:rsid w:val="00AF780D"/>
    <w:rsid w:val="00AF7871"/>
    <w:rsid w:val="00AF7A90"/>
    <w:rsid w:val="00AF7B11"/>
    <w:rsid w:val="00AF7F1B"/>
    <w:rsid w:val="00AF7F2F"/>
    <w:rsid w:val="00B00039"/>
    <w:rsid w:val="00B0013E"/>
    <w:rsid w:val="00B003C0"/>
    <w:rsid w:val="00B00431"/>
    <w:rsid w:val="00B0047C"/>
    <w:rsid w:val="00B00510"/>
    <w:rsid w:val="00B005B1"/>
    <w:rsid w:val="00B00653"/>
    <w:rsid w:val="00B00922"/>
    <w:rsid w:val="00B00A17"/>
    <w:rsid w:val="00B00A7B"/>
    <w:rsid w:val="00B00B86"/>
    <w:rsid w:val="00B00C65"/>
    <w:rsid w:val="00B010CA"/>
    <w:rsid w:val="00B011BB"/>
    <w:rsid w:val="00B01252"/>
    <w:rsid w:val="00B0175A"/>
    <w:rsid w:val="00B017D3"/>
    <w:rsid w:val="00B01820"/>
    <w:rsid w:val="00B0199D"/>
    <w:rsid w:val="00B01BE4"/>
    <w:rsid w:val="00B01C40"/>
    <w:rsid w:val="00B01CC4"/>
    <w:rsid w:val="00B01E12"/>
    <w:rsid w:val="00B01F7E"/>
    <w:rsid w:val="00B020F1"/>
    <w:rsid w:val="00B02221"/>
    <w:rsid w:val="00B0233D"/>
    <w:rsid w:val="00B02478"/>
    <w:rsid w:val="00B024DD"/>
    <w:rsid w:val="00B025F3"/>
    <w:rsid w:val="00B027BD"/>
    <w:rsid w:val="00B028A4"/>
    <w:rsid w:val="00B02A2C"/>
    <w:rsid w:val="00B02A41"/>
    <w:rsid w:val="00B02B4C"/>
    <w:rsid w:val="00B02BBA"/>
    <w:rsid w:val="00B02C30"/>
    <w:rsid w:val="00B02CCB"/>
    <w:rsid w:val="00B02DD6"/>
    <w:rsid w:val="00B02E3C"/>
    <w:rsid w:val="00B02F60"/>
    <w:rsid w:val="00B02F76"/>
    <w:rsid w:val="00B02FC6"/>
    <w:rsid w:val="00B030AC"/>
    <w:rsid w:val="00B031BC"/>
    <w:rsid w:val="00B031F9"/>
    <w:rsid w:val="00B03365"/>
    <w:rsid w:val="00B033C2"/>
    <w:rsid w:val="00B0347D"/>
    <w:rsid w:val="00B0360D"/>
    <w:rsid w:val="00B036A1"/>
    <w:rsid w:val="00B03851"/>
    <w:rsid w:val="00B03B4B"/>
    <w:rsid w:val="00B03C27"/>
    <w:rsid w:val="00B03DD5"/>
    <w:rsid w:val="00B03EAA"/>
    <w:rsid w:val="00B03ED1"/>
    <w:rsid w:val="00B03FF3"/>
    <w:rsid w:val="00B044B8"/>
    <w:rsid w:val="00B04610"/>
    <w:rsid w:val="00B046D2"/>
    <w:rsid w:val="00B048E9"/>
    <w:rsid w:val="00B04933"/>
    <w:rsid w:val="00B04991"/>
    <w:rsid w:val="00B04B7F"/>
    <w:rsid w:val="00B04C00"/>
    <w:rsid w:val="00B04D73"/>
    <w:rsid w:val="00B04E7E"/>
    <w:rsid w:val="00B04EC8"/>
    <w:rsid w:val="00B050E6"/>
    <w:rsid w:val="00B051F9"/>
    <w:rsid w:val="00B0526C"/>
    <w:rsid w:val="00B0537A"/>
    <w:rsid w:val="00B053B0"/>
    <w:rsid w:val="00B05417"/>
    <w:rsid w:val="00B054E9"/>
    <w:rsid w:val="00B05669"/>
    <w:rsid w:val="00B056D1"/>
    <w:rsid w:val="00B0575F"/>
    <w:rsid w:val="00B0576B"/>
    <w:rsid w:val="00B05896"/>
    <w:rsid w:val="00B058E5"/>
    <w:rsid w:val="00B059EA"/>
    <w:rsid w:val="00B0610B"/>
    <w:rsid w:val="00B06145"/>
    <w:rsid w:val="00B061D3"/>
    <w:rsid w:val="00B06228"/>
    <w:rsid w:val="00B062DC"/>
    <w:rsid w:val="00B0654E"/>
    <w:rsid w:val="00B0673C"/>
    <w:rsid w:val="00B06968"/>
    <w:rsid w:val="00B06A0A"/>
    <w:rsid w:val="00B06BD4"/>
    <w:rsid w:val="00B06C81"/>
    <w:rsid w:val="00B06D46"/>
    <w:rsid w:val="00B06D79"/>
    <w:rsid w:val="00B06F39"/>
    <w:rsid w:val="00B06FA5"/>
    <w:rsid w:val="00B071AF"/>
    <w:rsid w:val="00B07292"/>
    <w:rsid w:val="00B072F5"/>
    <w:rsid w:val="00B0732E"/>
    <w:rsid w:val="00B07331"/>
    <w:rsid w:val="00B0739A"/>
    <w:rsid w:val="00B0743C"/>
    <w:rsid w:val="00B07505"/>
    <w:rsid w:val="00B07557"/>
    <w:rsid w:val="00B075F7"/>
    <w:rsid w:val="00B077FD"/>
    <w:rsid w:val="00B07801"/>
    <w:rsid w:val="00B07945"/>
    <w:rsid w:val="00B07951"/>
    <w:rsid w:val="00B079EC"/>
    <w:rsid w:val="00B07A38"/>
    <w:rsid w:val="00B07B50"/>
    <w:rsid w:val="00B07CBC"/>
    <w:rsid w:val="00B07F0F"/>
    <w:rsid w:val="00B10099"/>
    <w:rsid w:val="00B100A4"/>
    <w:rsid w:val="00B10114"/>
    <w:rsid w:val="00B1011C"/>
    <w:rsid w:val="00B1020D"/>
    <w:rsid w:val="00B10212"/>
    <w:rsid w:val="00B102AD"/>
    <w:rsid w:val="00B103CC"/>
    <w:rsid w:val="00B103F2"/>
    <w:rsid w:val="00B1048E"/>
    <w:rsid w:val="00B106F4"/>
    <w:rsid w:val="00B10779"/>
    <w:rsid w:val="00B1079E"/>
    <w:rsid w:val="00B10872"/>
    <w:rsid w:val="00B108D3"/>
    <w:rsid w:val="00B109EB"/>
    <w:rsid w:val="00B10A2E"/>
    <w:rsid w:val="00B10A6E"/>
    <w:rsid w:val="00B10AEA"/>
    <w:rsid w:val="00B10BED"/>
    <w:rsid w:val="00B10CF8"/>
    <w:rsid w:val="00B10D04"/>
    <w:rsid w:val="00B10D38"/>
    <w:rsid w:val="00B10EAE"/>
    <w:rsid w:val="00B10EE3"/>
    <w:rsid w:val="00B10FBF"/>
    <w:rsid w:val="00B110C9"/>
    <w:rsid w:val="00B1119C"/>
    <w:rsid w:val="00B11438"/>
    <w:rsid w:val="00B114CD"/>
    <w:rsid w:val="00B11553"/>
    <w:rsid w:val="00B11781"/>
    <w:rsid w:val="00B1185F"/>
    <w:rsid w:val="00B11A2B"/>
    <w:rsid w:val="00B11C0A"/>
    <w:rsid w:val="00B11C22"/>
    <w:rsid w:val="00B11C7B"/>
    <w:rsid w:val="00B11F25"/>
    <w:rsid w:val="00B12012"/>
    <w:rsid w:val="00B123C1"/>
    <w:rsid w:val="00B12482"/>
    <w:rsid w:val="00B12494"/>
    <w:rsid w:val="00B12588"/>
    <w:rsid w:val="00B125A2"/>
    <w:rsid w:val="00B1291F"/>
    <w:rsid w:val="00B129F2"/>
    <w:rsid w:val="00B12A21"/>
    <w:rsid w:val="00B12B8B"/>
    <w:rsid w:val="00B12BBD"/>
    <w:rsid w:val="00B12C0C"/>
    <w:rsid w:val="00B12C51"/>
    <w:rsid w:val="00B12D48"/>
    <w:rsid w:val="00B12E5E"/>
    <w:rsid w:val="00B13184"/>
    <w:rsid w:val="00B13295"/>
    <w:rsid w:val="00B133A0"/>
    <w:rsid w:val="00B13675"/>
    <w:rsid w:val="00B136D3"/>
    <w:rsid w:val="00B136E4"/>
    <w:rsid w:val="00B1391A"/>
    <w:rsid w:val="00B13B1B"/>
    <w:rsid w:val="00B13D19"/>
    <w:rsid w:val="00B13F2D"/>
    <w:rsid w:val="00B14021"/>
    <w:rsid w:val="00B1402D"/>
    <w:rsid w:val="00B140C0"/>
    <w:rsid w:val="00B14317"/>
    <w:rsid w:val="00B14353"/>
    <w:rsid w:val="00B14369"/>
    <w:rsid w:val="00B1439E"/>
    <w:rsid w:val="00B1483F"/>
    <w:rsid w:val="00B149D1"/>
    <w:rsid w:val="00B14A2F"/>
    <w:rsid w:val="00B14BF0"/>
    <w:rsid w:val="00B14C92"/>
    <w:rsid w:val="00B14EE9"/>
    <w:rsid w:val="00B14FC4"/>
    <w:rsid w:val="00B1500E"/>
    <w:rsid w:val="00B1501D"/>
    <w:rsid w:val="00B1502E"/>
    <w:rsid w:val="00B15233"/>
    <w:rsid w:val="00B1523B"/>
    <w:rsid w:val="00B15264"/>
    <w:rsid w:val="00B15450"/>
    <w:rsid w:val="00B154BF"/>
    <w:rsid w:val="00B15521"/>
    <w:rsid w:val="00B15DB2"/>
    <w:rsid w:val="00B15ECE"/>
    <w:rsid w:val="00B16153"/>
    <w:rsid w:val="00B1635B"/>
    <w:rsid w:val="00B164ED"/>
    <w:rsid w:val="00B165D6"/>
    <w:rsid w:val="00B1681D"/>
    <w:rsid w:val="00B1699B"/>
    <w:rsid w:val="00B16B17"/>
    <w:rsid w:val="00B16B8B"/>
    <w:rsid w:val="00B16C58"/>
    <w:rsid w:val="00B16CCA"/>
    <w:rsid w:val="00B16F91"/>
    <w:rsid w:val="00B16FE1"/>
    <w:rsid w:val="00B1714A"/>
    <w:rsid w:val="00B17372"/>
    <w:rsid w:val="00B173CE"/>
    <w:rsid w:val="00B1743A"/>
    <w:rsid w:val="00B174A9"/>
    <w:rsid w:val="00B174FD"/>
    <w:rsid w:val="00B17516"/>
    <w:rsid w:val="00B1780F"/>
    <w:rsid w:val="00B1791C"/>
    <w:rsid w:val="00B17974"/>
    <w:rsid w:val="00B17BF6"/>
    <w:rsid w:val="00B17C95"/>
    <w:rsid w:val="00B17D73"/>
    <w:rsid w:val="00B17ED6"/>
    <w:rsid w:val="00B17EE6"/>
    <w:rsid w:val="00B17FD4"/>
    <w:rsid w:val="00B201C9"/>
    <w:rsid w:val="00B20313"/>
    <w:rsid w:val="00B20662"/>
    <w:rsid w:val="00B20898"/>
    <w:rsid w:val="00B20929"/>
    <w:rsid w:val="00B2099E"/>
    <w:rsid w:val="00B20B11"/>
    <w:rsid w:val="00B20C1F"/>
    <w:rsid w:val="00B20D0B"/>
    <w:rsid w:val="00B20EB5"/>
    <w:rsid w:val="00B20F3A"/>
    <w:rsid w:val="00B2100B"/>
    <w:rsid w:val="00B21106"/>
    <w:rsid w:val="00B211D1"/>
    <w:rsid w:val="00B2129D"/>
    <w:rsid w:val="00B2130F"/>
    <w:rsid w:val="00B2132F"/>
    <w:rsid w:val="00B2188F"/>
    <w:rsid w:val="00B218F4"/>
    <w:rsid w:val="00B2193E"/>
    <w:rsid w:val="00B21961"/>
    <w:rsid w:val="00B219FA"/>
    <w:rsid w:val="00B21A51"/>
    <w:rsid w:val="00B21A6A"/>
    <w:rsid w:val="00B21C05"/>
    <w:rsid w:val="00B21CD6"/>
    <w:rsid w:val="00B21E52"/>
    <w:rsid w:val="00B21EAB"/>
    <w:rsid w:val="00B21FE6"/>
    <w:rsid w:val="00B22009"/>
    <w:rsid w:val="00B221B5"/>
    <w:rsid w:val="00B222BD"/>
    <w:rsid w:val="00B224DA"/>
    <w:rsid w:val="00B22509"/>
    <w:rsid w:val="00B225AC"/>
    <w:rsid w:val="00B228AD"/>
    <w:rsid w:val="00B228B5"/>
    <w:rsid w:val="00B2297E"/>
    <w:rsid w:val="00B229C6"/>
    <w:rsid w:val="00B22AE2"/>
    <w:rsid w:val="00B22B6F"/>
    <w:rsid w:val="00B22CB4"/>
    <w:rsid w:val="00B23080"/>
    <w:rsid w:val="00B23098"/>
    <w:rsid w:val="00B230A0"/>
    <w:rsid w:val="00B23480"/>
    <w:rsid w:val="00B23481"/>
    <w:rsid w:val="00B23523"/>
    <w:rsid w:val="00B23657"/>
    <w:rsid w:val="00B23703"/>
    <w:rsid w:val="00B23758"/>
    <w:rsid w:val="00B23759"/>
    <w:rsid w:val="00B23778"/>
    <w:rsid w:val="00B237C1"/>
    <w:rsid w:val="00B23831"/>
    <w:rsid w:val="00B239FD"/>
    <w:rsid w:val="00B23A1C"/>
    <w:rsid w:val="00B23BAB"/>
    <w:rsid w:val="00B23BD9"/>
    <w:rsid w:val="00B23D5F"/>
    <w:rsid w:val="00B23D74"/>
    <w:rsid w:val="00B23DE5"/>
    <w:rsid w:val="00B23EA5"/>
    <w:rsid w:val="00B23ED0"/>
    <w:rsid w:val="00B23FD8"/>
    <w:rsid w:val="00B2408D"/>
    <w:rsid w:val="00B240A1"/>
    <w:rsid w:val="00B2427F"/>
    <w:rsid w:val="00B243D6"/>
    <w:rsid w:val="00B2447C"/>
    <w:rsid w:val="00B244BF"/>
    <w:rsid w:val="00B24591"/>
    <w:rsid w:val="00B24853"/>
    <w:rsid w:val="00B248C8"/>
    <w:rsid w:val="00B248D4"/>
    <w:rsid w:val="00B24DF4"/>
    <w:rsid w:val="00B250C6"/>
    <w:rsid w:val="00B25154"/>
    <w:rsid w:val="00B251A7"/>
    <w:rsid w:val="00B25231"/>
    <w:rsid w:val="00B25266"/>
    <w:rsid w:val="00B25336"/>
    <w:rsid w:val="00B25437"/>
    <w:rsid w:val="00B2550B"/>
    <w:rsid w:val="00B25586"/>
    <w:rsid w:val="00B256A2"/>
    <w:rsid w:val="00B2577D"/>
    <w:rsid w:val="00B25851"/>
    <w:rsid w:val="00B25BEB"/>
    <w:rsid w:val="00B25CB9"/>
    <w:rsid w:val="00B25D2F"/>
    <w:rsid w:val="00B25DD1"/>
    <w:rsid w:val="00B25F35"/>
    <w:rsid w:val="00B25F51"/>
    <w:rsid w:val="00B2612B"/>
    <w:rsid w:val="00B261BD"/>
    <w:rsid w:val="00B2626D"/>
    <w:rsid w:val="00B2635B"/>
    <w:rsid w:val="00B2660C"/>
    <w:rsid w:val="00B266A9"/>
    <w:rsid w:val="00B269C8"/>
    <w:rsid w:val="00B26B0D"/>
    <w:rsid w:val="00B26BC1"/>
    <w:rsid w:val="00B26E5D"/>
    <w:rsid w:val="00B26E86"/>
    <w:rsid w:val="00B26ED4"/>
    <w:rsid w:val="00B27021"/>
    <w:rsid w:val="00B27133"/>
    <w:rsid w:val="00B271D5"/>
    <w:rsid w:val="00B2761E"/>
    <w:rsid w:val="00B27657"/>
    <w:rsid w:val="00B276D2"/>
    <w:rsid w:val="00B27778"/>
    <w:rsid w:val="00B2788E"/>
    <w:rsid w:val="00B27987"/>
    <w:rsid w:val="00B279AD"/>
    <w:rsid w:val="00B27C71"/>
    <w:rsid w:val="00B27D89"/>
    <w:rsid w:val="00B27F25"/>
    <w:rsid w:val="00B27FC8"/>
    <w:rsid w:val="00B27FD4"/>
    <w:rsid w:val="00B300A6"/>
    <w:rsid w:val="00B3036B"/>
    <w:rsid w:val="00B303F7"/>
    <w:rsid w:val="00B303FD"/>
    <w:rsid w:val="00B3041C"/>
    <w:rsid w:val="00B3044C"/>
    <w:rsid w:val="00B3044F"/>
    <w:rsid w:val="00B30B11"/>
    <w:rsid w:val="00B30B9B"/>
    <w:rsid w:val="00B30C16"/>
    <w:rsid w:val="00B30C40"/>
    <w:rsid w:val="00B30ED7"/>
    <w:rsid w:val="00B30FAC"/>
    <w:rsid w:val="00B3108E"/>
    <w:rsid w:val="00B31096"/>
    <w:rsid w:val="00B3109A"/>
    <w:rsid w:val="00B31295"/>
    <w:rsid w:val="00B312F0"/>
    <w:rsid w:val="00B313CE"/>
    <w:rsid w:val="00B3151B"/>
    <w:rsid w:val="00B31677"/>
    <w:rsid w:val="00B31803"/>
    <w:rsid w:val="00B31870"/>
    <w:rsid w:val="00B31873"/>
    <w:rsid w:val="00B318C7"/>
    <w:rsid w:val="00B31A9A"/>
    <w:rsid w:val="00B31AAB"/>
    <w:rsid w:val="00B31AD0"/>
    <w:rsid w:val="00B31C9F"/>
    <w:rsid w:val="00B31D2F"/>
    <w:rsid w:val="00B31D54"/>
    <w:rsid w:val="00B32174"/>
    <w:rsid w:val="00B32258"/>
    <w:rsid w:val="00B32371"/>
    <w:rsid w:val="00B32579"/>
    <w:rsid w:val="00B32632"/>
    <w:rsid w:val="00B32682"/>
    <w:rsid w:val="00B326B4"/>
    <w:rsid w:val="00B327F6"/>
    <w:rsid w:val="00B32834"/>
    <w:rsid w:val="00B32888"/>
    <w:rsid w:val="00B3289D"/>
    <w:rsid w:val="00B328AB"/>
    <w:rsid w:val="00B329F6"/>
    <w:rsid w:val="00B32AF0"/>
    <w:rsid w:val="00B32C39"/>
    <w:rsid w:val="00B32E2C"/>
    <w:rsid w:val="00B32E4A"/>
    <w:rsid w:val="00B32F91"/>
    <w:rsid w:val="00B3313B"/>
    <w:rsid w:val="00B33163"/>
    <w:rsid w:val="00B33335"/>
    <w:rsid w:val="00B333BA"/>
    <w:rsid w:val="00B335D9"/>
    <w:rsid w:val="00B33647"/>
    <w:rsid w:val="00B336EB"/>
    <w:rsid w:val="00B33922"/>
    <w:rsid w:val="00B33C41"/>
    <w:rsid w:val="00B33DBE"/>
    <w:rsid w:val="00B33DBF"/>
    <w:rsid w:val="00B33E86"/>
    <w:rsid w:val="00B33F90"/>
    <w:rsid w:val="00B33F9D"/>
    <w:rsid w:val="00B3422B"/>
    <w:rsid w:val="00B342ED"/>
    <w:rsid w:val="00B342F0"/>
    <w:rsid w:val="00B34314"/>
    <w:rsid w:val="00B34466"/>
    <w:rsid w:val="00B34498"/>
    <w:rsid w:val="00B34747"/>
    <w:rsid w:val="00B34845"/>
    <w:rsid w:val="00B34867"/>
    <w:rsid w:val="00B348CD"/>
    <w:rsid w:val="00B34A2D"/>
    <w:rsid w:val="00B34B3F"/>
    <w:rsid w:val="00B34B63"/>
    <w:rsid w:val="00B34BFF"/>
    <w:rsid w:val="00B34DD6"/>
    <w:rsid w:val="00B34E4F"/>
    <w:rsid w:val="00B35279"/>
    <w:rsid w:val="00B352CE"/>
    <w:rsid w:val="00B353DB"/>
    <w:rsid w:val="00B35450"/>
    <w:rsid w:val="00B35502"/>
    <w:rsid w:val="00B355A8"/>
    <w:rsid w:val="00B35603"/>
    <w:rsid w:val="00B35651"/>
    <w:rsid w:val="00B35693"/>
    <w:rsid w:val="00B35930"/>
    <w:rsid w:val="00B35B4F"/>
    <w:rsid w:val="00B35C94"/>
    <w:rsid w:val="00B35DAF"/>
    <w:rsid w:val="00B35E9A"/>
    <w:rsid w:val="00B35F7D"/>
    <w:rsid w:val="00B3621F"/>
    <w:rsid w:val="00B364F9"/>
    <w:rsid w:val="00B36529"/>
    <w:rsid w:val="00B36610"/>
    <w:rsid w:val="00B36668"/>
    <w:rsid w:val="00B366FE"/>
    <w:rsid w:val="00B36781"/>
    <w:rsid w:val="00B367F0"/>
    <w:rsid w:val="00B36A4E"/>
    <w:rsid w:val="00B36B04"/>
    <w:rsid w:val="00B36B2A"/>
    <w:rsid w:val="00B36B3D"/>
    <w:rsid w:val="00B36C33"/>
    <w:rsid w:val="00B36DF2"/>
    <w:rsid w:val="00B36E62"/>
    <w:rsid w:val="00B36EB9"/>
    <w:rsid w:val="00B36F57"/>
    <w:rsid w:val="00B36F7D"/>
    <w:rsid w:val="00B370DA"/>
    <w:rsid w:val="00B3729C"/>
    <w:rsid w:val="00B372B6"/>
    <w:rsid w:val="00B373CE"/>
    <w:rsid w:val="00B3771C"/>
    <w:rsid w:val="00B377FA"/>
    <w:rsid w:val="00B37842"/>
    <w:rsid w:val="00B37884"/>
    <w:rsid w:val="00B3795A"/>
    <w:rsid w:val="00B37A91"/>
    <w:rsid w:val="00B37CAC"/>
    <w:rsid w:val="00B37DA9"/>
    <w:rsid w:val="00B37DE0"/>
    <w:rsid w:val="00B37E1A"/>
    <w:rsid w:val="00B37ED2"/>
    <w:rsid w:val="00B37F62"/>
    <w:rsid w:val="00B4007B"/>
    <w:rsid w:val="00B40099"/>
    <w:rsid w:val="00B40146"/>
    <w:rsid w:val="00B401D7"/>
    <w:rsid w:val="00B4037A"/>
    <w:rsid w:val="00B40602"/>
    <w:rsid w:val="00B40613"/>
    <w:rsid w:val="00B4067A"/>
    <w:rsid w:val="00B40750"/>
    <w:rsid w:val="00B407AB"/>
    <w:rsid w:val="00B40993"/>
    <w:rsid w:val="00B40A71"/>
    <w:rsid w:val="00B40AD8"/>
    <w:rsid w:val="00B40AEE"/>
    <w:rsid w:val="00B40C1B"/>
    <w:rsid w:val="00B40DBD"/>
    <w:rsid w:val="00B40DDA"/>
    <w:rsid w:val="00B40EDD"/>
    <w:rsid w:val="00B410C3"/>
    <w:rsid w:val="00B4119F"/>
    <w:rsid w:val="00B41321"/>
    <w:rsid w:val="00B41368"/>
    <w:rsid w:val="00B413E1"/>
    <w:rsid w:val="00B41439"/>
    <w:rsid w:val="00B414B5"/>
    <w:rsid w:val="00B41544"/>
    <w:rsid w:val="00B415AD"/>
    <w:rsid w:val="00B41655"/>
    <w:rsid w:val="00B41741"/>
    <w:rsid w:val="00B4196E"/>
    <w:rsid w:val="00B41AE1"/>
    <w:rsid w:val="00B41B5F"/>
    <w:rsid w:val="00B41C6C"/>
    <w:rsid w:val="00B41CC6"/>
    <w:rsid w:val="00B41D0F"/>
    <w:rsid w:val="00B41DA2"/>
    <w:rsid w:val="00B41F13"/>
    <w:rsid w:val="00B41F1F"/>
    <w:rsid w:val="00B4200C"/>
    <w:rsid w:val="00B42140"/>
    <w:rsid w:val="00B421E3"/>
    <w:rsid w:val="00B423B3"/>
    <w:rsid w:val="00B4240E"/>
    <w:rsid w:val="00B4242D"/>
    <w:rsid w:val="00B42586"/>
    <w:rsid w:val="00B42671"/>
    <w:rsid w:val="00B42709"/>
    <w:rsid w:val="00B42A0A"/>
    <w:rsid w:val="00B42A52"/>
    <w:rsid w:val="00B42D18"/>
    <w:rsid w:val="00B42DBD"/>
    <w:rsid w:val="00B42FA7"/>
    <w:rsid w:val="00B4304A"/>
    <w:rsid w:val="00B4306C"/>
    <w:rsid w:val="00B430AA"/>
    <w:rsid w:val="00B43304"/>
    <w:rsid w:val="00B43458"/>
    <w:rsid w:val="00B43625"/>
    <w:rsid w:val="00B4363A"/>
    <w:rsid w:val="00B437AD"/>
    <w:rsid w:val="00B43816"/>
    <w:rsid w:val="00B4391B"/>
    <w:rsid w:val="00B43B21"/>
    <w:rsid w:val="00B43BCE"/>
    <w:rsid w:val="00B43D82"/>
    <w:rsid w:val="00B43F61"/>
    <w:rsid w:val="00B43FBC"/>
    <w:rsid w:val="00B440D7"/>
    <w:rsid w:val="00B44122"/>
    <w:rsid w:val="00B44742"/>
    <w:rsid w:val="00B44772"/>
    <w:rsid w:val="00B4487B"/>
    <w:rsid w:val="00B44884"/>
    <w:rsid w:val="00B44A53"/>
    <w:rsid w:val="00B44BA8"/>
    <w:rsid w:val="00B44BCA"/>
    <w:rsid w:val="00B44C08"/>
    <w:rsid w:val="00B44C55"/>
    <w:rsid w:val="00B44CE1"/>
    <w:rsid w:val="00B45133"/>
    <w:rsid w:val="00B45156"/>
    <w:rsid w:val="00B4520B"/>
    <w:rsid w:val="00B4536E"/>
    <w:rsid w:val="00B453A8"/>
    <w:rsid w:val="00B45439"/>
    <w:rsid w:val="00B4548C"/>
    <w:rsid w:val="00B45529"/>
    <w:rsid w:val="00B4587B"/>
    <w:rsid w:val="00B45992"/>
    <w:rsid w:val="00B45A11"/>
    <w:rsid w:val="00B45A85"/>
    <w:rsid w:val="00B45B21"/>
    <w:rsid w:val="00B45D41"/>
    <w:rsid w:val="00B45D90"/>
    <w:rsid w:val="00B45DAC"/>
    <w:rsid w:val="00B45E42"/>
    <w:rsid w:val="00B45E5D"/>
    <w:rsid w:val="00B46068"/>
    <w:rsid w:val="00B46110"/>
    <w:rsid w:val="00B46458"/>
    <w:rsid w:val="00B464DB"/>
    <w:rsid w:val="00B46740"/>
    <w:rsid w:val="00B46784"/>
    <w:rsid w:val="00B46815"/>
    <w:rsid w:val="00B46A02"/>
    <w:rsid w:val="00B46A74"/>
    <w:rsid w:val="00B46B09"/>
    <w:rsid w:val="00B46C04"/>
    <w:rsid w:val="00B46C27"/>
    <w:rsid w:val="00B46CAA"/>
    <w:rsid w:val="00B46CBE"/>
    <w:rsid w:val="00B46DDF"/>
    <w:rsid w:val="00B47203"/>
    <w:rsid w:val="00B47258"/>
    <w:rsid w:val="00B472CE"/>
    <w:rsid w:val="00B47504"/>
    <w:rsid w:val="00B47730"/>
    <w:rsid w:val="00B47734"/>
    <w:rsid w:val="00B477E5"/>
    <w:rsid w:val="00B478E7"/>
    <w:rsid w:val="00B4790E"/>
    <w:rsid w:val="00B47C80"/>
    <w:rsid w:val="00B47DE3"/>
    <w:rsid w:val="00B47F93"/>
    <w:rsid w:val="00B47FF0"/>
    <w:rsid w:val="00B50229"/>
    <w:rsid w:val="00B5030D"/>
    <w:rsid w:val="00B5038D"/>
    <w:rsid w:val="00B503AA"/>
    <w:rsid w:val="00B5043C"/>
    <w:rsid w:val="00B504F1"/>
    <w:rsid w:val="00B5050D"/>
    <w:rsid w:val="00B5051C"/>
    <w:rsid w:val="00B50527"/>
    <w:rsid w:val="00B50705"/>
    <w:rsid w:val="00B50829"/>
    <w:rsid w:val="00B50869"/>
    <w:rsid w:val="00B50885"/>
    <w:rsid w:val="00B509A4"/>
    <w:rsid w:val="00B50CA3"/>
    <w:rsid w:val="00B50D57"/>
    <w:rsid w:val="00B50D69"/>
    <w:rsid w:val="00B50DD6"/>
    <w:rsid w:val="00B510EE"/>
    <w:rsid w:val="00B51218"/>
    <w:rsid w:val="00B513F2"/>
    <w:rsid w:val="00B51506"/>
    <w:rsid w:val="00B516DC"/>
    <w:rsid w:val="00B5185F"/>
    <w:rsid w:val="00B51950"/>
    <w:rsid w:val="00B51A41"/>
    <w:rsid w:val="00B51D57"/>
    <w:rsid w:val="00B51EE9"/>
    <w:rsid w:val="00B51F23"/>
    <w:rsid w:val="00B51F2C"/>
    <w:rsid w:val="00B52085"/>
    <w:rsid w:val="00B520F4"/>
    <w:rsid w:val="00B521A3"/>
    <w:rsid w:val="00B521D8"/>
    <w:rsid w:val="00B526F1"/>
    <w:rsid w:val="00B52729"/>
    <w:rsid w:val="00B5276D"/>
    <w:rsid w:val="00B527B8"/>
    <w:rsid w:val="00B52960"/>
    <w:rsid w:val="00B52B89"/>
    <w:rsid w:val="00B52CF9"/>
    <w:rsid w:val="00B52D0E"/>
    <w:rsid w:val="00B52D0F"/>
    <w:rsid w:val="00B52D62"/>
    <w:rsid w:val="00B52DB8"/>
    <w:rsid w:val="00B52DC0"/>
    <w:rsid w:val="00B52DD4"/>
    <w:rsid w:val="00B52E02"/>
    <w:rsid w:val="00B52EFA"/>
    <w:rsid w:val="00B52F4D"/>
    <w:rsid w:val="00B53030"/>
    <w:rsid w:val="00B53110"/>
    <w:rsid w:val="00B5319B"/>
    <w:rsid w:val="00B5370C"/>
    <w:rsid w:val="00B53740"/>
    <w:rsid w:val="00B537B7"/>
    <w:rsid w:val="00B537BB"/>
    <w:rsid w:val="00B537D7"/>
    <w:rsid w:val="00B538AB"/>
    <w:rsid w:val="00B539D8"/>
    <w:rsid w:val="00B53A85"/>
    <w:rsid w:val="00B53A96"/>
    <w:rsid w:val="00B53BDD"/>
    <w:rsid w:val="00B53D3D"/>
    <w:rsid w:val="00B53E20"/>
    <w:rsid w:val="00B5407E"/>
    <w:rsid w:val="00B541AC"/>
    <w:rsid w:val="00B5435C"/>
    <w:rsid w:val="00B54765"/>
    <w:rsid w:val="00B54781"/>
    <w:rsid w:val="00B54912"/>
    <w:rsid w:val="00B54978"/>
    <w:rsid w:val="00B549AE"/>
    <w:rsid w:val="00B54A32"/>
    <w:rsid w:val="00B54D1E"/>
    <w:rsid w:val="00B54DB8"/>
    <w:rsid w:val="00B54E4D"/>
    <w:rsid w:val="00B55498"/>
    <w:rsid w:val="00B55522"/>
    <w:rsid w:val="00B55526"/>
    <w:rsid w:val="00B5557C"/>
    <w:rsid w:val="00B55623"/>
    <w:rsid w:val="00B55708"/>
    <w:rsid w:val="00B5575C"/>
    <w:rsid w:val="00B55894"/>
    <w:rsid w:val="00B55AA5"/>
    <w:rsid w:val="00B55B05"/>
    <w:rsid w:val="00B55B31"/>
    <w:rsid w:val="00B55B3F"/>
    <w:rsid w:val="00B55BF5"/>
    <w:rsid w:val="00B55E6A"/>
    <w:rsid w:val="00B5623F"/>
    <w:rsid w:val="00B56280"/>
    <w:rsid w:val="00B56439"/>
    <w:rsid w:val="00B56485"/>
    <w:rsid w:val="00B566EF"/>
    <w:rsid w:val="00B56D44"/>
    <w:rsid w:val="00B56E02"/>
    <w:rsid w:val="00B56E3F"/>
    <w:rsid w:val="00B56F00"/>
    <w:rsid w:val="00B57035"/>
    <w:rsid w:val="00B5714C"/>
    <w:rsid w:val="00B573CB"/>
    <w:rsid w:val="00B5764A"/>
    <w:rsid w:val="00B5766C"/>
    <w:rsid w:val="00B5778B"/>
    <w:rsid w:val="00B5781E"/>
    <w:rsid w:val="00B57A6C"/>
    <w:rsid w:val="00B57A86"/>
    <w:rsid w:val="00B57CA9"/>
    <w:rsid w:val="00B57ED1"/>
    <w:rsid w:val="00B57ED5"/>
    <w:rsid w:val="00B57F21"/>
    <w:rsid w:val="00B57FC6"/>
    <w:rsid w:val="00B600E9"/>
    <w:rsid w:val="00B600ED"/>
    <w:rsid w:val="00B60263"/>
    <w:rsid w:val="00B602E5"/>
    <w:rsid w:val="00B60327"/>
    <w:rsid w:val="00B60356"/>
    <w:rsid w:val="00B603D5"/>
    <w:rsid w:val="00B603ED"/>
    <w:rsid w:val="00B60556"/>
    <w:rsid w:val="00B60A22"/>
    <w:rsid w:val="00B60A5E"/>
    <w:rsid w:val="00B60A7C"/>
    <w:rsid w:val="00B60B5E"/>
    <w:rsid w:val="00B60D7C"/>
    <w:rsid w:val="00B60E19"/>
    <w:rsid w:val="00B60EF4"/>
    <w:rsid w:val="00B61253"/>
    <w:rsid w:val="00B61446"/>
    <w:rsid w:val="00B614B3"/>
    <w:rsid w:val="00B61813"/>
    <w:rsid w:val="00B61950"/>
    <w:rsid w:val="00B61967"/>
    <w:rsid w:val="00B61984"/>
    <w:rsid w:val="00B61B45"/>
    <w:rsid w:val="00B61C37"/>
    <w:rsid w:val="00B61C42"/>
    <w:rsid w:val="00B61C8E"/>
    <w:rsid w:val="00B620EA"/>
    <w:rsid w:val="00B622C4"/>
    <w:rsid w:val="00B623B4"/>
    <w:rsid w:val="00B623CE"/>
    <w:rsid w:val="00B62483"/>
    <w:rsid w:val="00B625E8"/>
    <w:rsid w:val="00B626CA"/>
    <w:rsid w:val="00B62759"/>
    <w:rsid w:val="00B627B4"/>
    <w:rsid w:val="00B6292E"/>
    <w:rsid w:val="00B62A4A"/>
    <w:rsid w:val="00B62B69"/>
    <w:rsid w:val="00B62B77"/>
    <w:rsid w:val="00B62BFE"/>
    <w:rsid w:val="00B62C3A"/>
    <w:rsid w:val="00B62ED2"/>
    <w:rsid w:val="00B630B0"/>
    <w:rsid w:val="00B630F4"/>
    <w:rsid w:val="00B6360F"/>
    <w:rsid w:val="00B637B3"/>
    <w:rsid w:val="00B637BC"/>
    <w:rsid w:val="00B63807"/>
    <w:rsid w:val="00B6383A"/>
    <w:rsid w:val="00B6383F"/>
    <w:rsid w:val="00B63A1B"/>
    <w:rsid w:val="00B63A22"/>
    <w:rsid w:val="00B63A66"/>
    <w:rsid w:val="00B63A74"/>
    <w:rsid w:val="00B63A76"/>
    <w:rsid w:val="00B63A9D"/>
    <w:rsid w:val="00B63EF5"/>
    <w:rsid w:val="00B63F8A"/>
    <w:rsid w:val="00B640B8"/>
    <w:rsid w:val="00B6419B"/>
    <w:rsid w:val="00B642D2"/>
    <w:rsid w:val="00B645B9"/>
    <w:rsid w:val="00B645EC"/>
    <w:rsid w:val="00B64650"/>
    <w:rsid w:val="00B6484E"/>
    <w:rsid w:val="00B6491A"/>
    <w:rsid w:val="00B64A0B"/>
    <w:rsid w:val="00B64A4B"/>
    <w:rsid w:val="00B64AD0"/>
    <w:rsid w:val="00B64D1E"/>
    <w:rsid w:val="00B64D70"/>
    <w:rsid w:val="00B64D79"/>
    <w:rsid w:val="00B64DC7"/>
    <w:rsid w:val="00B64F6A"/>
    <w:rsid w:val="00B65318"/>
    <w:rsid w:val="00B65398"/>
    <w:rsid w:val="00B654E0"/>
    <w:rsid w:val="00B654E6"/>
    <w:rsid w:val="00B6550E"/>
    <w:rsid w:val="00B65601"/>
    <w:rsid w:val="00B65AEC"/>
    <w:rsid w:val="00B65C25"/>
    <w:rsid w:val="00B660D9"/>
    <w:rsid w:val="00B66313"/>
    <w:rsid w:val="00B66376"/>
    <w:rsid w:val="00B6637A"/>
    <w:rsid w:val="00B663B6"/>
    <w:rsid w:val="00B66501"/>
    <w:rsid w:val="00B66598"/>
    <w:rsid w:val="00B66892"/>
    <w:rsid w:val="00B668E5"/>
    <w:rsid w:val="00B66907"/>
    <w:rsid w:val="00B66923"/>
    <w:rsid w:val="00B66981"/>
    <w:rsid w:val="00B66C70"/>
    <w:rsid w:val="00B66E6E"/>
    <w:rsid w:val="00B66EA0"/>
    <w:rsid w:val="00B66EE9"/>
    <w:rsid w:val="00B66FE9"/>
    <w:rsid w:val="00B67091"/>
    <w:rsid w:val="00B671F0"/>
    <w:rsid w:val="00B67228"/>
    <w:rsid w:val="00B6722A"/>
    <w:rsid w:val="00B67338"/>
    <w:rsid w:val="00B67372"/>
    <w:rsid w:val="00B673E4"/>
    <w:rsid w:val="00B67490"/>
    <w:rsid w:val="00B674C8"/>
    <w:rsid w:val="00B67513"/>
    <w:rsid w:val="00B67C59"/>
    <w:rsid w:val="00B67D74"/>
    <w:rsid w:val="00B67F0C"/>
    <w:rsid w:val="00B67FF5"/>
    <w:rsid w:val="00B70182"/>
    <w:rsid w:val="00B70300"/>
    <w:rsid w:val="00B7036B"/>
    <w:rsid w:val="00B70376"/>
    <w:rsid w:val="00B7044E"/>
    <w:rsid w:val="00B70459"/>
    <w:rsid w:val="00B70465"/>
    <w:rsid w:val="00B705FD"/>
    <w:rsid w:val="00B70622"/>
    <w:rsid w:val="00B70981"/>
    <w:rsid w:val="00B70983"/>
    <w:rsid w:val="00B70AD6"/>
    <w:rsid w:val="00B70D2D"/>
    <w:rsid w:val="00B70D5E"/>
    <w:rsid w:val="00B70F4D"/>
    <w:rsid w:val="00B7100D"/>
    <w:rsid w:val="00B713D7"/>
    <w:rsid w:val="00B714FC"/>
    <w:rsid w:val="00B71740"/>
    <w:rsid w:val="00B71906"/>
    <w:rsid w:val="00B719A3"/>
    <w:rsid w:val="00B719AB"/>
    <w:rsid w:val="00B71CD6"/>
    <w:rsid w:val="00B71DB9"/>
    <w:rsid w:val="00B71E65"/>
    <w:rsid w:val="00B71EED"/>
    <w:rsid w:val="00B7203C"/>
    <w:rsid w:val="00B72122"/>
    <w:rsid w:val="00B7216F"/>
    <w:rsid w:val="00B722A4"/>
    <w:rsid w:val="00B7234F"/>
    <w:rsid w:val="00B72496"/>
    <w:rsid w:val="00B72650"/>
    <w:rsid w:val="00B72712"/>
    <w:rsid w:val="00B72737"/>
    <w:rsid w:val="00B727BA"/>
    <w:rsid w:val="00B729DB"/>
    <w:rsid w:val="00B72ED8"/>
    <w:rsid w:val="00B72F7A"/>
    <w:rsid w:val="00B73357"/>
    <w:rsid w:val="00B7339C"/>
    <w:rsid w:val="00B734F8"/>
    <w:rsid w:val="00B7384A"/>
    <w:rsid w:val="00B738E6"/>
    <w:rsid w:val="00B73A2A"/>
    <w:rsid w:val="00B73C35"/>
    <w:rsid w:val="00B73CBA"/>
    <w:rsid w:val="00B73D01"/>
    <w:rsid w:val="00B73DC8"/>
    <w:rsid w:val="00B73E2E"/>
    <w:rsid w:val="00B74146"/>
    <w:rsid w:val="00B742A7"/>
    <w:rsid w:val="00B7434A"/>
    <w:rsid w:val="00B743CE"/>
    <w:rsid w:val="00B74500"/>
    <w:rsid w:val="00B7464E"/>
    <w:rsid w:val="00B7473D"/>
    <w:rsid w:val="00B74746"/>
    <w:rsid w:val="00B7494C"/>
    <w:rsid w:val="00B74A72"/>
    <w:rsid w:val="00B74AC5"/>
    <w:rsid w:val="00B74B0D"/>
    <w:rsid w:val="00B74C1B"/>
    <w:rsid w:val="00B74C9E"/>
    <w:rsid w:val="00B75088"/>
    <w:rsid w:val="00B75250"/>
    <w:rsid w:val="00B753DF"/>
    <w:rsid w:val="00B755C6"/>
    <w:rsid w:val="00B75639"/>
    <w:rsid w:val="00B7582E"/>
    <w:rsid w:val="00B75BEE"/>
    <w:rsid w:val="00B75DE6"/>
    <w:rsid w:val="00B75E23"/>
    <w:rsid w:val="00B75E79"/>
    <w:rsid w:val="00B75EA9"/>
    <w:rsid w:val="00B75EB0"/>
    <w:rsid w:val="00B75ED8"/>
    <w:rsid w:val="00B75F94"/>
    <w:rsid w:val="00B76223"/>
    <w:rsid w:val="00B76399"/>
    <w:rsid w:val="00B7642A"/>
    <w:rsid w:val="00B7643E"/>
    <w:rsid w:val="00B764B9"/>
    <w:rsid w:val="00B76532"/>
    <w:rsid w:val="00B76584"/>
    <w:rsid w:val="00B765C2"/>
    <w:rsid w:val="00B7667C"/>
    <w:rsid w:val="00B766E4"/>
    <w:rsid w:val="00B766F0"/>
    <w:rsid w:val="00B76722"/>
    <w:rsid w:val="00B76BA6"/>
    <w:rsid w:val="00B76D68"/>
    <w:rsid w:val="00B76DA5"/>
    <w:rsid w:val="00B76F6D"/>
    <w:rsid w:val="00B76F9C"/>
    <w:rsid w:val="00B76FAC"/>
    <w:rsid w:val="00B77462"/>
    <w:rsid w:val="00B77492"/>
    <w:rsid w:val="00B7765D"/>
    <w:rsid w:val="00B777D3"/>
    <w:rsid w:val="00B7792F"/>
    <w:rsid w:val="00B77A3D"/>
    <w:rsid w:val="00B77AB2"/>
    <w:rsid w:val="00B77E20"/>
    <w:rsid w:val="00B80075"/>
    <w:rsid w:val="00B802A1"/>
    <w:rsid w:val="00B802B8"/>
    <w:rsid w:val="00B802D4"/>
    <w:rsid w:val="00B803C0"/>
    <w:rsid w:val="00B803C9"/>
    <w:rsid w:val="00B80553"/>
    <w:rsid w:val="00B80558"/>
    <w:rsid w:val="00B808D7"/>
    <w:rsid w:val="00B80AC3"/>
    <w:rsid w:val="00B80BCF"/>
    <w:rsid w:val="00B80E5F"/>
    <w:rsid w:val="00B81282"/>
    <w:rsid w:val="00B815D2"/>
    <w:rsid w:val="00B819D1"/>
    <w:rsid w:val="00B81A66"/>
    <w:rsid w:val="00B81ACF"/>
    <w:rsid w:val="00B81B08"/>
    <w:rsid w:val="00B81B7E"/>
    <w:rsid w:val="00B81B8E"/>
    <w:rsid w:val="00B81CEB"/>
    <w:rsid w:val="00B81CFD"/>
    <w:rsid w:val="00B81ED9"/>
    <w:rsid w:val="00B81F39"/>
    <w:rsid w:val="00B822C9"/>
    <w:rsid w:val="00B8231C"/>
    <w:rsid w:val="00B82383"/>
    <w:rsid w:val="00B823C0"/>
    <w:rsid w:val="00B82415"/>
    <w:rsid w:val="00B825F3"/>
    <w:rsid w:val="00B8264A"/>
    <w:rsid w:val="00B82673"/>
    <w:rsid w:val="00B8269E"/>
    <w:rsid w:val="00B82B9F"/>
    <w:rsid w:val="00B82BA2"/>
    <w:rsid w:val="00B82BFA"/>
    <w:rsid w:val="00B82DE3"/>
    <w:rsid w:val="00B82FC5"/>
    <w:rsid w:val="00B831E5"/>
    <w:rsid w:val="00B832C7"/>
    <w:rsid w:val="00B832E6"/>
    <w:rsid w:val="00B8342C"/>
    <w:rsid w:val="00B836DF"/>
    <w:rsid w:val="00B83964"/>
    <w:rsid w:val="00B83CB0"/>
    <w:rsid w:val="00B83CBC"/>
    <w:rsid w:val="00B83F19"/>
    <w:rsid w:val="00B83FB0"/>
    <w:rsid w:val="00B84372"/>
    <w:rsid w:val="00B84455"/>
    <w:rsid w:val="00B844D8"/>
    <w:rsid w:val="00B845BD"/>
    <w:rsid w:val="00B84701"/>
    <w:rsid w:val="00B84759"/>
    <w:rsid w:val="00B8496D"/>
    <w:rsid w:val="00B84B68"/>
    <w:rsid w:val="00B84C22"/>
    <w:rsid w:val="00B84C6C"/>
    <w:rsid w:val="00B84DFB"/>
    <w:rsid w:val="00B84E35"/>
    <w:rsid w:val="00B84E7D"/>
    <w:rsid w:val="00B84F24"/>
    <w:rsid w:val="00B84FB2"/>
    <w:rsid w:val="00B85148"/>
    <w:rsid w:val="00B8516B"/>
    <w:rsid w:val="00B851F3"/>
    <w:rsid w:val="00B85329"/>
    <w:rsid w:val="00B8535E"/>
    <w:rsid w:val="00B85463"/>
    <w:rsid w:val="00B85504"/>
    <w:rsid w:val="00B85602"/>
    <w:rsid w:val="00B85765"/>
    <w:rsid w:val="00B85767"/>
    <w:rsid w:val="00B85865"/>
    <w:rsid w:val="00B859FE"/>
    <w:rsid w:val="00B85A30"/>
    <w:rsid w:val="00B85A5E"/>
    <w:rsid w:val="00B85BCE"/>
    <w:rsid w:val="00B85E5F"/>
    <w:rsid w:val="00B85F16"/>
    <w:rsid w:val="00B8611E"/>
    <w:rsid w:val="00B86364"/>
    <w:rsid w:val="00B8642E"/>
    <w:rsid w:val="00B864A2"/>
    <w:rsid w:val="00B8665A"/>
    <w:rsid w:val="00B86663"/>
    <w:rsid w:val="00B867D1"/>
    <w:rsid w:val="00B868F0"/>
    <w:rsid w:val="00B86A89"/>
    <w:rsid w:val="00B86AE8"/>
    <w:rsid w:val="00B86AFD"/>
    <w:rsid w:val="00B86D17"/>
    <w:rsid w:val="00B86DDB"/>
    <w:rsid w:val="00B86E40"/>
    <w:rsid w:val="00B86F31"/>
    <w:rsid w:val="00B86F4C"/>
    <w:rsid w:val="00B86F74"/>
    <w:rsid w:val="00B8719D"/>
    <w:rsid w:val="00B87289"/>
    <w:rsid w:val="00B876AC"/>
    <w:rsid w:val="00B87740"/>
    <w:rsid w:val="00B877F8"/>
    <w:rsid w:val="00B8790D"/>
    <w:rsid w:val="00B87B50"/>
    <w:rsid w:val="00B87BC4"/>
    <w:rsid w:val="00B87C91"/>
    <w:rsid w:val="00B90192"/>
    <w:rsid w:val="00B901AF"/>
    <w:rsid w:val="00B901C8"/>
    <w:rsid w:val="00B9027B"/>
    <w:rsid w:val="00B90345"/>
    <w:rsid w:val="00B90531"/>
    <w:rsid w:val="00B906AE"/>
    <w:rsid w:val="00B90763"/>
    <w:rsid w:val="00B90824"/>
    <w:rsid w:val="00B90B04"/>
    <w:rsid w:val="00B90BAC"/>
    <w:rsid w:val="00B90CAC"/>
    <w:rsid w:val="00B90F05"/>
    <w:rsid w:val="00B90F10"/>
    <w:rsid w:val="00B90F61"/>
    <w:rsid w:val="00B90FF5"/>
    <w:rsid w:val="00B9109F"/>
    <w:rsid w:val="00B910AD"/>
    <w:rsid w:val="00B91197"/>
    <w:rsid w:val="00B91349"/>
    <w:rsid w:val="00B91391"/>
    <w:rsid w:val="00B91708"/>
    <w:rsid w:val="00B91881"/>
    <w:rsid w:val="00B91918"/>
    <w:rsid w:val="00B91958"/>
    <w:rsid w:val="00B91982"/>
    <w:rsid w:val="00B91ADB"/>
    <w:rsid w:val="00B91C82"/>
    <w:rsid w:val="00B91CF7"/>
    <w:rsid w:val="00B91D5E"/>
    <w:rsid w:val="00B91D9A"/>
    <w:rsid w:val="00B91DA5"/>
    <w:rsid w:val="00B91E03"/>
    <w:rsid w:val="00B91E17"/>
    <w:rsid w:val="00B91F8B"/>
    <w:rsid w:val="00B91F9D"/>
    <w:rsid w:val="00B91FFA"/>
    <w:rsid w:val="00B92055"/>
    <w:rsid w:val="00B92071"/>
    <w:rsid w:val="00B9232D"/>
    <w:rsid w:val="00B924A1"/>
    <w:rsid w:val="00B926CB"/>
    <w:rsid w:val="00B92899"/>
    <w:rsid w:val="00B92A73"/>
    <w:rsid w:val="00B92A88"/>
    <w:rsid w:val="00B92B69"/>
    <w:rsid w:val="00B92C26"/>
    <w:rsid w:val="00B92CC2"/>
    <w:rsid w:val="00B92D4A"/>
    <w:rsid w:val="00B92D8C"/>
    <w:rsid w:val="00B92DD6"/>
    <w:rsid w:val="00B92DF0"/>
    <w:rsid w:val="00B92F1C"/>
    <w:rsid w:val="00B93029"/>
    <w:rsid w:val="00B93128"/>
    <w:rsid w:val="00B9318D"/>
    <w:rsid w:val="00B93324"/>
    <w:rsid w:val="00B93412"/>
    <w:rsid w:val="00B93513"/>
    <w:rsid w:val="00B93558"/>
    <w:rsid w:val="00B935BC"/>
    <w:rsid w:val="00B936D8"/>
    <w:rsid w:val="00B93711"/>
    <w:rsid w:val="00B9380B"/>
    <w:rsid w:val="00B93906"/>
    <w:rsid w:val="00B93A68"/>
    <w:rsid w:val="00B93A80"/>
    <w:rsid w:val="00B93D0C"/>
    <w:rsid w:val="00B93D2C"/>
    <w:rsid w:val="00B93DBC"/>
    <w:rsid w:val="00B93EE7"/>
    <w:rsid w:val="00B93FD9"/>
    <w:rsid w:val="00B940CD"/>
    <w:rsid w:val="00B94281"/>
    <w:rsid w:val="00B9439C"/>
    <w:rsid w:val="00B947AF"/>
    <w:rsid w:val="00B94840"/>
    <w:rsid w:val="00B94958"/>
    <w:rsid w:val="00B94988"/>
    <w:rsid w:val="00B94BF9"/>
    <w:rsid w:val="00B94E40"/>
    <w:rsid w:val="00B94EE0"/>
    <w:rsid w:val="00B94EED"/>
    <w:rsid w:val="00B94F3A"/>
    <w:rsid w:val="00B94FA8"/>
    <w:rsid w:val="00B95073"/>
    <w:rsid w:val="00B950B9"/>
    <w:rsid w:val="00B950FE"/>
    <w:rsid w:val="00B9519D"/>
    <w:rsid w:val="00B952D2"/>
    <w:rsid w:val="00B95497"/>
    <w:rsid w:val="00B95591"/>
    <w:rsid w:val="00B955F0"/>
    <w:rsid w:val="00B9560F"/>
    <w:rsid w:val="00B956FA"/>
    <w:rsid w:val="00B9578B"/>
    <w:rsid w:val="00B958CC"/>
    <w:rsid w:val="00B95942"/>
    <w:rsid w:val="00B95AC6"/>
    <w:rsid w:val="00B95AE5"/>
    <w:rsid w:val="00B95CC1"/>
    <w:rsid w:val="00B95DA4"/>
    <w:rsid w:val="00B95DCB"/>
    <w:rsid w:val="00B95EE7"/>
    <w:rsid w:val="00B9616D"/>
    <w:rsid w:val="00B962A1"/>
    <w:rsid w:val="00B96374"/>
    <w:rsid w:val="00B9638F"/>
    <w:rsid w:val="00B964F0"/>
    <w:rsid w:val="00B9662F"/>
    <w:rsid w:val="00B9668D"/>
    <w:rsid w:val="00B966F9"/>
    <w:rsid w:val="00B967C1"/>
    <w:rsid w:val="00B96916"/>
    <w:rsid w:val="00B96952"/>
    <w:rsid w:val="00B96B06"/>
    <w:rsid w:val="00B96B46"/>
    <w:rsid w:val="00B96BE3"/>
    <w:rsid w:val="00B96D1D"/>
    <w:rsid w:val="00B96D55"/>
    <w:rsid w:val="00B97073"/>
    <w:rsid w:val="00B970A3"/>
    <w:rsid w:val="00B970EA"/>
    <w:rsid w:val="00B972D3"/>
    <w:rsid w:val="00B972D4"/>
    <w:rsid w:val="00B973AF"/>
    <w:rsid w:val="00B9784C"/>
    <w:rsid w:val="00B97890"/>
    <w:rsid w:val="00B97B77"/>
    <w:rsid w:val="00B97B7D"/>
    <w:rsid w:val="00B97BFD"/>
    <w:rsid w:val="00B97C69"/>
    <w:rsid w:val="00BA040E"/>
    <w:rsid w:val="00BA046F"/>
    <w:rsid w:val="00BA04C4"/>
    <w:rsid w:val="00BA0606"/>
    <w:rsid w:val="00BA06E9"/>
    <w:rsid w:val="00BA076A"/>
    <w:rsid w:val="00BA08AD"/>
    <w:rsid w:val="00BA0A71"/>
    <w:rsid w:val="00BA0A72"/>
    <w:rsid w:val="00BA0AAB"/>
    <w:rsid w:val="00BA0D90"/>
    <w:rsid w:val="00BA0DF6"/>
    <w:rsid w:val="00BA0E20"/>
    <w:rsid w:val="00BA0F7E"/>
    <w:rsid w:val="00BA0FA3"/>
    <w:rsid w:val="00BA100D"/>
    <w:rsid w:val="00BA105B"/>
    <w:rsid w:val="00BA1096"/>
    <w:rsid w:val="00BA11A2"/>
    <w:rsid w:val="00BA123C"/>
    <w:rsid w:val="00BA1492"/>
    <w:rsid w:val="00BA1645"/>
    <w:rsid w:val="00BA1646"/>
    <w:rsid w:val="00BA18EC"/>
    <w:rsid w:val="00BA1A6C"/>
    <w:rsid w:val="00BA1ABD"/>
    <w:rsid w:val="00BA1AD0"/>
    <w:rsid w:val="00BA1D70"/>
    <w:rsid w:val="00BA1D87"/>
    <w:rsid w:val="00BA1F24"/>
    <w:rsid w:val="00BA2251"/>
    <w:rsid w:val="00BA2286"/>
    <w:rsid w:val="00BA22D2"/>
    <w:rsid w:val="00BA240A"/>
    <w:rsid w:val="00BA242A"/>
    <w:rsid w:val="00BA2460"/>
    <w:rsid w:val="00BA24BB"/>
    <w:rsid w:val="00BA24CE"/>
    <w:rsid w:val="00BA2500"/>
    <w:rsid w:val="00BA25B0"/>
    <w:rsid w:val="00BA26C4"/>
    <w:rsid w:val="00BA270A"/>
    <w:rsid w:val="00BA2780"/>
    <w:rsid w:val="00BA2811"/>
    <w:rsid w:val="00BA28EC"/>
    <w:rsid w:val="00BA28F5"/>
    <w:rsid w:val="00BA2A34"/>
    <w:rsid w:val="00BA2B3D"/>
    <w:rsid w:val="00BA2BA3"/>
    <w:rsid w:val="00BA2C80"/>
    <w:rsid w:val="00BA2CBD"/>
    <w:rsid w:val="00BA2D34"/>
    <w:rsid w:val="00BA2EE7"/>
    <w:rsid w:val="00BA2F05"/>
    <w:rsid w:val="00BA2F6A"/>
    <w:rsid w:val="00BA2FC9"/>
    <w:rsid w:val="00BA3157"/>
    <w:rsid w:val="00BA33AC"/>
    <w:rsid w:val="00BA33B3"/>
    <w:rsid w:val="00BA3426"/>
    <w:rsid w:val="00BA3514"/>
    <w:rsid w:val="00BA354C"/>
    <w:rsid w:val="00BA36C6"/>
    <w:rsid w:val="00BA3817"/>
    <w:rsid w:val="00BA3B62"/>
    <w:rsid w:val="00BA3B7D"/>
    <w:rsid w:val="00BA3D32"/>
    <w:rsid w:val="00BA40B4"/>
    <w:rsid w:val="00BA4101"/>
    <w:rsid w:val="00BA411D"/>
    <w:rsid w:val="00BA416B"/>
    <w:rsid w:val="00BA431F"/>
    <w:rsid w:val="00BA4583"/>
    <w:rsid w:val="00BA45A1"/>
    <w:rsid w:val="00BA46A3"/>
    <w:rsid w:val="00BA46E4"/>
    <w:rsid w:val="00BA4834"/>
    <w:rsid w:val="00BA484B"/>
    <w:rsid w:val="00BA498F"/>
    <w:rsid w:val="00BA49B9"/>
    <w:rsid w:val="00BA4AC7"/>
    <w:rsid w:val="00BA4B53"/>
    <w:rsid w:val="00BA4DD3"/>
    <w:rsid w:val="00BA4E69"/>
    <w:rsid w:val="00BA4F22"/>
    <w:rsid w:val="00BA520C"/>
    <w:rsid w:val="00BA54A7"/>
    <w:rsid w:val="00BA54F3"/>
    <w:rsid w:val="00BA54FC"/>
    <w:rsid w:val="00BA5505"/>
    <w:rsid w:val="00BA551D"/>
    <w:rsid w:val="00BA5A48"/>
    <w:rsid w:val="00BA5A5F"/>
    <w:rsid w:val="00BA5B88"/>
    <w:rsid w:val="00BA5E0C"/>
    <w:rsid w:val="00BA5F47"/>
    <w:rsid w:val="00BA5F48"/>
    <w:rsid w:val="00BA5F56"/>
    <w:rsid w:val="00BA5FF4"/>
    <w:rsid w:val="00BA6185"/>
    <w:rsid w:val="00BA61D7"/>
    <w:rsid w:val="00BA64BC"/>
    <w:rsid w:val="00BA6826"/>
    <w:rsid w:val="00BA6A18"/>
    <w:rsid w:val="00BA6A3B"/>
    <w:rsid w:val="00BA6B3A"/>
    <w:rsid w:val="00BA6B89"/>
    <w:rsid w:val="00BA6C46"/>
    <w:rsid w:val="00BA6C8E"/>
    <w:rsid w:val="00BA7145"/>
    <w:rsid w:val="00BA7226"/>
    <w:rsid w:val="00BA74C4"/>
    <w:rsid w:val="00BA74F6"/>
    <w:rsid w:val="00BA77C6"/>
    <w:rsid w:val="00BA78A1"/>
    <w:rsid w:val="00BA7A21"/>
    <w:rsid w:val="00BA7C0A"/>
    <w:rsid w:val="00BA7DAD"/>
    <w:rsid w:val="00BA7DBB"/>
    <w:rsid w:val="00BA7F00"/>
    <w:rsid w:val="00BA7F69"/>
    <w:rsid w:val="00BB0116"/>
    <w:rsid w:val="00BB016B"/>
    <w:rsid w:val="00BB0174"/>
    <w:rsid w:val="00BB01E8"/>
    <w:rsid w:val="00BB01EE"/>
    <w:rsid w:val="00BB0205"/>
    <w:rsid w:val="00BB02A3"/>
    <w:rsid w:val="00BB03C5"/>
    <w:rsid w:val="00BB048F"/>
    <w:rsid w:val="00BB04DD"/>
    <w:rsid w:val="00BB0695"/>
    <w:rsid w:val="00BB0701"/>
    <w:rsid w:val="00BB0759"/>
    <w:rsid w:val="00BB08E9"/>
    <w:rsid w:val="00BB0907"/>
    <w:rsid w:val="00BB0A2B"/>
    <w:rsid w:val="00BB0BB2"/>
    <w:rsid w:val="00BB0BBA"/>
    <w:rsid w:val="00BB0D53"/>
    <w:rsid w:val="00BB0F0A"/>
    <w:rsid w:val="00BB0FCE"/>
    <w:rsid w:val="00BB0FF6"/>
    <w:rsid w:val="00BB1099"/>
    <w:rsid w:val="00BB109A"/>
    <w:rsid w:val="00BB13E3"/>
    <w:rsid w:val="00BB155F"/>
    <w:rsid w:val="00BB1629"/>
    <w:rsid w:val="00BB16DA"/>
    <w:rsid w:val="00BB16ED"/>
    <w:rsid w:val="00BB1817"/>
    <w:rsid w:val="00BB1934"/>
    <w:rsid w:val="00BB1949"/>
    <w:rsid w:val="00BB1D12"/>
    <w:rsid w:val="00BB1DE8"/>
    <w:rsid w:val="00BB1EA1"/>
    <w:rsid w:val="00BB1F07"/>
    <w:rsid w:val="00BB1F2B"/>
    <w:rsid w:val="00BB2241"/>
    <w:rsid w:val="00BB2392"/>
    <w:rsid w:val="00BB243D"/>
    <w:rsid w:val="00BB2464"/>
    <w:rsid w:val="00BB263E"/>
    <w:rsid w:val="00BB2869"/>
    <w:rsid w:val="00BB2A34"/>
    <w:rsid w:val="00BB2C1C"/>
    <w:rsid w:val="00BB2D2D"/>
    <w:rsid w:val="00BB2D76"/>
    <w:rsid w:val="00BB3068"/>
    <w:rsid w:val="00BB30CB"/>
    <w:rsid w:val="00BB30D5"/>
    <w:rsid w:val="00BB3188"/>
    <w:rsid w:val="00BB34F7"/>
    <w:rsid w:val="00BB357B"/>
    <w:rsid w:val="00BB35BB"/>
    <w:rsid w:val="00BB375E"/>
    <w:rsid w:val="00BB376A"/>
    <w:rsid w:val="00BB384C"/>
    <w:rsid w:val="00BB3B5C"/>
    <w:rsid w:val="00BB3CC7"/>
    <w:rsid w:val="00BB3DA5"/>
    <w:rsid w:val="00BB3E3D"/>
    <w:rsid w:val="00BB3F35"/>
    <w:rsid w:val="00BB3F51"/>
    <w:rsid w:val="00BB405A"/>
    <w:rsid w:val="00BB4064"/>
    <w:rsid w:val="00BB4178"/>
    <w:rsid w:val="00BB4333"/>
    <w:rsid w:val="00BB438F"/>
    <w:rsid w:val="00BB43DC"/>
    <w:rsid w:val="00BB4468"/>
    <w:rsid w:val="00BB446C"/>
    <w:rsid w:val="00BB4588"/>
    <w:rsid w:val="00BB45CD"/>
    <w:rsid w:val="00BB4668"/>
    <w:rsid w:val="00BB4751"/>
    <w:rsid w:val="00BB481E"/>
    <w:rsid w:val="00BB489E"/>
    <w:rsid w:val="00BB4996"/>
    <w:rsid w:val="00BB4CD5"/>
    <w:rsid w:val="00BB4D8F"/>
    <w:rsid w:val="00BB4EEA"/>
    <w:rsid w:val="00BB4F7B"/>
    <w:rsid w:val="00BB4FE7"/>
    <w:rsid w:val="00BB50CC"/>
    <w:rsid w:val="00BB528E"/>
    <w:rsid w:val="00BB533A"/>
    <w:rsid w:val="00BB5421"/>
    <w:rsid w:val="00BB5526"/>
    <w:rsid w:val="00BB558D"/>
    <w:rsid w:val="00BB55A3"/>
    <w:rsid w:val="00BB5666"/>
    <w:rsid w:val="00BB56FD"/>
    <w:rsid w:val="00BB572F"/>
    <w:rsid w:val="00BB5748"/>
    <w:rsid w:val="00BB5766"/>
    <w:rsid w:val="00BB578F"/>
    <w:rsid w:val="00BB5FAA"/>
    <w:rsid w:val="00BB60E7"/>
    <w:rsid w:val="00BB617F"/>
    <w:rsid w:val="00BB62B4"/>
    <w:rsid w:val="00BB64EE"/>
    <w:rsid w:val="00BB650F"/>
    <w:rsid w:val="00BB65A5"/>
    <w:rsid w:val="00BB65AC"/>
    <w:rsid w:val="00BB65D4"/>
    <w:rsid w:val="00BB661C"/>
    <w:rsid w:val="00BB665F"/>
    <w:rsid w:val="00BB66B8"/>
    <w:rsid w:val="00BB67EB"/>
    <w:rsid w:val="00BB6A23"/>
    <w:rsid w:val="00BB6A4F"/>
    <w:rsid w:val="00BB6AEF"/>
    <w:rsid w:val="00BB6C13"/>
    <w:rsid w:val="00BB6D20"/>
    <w:rsid w:val="00BB6D38"/>
    <w:rsid w:val="00BB6F42"/>
    <w:rsid w:val="00BB70F9"/>
    <w:rsid w:val="00BB7140"/>
    <w:rsid w:val="00BB723A"/>
    <w:rsid w:val="00BB7271"/>
    <w:rsid w:val="00BB752F"/>
    <w:rsid w:val="00BB7593"/>
    <w:rsid w:val="00BB75A6"/>
    <w:rsid w:val="00BB773A"/>
    <w:rsid w:val="00BB774C"/>
    <w:rsid w:val="00BB7A6F"/>
    <w:rsid w:val="00BB7ACB"/>
    <w:rsid w:val="00BB7B2F"/>
    <w:rsid w:val="00BB7C7A"/>
    <w:rsid w:val="00BB7E04"/>
    <w:rsid w:val="00BB7F9D"/>
    <w:rsid w:val="00BB7FA1"/>
    <w:rsid w:val="00BB7FBD"/>
    <w:rsid w:val="00BC02B3"/>
    <w:rsid w:val="00BC02BE"/>
    <w:rsid w:val="00BC0549"/>
    <w:rsid w:val="00BC05A1"/>
    <w:rsid w:val="00BC07DF"/>
    <w:rsid w:val="00BC099C"/>
    <w:rsid w:val="00BC09CC"/>
    <w:rsid w:val="00BC0D31"/>
    <w:rsid w:val="00BC0DED"/>
    <w:rsid w:val="00BC0E16"/>
    <w:rsid w:val="00BC0EC2"/>
    <w:rsid w:val="00BC1409"/>
    <w:rsid w:val="00BC1474"/>
    <w:rsid w:val="00BC1663"/>
    <w:rsid w:val="00BC1670"/>
    <w:rsid w:val="00BC1834"/>
    <w:rsid w:val="00BC18BE"/>
    <w:rsid w:val="00BC1A6B"/>
    <w:rsid w:val="00BC1BB6"/>
    <w:rsid w:val="00BC1EBA"/>
    <w:rsid w:val="00BC1F98"/>
    <w:rsid w:val="00BC1FBF"/>
    <w:rsid w:val="00BC200B"/>
    <w:rsid w:val="00BC2079"/>
    <w:rsid w:val="00BC21F7"/>
    <w:rsid w:val="00BC2380"/>
    <w:rsid w:val="00BC23E0"/>
    <w:rsid w:val="00BC2448"/>
    <w:rsid w:val="00BC2527"/>
    <w:rsid w:val="00BC261F"/>
    <w:rsid w:val="00BC2629"/>
    <w:rsid w:val="00BC26B7"/>
    <w:rsid w:val="00BC2773"/>
    <w:rsid w:val="00BC28D3"/>
    <w:rsid w:val="00BC29D8"/>
    <w:rsid w:val="00BC2AD9"/>
    <w:rsid w:val="00BC2D28"/>
    <w:rsid w:val="00BC2E48"/>
    <w:rsid w:val="00BC2E7F"/>
    <w:rsid w:val="00BC2F8E"/>
    <w:rsid w:val="00BC3110"/>
    <w:rsid w:val="00BC3179"/>
    <w:rsid w:val="00BC318A"/>
    <w:rsid w:val="00BC3219"/>
    <w:rsid w:val="00BC324F"/>
    <w:rsid w:val="00BC32E9"/>
    <w:rsid w:val="00BC33B3"/>
    <w:rsid w:val="00BC358C"/>
    <w:rsid w:val="00BC35CE"/>
    <w:rsid w:val="00BC35E1"/>
    <w:rsid w:val="00BC35F1"/>
    <w:rsid w:val="00BC361C"/>
    <w:rsid w:val="00BC3937"/>
    <w:rsid w:val="00BC398C"/>
    <w:rsid w:val="00BC3A0D"/>
    <w:rsid w:val="00BC3A36"/>
    <w:rsid w:val="00BC3A7A"/>
    <w:rsid w:val="00BC3AE3"/>
    <w:rsid w:val="00BC3B1E"/>
    <w:rsid w:val="00BC3BAC"/>
    <w:rsid w:val="00BC3CA4"/>
    <w:rsid w:val="00BC3D2A"/>
    <w:rsid w:val="00BC3EFC"/>
    <w:rsid w:val="00BC4017"/>
    <w:rsid w:val="00BC42D1"/>
    <w:rsid w:val="00BC42D4"/>
    <w:rsid w:val="00BC4423"/>
    <w:rsid w:val="00BC4512"/>
    <w:rsid w:val="00BC459E"/>
    <w:rsid w:val="00BC465F"/>
    <w:rsid w:val="00BC4825"/>
    <w:rsid w:val="00BC48EF"/>
    <w:rsid w:val="00BC4934"/>
    <w:rsid w:val="00BC4973"/>
    <w:rsid w:val="00BC4CB7"/>
    <w:rsid w:val="00BC4D55"/>
    <w:rsid w:val="00BC4EC2"/>
    <w:rsid w:val="00BC510C"/>
    <w:rsid w:val="00BC51C4"/>
    <w:rsid w:val="00BC5418"/>
    <w:rsid w:val="00BC559D"/>
    <w:rsid w:val="00BC55D0"/>
    <w:rsid w:val="00BC562A"/>
    <w:rsid w:val="00BC5678"/>
    <w:rsid w:val="00BC58CB"/>
    <w:rsid w:val="00BC5941"/>
    <w:rsid w:val="00BC5965"/>
    <w:rsid w:val="00BC5A76"/>
    <w:rsid w:val="00BC5BA2"/>
    <w:rsid w:val="00BC5BB2"/>
    <w:rsid w:val="00BC5D27"/>
    <w:rsid w:val="00BC5F89"/>
    <w:rsid w:val="00BC5F97"/>
    <w:rsid w:val="00BC6000"/>
    <w:rsid w:val="00BC6082"/>
    <w:rsid w:val="00BC60EF"/>
    <w:rsid w:val="00BC61BB"/>
    <w:rsid w:val="00BC6206"/>
    <w:rsid w:val="00BC6211"/>
    <w:rsid w:val="00BC6213"/>
    <w:rsid w:val="00BC627C"/>
    <w:rsid w:val="00BC638F"/>
    <w:rsid w:val="00BC63DF"/>
    <w:rsid w:val="00BC6420"/>
    <w:rsid w:val="00BC66DD"/>
    <w:rsid w:val="00BC6939"/>
    <w:rsid w:val="00BC6A27"/>
    <w:rsid w:val="00BC6A2C"/>
    <w:rsid w:val="00BC6CFB"/>
    <w:rsid w:val="00BC6D3A"/>
    <w:rsid w:val="00BC6D79"/>
    <w:rsid w:val="00BC7023"/>
    <w:rsid w:val="00BC7225"/>
    <w:rsid w:val="00BC7431"/>
    <w:rsid w:val="00BC745F"/>
    <w:rsid w:val="00BC7741"/>
    <w:rsid w:val="00BC77A0"/>
    <w:rsid w:val="00BC77D3"/>
    <w:rsid w:val="00BC7865"/>
    <w:rsid w:val="00BC7C3E"/>
    <w:rsid w:val="00BC7CD7"/>
    <w:rsid w:val="00BD01F5"/>
    <w:rsid w:val="00BD0309"/>
    <w:rsid w:val="00BD0385"/>
    <w:rsid w:val="00BD03C1"/>
    <w:rsid w:val="00BD0495"/>
    <w:rsid w:val="00BD04BA"/>
    <w:rsid w:val="00BD0667"/>
    <w:rsid w:val="00BD06B8"/>
    <w:rsid w:val="00BD08B9"/>
    <w:rsid w:val="00BD0AE4"/>
    <w:rsid w:val="00BD0C26"/>
    <w:rsid w:val="00BD0D65"/>
    <w:rsid w:val="00BD0E03"/>
    <w:rsid w:val="00BD0ECD"/>
    <w:rsid w:val="00BD12CF"/>
    <w:rsid w:val="00BD1303"/>
    <w:rsid w:val="00BD1325"/>
    <w:rsid w:val="00BD1335"/>
    <w:rsid w:val="00BD138F"/>
    <w:rsid w:val="00BD1561"/>
    <w:rsid w:val="00BD161E"/>
    <w:rsid w:val="00BD163F"/>
    <w:rsid w:val="00BD182C"/>
    <w:rsid w:val="00BD187D"/>
    <w:rsid w:val="00BD1933"/>
    <w:rsid w:val="00BD19D8"/>
    <w:rsid w:val="00BD1BD0"/>
    <w:rsid w:val="00BD1BFF"/>
    <w:rsid w:val="00BD1D02"/>
    <w:rsid w:val="00BD1D59"/>
    <w:rsid w:val="00BD23D2"/>
    <w:rsid w:val="00BD250E"/>
    <w:rsid w:val="00BD2599"/>
    <w:rsid w:val="00BD271B"/>
    <w:rsid w:val="00BD2765"/>
    <w:rsid w:val="00BD27AE"/>
    <w:rsid w:val="00BD27F9"/>
    <w:rsid w:val="00BD2935"/>
    <w:rsid w:val="00BD2D8A"/>
    <w:rsid w:val="00BD2FF9"/>
    <w:rsid w:val="00BD3152"/>
    <w:rsid w:val="00BD31A6"/>
    <w:rsid w:val="00BD3209"/>
    <w:rsid w:val="00BD32F6"/>
    <w:rsid w:val="00BD331D"/>
    <w:rsid w:val="00BD331F"/>
    <w:rsid w:val="00BD3468"/>
    <w:rsid w:val="00BD3470"/>
    <w:rsid w:val="00BD366F"/>
    <w:rsid w:val="00BD3704"/>
    <w:rsid w:val="00BD380F"/>
    <w:rsid w:val="00BD3885"/>
    <w:rsid w:val="00BD38F1"/>
    <w:rsid w:val="00BD3AE6"/>
    <w:rsid w:val="00BD3D51"/>
    <w:rsid w:val="00BD3DB9"/>
    <w:rsid w:val="00BD3DE3"/>
    <w:rsid w:val="00BD3F1E"/>
    <w:rsid w:val="00BD3F37"/>
    <w:rsid w:val="00BD3F83"/>
    <w:rsid w:val="00BD40B3"/>
    <w:rsid w:val="00BD40BC"/>
    <w:rsid w:val="00BD4177"/>
    <w:rsid w:val="00BD418E"/>
    <w:rsid w:val="00BD41D4"/>
    <w:rsid w:val="00BD4395"/>
    <w:rsid w:val="00BD4808"/>
    <w:rsid w:val="00BD4866"/>
    <w:rsid w:val="00BD48D9"/>
    <w:rsid w:val="00BD4936"/>
    <w:rsid w:val="00BD4C41"/>
    <w:rsid w:val="00BD4C51"/>
    <w:rsid w:val="00BD4C8B"/>
    <w:rsid w:val="00BD4D6F"/>
    <w:rsid w:val="00BD4EC8"/>
    <w:rsid w:val="00BD4EF2"/>
    <w:rsid w:val="00BD4FD8"/>
    <w:rsid w:val="00BD5049"/>
    <w:rsid w:val="00BD50A4"/>
    <w:rsid w:val="00BD5301"/>
    <w:rsid w:val="00BD536B"/>
    <w:rsid w:val="00BD53B2"/>
    <w:rsid w:val="00BD5432"/>
    <w:rsid w:val="00BD5484"/>
    <w:rsid w:val="00BD570A"/>
    <w:rsid w:val="00BD571A"/>
    <w:rsid w:val="00BD599B"/>
    <w:rsid w:val="00BD59B5"/>
    <w:rsid w:val="00BD5B52"/>
    <w:rsid w:val="00BD5BF6"/>
    <w:rsid w:val="00BD5D89"/>
    <w:rsid w:val="00BD5EC4"/>
    <w:rsid w:val="00BD6170"/>
    <w:rsid w:val="00BD6253"/>
    <w:rsid w:val="00BD6430"/>
    <w:rsid w:val="00BD6485"/>
    <w:rsid w:val="00BD653B"/>
    <w:rsid w:val="00BD662A"/>
    <w:rsid w:val="00BD668D"/>
    <w:rsid w:val="00BD6751"/>
    <w:rsid w:val="00BD6759"/>
    <w:rsid w:val="00BD6926"/>
    <w:rsid w:val="00BD69E2"/>
    <w:rsid w:val="00BD6A58"/>
    <w:rsid w:val="00BD6B67"/>
    <w:rsid w:val="00BD6CE9"/>
    <w:rsid w:val="00BD6D20"/>
    <w:rsid w:val="00BD6D45"/>
    <w:rsid w:val="00BD6F55"/>
    <w:rsid w:val="00BD7020"/>
    <w:rsid w:val="00BD71DC"/>
    <w:rsid w:val="00BD72F2"/>
    <w:rsid w:val="00BD7318"/>
    <w:rsid w:val="00BD7628"/>
    <w:rsid w:val="00BD76AF"/>
    <w:rsid w:val="00BD76F3"/>
    <w:rsid w:val="00BD772B"/>
    <w:rsid w:val="00BD772C"/>
    <w:rsid w:val="00BD775E"/>
    <w:rsid w:val="00BD7764"/>
    <w:rsid w:val="00BD7869"/>
    <w:rsid w:val="00BD799D"/>
    <w:rsid w:val="00BD7A4C"/>
    <w:rsid w:val="00BD7A5E"/>
    <w:rsid w:val="00BD7AEE"/>
    <w:rsid w:val="00BD7BC9"/>
    <w:rsid w:val="00BD7CC8"/>
    <w:rsid w:val="00BE0069"/>
    <w:rsid w:val="00BE0073"/>
    <w:rsid w:val="00BE011E"/>
    <w:rsid w:val="00BE012D"/>
    <w:rsid w:val="00BE0285"/>
    <w:rsid w:val="00BE02FE"/>
    <w:rsid w:val="00BE031D"/>
    <w:rsid w:val="00BE0643"/>
    <w:rsid w:val="00BE0727"/>
    <w:rsid w:val="00BE07E6"/>
    <w:rsid w:val="00BE0803"/>
    <w:rsid w:val="00BE0938"/>
    <w:rsid w:val="00BE0957"/>
    <w:rsid w:val="00BE095B"/>
    <w:rsid w:val="00BE097F"/>
    <w:rsid w:val="00BE0AA6"/>
    <w:rsid w:val="00BE0BA6"/>
    <w:rsid w:val="00BE0CBC"/>
    <w:rsid w:val="00BE0CE6"/>
    <w:rsid w:val="00BE0CE7"/>
    <w:rsid w:val="00BE0D21"/>
    <w:rsid w:val="00BE0D2E"/>
    <w:rsid w:val="00BE0DB4"/>
    <w:rsid w:val="00BE0EED"/>
    <w:rsid w:val="00BE0F1B"/>
    <w:rsid w:val="00BE0F2B"/>
    <w:rsid w:val="00BE1133"/>
    <w:rsid w:val="00BE116B"/>
    <w:rsid w:val="00BE1309"/>
    <w:rsid w:val="00BE147D"/>
    <w:rsid w:val="00BE1518"/>
    <w:rsid w:val="00BE1711"/>
    <w:rsid w:val="00BE181A"/>
    <w:rsid w:val="00BE1842"/>
    <w:rsid w:val="00BE1983"/>
    <w:rsid w:val="00BE1A5E"/>
    <w:rsid w:val="00BE1C56"/>
    <w:rsid w:val="00BE1D4A"/>
    <w:rsid w:val="00BE1E0A"/>
    <w:rsid w:val="00BE1E60"/>
    <w:rsid w:val="00BE1EA2"/>
    <w:rsid w:val="00BE1EC8"/>
    <w:rsid w:val="00BE20B2"/>
    <w:rsid w:val="00BE20E1"/>
    <w:rsid w:val="00BE2124"/>
    <w:rsid w:val="00BE21DD"/>
    <w:rsid w:val="00BE2249"/>
    <w:rsid w:val="00BE231C"/>
    <w:rsid w:val="00BE236B"/>
    <w:rsid w:val="00BE24C1"/>
    <w:rsid w:val="00BE2552"/>
    <w:rsid w:val="00BE2632"/>
    <w:rsid w:val="00BE27C3"/>
    <w:rsid w:val="00BE2876"/>
    <w:rsid w:val="00BE2983"/>
    <w:rsid w:val="00BE2A98"/>
    <w:rsid w:val="00BE2B39"/>
    <w:rsid w:val="00BE2CE4"/>
    <w:rsid w:val="00BE2DD3"/>
    <w:rsid w:val="00BE304B"/>
    <w:rsid w:val="00BE3172"/>
    <w:rsid w:val="00BE3184"/>
    <w:rsid w:val="00BE319E"/>
    <w:rsid w:val="00BE31D5"/>
    <w:rsid w:val="00BE31D8"/>
    <w:rsid w:val="00BE347D"/>
    <w:rsid w:val="00BE3568"/>
    <w:rsid w:val="00BE356C"/>
    <w:rsid w:val="00BE372E"/>
    <w:rsid w:val="00BE3754"/>
    <w:rsid w:val="00BE3910"/>
    <w:rsid w:val="00BE3918"/>
    <w:rsid w:val="00BE3B3B"/>
    <w:rsid w:val="00BE3BCE"/>
    <w:rsid w:val="00BE3C52"/>
    <w:rsid w:val="00BE3D6D"/>
    <w:rsid w:val="00BE3DF4"/>
    <w:rsid w:val="00BE3E5D"/>
    <w:rsid w:val="00BE3EC9"/>
    <w:rsid w:val="00BE3FB0"/>
    <w:rsid w:val="00BE3FBE"/>
    <w:rsid w:val="00BE4128"/>
    <w:rsid w:val="00BE414C"/>
    <w:rsid w:val="00BE4285"/>
    <w:rsid w:val="00BE43C9"/>
    <w:rsid w:val="00BE45F3"/>
    <w:rsid w:val="00BE476F"/>
    <w:rsid w:val="00BE47B1"/>
    <w:rsid w:val="00BE4908"/>
    <w:rsid w:val="00BE4B04"/>
    <w:rsid w:val="00BE4B86"/>
    <w:rsid w:val="00BE4BCA"/>
    <w:rsid w:val="00BE4D4F"/>
    <w:rsid w:val="00BE4D74"/>
    <w:rsid w:val="00BE4E0A"/>
    <w:rsid w:val="00BE4EB4"/>
    <w:rsid w:val="00BE5011"/>
    <w:rsid w:val="00BE5046"/>
    <w:rsid w:val="00BE5240"/>
    <w:rsid w:val="00BE5318"/>
    <w:rsid w:val="00BE57B3"/>
    <w:rsid w:val="00BE59E2"/>
    <w:rsid w:val="00BE5A64"/>
    <w:rsid w:val="00BE5C61"/>
    <w:rsid w:val="00BE5CCF"/>
    <w:rsid w:val="00BE5CE3"/>
    <w:rsid w:val="00BE5D2D"/>
    <w:rsid w:val="00BE5E1D"/>
    <w:rsid w:val="00BE5EC9"/>
    <w:rsid w:val="00BE5F0D"/>
    <w:rsid w:val="00BE60D2"/>
    <w:rsid w:val="00BE6131"/>
    <w:rsid w:val="00BE61E9"/>
    <w:rsid w:val="00BE64A1"/>
    <w:rsid w:val="00BE679B"/>
    <w:rsid w:val="00BE679E"/>
    <w:rsid w:val="00BE6858"/>
    <w:rsid w:val="00BE68DC"/>
    <w:rsid w:val="00BE6C3E"/>
    <w:rsid w:val="00BE6CC0"/>
    <w:rsid w:val="00BE6DC6"/>
    <w:rsid w:val="00BE706D"/>
    <w:rsid w:val="00BE7094"/>
    <w:rsid w:val="00BE70B2"/>
    <w:rsid w:val="00BE7127"/>
    <w:rsid w:val="00BE7205"/>
    <w:rsid w:val="00BE722B"/>
    <w:rsid w:val="00BE72DD"/>
    <w:rsid w:val="00BE74D4"/>
    <w:rsid w:val="00BE776A"/>
    <w:rsid w:val="00BE779A"/>
    <w:rsid w:val="00BE7922"/>
    <w:rsid w:val="00BE793A"/>
    <w:rsid w:val="00BE79A1"/>
    <w:rsid w:val="00BE79AC"/>
    <w:rsid w:val="00BE79C4"/>
    <w:rsid w:val="00BE7ACA"/>
    <w:rsid w:val="00BE7D53"/>
    <w:rsid w:val="00BE7DCD"/>
    <w:rsid w:val="00BE7F42"/>
    <w:rsid w:val="00BE7FC2"/>
    <w:rsid w:val="00BE7FE0"/>
    <w:rsid w:val="00BF0067"/>
    <w:rsid w:val="00BF03EE"/>
    <w:rsid w:val="00BF04B8"/>
    <w:rsid w:val="00BF07FC"/>
    <w:rsid w:val="00BF0816"/>
    <w:rsid w:val="00BF09FB"/>
    <w:rsid w:val="00BF0ACA"/>
    <w:rsid w:val="00BF0AEC"/>
    <w:rsid w:val="00BF0B96"/>
    <w:rsid w:val="00BF0D4E"/>
    <w:rsid w:val="00BF0F55"/>
    <w:rsid w:val="00BF0FDF"/>
    <w:rsid w:val="00BF1002"/>
    <w:rsid w:val="00BF10B4"/>
    <w:rsid w:val="00BF11E8"/>
    <w:rsid w:val="00BF12C8"/>
    <w:rsid w:val="00BF1639"/>
    <w:rsid w:val="00BF17CE"/>
    <w:rsid w:val="00BF18D6"/>
    <w:rsid w:val="00BF1A17"/>
    <w:rsid w:val="00BF1A75"/>
    <w:rsid w:val="00BF1CC1"/>
    <w:rsid w:val="00BF1F78"/>
    <w:rsid w:val="00BF2143"/>
    <w:rsid w:val="00BF21B7"/>
    <w:rsid w:val="00BF2686"/>
    <w:rsid w:val="00BF2783"/>
    <w:rsid w:val="00BF279A"/>
    <w:rsid w:val="00BF279D"/>
    <w:rsid w:val="00BF282A"/>
    <w:rsid w:val="00BF2914"/>
    <w:rsid w:val="00BF2C72"/>
    <w:rsid w:val="00BF2D1D"/>
    <w:rsid w:val="00BF2E0F"/>
    <w:rsid w:val="00BF2F42"/>
    <w:rsid w:val="00BF3212"/>
    <w:rsid w:val="00BF3249"/>
    <w:rsid w:val="00BF33BB"/>
    <w:rsid w:val="00BF346C"/>
    <w:rsid w:val="00BF3C40"/>
    <w:rsid w:val="00BF3C71"/>
    <w:rsid w:val="00BF3CE7"/>
    <w:rsid w:val="00BF3DF6"/>
    <w:rsid w:val="00BF3E45"/>
    <w:rsid w:val="00BF3EBA"/>
    <w:rsid w:val="00BF3EDF"/>
    <w:rsid w:val="00BF3F58"/>
    <w:rsid w:val="00BF4140"/>
    <w:rsid w:val="00BF44F3"/>
    <w:rsid w:val="00BF452B"/>
    <w:rsid w:val="00BF4BDB"/>
    <w:rsid w:val="00BF4C01"/>
    <w:rsid w:val="00BF4C0E"/>
    <w:rsid w:val="00BF4D41"/>
    <w:rsid w:val="00BF4DDF"/>
    <w:rsid w:val="00BF4E05"/>
    <w:rsid w:val="00BF501E"/>
    <w:rsid w:val="00BF5105"/>
    <w:rsid w:val="00BF5110"/>
    <w:rsid w:val="00BF5293"/>
    <w:rsid w:val="00BF53B9"/>
    <w:rsid w:val="00BF543E"/>
    <w:rsid w:val="00BF59B8"/>
    <w:rsid w:val="00BF5B3D"/>
    <w:rsid w:val="00BF5C66"/>
    <w:rsid w:val="00BF5D8A"/>
    <w:rsid w:val="00BF5E50"/>
    <w:rsid w:val="00BF5EAF"/>
    <w:rsid w:val="00BF5FB2"/>
    <w:rsid w:val="00BF62C4"/>
    <w:rsid w:val="00BF649D"/>
    <w:rsid w:val="00BF6611"/>
    <w:rsid w:val="00BF661F"/>
    <w:rsid w:val="00BF67BB"/>
    <w:rsid w:val="00BF6B7F"/>
    <w:rsid w:val="00BF6B8B"/>
    <w:rsid w:val="00BF6CAD"/>
    <w:rsid w:val="00BF6EAE"/>
    <w:rsid w:val="00BF6ED7"/>
    <w:rsid w:val="00BF6F56"/>
    <w:rsid w:val="00BF700E"/>
    <w:rsid w:val="00BF707A"/>
    <w:rsid w:val="00BF72E5"/>
    <w:rsid w:val="00BF7339"/>
    <w:rsid w:val="00BF74EB"/>
    <w:rsid w:val="00BF7591"/>
    <w:rsid w:val="00BF75F1"/>
    <w:rsid w:val="00BF768D"/>
    <w:rsid w:val="00BF7883"/>
    <w:rsid w:val="00BF78B5"/>
    <w:rsid w:val="00BF78D7"/>
    <w:rsid w:val="00BF79E8"/>
    <w:rsid w:val="00BF7A4D"/>
    <w:rsid w:val="00BF7B58"/>
    <w:rsid w:val="00BF7E2E"/>
    <w:rsid w:val="00BF7E57"/>
    <w:rsid w:val="00C000EA"/>
    <w:rsid w:val="00C00178"/>
    <w:rsid w:val="00C00465"/>
    <w:rsid w:val="00C004C8"/>
    <w:rsid w:val="00C004FC"/>
    <w:rsid w:val="00C00659"/>
    <w:rsid w:val="00C00813"/>
    <w:rsid w:val="00C0087F"/>
    <w:rsid w:val="00C00982"/>
    <w:rsid w:val="00C00A62"/>
    <w:rsid w:val="00C00A6F"/>
    <w:rsid w:val="00C00A8C"/>
    <w:rsid w:val="00C00B1F"/>
    <w:rsid w:val="00C00C09"/>
    <w:rsid w:val="00C00C5B"/>
    <w:rsid w:val="00C00EF5"/>
    <w:rsid w:val="00C01016"/>
    <w:rsid w:val="00C01185"/>
    <w:rsid w:val="00C0119B"/>
    <w:rsid w:val="00C011C3"/>
    <w:rsid w:val="00C0138F"/>
    <w:rsid w:val="00C014AE"/>
    <w:rsid w:val="00C015B7"/>
    <w:rsid w:val="00C01642"/>
    <w:rsid w:val="00C01663"/>
    <w:rsid w:val="00C0188E"/>
    <w:rsid w:val="00C01947"/>
    <w:rsid w:val="00C0198E"/>
    <w:rsid w:val="00C01A22"/>
    <w:rsid w:val="00C01D79"/>
    <w:rsid w:val="00C01DC9"/>
    <w:rsid w:val="00C02095"/>
    <w:rsid w:val="00C02255"/>
    <w:rsid w:val="00C022E7"/>
    <w:rsid w:val="00C02411"/>
    <w:rsid w:val="00C02543"/>
    <w:rsid w:val="00C0275B"/>
    <w:rsid w:val="00C02785"/>
    <w:rsid w:val="00C027F7"/>
    <w:rsid w:val="00C029BF"/>
    <w:rsid w:val="00C029FB"/>
    <w:rsid w:val="00C02BDE"/>
    <w:rsid w:val="00C02CAF"/>
    <w:rsid w:val="00C02DFA"/>
    <w:rsid w:val="00C030A5"/>
    <w:rsid w:val="00C03267"/>
    <w:rsid w:val="00C0333C"/>
    <w:rsid w:val="00C033AA"/>
    <w:rsid w:val="00C033EC"/>
    <w:rsid w:val="00C0367C"/>
    <w:rsid w:val="00C03738"/>
    <w:rsid w:val="00C039CB"/>
    <w:rsid w:val="00C03AC6"/>
    <w:rsid w:val="00C03C70"/>
    <w:rsid w:val="00C03CB3"/>
    <w:rsid w:val="00C03DEA"/>
    <w:rsid w:val="00C03F06"/>
    <w:rsid w:val="00C03F33"/>
    <w:rsid w:val="00C041BA"/>
    <w:rsid w:val="00C04324"/>
    <w:rsid w:val="00C0435D"/>
    <w:rsid w:val="00C04369"/>
    <w:rsid w:val="00C0469C"/>
    <w:rsid w:val="00C0474F"/>
    <w:rsid w:val="00C047CB"/>
    <w:rsid w:val="00C0486C"/>
    <w:rsid w:val="00C0486E"/>
    <w:rsid w:val="00C04872"/>
    <w:rsid w:val="00C04A6D"/>
    <w:rsid w:val="00C04B00"/>
    <w:rsid w:val="00C04B24"/>
    <w:rsid w:val="00C04CAE"/>
    <w:rsid w:val="00C04DB0"/>
    <w:rsid w:val="00C05276"/>
    <w:rsid w:val="00C0536C"/>
    <w:rsid w:val="00C053A4"/>
    <w:rsid w:val="00C053AB"/>
    <w:rsid w:val="00C05542"/>
    <w:rsid w:val="00C05828"/>
    <w:rsid w:val="00C05835"/>
    <w:rsid w:val="00C05906"/>
    <w:rsid w:val="00C059EF"/>
    <w:rsid w:val="00C05C43"/>
    <w:rsid w:val="00C05DBA"/>
    <w:rsid w:val="00C05E1D"/>
    <w:rsid w:val="00C05F5A"/>
    <w:rsid w:val="00C05F84"/>
    <w:rsid w:val="00C06036"/>
    <w:rsid w:val="00C0604A"/>
    <w:rsid w:val="00C06296"/>
    <w:rsid w:val="00C063AC"/>
    <w:rsid w:val="00C0659F"/>
    <w:rsid w:val="00C066F9"/>
    <w:rsid w:val="00C06889"/>
    <w:rsid w:val="00C06B4E"/>
    <w:rsid w:val="00C06D3C"/>
    <w:rsid w:val="00C06DDD"/>
    <w:rsid w:val="00C06EA3"/>
    <w:rsid w:val="00C06EB7"/>
    <w:rsid w:val="00C07104"/>
    <w:rsid w:val="00C07239"/>
    <w:rsid w:val="00C07492"/>
    <w:rsid w:val="00C075A4"/>
    <w:rsid w:val="00C075A9"/>
    <w:rsid w:val="00C076A1"/>
    <w:rsid w:val="00C07700"/>
    <w:rsid w:val="00C077E5"/>
    <w:rsid w:val="00C07833"/>
    <w:rsid w:val="00C07840"/>
    <w:rsid w:val="00C078D3"/>
    <w:rsid w:val="00C078EF"/>
    <w:rsid w:val="00C07ABA"/>
    <w:rsid w:val="00C07B75"/>
    <w:rsid w:val="00C07BE0"/>
    <w:rsid w:val="00C07BFB"/>
    <w:rsid w:val="00C10073"/>
    <w:rsid w:val="00C101FB"/>
    <w:rsid w:val="00C1029D"/>
    <w:rsid w:val="00C103BF"/>
    <w:rsid w:val="00C10598"/>
    <w:rsid w:val="00C1062C"/>
    <w:rsid w:val="00C1078D"/>
    <w:rsid w:val="00C10910"/>
    <w:rsid w:val="00C10967"/>
    <w:rsid w:val="00C10BA7"/>
    <w:rsid w:val="00C10C39"/>
    <w:rsid w:val="00C10CF5"/>
    <w:rsid w:val="00C10E50"/>
    <w:rsid w:val="00C10F56"/>
    <w:rsid w:val="00C10FCB"/>
    <w:rsid w:val="00C1136D"/>
    <w:rsid w:val="00C1146E"/>
    <w:rsid w:val="00C114E2"/>
    <w:rsid w:val="00C11636"/>
    <w:rsid w:val="00C1164C"/>
    <w:rsid w:val="00C11716"/>
    <w:rsid w:val="00C11788"/>
    <w:rsid w:val="00C117B7"/>
    <w:rsid w:val="00C1197A"/>
    <w:rsid w:val="00C1198B"/>
    <w:rsid w:val="00C119C4"/>
    <w:rsid w:val="00C11A4B"/>
    <w:rsid w:val="00C11B13"/>
    <w:rsid w:val="00C11BF9"/>
    <w:rsid w:val="00C11CDA"/>
    <w:rsid w:val="00C11E22"/>
    <w:rsid w:val="00C11EC1"/>
    <w:rsid w:val="00C11ED3"/>
    <w:rsid w:val="00C11EF1"/>
    <w:rsid w:val="00C120D0"/>
    <w:rsid w:val="00C120EC"/>
    <w:rsid w:val="00C12119"/>
    <w:rsid w:val="00C123CA"/>
    <w:rsid w:val="00C123F0"/>
    <w:rsid w:val="00C126C4"/>
    <w:rsid w:val="00C1284D"/>
    <w:rsid w:val="00C12898"/>
    <w:rsid w:val="00C1296D"/>
    <w:rsid w:val="00C129C3"/>
    <w:rsid w:val="00C12AFC"/>
    <w:rsid w:val="00C12DD0"/>
    <w:rsid w:val="00C12DE5"/>
    <w:rsid w:val="00C12F2F"/>
    <w:rsid w:val="00C12F56"/>
    <w:rsid w:val="00C130BF"/>
    <w:rsid w:val="00C130CA"/>
    <w:rsid w:val="00C130ED"/>
    <w:rsid w:val="00C13207"/>
    <w:rsid w:val="00C135E4"/>
    <w:rsid w:val="00C136D9"/>
    <w:rsid w:val="00C137F0"/>
    <w:rsid w:val="00C139E6"/>
    <w:rsid w:val="00C13B88"/>
    <w:rsid w:val="00C13E02"/>
    <w:rsid w:val="00C13E39"/>
    <w:rsid w:val="00C13EB2"/>
    <w:rsid w:val="00C13EDA"/>
    <w:rsid w:val="00C13EF8"/>
    <w:rsid w:val="00C1401C"/>
    <w:rsid w:val="00C140A4"/>
    <w:rsid w:val="00C141B9"/>
    <w:rsid w:val="00C142AA"/>
    <w:rsid w:val="00C1447F"/>
    <w:rsid w:val="00C144E0"/>
    <w:rsid w:val="00C145B7"/>
    <w:rsid w:val="00C146DB"/>
    <w:rsid w:val="00C1488B"/>
    <w:rsid w:val="00C148E3"/>
    <w:rsid w:val="00C149F3"/>
    <w:rsid w:val="00C14E85"/>
    <w:rsid w:val="00C151CD"/>
    <w:rsid w:val="00C151E7"/>
    <w:rsid w:val="00C151EB"/>
    <w:rsid w:val="00C155A1"/>
    <w:rsid w:val="00C156DD"/>
    <w:rsid w:val="00C157A5"/>
    <w:rsid w:val="00C157A9"/>
    <w:rsid w:val="00C15C8F"/>
    <w:rsid w:val="00C15CAE"/>
    <w:rsid w:val="00C15E67"/>
    <w:rsid w:val="00C16029"/>
    <w:rsid w:val="00C16041"/>
    <w:rsid w:val="00C16253"/>
    <w:rsid w:val="00C16449"/>
    <w:rsid w:val="00C16504"/>
    <w:rsid w:val="00C1661D"/>
    <w:rsid w:val="00C16A5C"/>
    <w:rsid w:val="00C16ABC"/>
    <w:rsid w:val="00C16CCF"/>
    <w:rsid w:val="00C1702D"/>
    <w:rsid w:val="00C17100"/>
    <w:rsid w:val="00C1717F"/>
    <w:rsid w:val="00C171A6"/>
    <w:rsid w:val="00C171DD"/>
    <w:rsid w:val="00C1732D"/>
    <w:rsid w:val="00C173AD"/>
    <w:rsid w:val="00C17711"/>
    <w:rsid w:val="00C177F3"/>
    <w:rsid w:val="00C17BDF"/>
    <w:rsid w:val="00C17C75"/>
    <w:rsid w:val="00C17CE6"/>
    <w:rsid w:val="00C17E41"/>
    <w:rsid w:val="00C17EB0"/>
    <w:rsid w:val="00C17F1E"/>
    <w:rsid w:val="00C20032"/>
    <w:rsid w:val="00C20130"/>
    <w:rsid w:val="00C20227"/>
    <w:rsid w:val="00C20296"/>
    <w:rsid w:val="00C2032D"/>
    <w:rsid w:val="00C2047F"/>
    <w:rsid w:val="00C204AD"/>
    <w:rsid w:val="00C2051C"/>
    <w:rsid w:val="00C2061E"/>
    <w:rsid w:val="00C20668"/>
    <w:rsid w:val="00C20BFD"/>
    <w:rsid w:val="00C20D1A"/>
    <w:rsid w:val="00C20D4F"/>
    <w:rsid w:val="00C20DC3"/>
    <w:rsid w:val="00C20E36"/>
    <w:rsid w:val="00C20E48"/>
    <w:rsid w:val="00C20F0B"/>
    <w:rsid w:val="00C21042"/>
    <w:rsid w:val="00C21258"/>
    <w:rsid w:val="00C212D6"/>
    <w:rsid w:val="00C21389"/>
    <w:rsid w:val="00C2148B"/>
    <w:rsid w:val="00C215E1"/>
    <w:rsid w:val="00C21613"/>
    <w:rsid w:val="00C217A6"/>
    <w:rsid w:val="00C218AC"/>
    <w:rsid w:val="00C2191E"/>
    <w:rsid w:val="00C21CB9"/>
    <w:rsid w:val="00C21D4F"/>
    <w:rsid w:val="00C21E3E"/>
    <w:rsid w:val="00C21EDA"/>
    <w:rsid w:val="00C21F04"/>
    <w:rsid w:val="00C21FD2"/>
    <w:rsid w:val="00C221D5"/>
    <w:rsid w:val="00C222C1"/>
    <w:rsid w:val="00C222F7"/>
    <w:rsid w:val="00C223A2"/>
    <w:rsid w:val="00C22596"/>
    <w:rsid w:val="00C225D7"/>
    <w:rsid w:val="00C2262C"/>
    <w:rsid w:val="00C2270A"/>
    <w:rsid w:val="00C22836"/>
    <w:rsid w:val="00C22AAA"/>
    <w:rsid w:val="00C22B2B"/>
    <w:rsid w:val="00C22B7E"/>
    <w:rsid w:val="00C22B8E"/>
    <w:rsid w:val="00C22C4E"/>
    <w:rsid w:val="00C22DCD"/>
    <w:rsid w:val="00C22E47"/>
    <w:rsid w:val="00C22F88"/>
    <w:rsid w:val="00C230DF"/>
    <w:rsid w:val="00C234A1"/>
    <w:rsid w:val="00C23509"/>
    <w:rsid w:val="00C235B0"/>
    <w:rsid w:val="00C237CA"/>
    <w:rsid w:val="00C23A70"/>
    <w:rsid w:val="00C23B26"/>
    <w:rsid w:val="00C23D5A"/>
    <w:rsid w:val="00C23F19"/>
    <w:rsid w:val="00C24321"/>
    <w:rsid w:val="00C244DE"/>
    <w:rsid w:val="00C24513"/>
    <w:rsid w:val="00C24660"/>
    <w:rsid w:val="00C246BF"/>
    <w:rsid w:val="00C248F2"/>
    <w:rsid w:val="00C2499C"/>
    <w:rsid w:val="00C249B3"/>
    <w:rsid w:val="00C24C62"/>
    <w:rsid w:val="00C24CA9"/>
    <w:rsid w:val="00C24DB7"/>
    <w:rsid w:val="00C25078"/>
    <w:rsid w:val="00C2508D"/>
    <w:rsid w:val="00C25346"/>
    <w:rsid w:val="00C254DB"/>
    <w:rsid w:val="00C25747"/>
    <w:rsid w:val="00C25821"/>
    <w:rsid w:val="00C259BB"/>
    <w:rsid w:val="00C259E1"/>
    <w:rsid w:val="00C25A35"/>
    <w:rsid w:val="00C25A5D"/>
    <w:rsid w:val="00C25BF3"/>
    <w:rsid w:val="00C25D37"/>
    <w:rsid w:val="00C2605E"/>
    <w:rsid w:val="00C26203"/>
    <w:rsid w:val="00C2626A"/>
    <w:rsid w:val="00C2635E"/>
    <w:rsid w:val="00C26516"/>
    <w:rsid w:val="00C26528"/>
    <w:rsid w:val="00C26682"/>
    <w:rsid w:val="00C26749"/>
    <w:rsid w:val="00C26857"/>
    <w:rsid w:val="00C268A7"/>
    <w:rsid w:val="00C2694A"/>
    <w:rsid w:val="00C269EA"/>
    <w:rsid w:val="00C26AE1"/>
    <w:rsid w:val="00C26ECA"/>
    <w:rsid w:val="00C26EE6"/>
    <w:rsid w:val="00C26FD3"/>
    <w:rsid w:val="00C26FDC"/>
    <w:rsid w:val="00C2727F"/>
    <w:rsid w:val="00C2742D"/>
    <w:rsid w:val="00C2745A"/>
    <w:rsid w:val="00C27471"/>
    <w:rsid w:val="00C277A3"/>
    <w:rsid w:val="00C277B3"/>
    <w:rsid w:val="00C2782F"/>
    <w:rsid w:val="00C2784F"/>
    <w:rsid w:val="00C278BF"/>
    <w:rsid w:val="00C2793A"/>
    <w:rsid w:val="00C27948"/>
    <w:rsid w:val="00C27DAC"/>
    <w:rsid w:val="00C27E1A"/>
    <w:rsid w:val="00C27E62"/>
    <w:rsid w:val="00C27EFE"/>
    <w:rsid w:val="00C27F49"/>
    <w:rsid w:val="00C27FE9"/>
    <w:rsid w:val="00C30110"/>
    <w:rsid w:val="00C30182"/>
    <w:rsid w:val="00C30191"/>
    <w:rsid w:val="00C303AF"/>
    <w:rsid w:val="00C30413"/>
    <w:rsid w:val="00C30464"/>
    <w:rsid w:val="00C30541"/>
    <w:rsid w:val="00C30582"/>
    <w:rsid w:val="00C305DB"/>
    <w:rsid w:val="00C30670"/>
    <w:rsid w:val="00C307D9"/>
    <w:rsid w:val="00C30AE4"/>
    <w:rsid w:val="00C30C9C"/>
    <w:rsid w:val="00C30D5A"/>
    <w:rsid w:val="00C31017"/>
    <w:rsid w:val="00C311C6"/>
    <w:rsid w:val="00C311D6"/>
    <w:rsid w:val="00C31459"/>
    <w:rsid w:val="00C31538"/>
    <w:rsid w:val="00C31601"/>
    <w:rsid w:val="00C31800"/>
    <w:rsid w:val="00C31884"/>
    <w:rsid w:val="00C318E8"/>
    <w:rsid w:val="00C318FA"/>
    <w:rsid w:val="00C319D6"/>
    <w:rsid w:val="00C319D9"/>
    <w:rsid w:val="00C31B35"/>
    <w:rsid w:val="00C31C67"/>
    <w:rsid w:val="00C31E41"/>
    <w:rsid w:val="00C31E49"/>
    <w:rsid w:val="00C31E58"/>
    <w:rsid w:val="00C31EB5"/>
    <w:rsid w:val="00C3219B"/>
    <w:rsid w:val="00C3225D"/>
    <w:rsid w:val="00C32375"/>
    <w:rsid w:val="00C323ED"/>
    <w:rsid w:val="00C32563"/>
    <w:rsid w:val="00C326B6"/>
    <w:rsid w:val="00C3281B"/>
    <w:rsid w:val="00C32922"/>
    <w:rsid w:val="00C32A97"/>
    <w:rsid w:val="00C32A9C"/>
    <w:rsid w:val="00C32B29"/>
    <w:rsid w:val="00C32CE9"/>
    <w:rsid w:val="00C32D0D"/>
    <w:rsid w:val="00C32D31"/>
    <w:rsid w:val="00C32DD1"/>
    <w:rsid w:val="00C32FBD"/>
    <w:rsid w:val="00C3310B"/>
    <w:rsid w:val="00C33142"/>
    <w:rsid w:val="00C33222"/>
    <w:rsid w:val="00C333F7"/>
    <w:rsid w:val="00C33421"/>
    <w:rsid w:val="00C33553"/>
    <w:rsid w:val="00C3363C"/>
    <w:rsid w:val="00C337DD"/>
    <w:rsid w:val="00C337DF"/>
    <w:rsid w:val="00C337ED"/>
    <w:rsid w:val="00C337EE"/>
    <w:rsid w:val="00C33974"/>
    <w:rsid w:val="00C33B16"/>
    <w:rsid w:val="00C33C54"/>
    <w:rsid w:val="00C33C71"/>
    <w:rsid w:val="00C33C86"/>
    <w:rsid w:val="00C33D02"/>
    <w:rsid w:val="00C33EA8"/>
    <w:rsid w:val="00C33F3A"/>
    <w:rsid w:val="00C33F8E"/>
    <w:rsid w:val="00C33FE4"/>
    <w:rsid w:val="00C34066"/>
    <w:rsid w:val="00C340F4"/>
    <w:rsid w:val="00C34272"/>
    <w:rsid w:val="00C342B1"/>
    <w:rsid w:val="00C342FE"/>
    <w:rsid w:val="00C34338"/>
    <w:rsid w:val="00C3440D"/>
    <w:rsid w:val="00C34421"/>
    <w:rsid w:val="00C34495"/>
    <w:rsid w:val="00C34574"/>
    <w:rsid w:val="00C34800"/>
    <w:rsid w:val="00C34AB3"/>
    <w:rsid w:val="00C34BEA"/>
    <w:rsid w:val="00C34C4D"/>
    <w:rsid w:val="00C34E81"/>
    <w:rsid w:val="00C3516C"/>
    <w:rsid w:val="00C351FD"/>
    <w:rsid w:val="00C356CD"/>
    <w:rsid w:val="00C3587D"/>
    <w:rsid w:val="00C35A6E"/>
    <w:rsid w:val="00C35B29"/>
    <w:rsid w:val="00C35E49"/>
    <w:rsid w:val="00C35E9C"/>
    <w:rsid w:val="00C35EC1"/>
    <w:rsid w:val="00C361A5"/>
    <w:rsid w:val="00C362B5"/>
    <w:rsid w:val="00C36318"/>
    <w:rsid w:val="00C363EB"/>
    <w:rsid w:val="00C36465"/>
    <w:rsid w:val="00C365A6"/>
    <w:rsid w:val="00C365E1"/>
    <w:rsid w:val="00C36606"/>
    <w:rsid w:val="00C3679D"/>
    <w:rsid w:val="00C368F1"/>
    <w:rsid w:val="00C36A31"/>
    <w:rsid w:val="00C36A90"/>
    <w:rsid w:val="00C36BBE"/>
    <w:rsid w:val="00C36BEF"/>
    <w:rsid w:val="00C36DCC"/>
    <w:rsid w:val="00C36DF3"/>
    <w:rsid w:val="00C36E60"/>
    <w:rsid w:val="00C36F96"/>
    <w:rsid w:val="00C36FF3"/>
    <w:rsid w:val="00C37209"/>
    <w:rsid w:val="00C37245"/>
    <w:rsid w:val="00C37247"/>
    <w:rsid w:val="00C372BC"/>
    <w:rsid w:val="00C37371"/>
    <w:rsid w:val="00C37472"/>
    <w:rsid w:val="00C37562"/>
    <w:rsid w:val="00C375DD"/>
    <w:rsid w:val="00C37660"/>
    <w:rsid w:val="00C37686"/>
    <w:rsid w:val="00C37795"/>
    <w:rsid w:val="00C377A8"/>
    <w:rsid w:val="00C377F0"/>
    <w:rsid w:val="00C3794F"/>
    <w:rsid w:val="00C37BFC"/>
    <w:rsid w:val="00C37C3F"/>
    <w:rsid w:val="00C37D7D"/>
    <w:rsid w:val="00C37D9D"/>
    <w:rsid w:val="00C37E86"/>
    <w:rsid w:val="00C4008C"/>
    <w:rsid w:val="00C40104"/>
    <w:rsid w:val="00C40274"/>
    <w:rsid w:val="00C403E6"/>
    <w:rsid w:val="00C404D3"/>
    <w:rsid w:val="00C405C8"/>
    <w:rsid w:val="00C4078D"/>
    <w:rsid w:val="00C407BD"/>
    <w:rsid w:val="00C40A12"/>
    <w:rsid w:val="00C40AAD"/>
    <w:rsid w:val="00C40AE1"/>
    <w:rsid w:val="00C40C56"/>
    <w:rsid w:val="00C40DA5"/>
    <w:rsid w:val="00C40DC4"/>
    <w:rsid w:val="00C40EB3"/>
    <w:rsid w:val="00C40ED8"/>
    <w:rsid w:val="00C40F5B"/>
    <w:rsid w:val="00C40FDC"/>
    <w:rsid w:val="00C41054"/>
    <w:rsid w:val="00C41103"/>
    <w:rsid w:val="00C411E2"/>
    <w:rsid w:val="00C413B1"/>
    <w:rsid w:val="00C4146C"/>
    <w:rsid w:val="00C41480"/>
    <w:rsid w:val="00C41498"/>
    <w:rsid w:val="00C41624"/>
    <w:rsid w:val="00C41777"/>
    <w:rsid w:val="00C41961"/>
    <w:rsid w:val="00C419CF"/>
    <w:rsid w:val="00C41D38"/>
    <w:rsid w:val="00C41E5D"/>
    <w:rsid w:val="00C41EC2"/>
    <w:rsid w:val="00C422A2"/>
    <w:rsid w:val="00C42462"/>
    <w:rsid w:val="00C425A1"/>
    <w:rsid w:val="00C42640"/>
    <w:rsid w:val="00C426AB"/>
    <w:rsid w:val="00C426B0"/>
    <w:rsid w:val="00C4275F"/>
    <w:rsid w:val="00C42780"/>
    <w:rsid w:val="00C427D2"/>
    <w:rsid w:val="00C428DA"/>
    <w:rsid w:val="00C42A87"/>
    <w:rsid w:val="00C42A8E"/>
    <w:rsid w:val="00C42ACB"/>
    <w:rsid w:val="00C42D82"/>
    <w:rsid w:val="00C42D8D"/>
    <w:rsid w:val="00C42E8A"/>
    <w:rsid w:val="00C42FEE"/>
    <w:rsid w:val="00C43012"/>
    <w:rsid w:val="00C4323F"/>
    <w:rsid w:val="00C432B7"/>
    <w:rsid w:val="00C43315"/>
    <w:rsid w:val="00C4332F"/>
    <w:rsid w:val="00C43387"/>
    <w:rsid w:val="00C434C3"/>
    <w:rsid w:val="00C435FF"/>
    <w:rsid w:val="00C4360D"/>
    <w:rsid w:val="00C4365F"/>
    <w:rsid w:val="00C43815"/>
    <w:rsid w:val="00C4397A"/>
    <w:rsid w:val="00C439AD"/>
    <w:rsid w:val="00C439D7"/>
    <w:rsid w:val="00C43A74"/>
    <w:rsid w:val="00C43ABE"/>
    <w:rsid w:val="00C43C8E"/>
    <w:rsid w:val="00C43CB6"/>
    <w:rsid w:val="00C43CF8"/>
    <w:rsid w:val="00C43D7F"/>
    <w:rsid w:val="00C43E2D"/>
    <w:rsid w:val="00C43EDC"/>
    <w:rsid w:val="00C44059"/>
    <w:rsid w:val="00C442AA"/>
    <w:rsid w:val="00C44607"/>
    <w:rsid w:val="00C44649"/>
    <w:rsid w:val="00C446E0"/>
    <w:rsid w:val="00C4470B"/>
    <w:rsid w:val="00C4478B"/>
    <w:rsid w:val="00C4491B"/>
    <w:rsid w:val="00C44A9D"/>
    <w:rsid w:val="00C44C4E"/>
    <w:rsid w:val="00C45046"/>
    <w:rsid w:val="00C450AF"/>
    <w:rsid w:val="00C451F6"/>
    <w:rsid w:val="00C455D3"/>
    <w:rsid w:val="00C45751"/>
    <w:rsid w:val="00C45771"/>
    <w:rsid w:val="00C45868"/>
    <w:rsid w:val="00C458DF"/>
    <w:rsid w:val="00C458F8"/>
    <w:rsid w:val="00C45C7D"/>
    <w:rsid w:val="00C45E07"/>
    <w:rsid w:val="00C45EB6"/>
    <w:rsid w:val="00C45EF0"/>
    <w:rsid w:val="00C46097"/>
    <w:rsid w:val="00C4616B"/>
    <w:rsid w:val="00C46234"/>
    <w:rsid w:val="00C46369"/>
    <w:rsid w:val="00C4638F"/>
    <w:rsid w:val="00C4664C"/>
    <w:rsid w:val="00C4667E"/>
    <w:rsid w:val="00C466F6"/>
    <w:rsid w:val="00C46908"/>
    <w:rsid w:val="00C469B7"/>
    <w:rsid w:val="00C46B75"/>
    <w:rsid w:val="00C46B77"/>
    <w:rsid w:val="00C46B93"/>
    <w:rsid w:val="00C46BC8"/>
    <w:rsid w:val="00C46BE6"/>
    <w:rsid w:val="00C46C68"/>
    <w:rsid w:val="00C46DB2"/>
    <w:rsid w:val="00C46DBD"/>
    <w:rsid w:val="00C47059"/>
    <w:rsid w:val="00C4710F"/>
    <w:rsid w:val="00C471DA"/>
    <w:rsid w:val="00C4725A"/>
    <w:rsid w:val="00C47465"/>
    <w:rsid w:val="00C474C9"/>
    <w:rsid w:val="00C47540"/>
    <w:rsid w:val="00C47A7A"/>
    <w:rsid w:val="00C47AC2"/>
    <w:rsid w:val="00C47C7F"/>
    <w:rsid w:val="00C47C9E"/>
    <w:rsid w:val="00C47DF4"/>
    <w:rsid w:val="00C47EDA"/>
    <w:rsid w:val="00C47F41"/>
    <w:rsid w:val="00C50090"/>
    <w:rsid w:val="00C5021C"/>
    <w:rsid w:val="00C5023F"/>
    <w:rsid w:val="00C5038C"/>
    <w:rsid w:val="00C503B7"/>
    <w:rsid w:val="00C50444"/>
    <w:rsid w:val="00C50461"/>
    <w:rsid w:val="00C5058E"/>
    <w:rsid w:val="00C506F2"/>
    <w:rsid w:val="00C50784"/>
    <w:rsid w:val="00C50852"/>
    <w:rsid w:val="00C509D3"/>
    <w:rsid w:val="00C50A2B"/>
    <w:rsid w:val="00C50AE2"/>
    <w:rsid w:val="00C50F49"/>
    <w:rsid w:val="00C50F78"/>
    <w:rsid w:val="00C51223"/>
    <w:rsid w:val="00C51257"/>
    <w:rsid w:val="00C512E8"/>
    <w:rsid w:val="00C51336"/>
    <w:rsid w:val="00C5148C"/>
    <w:rsid w:val="00C51561"/>
    <w:rsid w:val="00C51566"/>
    <w:rsid w:val="00C5183C"/>
    <w:rsid w:val="00C51B48"/>
    <w:rsid w:val="00C51B70"/>
    <w:rsid w:val="00C52001"/>
    <w:rsid w:val="00C521B2"/>
    <w:rsid w:val="00C52372"/>
    <w:rsid w:val="00C523B0"/>
    <w:rsid w:val="00C52470"/>
    <w:rsid w:val="00C52507"/>
    <w:rsid w:val="00C52593"/>
    <w:rsid w:val="00C529BF"/>
    <w:rsid w:val="00C52A05"/>
    <w:rsid w:val="00C52A8E"/>
    <w:rsid w:val="00C52CDA"/>
    <w:rsid w:val="00C52FA1"/>
    <w:rsid w:val="00C531A4"/>
    <w:rsid w:val="00C5320D"/>
    <w:rsid w:val="00C53410"/>
    <w:rsid w:val="00C53459"/>
    <w:rsid w:val="00C534AD"/>
    <w:rsid w:val="00C53537"/>
    <w:rsid w:val="00C537AF"/>
    <w:rsid w:val="00C53925"/>
    <w:rsid w:val="00C53979"/>
    <w:rsid w:val="00C53C83"/>
    <w:rsid w:val="00C53CC7"/>
    <w:rsid w:val="00C53F22"/>
    <w:rsid w:val="00C53F29"/>
    <w:rsid w:val="00C53FF2"/>
    <w:rsid w:val="00C5421D"/>
    <w:rsid w:val="00C542FD"/>
    <w:rsid w:val="00C543BD"/>
    <w:rsid w:val="00C54499"/>
    <w:rsid w:val="00C544B5"/>
    <w:rsid w:val="00C5454B"/>
    <w:rsid w:val="00C54600"/>
    <w:rsid w:val="00C546AE"/>
    <w:rsid w:val="00C546C1"/>
    <w:rsid w:val="00C547C4"/>
    <w:rsid w:val="00C54918"/>
    <w:rsid w:val="00C54AAB"/>
    <w:rsid w:val="00C54ADA"/>
    <w:rsid w:val="00C54B77"/>
    <w:rsid w:val="00C54CB4"/>
    <w:rsid w:val="00C54F0E"/>
    <w:rsid w:val="00C54F29"/>
    <w:rsid w:val="00C5500C"/>
    <w:rsid w:val="00C55280"/>
    <w:rsid w:val="00C552F2"/>
    <w:rsid w:val="00C553F1"/>
    <w:rsid w:val="00C55766"/>
    <w:rsid w:val="00C557E0"/>
    <w:rsid w:val="00C557F8"/>
    <w:rsid w:val="00C55878"/>
    <w:rsid w:val="00C55B92"/>
    <w:rsid w:val="00C55F23"/>
    <w:rsid w:val="00C55F88"/>
    <w:rsid w:val="00C56227"/>
    <w:rsid w:val="00C5661C"/>
    <w:rsid w:val="00C5677B"/>
    <w:rsid w:val="00C5690C"/>
    <w:rsid w:val="00C569BD"/>
    <w:rsid w:val="00C56B57"/>
    <w:rsid w:val="00C56BFC"/>
    <w:rsid w:val="00C56C13"/>
    <w:rsid w:val="00C56C75"/>
    <w:rsid w:val="00C56E22"/>
    <w:rsid w:val="00C56F0C"/>
    <w:rsid w:val="00C56F71"/>
    <w:rsid w:val="00C57233"/>
    <w:rsid w:val="00C572A1"/>
    <w:rsid w:val="00C57370"/>
    <w:rsid w:val="00C57698"/>
    <w:rsid w:val="00C576FE"/>
    <w:rsid w:val="00C5772E"/>
    <w:rsid w:val="00C577E5"/>
    <w:rsid w:val="00C579A2"/>
    <w:rsid w:val="00C579C9"/>
    <w:rsid w:val="00C57B7A"/>
    <w:rsid w:val="00C57DFE"/>
    <w:rsid w:val="00C57F7E"/>
    <w:rsid w:val="00C600BE"/>
    <w:rsid w:val="00C60121"/>
    <w:rsid w:val="00C60128"/>
    <w:rsid w:val="00C60132"/>
    <w:rsid w:val="00C60441"/>
    <w:rsid w:val="00C60515"/>
    <w:rsid w:val="00C6057D"/>
    <w:rsid w:val="00C609FD"/>
    <w:rsid w:val="00C60A6D"/>
    <w:rsid w:val="00C60BE9"/>
    <w:rsid w:val="00C60C36"/>
    <w:rsid w:val="00C60CAE"/>
    <w:rsid w:val="00C60CEA"/>
    <w:rsid w:val="00C60D59"/>
    <w:rsid w:val="00C60F8F"/>
    <w:rsid w:val="00C61073"/>
    <w:rsid w:val="00C61119"/>
    <w:rsid w:val="00C612CB"/>
    <w:rsid w:val="00C61303"/>
    <w:rsid w:val="00C6135E"/>
    <w:rsid w:val="00C61401"/>
    <w:rsid w:val="00C61651"/>
    <w:rsid w:val="00C61675"/>
    <w:rsid w:val="00C6171E"/>
    <w:rsid w:val="00C6176D"/>
    <w:rsid w:val="00C61783"/>
    <w:rsid w:val="00C6178F"/>
    <w:rsid w:val="00C617B8"/>
    <w:rsid w:val="00C61988"/>
    <w:rsid w:val="00C61A4D"/>
    <w:rsid w:val="00C61A50"/>
    <w:rsid w:val="00C61B1C"/>
    <w:rsid w:val="00C61BBE"/>
    <w:rsid w:val="00C61C97"/>
    <w:rsid w:val="00C61C9A"/>
    <w:rsid w:val="00C61CFB"/>
    <w:rsid w:val="00C61CFE"/>
    <w:rsid w:val="00C61F9B"/>
    <w:rsid w:val="00C61FE5"/>
    <w:rsid w:val="00C620FC"/>
    <w:rsid w:val="00C62429"/>
    <w:rsid w:val="00C626C6"/>
    <w:rsid w:val="00C627FB"/>
    <w:rsid w:val="00C628AA"/>
    <w:rsid w:val="00C628E2"/>
    <w:rsid w:val="00C6292D"/>
    <w:rsid w:val="00C62984"/>
    <w:rsid w:val="00C629CA"/>
    <w:rsid w:val="00C62A06"/>
    <w:rsid w:val="00C62AB0"/>
    <w:rsid w:val="00C62BD4"/>
    <w:rsid w:val="00C62C3C"/>
    <w:rsid w:val="00C62C42"/>
    <w:rsid w:val="00C62C63"/>
    <w:rsid w:val="00C62D2B"/>
    <w:rsid w:val="00C62D2C"/>
    <w:rsid w:val="00C62E5E"/>
    <w:rsid w:val="00C62EC2"/>
    <w:rsid w:val="00C62F4C"/>
    <w:rsid w:val="00C630A2"/>
    <w:rsid w:val="00C630A6"/>
    <w:rsid w:val="00C63163"/>
    <w:rsid w:val="00C6329A"/>
    <w:rsid w:val="00C632B6"/>
    <w:rsid w:val="00C633A1"/>
    <w:rsid w:val="00C6353C"/>
    <w:rsid w:val="00C637E1"/>
    <w:rsid w:val="00C63900"/>
    <w:rsid w:val="00C63933"/>
    <w:rsid w:val="00C63966"/>
    <w:rsid w:val="00C63AB8"/>
    <w:rsid w:val="00C63AEE"/>
    <w:rsid w:val="00C63BEE"/>
    <w:rsid w:val="00C63C27"/>
    <w:rsid w:val="00C63C2D"/>
    <w:rsid w:val="00C63C30"/>
    <w:rsid w:val="00C63C42"/>
    <w:rsid w:val="00C63D79"/>
    <w:rsid w:val="00C63DBA"/>
    <w:rsid w:val="00C63FB4"/>
    <w:rsid w:val="00C6414D"/>
    <w:rsid w:val="00C64282"/>
    <w:rsid w:val="00C64314"/>
    <w:rsid w:val="00C643C9"/>
    <w:rsid w:val="00C643E3"/>
    <w:rsid w:val="00C644A0"/>
    <w:rsid w:val="00C648B5"/>
    <w:rsid w:val="00C648F2"/>
    <w:rsid w:val="00C64BD6"/>
    <w:rsid w:val="00C64C62"/>
    <w:rsid w:val="00C64C96"/>
    <w:rsid w:val="00C64D46"/>
    <w:rsid w:val="00C64DD3"/>
    <w:rsid w:val="00C64E5B"/>
    <w:rsid w:val="00C64E80"/>
    <w:rsid w:val="00C64F51"/>
    <w:rsid w:val="00C6500C"/>
    <w:rsid w:val="00C650FB"/>
    <w:rsid w:val="00C65268"/>
    <w:rsid w:val="00C65273"/>
    <w:rsid w:val="00C65488"/>
    <w:rsid w:val="00C65778"/>
    <w:rsid w:val="00C657DF"/>
    <w:rsid w:val="00C6595B"/>
    <w:rsid w:val="00C65E53"/>
    <w:rsid w:val="00C66048"/>
    <w:rsid w:val="00C66140"/>
    <w:rsid w:val="00C66141"/>
    <w:rsid w:val="00C669A1"/>
    <w:rsid w:val="00C66D30"/>
    <w:rsid w:val="00C66FE0"/>
    <w:rsid w:val="00C67021"/>
    <w:rsid w:val="00C672FB"/>
    <w:rsid w:val="00C672FD"/>
    <w:rsid w:val="00C67312"/>
    <w:rsid w:val="00C6761E"/>
    <w:rsid w:val="00C6765D"/>
    <w:rsid w:val="00C676FB"/>
    <w:rsid w:val="00C67877"/>
    <w:rsid w:val="00C67A00"/>
    <w:rsid w:val="00C67B40"/>
    <w:rsid w:val="00C67D04"/>
    <w:rsid w:val="00C67ECD"/>
    <w:rsid w:val="00C67F55"/>
    <w:rsid w:val="00C70032"/>
    <w:rsid w:val="00C7005E"/>
    <w:rsid w:val="00C70545"/>
    <w:rsid w:val="00C70619"/>
    <w:rsid w:val="00C7078E"/>
    <w:rsid w:val="00C707CE"/>
    <w:rsid w:val="00C70891"/>
    <w:rsid w:val="00C70A9D"/>
    <w:rsid w:val="00C70B05"/>
    <w:rsid w:val="00C70D01"/>
    <w:rsid w:val="00C70E31"/>
    <w:rsid w:val="00C70E48"/>
    <w:rsid w:val="00C70E52"/>
    <w:rsid w:val="00C70EF4"/>
    <w:rsid w:val="00C70F21"/>
    <w:rsid w:val="00C70FAD"/>
    <w:rsid w:val="00C70FF3"/>
    <w:rsid w:val="00C710EE"/>
    <w:rsid w:val="00C712E7"/>
    <w:rsid w:val="00C71634"/>
    <w:rsid w:val="00C716AD"/>
    <w:rsid w:val="00C71856"/>
    <w:rsid w:val="00C7185C"/>
    <w:rsid w:val="00C71D65"/>
    <w:rsid w:val="00C7206B"/>
    <w:rsid w:val="00C72196"/>
    <w:rsid w:val="00C721F6"/>
    <w:rsid w:val="00C724A1"/>
    <w:rsid w:val="00C7257F"/>
    <w:rsid w:val="00C727DE"/>
    <w:rsid w:val="00C72BEA"/>
    <w:rsid w:val="00C72CD6"/>
    <w:rsid w:val="00C72CEC"/>
    <w:rsid w:val="00C72DDF"/>
    <w:rsid w:val="00C731DE"/>
    <w:rsid w:val="00C73220"/>
    <w:rsid w:val="00C7323C"/>
    <w:rsid w:val="00C7331A"/>
    <w:rsid w:val="00C734F0"/>
    <w:rsid w:val="00C735CB"/>
    <w:rsid w:val="00C73774"/>
    <w:rsid w:val="00C737D2"/>
    <w:rsid w:val="00C738BA"/>
    <w:rsid w:val="00C739BD"/>
    <w:rsid w:val="00C73A97"/>
    <w:rsid w:val="00C73BE3"/>
    <w:rsid w:val="00C73D18"/>
    <w:rsid w:val="00C73E88"/>
    <w:rsid w:val="00C73FFB"/>
    <w:rsid w:val="00C7402B"/>
    <w:rsid w:val="00C742D3"/>
    <w:rsid w:val="00C743C4"/>
    <w:rsid w:val="00C7457A"/>
    <w:rsid w:val="00C74774"/>
    <w:rsid w:val="00C748E6"/>
    <w:rsid w:val="00C74AD1"/>
    <w:rsid w:val="00C74D80"/>
    <w:rsid w:val="00C74DAB"/>
    <w:rsid w:val="00C74DEC"/>
    <w:rsid w:val="00C75419"/>
    <w:rsid w:val="00C7565B"/>
    <w:rsid w:val="00C75699"/>
    <w:rsid w:val="00C758F3"/>
    <w:rsid w:val="00C7590D"/>
    <w:rsid w:val="00C75967"/>
    <w:rsid w:val="00C759C8"/>
    <w:rsid w:val="00C759F0"/>
    <w:rsid w:val="00C75A48"/>
    <w:rsid w:val="00C75D7C"/>
    <w:rsid w:val="00C75E24"/>
    <w:rsid w:val="00C75E51"/>
    <w:rsid w:val="00C761E8"/>
    <w:rsid w:val="00C763BC"/>
    <w:rsid w:val="00C7648E"/>
    <w:rsid w:val="00C764D2"/>
    <w:rsid w:val="00C765FC"/>
    <w:rsid w:val="00C76676"/>
    <w:rsid w:val="00C76957"/>
    <w:rsid w:val="00C76986"/>
    <w:rsid w:val="00C76AAF"/>
    <w:rsid w:val="00C76D1D"/>
    <w:rsid w:val="00C76D9E"/>
    <w:rsid w:val="00C76E2D"/>
    <w:rsid w:val="00C77075"/>
    <w:rsid w:val="00C77279"/>
    <w:rsid w:val="00C7734B"/>
    <w:rsid w:val="00C77364"/>
    <w:rsid w:val="00C7768F"/>
    <w:rsid w:val="00C776B0"/>
    <w:rsid w:val="00C778E9"/>
    <w:rsid w:val="00C7793A"/>
    <w:rsid w:val="00C7793C"/>
    <w:rsid w:val="00C779C8"/>
    <w:rsid w:val="00C77A75"/>
    <w:rsid w:val="00C77A8E"/>
    <w:rsid w:val="00C77B3B"/>
    <w:rsid w:val="00C77BC5"/>
    <w:rsid w:val="00C77CA1"/>
    <w:rsid w:val="00C77D7C"/>
    <w:rsid w:val="00C80059"/>
    <w:rsid w:val="00C8009B"/>
    <w:rsid w:val="00C80246"/>
    <w:rsid w:val="00C804C9"/>
    <w:rsid w:val="00C80546"/>
    <w:rsid w:val="00C8063A"/>
    <w:rsid w:val="00C808A2"/>
    <w:rsid w:val="00C808DA"/>
    <w:rsid w:val="00C80A4A"/>
    <w:rsid w:val="00C80D50"/>
    <w:rsid w:val="00C80D7A"/>
    <w:rsid w:val="00C80DCE"/>
    <w:rsid w:val="00C80DFD"/>
    <w:rsid w:val="00C80E8B"/>
    <w:rsid w:val="00C80F08"/>
    <w:rsid w:val="00C80F90"/>
    <w:rsid w:val="00C810BA"/>
    <w:rsid w:val="00C8143D"/>
    <w:rsid w:val="00C816F1"/>
    <w:rsid w:val="00C817A2"/>
    <w:rsid w:val="00C817F1"/>
    <w:rsid w:val="00C81AA2"/>
    <w:rsid w:val="00C81B4F"/>
    <w:rsid w:val="00C81B6F"/>
    <w:rsid w:val="00C81C65"/>
    <w:rsid w:val="00C81E34"/>
    <w:rsid w:val="00C81EEE"/>
    <w:rsid w:val="00C82440"/>
    <w:rsid w:val="00C82842"/>
    <w:rsid w:val="00C82DA8"/>
    <w:rsid w:val="00C82ECF"/>
    <w:rsid w:val="00C830FF"/>
    <w:rsid w:val="00C83354"/>
    <w:rsid w:val="00C8342E"/>
    <w:rsid w:val="00C83549"/>
    <w:rsid w:val="00C836C2"/>
    <w:rsid w:val="00C8371B"/>
    <w:rsid w:val="00C838BC"/>
    <w:rsid w:val="00C839F7"/>
    <w:rsid w:val="00C83A15"/>
    <w:rsid w:val="00C83B16"/>
    <w:rsid w:val="00C83D54"/>
    <w:rsid w:val="00C83F32"/>
    <w:rsid w:val="00C84027"/>
    <w:rsid w:val="00C842BE"/>
    <w:rsid w:val="00C84387"/>
    <w:rsid w:val="00C8458D"/>
    <w:rsid w:val="00C84654"/>
    <w:rsid w:val="00C84658"/>
    <w:rsid w:val="00C84688"/>
    <w:rsid w:val="00C847A6"/>
    <w:rsid w:val="00C8482B"/>
    <w:rsid w:val="00C84A41"/>
    <w:rsid w:val="00C84BD0"/>
    <w:rsid w:val="00C84C71"/>
    <w:rsid w:val="00C84CF9"/>
    <w:rsid w:val="00C84DF4"/>
    <w:rsid w:val="00C84EF4"/>
    <w:rsid w:val="00C85171"/>
    <w:rsid w:val="00C853E6"/>
    <w:rsid w:val="00C854D2"/>
    <w:rsid w:val="00C85601"/>
    <w:rsid w:val="00C85618"/>
    <w:rsid w:val="00C8562C"/>
    <w:rsid w:val="00C85747"/>
    <w:rsid w:val="00C857C5"/>
    <w:rsid w:val="00C85898"/>
    <w:rsid w:val="00C8593C"/>
    <w:rsid w:val="00C85C19"/>
    <w:rsid w:val="00C85CB6"/>
    <w:rsid w:val="00C85D4A"/>
    <w:rsid w:val="00C85DDE"/>
    <w:rsid w:val="00C85DFF"/>
    <w:rsid w:val="00C85E5A"/>
    <w:rsid w:val="00C85EC5"/>
    <w:rsid w:val="00C85F20"/>
    <w:rsid w:val="00C86133"/>
    <w:rsid w:val="00C8630B"/>
    <w:rsid w:val="00C86392"/>
    <w:rsid w:val="00C86416"/>
    <w:rsid w:val="00C86528"/>
    <w:rsid w:val="00C865DD"/>
    <w:rsid w:val="00C8663C"/>
    <w:rsid w:val="00C8666B"/>
    <w:rsid w:val="00C866D6"/>
    <w:rsid w:val="00C868A9"/>
    <w:rsid w:val="00C86A6B"/>
    <w:rsid w:val="00C86ABE"/>
    <w:rsid w:val="00C86C5D"/>
    <w:rsid w:val="00C86CDC"/>
    <w:rsid w:val="00C86D17"/>
    <w:rsid w:val="00C86FFA"/>
    <w:rsid w:val="00C87058"/>
    <w:rsid w:val="00C87243"/>
    <w:rsid w:val="00C8724D"/>
    <w:rsid w:val="00C872E8"/>
    <w:rsid w:val="00C877B1"/>
    <w:rsid w:val="00C878E1"/>
    <w:rsid w:val="00C8799E"/>
    <w:rsid w:val="00C879FC"/>
    <w:rsid w:val="00C87A4F"/>
    <w:rsid w:val="00C87B50"/>
    <w:rsid w:val="00C87BBA"/>
    <w:rsid w:val="00C87DC7"/>
    <w:rsid w:val="00C87E0D"/>
    <w:rsid w:val="00C87F3D"/>
    <w:rsid w:val="00C9014A"/>
    <w:rsid w:val="00C902E0"/>
    <w:rsid w:val="00C90591"/>
    <w:rsid w:val="00C9068A"/>
    <w:rsid w:val="00C906AB"/>
    <w:rsid w:val="00C907C1"/>
    <w:rsid w:val="00C90938"/>
    <w:rsid w:val="00C90947"/>
    <w:rsid w:val="00C90989"/>
    <w:rsid w:val="00C90A77"/>
    <w:rsid w:val="00C90B34"/>
    <w:rsid w:val="00C90EC7"/>
    <w:rsid w:val="00C91098"/>
    <w:rsid w:val="00C911CC"/>
    <w:rsid w:val="00C91552"/>
    <w:rsid w:val="00C91556"/>
    <w:rsid w:val="00C9182F"/>
    <w:rsid w:val="00C9187A"/>
    <w:rsid w:val="00C91B9C"/>
    <w:rsid w:val="00C91C23"/>
    <w:rsid w:val="00C91D0A"/>
    <w:rsid w:val="00C91D97"/>
    <w:rsid w:val="00C91EEE"/>
    <w:rsid w:val="00C91F5F"/>
    <w:rsid w:val="00C91F93"/>
    <w:rsid w:val="00C91FAC"/>
    <w:rsid w:val="00C920CD"/>
    <w:rsid w:val="00C920D6"/>
    <w:rsid w:val="00C92141"/>
    <w:rsid w:val="00C92222"/>
    <w:rsid w:val="00C92489"/>
    <w:rsid w:val="00C92515"/>
    <w:rsid w:val="00C9273C"/>
    <w:rsid w:val="00C92798"/>
    <w:rsid w:val="00C92877"/>
    <w:rsid w:val="00C92917"/>
    <w:rsid w:val="00C92A99"/>
    <w:rsid w:val="00C92B56"/>
    <w:rsid w:val="00C92CF4"/>
    <w:rsid w:val="00C92E74"/>
    <w:rsid w:val="00C9344F"/>
    <w:rsid w:val="00C93648"/>
    <w:rsid w:val="00C936B8"/>
    <w:rsid w:val="00C93798"/>
    <w:rsid w:val="00C93993"/>
    <w:rsid w:val="00C939D5"/>
    <w:rsid w:val="00C93A74"/>
    <w:rsid w:val="00C93B67"/>
    <w:rsid w:val="00C93C83"/>
    <w:rsid w:val="00C93E4F"/>
    <w:rsid w:val="00C9403C"/>
    <w:rsid w:val="00C940E6"/>
    <w:rsid w:val="00C943F8"/>
    <w:rsid w:val="00C9464D"/>
    <w:rsid w:val="00C946EA"/>
    <w:rsid w:val="00C94810"/>
    <w:rsid w:val="00C94868"/>
    <w:rsid w:val="00C948E3"/>
    <w:rsid w:val="00C94939"/>
    <w:rsid w:val="00C9496D"/>
    <w:rsid w:val="00C949BB"/>
    <w:rsid w:val="00C94B71"/>
    <w:rsid w:val="00C94BC3"/>
    <w:rsid w:val="00C94E4E"/>
    <w:rsid w:val="00C94E75"/>
    <w:rsid w:val="00C94EBC"/>
    <w:rsid w:val="00C94EE0"/>
    <w:rsid w:val="00C9502E"/>
    <w:rsid w:val="00C9513B"/>
    <w:rsid w:val="00C9521D"/>
    <w:rsid w:val="00C95686"/>
    <w:rsid w:val="00C958AC"/>
    <w:rsid w:val="00C9593D"/>
    <w:rsid w:val="00C95A77"/>
    <w:rsid w:val="00C95D49"/>
    <w:rsid w:val="00C95DBA"/>
    <w:rsid w:val="00C95DCF"/>
    <w:rsid w:val="00C9632C"/>
    <w:rsid w:val="00C966DC"/>
    <w:rsid w:val="00C966FC"/>
    <w:rsid w:val="00C9685C"/>
    <w:rsid w:val="00C96A3B"/>
    <w:rsid w:val="00C96A6C"/>
    <w:rsid w:val="00C96ADF"/>
    <w:rsid w:val="00C96CE4"/>
    <w:rsid w:val="00C96CFC"/>
    <w:rsid w:val="00C96E9F"/>
    <w:rsid w:val="00C97011"/>
    <w:rsid w:val="00C97041"/>
    <w:rsid w:val="00C97124"/>
    <w:rsid w:val="00C9723A"/>
    <w:rsid w:val="00C972DE"/>
    <w:rsid w:val="00C9734F"/>
    <w:rsid w:val="00C9746F"/>
    <w:rsid w:val="00C97665"/>
    <w:rsid w:val="00C976D4"/>
    <w:rsid w:val="00C97743"/>
    <w:rsid w:val="00C97759"/>
    <w:rsid w:val="00C978E1"/>
    <w:rsid w:val="00C97CF3"/>
    <w:rsid w:val="00C97DA5"/>
    <w:rsid w:val="00C97E17"/>
    <w:rsid w:val="00C97E28"/>
    <w:rsid w:val="00CA00C6"/>
    <w:rsid w:val="00CA037D"/>
    <w:rsid w:val="00CA069D"/>
    <w:rsid w:val="00CA0847"/>
    <w:rsid w:val="00CA0A7D"/>
    <w:rsid w:val="00CA0AD8"/>
    <w:rsid w:val="00CA0AF1"/>
    <w:rsid w:val="00CA0BAA"/>
    <w:rsid w:val="00CA0DD1"/>
    <w:rsid w:val="00CA0E5C"/>
    <w:rsid w:val="00CA0FE6"/>
    <w:rsid w:val="00CA0FF8"/>
    <w:rsid w:val="00CA1049"/>
    <w:rsid w:val="00CA12F5"/>
    <w:rsid w:val="00CA143F"/>
    <w:rsid w:val="00CA1460"/>
    <w:rsid w:val="00CA1464"/>
    <w:rsid w:val="00CA14BC"/>
    <w:rsid w:val="00CA1E1F"/>
    <w:rsid w:val="00CA1E3A"/>
    <w:rsid w:val="00CA200C"/>
    <w:rsid w:val="00CA21F8"/>
    <w:rsid w:val="00CA25D2"/>
    <w:rsid w:val="00CA2B6B"/>
    <w:rsid w:val="00CA2C75"/>
    <w:rsid w:val="00CA2CFB"/>
    <w:rsid w:val="00CA2D7F"/>
    <w:rsid w:val="00CA2E88"/>
    <w:rsid w:val="00CA2F40"/>
    <w:rsid w:val="00CA2F6D"/>
    <w:rsid w:val="00CA300F"/>
    <w:rsid w:val="00CA3084"/>
    <w:rsid w:val="00CA31A8"/>
    <w:rsid w:val="00CA31C5"/>
    <w:rsid w:val="00CA32FC"/>
    <w:rsid w:val="00CA33AB"/>
    <w:rsid w:val="00CA3578"/>
    <w:rsid w:val="00CA35AE"/>
    <w:rsid w:val="00CA3646"/>
    <w:rsid w:val="00CA3800"/>
    <w:rsid w:val="00CA3ABD"/>
    <w:rsid w:val="00CA4062"/>
    <w:rsid w:val="00CA4349"/>
    <w:rsid w:val="00CA4572"/>
    <w:rsid w:val="00CA4670"/>
    <w:rsid w:val="00CA4741"/>
    <w:rsid w:val="00CA4761"/>
    <w:rsid w:val="00CA490C"/>
    <w:rsid w:val="00CA4941"/>
    <w:rsid w:val="00CA498F"/>
    <w:rsid w:val="00CA49C8"/>
    <w:rsid w:val="00CA4AC1"/>
    <w:rsid w:val="00CA4C5D"/>
    <w:rsid w:val="00CA5059"/>
    <w:rsid w:val="00CA5084"/>
    <w:rsid w:val="00CA50A3"/>
    <w:rsid w:val="00CA5102"/>
    <w:rsid w:val="00CA5113"/>
    <w:rsid w:val="00CA51CD"/>
    <w:rsid w:val="00CA525D"/>
    <w:rsid w:val="00CA5261"/>
    <w:rsid w:val="00CA52BA"/>
    <w:rsid w:val="00CA53A3"/>
    <w:rsid w:val="00CA53B6"/>
    <w:rsid w:val="00CA5429"/>
    <w:rsid w:val="00CA5584"/>
    <w:rsid w:val="00CA5624"/>
    <w:rsid w:val="00CA563C"/>
    <w:rsid w:val="00CA5907"/>
    <w:rsid w:val="00CA5B22"/>
    <w:rsid w:val="00CA5B25"/>
    <w:rsid w:val="00CA5DA0"/>
    <w:rsid w:val="00CA5DE7"/>
    <w:rsid w:val="00CA5EBF"/>
    <w:rsid w:val="00CA5FDF"/>
    <w:rsid w:val="00CA6050"/>
    <w:rsid w:val="00CA61E0"/>
    <w:rsid w:val="00CA651C"/>
    <w:rsid w:val="00CA6592"/>
    <w:rsid w:val="00CA6615"/>
    <w:rsid w:val="00CA683C"/>
    <w:rsid w:val="00CA684C"/>
    <w:rsid w:val="00CA68C4"/>
    <w:rsid w:val="00CA6951"/>
    <w:rsid w:val="00CA6B4B"/>
    <w:rsid w:val="00CA6B86"/>
    <w:rsid w:val="00CA6C49"/>
    <w:rsid w:val="00CA6F30"/>
    <w:rsid w:val="00CA71E1"/>
    <w:rsid w:val="00CA7304"/>
    <w:rsid w:val="00CA731E"/>
    <w:rsid w:val="00CA73A8"/>
    <w:rsid w:val="00CA7531"/>
    <w:rsid w:val="00CA7532"/>
    <w:rsid w:val="00CA7756"/>
    <w:rsid w:val="00CA7783"/>
    <w:rsid w:val="00CA780A"/>
    <w:rsid w:val="00CA78FD"/>
    <w:rsid w:val="00CA79BB"/>
    <w:rsid w:val="00CA7A16"/>
    <w:rsid w:val="00CA7B05"/>
    <w:rsid w:val="00CA7B43"/>
    <w:rsid w:val="00CA7EF0"/>
    <w:rsid w:val="00CA7FAB"/>
    <w:rsid w:val="00CB00F6"/>
    <w:rsid w:val="00CB030D"/>
    <w:rsid w:val="00CB039E"/>
    <w:rsid w:val="00CB0531"/>
    <w:rsid w:val="00CB0596"/>
    <w:rsid w:val="00CB05CB"/>
    <w:rsid w:val="00CB080F"/>
    <w:rsid w:val="00CB08E1"/>
    <w:rsid w:val="00CB08F8"/>
    <w:rsid w:val="00CB0AEF"/>
    <w:rsid w:val="00CB0C84"/>
    <w:rsid w:val="00CB0C85"/>
    <w:rsid w:val="00CB0CCD"/>
    <w:rsid w:val="00CB0CF4"/>
    <w:rsid w:val="00CB0D1E"/>
    <w:rsid w:val="00CB0D20"/>
    <w:rsid w:val="00CB1028"/>
    <w:rsid w:val="00CB1122"/>
    <w:rsid w:val="00CB11FD"/>
    <w:rsid w:val="00CB121B"/>
    <w:rsid w:val="00CB121F"/>
    <w:rsid w:val="00CB13C9"/>
    <w:rsid w:val="00CB13E4"/>
    <w:rsid w:val="00CB1437"/>
    <w:rsid w:val="00CB159B"/>
    <w:rsid w:val="00CB169D"/>
    <w:rsid w:val="00CB16FC"/>
    <w:rsid w:val="00CB177E"/>
    <w:rsid w:val="00CB18E2"/>
    <w:rsid w:val="00CB19BC"/>
    <w:rsid w:val="00CB1A66"/>
    <w:rsid w:val="00CB1B7A"/>
    <w:rsid w:val="00CB1BB8"/>
    <w:rsid w:val="00CB1D27"/>
    <w:rsid w:val="00CB1DC4"/>
    <w:rsid w:val="00CB20C7"/>
    <w:rsid w:val="00CB2160"/>
    <w:rsid w:val="00CB22C7"/>
    <w:rsid w:val="00CB237E"/>
    <w:rsid w:val="00CB24B9"/>
    <w:rsid w:val="00CB27F1"/>
    <w:rsid w:val="00CB2848"/>
    <w:rsid w:val="00CB29A2"/>
    <w:rsid w:val="00CB2B82"/>
    <w:rsid w:val="00CB2C7B"/>
    <w:rsid w:val="00CB2DE6"/>
    <w:rsid w:val="00CB2F18"/>
    <w:rsid w:val="00CB2F87"/>
    <w:rsid w:val="00CB2FA9"/>
    <w:rsid w:val="00CB33A8"/>
    <w:rsid w:val="00CB33BB"/>
    <w:rsid w:val="00CB3500"/>
    <w:rsid w:val="00CB35AC"/>
    <w:rsid w:val="00CB3777"/>
    <w:rsid w:val="00CB37CD"/>
    <w:rsid w:val="00CB39B9"/>
    <w:rsid w:val="00CB3A4E"/>
    <w:rsid w:val="00CB3AD3"/>
    <w:rsid w:val="00CB3AE0"/>
    <w:rsid w:val="00CB3C8B"/>
    <w:rsid w:val="00CB3D49"/>
    <w:rsid w:val="00CB3E9A"/>
    <w:rsid w:val="00CB3EE8"/>
    <w:rsid w:val="00CB4001"/>
    <w:rsid w:val="00CB40C9"/>
    <w:rsid w:val="00CB427C"/>
    <w:rsid w:val="00CB4389"/>
    <w:rsid w:val="00CB444F"/>
    <w:rsid w:val="00CB44DA"/>
    <w:rsid w:val="00CB44EB"/>
    <w:rsid w:val="00CB453A"/>
    <w:rsid w:val="00CB4634"/>
    <w:rsid w:val="00CB47A1"/>
    <w:rsid w:val="00CB4969"/>
    <w:rsid w:val="00CB49B1"/>
    <w:rsid w:val="00CB4BDA"/>
    <w:rsid w:val="00CB4C75"/>
    <w:rsid w:val="00CB4D12"/>
    <w:rsid w:val="00CB4E0F"/>
    <w:rsid w:val="00CB4E23"/>
    <w:rsid w:val="00CB4F10"/>
    <w:rsid w:val="00CB53D2"/>
    <w:rsid w:val="00CB5465"/>
    <w:rsid w:val="00CB551E"/>
    <w:rsid w:val="00CB5878"/>
    <w:rsid w:val="00CB58DE"/>
    <w:rsid w:val="00CB5963"/>
    <w:rsid w:val="00CB5965"/>
    <w:rsid w:val="00CB5A4B"/>
    <w:rsid w:val="00CB5C1F"/>
    <w:rsid w:val="00CB5C21"/>
    <w:rsid w:val="00CB5DC5"/>
    <w:rsid w:val="00CB5F25"/>
    <w:rsid w:val="00CB60EB"/>
    <w:rsid w:val="00CB6204"/>
    <w:rsid w:val="00CB6363"/>
    <w:rsid w:val="00CB668F"/>
    <w:rsid w:val="00CB6A16"/>
    <w:rsid w:val="00CB6A8B"/>
    <w:rsid w:val="00CB6AAA"/>
    <w:rsid w:val="00CB6AD5"/>
    <w:rsid w:val="00CB6E29"/>
    <w:rsid w:val="00CB6F64"/>
    <w:rsid w:val="00CB71CB"/>
    <w:rsid w:val="00CB7319"/>
    <w:rsid w:val="00CB737C"/>
    <w:rsid w:val="00CB73B8"/>
    <w:rsid w:val="00CB7484"/>
    <w:rsid w:val="00CB74C8"/>
    <w:rsid w:val="00CB7894"/>
    <w:rsid w:val="00CB792D"/>
    <w:rsid w:val="00CB7AEC"/>
    <w:rsid w:val="00CB7BD1"/>
    <w:rsid w:val="00CB7CC3"/>
    <w:rsid w:val="00CB7F55"/>
    <w:rsid w:val="00CC00B0"/>
    <w:rsid w:val="00CC01B3"/>
    <w:rsid w:val="00CC02D3"/>
    <w:rsid w:val="00CC0304"/>
    <w:rsid w:val="00CC0315"/>
    <w:rsid w:val="00CC0648"/>
    <w:rsid w:val="00CC065F"/>
    <w:rsid w:val="00CC06E6"/>
    <w:rsid w:val="00CC086B"/>
    <w:rsid w:val="00CC0A93"/>
    <w:rsid w:val="00CC0BB0"/>
    <w:rsid w:val="00CC0C0B"/>
    <w:rsid w:val="00CC0DF1"/>
    <w:rsid w:val="00CC0E36"/>
    <w:rsid w:val="00CC0EEA"/>
    <w:rsid w:val="00CC0F0F"/>
    <w:rsid w:val="00CC1021"/>
    <w:rsid w:val="00CC1027"/>
    <w:rsid w:val="00CC12A5"/>
    <w:rsid w:val="00CC136C"/>
    <w:rsid w:val="00CC1372"/>
    <w:rsid w:val="00CC1386"/>
    <w:rsid w:val="00CC1391"/>
    <w:rsid w:val="00CC13AF"/>
    <w:rsid w:val="00CC13D2"/>
    <w:rsid w:val="00CC1441"/>
    <w:rsid w:val="00CC14D7"/>
    <w:rsid w:val="00CC15F6"/>
    <w:rsid w:val="00CC17FB"/>
    <w:rsid w:val="00CC1982"/>
    <w:rsid w:val="00CC19B9"/>
    <w:rsid w:val="00CC1B36"/>
    <w:rsid w:val="00CC1BA7"/>
    <w:rsid w:val="00CC1C29"/>
    <w:rsid w:val="00CC1C77"/>
    <w:rsid w:val="00CC1FC2"/>
    <w:rsid w:val="00CC206E"/>
    <w:rsid w:val="00CC2071"/>
    <w:rsid w:val="00CC2123"/>
    <w:rsid w:val="00CC2327"/>
    <w:rsid w:val="00CC23BD"/>
    <w:rsid w:val="00CC2460"/>
    <w:rsid w:val="00CC24A9"/>
    <w:rsid w:val="00CC26BC"/>
    <w:rsid w:val="00CC2793"/>
    <w:rsid w:val="00CC27AD"/>
    <w:rsid w:val="00CC2817"/>
    <w:rsid w:val="00CC29EB"/>
    <w:rsid w:val="00CC2B56"/>
    <w:rsid w:val="00CC2DAE"/>
    <w:rsid w:val="00CC2DC4"/>
    <w:rsid w:val="00CC2E49"/>
    <w:rsid w:val="00CC2F45"/>
    <w:rsid w:val="00CC30C9"/>
    <w:rsid w:val="00CC3169"/>
    <w:rsid w:val="00CC32EA"/>
    <w:rsid w:val="00CC330D"/>
    <w:rsid w:val="00CC332E"/>
    <w:rsid w:val="00CC3349"/>
    <w:rsid w:val="00CC3378"/>
    <w:rsid w:val="00CC3720"/>
    <w:rsid w:val="00CC3836"/>
    <w:rsid w:val="00CC3919"/>
    <w:rsid w:val="00CC392B"/>
    <w:rsid w:val="00CC3979"/>
    <w:rsid w:val="00CC399A"/>
    <w:rsid w:val="00CC39D9"/>
    <w:rsid w:val="00CC3C51"/>
    <w:rsid w:val="00CC3CB3"/>
    <w:rsid w:val="00CC3D12"/>
    <w:rsid w:val="00CC3E40"/>
    <w:rsid w:val="00CC3E56"/>
    <w:rsid w:val="00CC3F7A"/>
    <w:rsid w:val="00CC3F84"/>
    <w:rsid w:val="00CC4074"/>
    <w:rsid w:val="00CC4284"/>
    <w:rsid w:val="00CC4413"/>
    <w:rsid w:val="00CC46CD"/>
    <w:rsid w:val="00CC485E"/>
    <w:rsid w:val="00CC486F"/>
    <w:rsid w:val="00CC48B5"/>
    <w:rsid w:val="00CC48CD"/>
    <w:rsid w:val="00CC48EB"/>
    <w:rsid w:val="00CC491F"/>
    <w:rsid w:val="00CC49AB"/>
    <w:rsid w:val="00CC4A60"/>
    <w:rsid w:val="00CC4A81"/>
    <w:rsid w:val="00CC4B25"/>
    <w:rsid w:val="00CC4B5F"/>
    <w:rsid w:val="00CC4D13"/>
    <w:rsid w:val="00CC4E6A"/>
    <w:rsid w:val="00CC4E7D"/>
    <w:rsid w:val="00CC4EE6"/>
    <w:rsid w:val="00CC4F75"/>
    <w:rsid w:val="00CC505E"/>
    <w:rsid w:val="00CC5065"/>
    <w:rsid w:val="00CC5103"/>
    <w:rsid w:val="00CC5156"/>
    <w:rsid w:val="00CC51B1"/>
    <w:rsid w:val="00CC530F"/>
    <w:rsid w:val="00CC5433"/>
    <w:rsid w:val="00CC548E"/>
    <w:rsid w:val="00CC55DE"/>
    <w:rsid w:val="00CC5AC0"/>
    <w:rsid w:val="00CC5BAA"/>
    <w:rsid w:val="00CC5CE6"/>
    <w:rsid w:val="00CC5D6F"/>
    <w:rsid w:val="00CC5DCC"/>
    <w:rsid w:val="00CC5F48"/>
    <w:rsid w:val="00CC5FDF"/>
    <w:rsid w:val="00CC5FE8"/>
    <w:rsid w:val="00CC600C"/>
    <w:rsid w:val="00CC632C"/>
    <w:rsid w:val="00CC63C5"/>
    <w:rsid w:val="00CC643F"/>
    <w:rsid w:val="00CC6593"/>
    <w:rsid w:val="00CC6618"/>
    <w:rsid w:val="00CC695C"/>
    <w:rsid w:val="00CC6A5B"/>
    <w:rsid w:val="00CC6A6C"/>
    <w:rsid w:val="00CC6C81"/>
    <w:rsid w:val="00CC6C9A"/>
    <w:rsid w:val="00CC6D0B"/>
    <w:rsid w:val="00CC6D20"/>
    <w:rsid w:val="00CC70B3"/>
    <w:rsid w:val="00CC72A3"/>
    <w:rsid w:val="00CC74C0"/>
    <w:rsid w:val="00CC74CB"/>
    <w:rsid w:val="00CC7558"/>
    <w:rsid w:val="00CC758C"/>
    <w:rsid w:val="00CC76B6"/>
    <w:rsid w:val="00CC76BB"/>
    <w:rsid w:val="00CC795D"/>
    <w:rsid w:val="00CC79A1"/>
    <w:rsid w:val="00CC7A01"/>
    <w:rsid w:val="00CC7A99"/>
    <w:rsid w:val="00CC7AE7"/>
    <w:rsid w:val="00CC7C3D"/>
    <w:rsid w:val="00CC7E22"/>
    <w:rsid w:val="00CC7FB9"/>
    <w:rsid w:val="00CC7FF3"/>
    <w:rsid w:val="00CD02B5"/>
    <w:rsid w:val="00CD03B8"/>
    <w:rsid w:val="00CD03EB"/>
    <w:rsid w:val="00CD05F3"/>
    <w:rsid w:val="00CD06EC"/>
    <w:rsid w:val="00CD0829"/>
    <w:rsid w:val="00CD0BA6"/>
    <w:rsid w:val="00CD0E4A"/>
    <w:rsid w:val="00CD0E75"/>
    <w:rsid w:val="00CD0EE4"/>
    <w:rsid w:val="00CD0F80"/>
    <w:rsid w:val="00CD103E"/>
    <w:rsid w:val="00CD115E"/>
    <w:rsid w:val="00CD1173"/>
    <w:rsid w:val="00CD13D3"/>
    <w:rsid w:val="00CD1446"/>
    <w:rsid w:val="00CD1557"/>
    <w:rsid w:val="00CD15A3"/>
    <w:rsid w:val="00CD166F"/>
    <w:rsid w:val="00CD187E"/>
    <w:rsid w:val="00CD18C2"/>
    <w:rsid w:val="00CD19BA"/>
    <w:rsid w:val="00CD1B13"/>
    <w:rsid w:val="00CD1B54"/>
    <w:rsid w:val="00CD1CAE"/>
    <w:rsid w:val="00CD1CD6"/>
    <w:rsid w:val="00CD1DA5"/>
    <w:rsid w:val="00CD207F"/>
    <w:rsid w:val="00CD209A"/>
    <w:rsid w:val="00CD20B2"/>
    <w:rsid w:val="00CD20D9"/>
    <w:rsid w:val="00CD2219"/>
    <w:rsid w:val="00CD226F"/>
    <w:rsid w:val="00CD2271"/>
    <w:rsid w:val="00CD2324"/>
    <w:rsid w:val="00CD24D6"/>
    <w:rsid w:val="00CD264D"/>
    <w:rsid w:val="00CD27EE"/>
    <w:rsid w:val="00CD27F8"/>
    <w:rsid w:val="00CD2B70"/>
    <w:rsid w:val="00CD2C7D"/>
    <w:rsid w:val="00CD2F06"/>
    <w:rsid w:val="00CD2F61"/>
    <w:rsid w:val="00CD3075"/>
    <w:rsid w:val="00CD3130"/>
    <w:rsid w:val="00CD3346"/>
    <w:rsid w:val="00CD35C3"/>
    <w:rsid w:val="00CD3682"/>
    <w:rsid w:val="00CD3826"/>
    <w:rsid w:val="00CD3865"/>
    <w:rsid w:val="00CD3A2A"/>
    <w:rsid w:val="00CD3E6B"/>
    <w:rsid w:val="00CD3EA4"/>
    <w:rsid w:val="00CD3EF4"/>
    <w:rsid w:val="00CD4043"/>
    <w:rsid w:val="00CD40BF"/>
    <w:rsid w:val="00CD40C6"/>
    <w:rsid w:val="00CD418F"/>
    <w:rsid w:val="00CD42A3"/>
    <w:rsid w:val="00CD444D"/>
    <w:rsid w:val="00CD448F"/>
    <w:rsid w:val="00CD463F"/>
    <w:rsid w:val="00CD4716"/>
    <w:rsid w:val="00CD4AB6"/>
    <w:rsid w:val="00CD4B23"/>
    <w:rsid w:val="00CD4D8D"/>
    <w:rsid w:val="00CD4D9C"/>
    <w:rsid w:val="00CD4DC4"/>
    <w:rsid w:val="00CD4EED"/>
    <w:rsid w:val="00CD4FC1"/>
    <w:rsid w:val="00CD5098"/>
    <w:rsid w:val="00CD5134"/>
    <w:rsid w:val="00CD5240"/>
    <w:rsid w:val="00CD52AC"/>
    <w:rsid w:val="00CD53CD"/>
    <w:rsid w:val="00CD544E"/>
    <w:rsid w:val="00CD5649"/>
    <w:rsid w:val="00CD571A"/>
    <w:rsid w:val="00CD5730"/>
    <w:rsid w:val="00CD57CB"/>
    <w:rsid w:val="00CD59E3"/>
    <w:rsid w:val="00CD59E7"/>
    <w:rsid w:val="00CD59FC"/>
    <w:rsid w:val="00CD5C36"/>
    <w:rsid w:val="00CD5C50"/>
    <w:rsid w:val="00CD5C55"/>
    <w:rsid w:val="00CD5F66"/>
    <w:rsid w:val="00CD5FC6"/>
    <w:rsid w:val="00CD5FF4"/>
    <w:rsid w:val="00CD615B"/>
    <w:rsid w:val="00CD63AA"/>
    <w:rsid w:val="00CD6503"/>
    <w:rsid w:val="00CD6554"/>
    <w:rsid w:val="00CD65F5"/>
    <w:rsid w:val="00CD6734"/>
    <w:rsid w:val="00CD6772"/>
    <w:rsid w:val="00CD68F0"/>
    <w:rsid w:val="00CD6A11"/>
    <w:rsid w:val="00CD6C0B"/>
    <w:rsid w:val="00CD6D3D"/>
    <w:rsid w:val="00CD6FC8"/>
    <w:rsid w:val="00CD70D5"/>
    <w:rsid w:val="00CD72C5"/>
    <w:rsid w:val="00CD7336"/>
    <w:rsid w:val="00CD738C"/>
    <w:rsid w:val="00CD73E1"/>
    <w:rsid w:val="00CD743E"/>
    <w:rsid w:val="00CD7551"/>
    <w:rsid w:val="00CD7627"/>
    <w:rsid w:val="00CD764D"/>
    <w:rsid w:val="00CD7697"/>
    <w:rsid w:val="00CD7810"/>
    <w:rsid w:val="00CD7A51"/>
    <w:rsid w:val="00CD7AC8"/>
    <w:rsid w:val="00CD7B78"/>
    <w:rsid w:val="00CD7CF8"/>
    <w:rsid w:val="00CD7F2A"/>
    <w:rsid w:val="00CD7F35"/>
    <w:rsid w:val="00CE001E"/>
    <w:rsid w:val="00CE01AE"/>
    <w:rsid w:val="00CE02E8"/>
    <w:rsid w:val="00CE0393"/>
    <w:rsid w:val="00CE047F"/>
    <w:rsid w:val="00CE048E"/>
    <w:rsid w:val="00CE0503"/>
    <w:rsid w:val="00CE07D3"/>
    <w:rsid w:val="00CE07D6"/>
    <w:rsid w:val="00CE0A4F"/>
    <w:rsid w:val="00CE0B54"/>
    <w:rsid w:val="00CE0B5A"/>
    <w:rsid w:val="00CE0B7C"/>
    <w:rsid w:val="00CE0F4A"/>
    <w:rsid w:val="00CE0FD7"/>
    <w:rsid w:val="00CE10A0"/>
    <w:rsid w:val="00CE1259"/>
    <w:rsid w:val="00CE12C0"/>
    <w:rsid w:val="00CE1359"/>
    <w:rsid w:val="00CE152B"/>
    <w:rsid w:val="00CE15BF"/>
    <w:rsid w:val="00CE17AE"/>
    <w:rsid w:val="00CE1873"/>
    <w:rsid w:val="00CE1901"/>
    <w:rsid w:val="00CE1A01"/>
    <w:rsid w:val="00CE1B65"/>
    <w:rsid w:val="00CE1BDE"/>
    <w:rsid w:val="00CE1C24"/>
    <w:rsid w:val="00CE1DF8"/>
    <w:rsid w:val="00CE1E68"/>
    <w:rsid w:val="00CE1FFC"/>
    <w:rsid w:val="00CE2145"/>
    <w:rsid w:val="00CE226F"/>
    <w:rsid w:val="00CE2394"/>
    <w:rsid w:val="00CE25F3"/>
    <w:rsid w:val="00CE264B"/>
    <w:rsid w:val="00CE26BB"/>
    <w:rsid w:val="00CE2BAF"/>
    <w:rsid w:val="00CE2C42"/>
    <w:rsid w:val="00CE2C5E"/>
    <w:rsid w:val="00CE2CCF"/>
    <w:rsid w:val="00CE2D64"/>
    <w:rsid w:val="00CE2DE2"/>
    <w:rsid w:val="00CE2E37"/>
    <w:rsid w:val="00CE2FDC"/>
    <w:rsid w:val="00CE301E"/>
    <w:rsid w:val="00CE3045"/>
    <w:rsid w:val="00CE308E"/>
    <w:rsid w:val="00CE34A1"/>
    <w:rsid w:val="00CE34D5"/>
    <w:rsid w:val="00CE35F9"/>
    <w:rsid w:val="00CE3A57"/>
    <w:rsid w:val="00CE3A85"/>
    <w:rsid w:val="00CE3B49"/>
    <w:rsid w:val="00CE3BFA"/>
    <w:rsid w:val="00CE3C67"/>
    <w:rsid w:val="00CE3D63"/>
    <w:rsid w:val="00CE3DBD"/>
    <w:rsid w:val="00CE3E6B"/>
    <w:rsid w:val="00CE40A6"/>
    <w:rsid w:val="00CE40DF"/>
    <w:rsid w:val="00CE42CE"/>
    <w:rsid w:val="00CE4413"/>
    <w:rsid w:val="00CE4455"/>
    <w:rsid w:val="00CE464E"/>
    <w:rsid w:val="00CE4C6D"/>
    <w:rsid w:val="00CE5138"/>
    <w:rsid w:val="00CE52D6"/>
    <w:rsid w:val="00CE5704"/>
    <w:rsid w:val="00CE587C"/>
    <w:rsid w:val="00CE59F1"/>
    <w:rsid w:val="00CE5CE2"/>
    <w:rsid w:val="00CE5D0B"/>
    <w:rsid w:val="00CE5E90"/>
    <w:rsid w:val="00CE5FCD"/>
    <w:rsid w:val="00CE62A7"/>
    <w:rsid w:val="00CE63D8"/>
    <w:rsid w:val="00CE649B"/>
    <w:rsid w:val="00CE6722"/>
    <w:rsid w:val="00CE67D3"/>
    <w:rsid w:val="00CE6C95"/>
    <w:rsid w:val="00CE6CE6"/>
    <w:rsid w:val="00CE6EC0"/>
    <w:rsid w:val="00CE6EEF"/>
    <w:rsid w:val="00CE6F6F"/>
    <w:rsid w:val="00CE702D"/>
    <w:rsid w:val="00CE706D"/>
    <w:rsid w:val="00CE70FC"/>
    <w:rsid w:val="00CE7280"/>
    <w:rsid w:val="00CE734A"/>
    <w:rsid w:val="00CE743B"/>
    <w:rsid w:val="00CE746D"/>
    <w:rsid w:val="00CE76AF"/>
    <w:rsid w:val="00CE76F8"/>
    <w:rsid w:val="00CE78A1"/>
    <w:rsid w:val="00CE7B08"/>
    <w:rsid w:val="00CE7B7D"/>
    <w:rsid w:val="00CE7C2E"/>
    <w:rsid w:val="00CE7CA6"/>
    <w:rsid w:val="00CF0014"/>
    <w:rsid w:val="00CF006E"/>
    <w:rsid w:val="00CF01B5"/>
    <w:rsid w:val="00CF01C4"/>
    <w:rsid w:val="00CF0605"/>
    <w:rsid w:val="00CF06D8"/>
    <w:rsid w:val="00CF0762"/>
    <w:rsid w:val="00CF076E"/>
    <w:rsid w:val="00CF0CB9"/>
    <w:rsid w:val="00CF0E0C"/>
    <w:rsid w:val="00CF0E6E"/>
    <w:rsid w:val="00CF0EAF"/>
    <w:rsid w:val="00CF0F3C"/>
    <w:rsid w:val="00CF0F5D"/>
    <w:rsid w:val="00CF0FA5"/>
    <w:rsid w:val="00CF1181"/>
    <w:rsid w:val="00CF12BD"/>
    <w:rsid w:val="00CF12E9"/>
    <w:rsid w:val="00CF1564"/>
    <w:rsid w:val="00CF15AC"/>
    <w:rsid w:val="00CF17B8"/>
    <w:rsid w:val="00CF1836"/>
    <w:rsid w:val="00CF1847"/>
    <w:rsid w:val="00CF195F"/>
    <w:rsid w:val="00CF1B55"/>
    <w:rsid w:val="00CF1BAF"/>
    <w:rsid w:val="00CF1F87"/>
    <w:rsid w:val="00CF1FB0"/>
    <w:rsid w:val="00CF1FC1"/>
    <w:rsid w:val="00CF1FEE"/>
    <w:rsid w:val="00CF2151"/>
    <w:rsid w:val="00CF22B0"/>
    <w:rsid w:val="00CF2438"/>
    <w:rsid w:val="00CF2452"/>
    <w:rsid w:val="00CF2497"/>
    <w:rsid w:val="00CF25CB"/>
    <w:rsid w:val="00CF288B"/>
    <w:rsid w:val="00CF28E7"/>
    <w:rsid w:val="00CF29BD"/>
    <w:rsid w:val="00CF2A91"/>
    <w:rsid w:val="00CF2D1E"/>
    <w:rsid w:val="00CF2E8B"/>
    <w:rsid w:val="00CF319D"/>
    <w:rsid w:val="00CF332A"/>
    <w:rsid w:val="00CF360D"/>
    <w:rsid w:val="00CF369F"/>
    <w:rsid w:val="00CF3742"/>
    <w:rsid w:val="00CF38AC"/>
    <w:rsid w:val="00CF39FA"/>
    <w:rsid w:val="00CF3AA8"/>
    <w:rsid w:val="00CF3B98"/>
    <w:rsid w:val="00CF3C4D"/>
    <w:rsid w:val="00CF3D00"/>
    <w:rsid w:val="00CF3E92"/>
    <w:rsid w:val="00CF3EE7"/>
    <w:rsid w:val="00CF415B"/>
    <w:rsid w:val="00CF42E5"/>
    <w:rsid w:val="00CF4473"/>
    <w:rsid w:val="00CF44D5"/>
    <w:rsid w:val="00CF46B3"/>
    <w:rsid w:val="00CF474B"/>
    <w:rsid w:val="00CF4766"/>
    <w:rsid w:val="00CF47F7"/>
    <w:rsid w:val="00CF4956"/>
    <w:rsid w:val="00CF4A47"/>
    <w:rsid w:val="00CF4CE4"/>
    <w:rsid w:val="00CF4E1A"/>
    <w:rsid w:val="00CF4FE4"/>
    <w:rsid w:val="00CF5229"/>
    <w:rsid w:val="00CF5256"/>
    <w:rsid w:val="00CF5316"/>
    <w:rsid w:val="00CF5418"/>
    <w:rsid w:val="00CF5471"/>
    <w:rsid w:val="00CF557F"/>
    <w:rsid w:val="00CF59D3"/>
    <w:rsid w:val="00CF5AE3"/>
    <w:rsid w:val="00CF5C9A"/>
    <w:rsid w:val="00CF5D90"/>
    <w:rsid w:val="00CF5E4F"/>
    <w:rsid w:val="00CF608A"/>
    <w:rsid w:val="00CF6121"/>
    <w:rsid w:val="00CF6166"/>
    <w:rsid w:val="00CF62FD"/>
    <w:rsid w:val="00CF6345"/>
    <w:rsid w:val="00CF63A0"/>
    <w:rsid w:val="00CF6605"/>
    <w:rsid w:val="00CF66CE"/>
    <w:rsid w:val="00CF6705"/>
    <w:rsid w:val="00CF678E"/>
    <w:rsid w:val="00CF68A0"/>
    <w:rsid w:val="00CF6A00"/>
    <w:rsid w:val="00CF6B32"/>
    <w:rsid w:val="00CF6B41"/>
    <w:rsid w:val="00CF6B56"/>
    <w:rsid w:val="00CF6BAD"/>
    <w:rsid w:val="00CF6D33"/>
    <w:rsid w:val="00CF6E6C"/>
    <w:rsid w:val="00CF6EE6"/>
    <w:rsid w:val="00CF6F1C"/>
    <w:rsid w:val="00CF6F24"/>
    <w:rsid w:val="00CF6F51"/>
    <w:rsid w:val="00CF708E"/>
    <w:rsid w:val="00CF7153"/>
    <w:rsid w:val="00CF728C"/>
    <w:rsid w:val="00CF7308"/>
    <w:rsid w:val="00CF73CB"/>
    <w:rsid w:val="00CF75B3"/>
    <w:rsid w:val="00CF76EB"/>
    <w:rsid w:val="00CF7841"/>
    <w:rsid w:val="00CF794E"/>
    <w:rsid w:val="00CF7B8F"/>
    <w:rsid w:val="00CF7BA1"/>
    <w:rsid w:val="00CF7BC6"/>
    <w:rsid w:val="00CF7C3E"/>
    <w:rsid w:val="00CF7C5F"/>
    <w:rsid w:val="00CF7D7E"/>
    <w:rsid w:val="00CF7F87"/>
    <w:rsid w:val="00D000B0"/>
    <w:rsid w:val="00D000E1"/>
    <w:rsid w:val="00D001A6"/>
    <w:rsid w:val="00D001D4"/>
    <w:rsid w:val="00D0028F"/>
    <w:rsid w:val="00D0037A"/>
    <w:rsid w:val="00D005A3"/>
    <w:rsid w:val="00D005A6"/>
    <w:rsid w:val="00D00603"/>
    <w:rsid w:val="00D0068B"/>
    <w:rsid w:val="00D0082A"/>
    <w:rsid w:val="00D008AA"/>
    <w:rsid w:val="00D00A2D"/>
    <w:rsid w:val="00D00B9D"/>
    <w:rsid w:val="00D00BD9"/>
    <w:rsid w:val="00D00F00"/>
    <w:rsid w:val="00D01064"/>
    <w:rsid w:val="00D01115"/>
    <w:rsid w:val="00D014DE"/>
    <w:rsid w:val="00D015ED"/>
    <w:rsid w:val="00D01644"/>
    <w:rsid w:val="00D01686"/>
    <w:rsid w:val="00D01729"/>
    <w:rsid w:val="00D0176B"/>
    <w:rsid w:val="00D0180E"/>
    <w:rsid w:val="00D01865"/>
    <w:rsid w:val="00D018DE"/>
    <w:rsid w:val="00D018EF"/>
    <w:rsid w:val="00D01979"/>
    <w:rsid w:val="00D019C9"/>
    <w:rsid w:val="00D01AAA"/>
    <w:rsid w:val="00D01AF3"/>
    <w:rsid w:val="00D01AF8"/>
    <w:rsid w:val="00D01B81"/>
    <w:rsid w:val="00D01DB4"/>
    <w:rsid w:val="00D01EF2"/>
    <w:rsid w:val="00D01F12"/>
    <w:rsid w:val="00D02222"/>
    <w:rsid w:val="00D0227D"/>
    <w:rsid w:val="00D022D5"/>
    <w:rsid w:val="00D0243A"/>
    <w:rsid w:val="00D02726"/>
    <w:rsid w:val="00D027F1"/>
    <w:rsid w:val="00D0287E"/>
    <w:rsid w:val="00D02901"/>
    <w:rsid w:val="00D029A2"/>
    <w:rsid w:val="00D02ABA"/>
    <w:rsid w:val="00D02C5A"/>
    <w:rsid w:val="00D02D2C"/>
    <w:rsid w:val="00D02DD8"/>
    <w:rsid w:val="00D02EA3"/>
    <w:rsid w:val="00D030C0"/>
    <w:rsid w:val="00D03188"/>
    <w:rsid w:val="00D031DC"/>
    <w:rsid w:val="00D0340A"/>
    <w:rsid w:val="00D0340C"/>
    <w:rsid w:val="00D03664"/>
    <w:rsid w:val="00D03704"/>
    <w:rsid w:val="00D03709"/>
    <w:rsid w:val="00D0370B"/>
    <w:rsid w:val="00D03A5C"/>
    <w:rsid w:val="00D03A77"/>
    <w:rsid w:val="00D03A9B"/>
    <w:rsid w:val="00D03AEF"/>
    <w:rsid w:val="00D03C57"/>
    <w:rsid w:val="00D03D5E"/>
    <w:rsid w:val="00D03D83"/>
    <w:rsid w:val="00D03FE7"/>
    <w:rsid w:val="00D0402D"/>
    <w:rsid w:val="00D041C4"/>
    <w:rsid w:val="00D041EA"/>
    <w:rsid w:val="00D04355"/>
    <w:rsid w:val="00D0440D"/>
    <w:rsid w:val="00D044B4"/>
    <w:rsid w:val="00D044DA"/>
    <w:rsid w:val="00D0457C"/>
    <w:rsid w:val="00D0481A"/>
    <w:rsid w:val="00D0485A"/>
    <w:rsid w:val="00D048E5"/>
    <w:rsid w:val="00D04979"/>
    <w:rsid w:val="00D04A95"/>
    <w:rsid w:val="00D04B8F"/>
    <w:rsid w:val="00D04B97"/>
    <w:rsid w:val="00D04D3B"/>
    <w:rsid w:val="00D04D54"/>
    <w:rsid w:val="00D04EF0"/>
    <w:rsid w:val="00D050F8"/>
    <w:rsid w:val="00D050FB"/>
    <w:rsid w:val="00D0523D"/>
    <w:rsid w:val="00D05282"/>
    <w:rsid w:val="00D052D0"/>
    <w:rsid w:val="00D0531F"/>
    <w:rsid w:val="00D053A0"/>
    <w:rsid w:val="00D05489"/>
    <w:rsid w:val="00D05681"/>
    <w:rsid w:val="00D05722"/>
    <w:rsid w:val="00D05730"/>
    <w:rsid w:val="00D058D6"/>
    <w:rsid w:val="00D05B78"/>
    <w:rsid w:val="00D05D22"/>
    <w:rsid w:val="00D05E1D"/>
    <w:rsid w:val="00D05E1E"/>
    <w:rsid w:val="00D05FE7"/>
    <w:rsid w:val="00D0600F"/>
    <w:rsid w:val="00D060CD"/>
    <w:rsid w:val="00D0622D"/>
    <w:rsid w:val="00D062CF"/>
    <w:rsid w:val="00D0643F"/>
    <w:rsid w:val="00D06583"/>
    <w:rsid w:val="00D0658A"/>
    <w:rsid w:val="00D06669"/>
    <w:rsid w:val="00D066E5"/>
    <w:rsid w:val="00D06797"/>
    <w:rsid w:val="00D06841"/>
    <w:rsid w:val="00D06942"/>
    <w:rsid w:val="00D06B72"/>
    <w:rsid w:val="00D06C12"/>
    <w:rsid w:val="00D06C82"/>
    <w:rsid w:val="00D06CF9"/>
    <w:rsid w:val="00D06E1A"/>
    <w:rsid w:val="00D06E87"/>
    <w:rsid w:val="00D06F17"/>
    <w:rsid w:val="00D07161"/>
    <w:rsid w:val="00D07170"/>
    <w:rsid w:val="00D07384"/>
    <w:rsid w:val="00D074B9"/>
    <w:rsid w:val="00D0768F"/>
    <w:rsid w:val="00D07758"/>
    <w:rsid w:val="00D077CF"/>
    <w:rsid w:val="00D078FC"/>
    <w:rsid w:val="00D07929"/>
    <w:rsid w:val="00D07950"/>
    <w:rsid w:val="00D07A1F"/>
    <w:rsid w:val="00D07D5E"/>
    <w:rsid w:val="00D07F4A"/>
    <w:rsid w:val="00D100E1"/>
    <w:rsid w:val="00D101BA"/>
    <w:rsid w:val="00D1029F"/>
    <w:rsid w:val="00D10377"/>
    <w:rsid w:val="00D10601"/>
    <w:rsid w:val="00D10B0B"/>
    <w:rsid w:val="00D10B35"/>
    <w:rsid w:val="00D10C5A"/>
    <w:rsid w:val="00D10E0D"/>
    <w:rsid w:val="00D10EC1"/>
    <w:rsid w:val="00D10F00"/>
    <w:rsid w:val="00D10F9B"/>
    <w:rsid w:val="00D11045"/>
    <w:rsid w:val="00D11083"/>
    <w:rsid w:val="00D11208"/>
    <w:rsid w:val="00D11217"/>
    <w:rsid w:val="00D11310"/>
    <w:rsid w:val="00D11365"/>
    <w:rsid w:val="00D1164B"/>
    <w:rsid w:val="00D117EE"/>
    <w:rsid w:val="00D11B8C"/>
    <w:rsid w:val="00D11BE8"/>
    <w:rsid w:val="00D11F8D"/>
    <w:rsid w:val="00D11F9B"/>
    <w:rsid w:val="00D11FD8"/>
    <w:rsid w:val="00D1207B"/>
    <w:rsid w:val="00D12266"/>
    <w:rsid w:val="00D12395"/>
    <w:rsid w:val="00D12597"/>
    <w:rsid w:val="00D12866"/>
    <w:rsid w:val="00D128B8"/>
    <w:rsid w:val="00D1293C"/>
    <w:rsid w:val="00D12942"/>
    <w:rsid w:val="00D12A38"/>
    <w:rsid w:val="00D12B9E"/>
    <w:rsid w:val="00D12C30"/>
    <w:rsid w:val="00D12CC1"/>
    <w:rsid w:val="00D12CE8"/>
    <w:rsid w:val="00D12E28"/>
    <w:rsid w:val="00D130B7"/>
    <w:rsid w:val="00D13226"/>
    <w:rsid w:val="00D132C5"/>
    <w:rsid w:val="00D1347F"/>
    <w:rsid w:val="00D134EF"/>
    <w:rsid w:val="00D13AAD"/>
    <w:rsid w:val="00D13B85"/>
    <w:rsid w:val="00D13CFF"/>
    <w:rsid w:val="00D13D6F"/>
    <w:rsid w:val="00D13D98"/>
    <w:rsid w:val="00D13E95"/>
    <w:rsid w:val="00D13F34"/>
    <w:rsid w:val="00D13F54"/>
    <w:rsid w:val="00D14323"/>
    <w:rsid w:val="00D14951"/>
    <w:rsid w:val="00D1498C"/>
    <w:rsid w:val="00D14A1C"/>
    <w:rsid w:val="00D14D7A"/>
    <w:rsid w:val="00D14D8D"/>
    <w:rsid w:val="00D14F3B"/>
    <w:rsid w:val="00D14F8D"/>
    <w:rsid w:val="00D15251"/>
    <w:rsid w:val="00D15442"/>
    <w:rsid w:val="00D1558D"/>
    <w:rsid w:val="00D155A1"/>
    <w:rsid w:val="00D15877"/>
    <w:rsid w:val="00D15882"/>
    <w:rsid w:val="00D159AB"/>
    <w:rsid w:val="00D159B5"/>
    <w:rsid w:val="00D15A87"/>
    <w:rsid w:val="00D15AA6"/>
    <w:rsid w:val="00D15B9A"/>
    <w:rsid w:val="00D15C6F"/>
    <w:rsid w:val="00D15F38"/>
    <w:rsid w:val="00D160AB"/>
    <w:rsid w:val="00D16104"/>
    <w:rsid w:val="00D163BC"/>
    <w:rsid w:val="00D163EB"/>
    <w:rsid w:val="00D16431"/>
    <w:rsid w:val="00D16453"/>
    <w:rsid w:val="00D1658B"/>
    <w:rsid w:val="00D165A1"/>
    <w:rsid w:val="00D167A6"/>
    <w:rsid w:val="00D16BEF"/>
    <w:rsid w:val="00D16CAC"/>
    <w:rsid w:val="00D16D5A"/>
    <w:rsid w:val="00D16DBD"/>
    <w:rsid w:val="00D16E48"/>
    <w:rsid w:val="00D16FE5"/>
    <w:rsid w:val="00D170B8"/>
    <w:rsid w:val="00D170F8"/>
    <w:rsid w:val="00D1715B"/>
    <w:rsid w:val="00D1715F"/>
    <w:rsid w:val="00D17170"/>
    <w:rsid w:val="00D17180"/>
    <w:rsid w:val="00D1721F"/>
    <w:rsid w:val="00D1727F"/>
    <w:rsid w:val="00D17297"/>
    <w:rsid w:val="00D17703"/>
    <w:rsid w:val="00D17793"/>
    <w:rsid w:val="00D1781D"/>
    <w:rsid w:val="00D1785C"/>
    <w:rsid w:val="00D1798F"/>
    <w:rsid w:val="00D179E3"/>
    <w:rsid w:val="00D17A13"/>
    <w:rsid w:val="00D17B53"/>
    <w:rsid w:val="00D17B72"/>
    <w:rsid w:val="00D17BBA"/>
    <w:rsid w:val="00D17CD7"/>
    <w:rsid w:val="00D17E22"/>
    <w:rsid w:val="00D17E85"/>
    <w:rsid w:val="00D20018"/>
    <w:rsid w:val="00D200BF"/>
    <w:rsid w:val="00D20101"/>
    <w:rsid w:val="00D201C3"/>
    <w:rsid w:val="00D20276"/>
    <w:rsid w:val="00D20332"/>
    <w:rsid w:val="00D20386"/>
    <w:rsid w:val="00D20391"/>
    <w:rsid w:val="00D2041D"/>
    <w:rsid w:val="00D2045B"/>
    <w:rsid w:val="00D2048E"/>
    <w:rsid w:val="00D20554"/>
    <w:rsid w:val="00D205FC"/>
    <w:rsid w:val="00D2068E"/>
    <w:rsid w:val="00D208B5"/>
    <w:rsid w:val="00D208C3"/>
    <w:rsid w:val="00D2098D"/>
    <w:rsid w:val="00D20D32"/>
    <w:rsid w:val="00D20D53"/>
    <w:rsid w:val="00D20DA0"/>
    <w:rsid w:val="00D20EE5"/>
    <w:rsid w:val="00D2102E"/>
    <w:rsid w:val="00D210AE"/>
    <w:rsid w:val="00D2130D"/>
    <w:rsid w:val="00D21390"/>
    <w:rsid w:val="00D213A1"/>
    <w:rsid w:val="00D21440"/>
    <w:rsid w:val="00D21659"/>
    <w:rsid w:val="00D216CC"/>
    <w:rsid w:val="00D21846"/>
    <w:rsid w:val="00D2192D"/>
    <w:rsid w:val="00D219AE"/>
    <w:rsid w:val="00D21AE2"/>
    <w:rsid w:val="00D21AEE"/>
    <w:rsid w:val="00D21CB4"/>
    <w:rsid w:val="00D21CE8"/>
    <w:rsid w:val="00D21F47"/>
    <w:rsid w:val="00D2206B"/>
    <w:rsid w:val="00D221AE"/>
    <w:rsid w:val="00D22254"/>
    <w:rsid w:val="00D222D7"/>
    <w:rsid w:val="00D223DC"/>
    <w:rsid w:val="00D223E8"/>
    <w:rsid w:val="00D22657"/>
    <w:rsid w:val="00D22830"/>
    <w:rsid w:val="00D22836"/>
    <w:rsid w:val="00D22902"/>
    <w:rsid w:val="00D22984"/>
    <w:rsid w:val="00D22ACB"/>
    <w:rsid w:val="00D22CEF"/>
    <w:rsid w:val="00D22DF3"/>
    <w:rsid w:val="00D22E4E"/>
    <w:rsid w:val="00D230BC"/>
    <w:rsid w:val="00D231BE"/>
    <w:rsid w:val="00D231F2"/>
    <w:rsid w:val="00D2320A"/>
    <w:rsid w:val="00D232BC"/>
    <w:rsid w:val="00D23324"/>
    <w:rsid w:val="00D23407"/>
    <w:rsid w:val="00D234AF"/>
    <w:rsid w:val="00D2353E"/>
    <w:rsid w:val="00D2358B"/>
    <w:rsid w:val="00D23620"/>
    <w:rsid w:val="00D2362A"/>
    <w:rsid w:val="00D237DA"/>
    <w:rsid w:val="00D23893"/>
    <w:rsid w:val="00D23899"/>
    <w:rsid w:val="00D23920"/>
    <w:rsid w:val="00D2392F"/>
    <w:rsid w:val="00D23B10"/>
    <w:rsid w:val="00D23BC1"/>
    <w:rsid w:val="00D23BEB"/>
    <w:rsid w:val="00D23BF2"/>
    <w:rsid w:val="00D23C5B"/>
    <w:rsid w:val="00D23E65"/>
    <w:rsid w:val="00D24094"/>
    <w:rsid w:val="00D240EA"/>
    <w:rsid w:val="00D24258"/>
    <w:rsid w:val="00D24288"/>
    <w:rsid w:val="00D243E8"/>
    <w:rsid w:val="00D245A1"/>
    <w:rsid w:val="00D24639"/>
    <w:rsid w:val="00D2480C"/>
    <w:rsid w:val="00D248A1"/>
    <w:rsid w:val="00D2492D"/>
    <w:rsid w:val="00D24B41"/>
    <w:rsid w:val="00D24B6F"/>
    <w:rsid w:val="00D24D93"/>
    <w:rsid w:val="00D24E72"/>
    <w:rsid w:val="00D24EE0"/>
    <w:rsid w:val="00D2508B"/>
    <w:rsid w:val="00D25184"/>
    <w:rsid w:val="00D2520E"/>
    <w:rsid w:val="00D25251"/>
    <w:rsid w:val="00D252D4"/>
    <w:rsid w:val="00D253B6"/>
    <w:rsid w:val="00D25448"/>
    <w:rsid w:val="00D255ED"/>
    <w:rsid w:val="00D2583B"/>
    <w:rsid w:val="00D2588D"/>
    <w:rsid w:val="00D258CA"/>
    <w:rsid w:val="00D2598D"/>
    <w:rsid w:val="00D25A3A"/>
    <w:rsid w:val="00D25C60"/>
    <w:rsid w:val="00D25C79"/>
    <w:rsid w:val="00D25CFF"/>
    <w:rsid w:val="00D25E65"/>
    <w:rsid w:val="00D261CC"/>
    <w:rsid w:val="00D2628C"/>
    <w:rsid w:val="00D263C3"/>
    <w:rsid w:val="00D26599"/>
    <w:rsid w:val="00D267CC"/>
    <w:rsid w:val="00D268C0"/>
    <w:rsid w:val="00D26B55"/>
    <w:rsid w:val="00D26E09"/>
    <w:rsid w:val="00D26EB6"/>
    <w:rsid w:val="00D2703D"/>
    <w:rsid w:val="00D270B4"/>
    <w:rsid w:val="00D2711D"/>
    <w:rsid w:val="00D271ED"/>
    <w:rsid w:val="00D273CB"/>
    <w:rsid w:val="00D2764C"/>
    <w:rsid w:val="00D276D7"/>
    <w:rsid w:val="00D27883"/>
    <w:rsid w:val="00D278B8"/>
    <w:rsid w:val="00D27A3E"/>
    <w:rsid w:val="00D27B75"/>
    <w:rsid w:val="00D27C2F"/>
    <w:rsid w:val="00D27C3D"/>
    <w:rsid w:val="00D27CE8"/>
    <w:rsid w:val="00D27DFB"/>
    <w:rsid w:val="00D27F4C"/>
    <w:rsid w:val="00D30112"/>
    <w:rsid w:val="00D30173"/>
    <w:rsid w:val="00D30232"/>
    <w:rsid w:val="00D30283"/>
    <w:rsid w:val="00D3032B"/>
    <w:rsid w:val="00D303BF"/>
    <w:rsid w:val="00D30656"/>
    <w:rsid w:val="00D3094E"/>
    <w:rsid w:val="00D3098E"/>
    <w:rsid w:val="00D309B1"/>
    <w:rsid w:val="00D30BC1"/>
    <w:rsid w:val="00D30C9C"/>
    <w:rsid w:val="00D30CC8"/>
    <w:rsid w:val="00D30D3E"/>
    <w:rsid w:val="00D30EB8"/>
    <w:rsid w:val="00D30EBD"/>
    <w:rsid w:val="00D311A3"/>
    <w:rsid w:val="00D313E9"/>
    <w:rsid w:val="00D3149D"/>
    <w:rsid w:val="00D31570"/>
    <w:rsid w:val="00D31648"/>
    <w:rsid w:val="00D3169F"/>
    <w:rsid w:val="00D316C6"/>
    <w:rsid w:val="00D31767"/>
    <w:rsid w:val="00D3179B"/>
    <w:rsid w:val="00D317AD"/>
    <w:rsid w:val="00D317D9"/>
    <w:rsid w:val="00D31889"/>
    <w:rsid w:val="00D318F9"/>
    <w:rsid w:val="00D31904"/>
    <w:rsid w:val="00D31C24"/>
    <w:rsid w:val="00D31CD1"/>
    <w:rsid w:val="00D31F18"/>
    <w:rsid w:val="00D3212D"/>
    <w:rsid w:val="00D3221D"/>
    <w:rsid w:val="00D32354"/>
    <w:rsid w:val="00D32374"/>
    <w:rsid w:val="00D323F1"/>
    <w:rsid w:val="00D326A0"/>
    <w:rsid w:val="00D328A8"/>
    <w:rsid w:val="00D32940"/>
    <w:rsid w:val="00D32D50"/>
    <w:rsid w:val="00D32E9A"/>
    <w:rsid w:val="00D32F63"/>
    <w:rsid w:val="00D33137"/>
    <w:rsid w:val="00D33232"/>
    <w:rsid w:val="00D333B0"/>
    <w:rsid w:val="00D3345D"/>
    <w:rsid w:val="00D3350E"/>
    <w:rsid w:val="00D3360D"/>
    <w:rsid w:val="00D3365D"/>
    <w:rsid w:val="00D3366F"/>
    <w:rsid w:val="00D33719"/>
    <w:rsid w:val="00D337C1"/>
    <w:rsid w:val="00D33951"/>
    <w:rsid w:val="00D33993"/>
    <w:rsid w:val="00D33A91"/>
    <w:rsid w:val="00D33B46"/>
    <w:rsid w:val="00D33B56"/>
    <w:rsid w:val="00D33D43"/>
    <w:rsid w:val="00D33FCC"/>
    <w:rsid w:val="00D3405B"/>
    <w:rsid w:val="00D3416C"/>
    <w:rsid w:val="00D34214"/>
    <w:rsid w:val="00D34308"/>
    <w:rsid w:val="00D3437F"/>
    <w:rsid w:val="00D3440C"/>
    <w:rsid w:val="00D344B3"/>
    <w:rsid w:val="00D34585"/>
    <w:rsid w:val="00D34623"/>
    <w:rsid w:val="00D3474F"/>
    <w:rsid w:val="00D347F7"/>
    <w:rsid w:val="00D3485D"/>
    <w:rsid w:val="00D34980"/>
    <w:rsid w:val="00D34A2F"/>
    <w:rsid w:val="00D34BB4"/>
    <w:rsid w:val="00D34CA6"/>
    <w:rsid w:val="00D34CBB"/>
    <w:rsid w:val="00D34CBC"/>
    <w:rsid w:val="00D34D03"/>
    <w:rsid w:val="00D35030"/>
    <w:rsid w:val="00D35348"/>
    <w:rsid w:val="00D35376"/>
    <w:rsid w:val="00D354B4"/>
    <w:rsid w:val="00D356EA"/>
    <w:rsid w:val="00D35736"/>
    <w:rsid w:val="00D35886"/>
    <w:rsid w:val="00D35926"/>
    <w:rsid w:val="00D35DBD"/>
    <w:rsid w:val="00D3603E"/>
    <w:rsid w:val="00D36184"/>
    <w:rsid w:val="00D362CD"/>
    <w:rsid w:val="00D363FD"/>
    <w:rsid w:val="00D36455"/>
    <w:rsid w:val="00D36749"/>
    <w:rsid w:val="00D3682B"/>
    <w:rsid w:val="00D36939"/>
    <w:rsid w:val="00D36C64"/>
    <w:rsid w:val="00D36C8E"/>
    <w:rsid w:val="00D36DB7"/>
    <w:rsid w:val="00D36FE5"/>
    <w:rsid w:val="00D36FE7"/>
    <w:rsid w:val="00D37144"/>
    <w:rsid w:val="00D3716C"/>
    <w:rsid w:val="00D37260"/>
    <w:rsid w:val="00D37270"/>
    <w:rsid w:val="00D376D4"/>
    <w:rsid w:val="00D3773F"/>
    <w:rsid w:val="00D3777C"/>
    <w:rsid w:val="00D377A3"/>
    <w:rsid w:val="00D377C9"/>
    <w:rsid w:val="00D37A5C"/>
    <w:rsid w:val="00D37BD9"/>
    <w:rsid w:val="00D37BDA"/>
    <w:rsid w:val="00D37C5C"/>
    <w:rsid w:val="00D37C77"/>
    <w:rsid w:val="00D37C8C"/>
    <w:rsid w:val="00D37D39"/>
    <w:rsid w:val="00D37D5E"/>
    <w:rsid w:val="00D37D70"/>
    <w:rsid w:val="00D37DE8"/>
    <w:rsid w:val="00D37EC3"/>
    <w:rsid w:val="00D37F24"/>
    <w:rsid w:val="00D40000"/>
    <w:rsid w:val="00D4004B"/>
    <w:rsid w:val="00D4010C"/>
    <w:rsid w:val="00D401CA"/>
    <w:rsid w:val="00D401E6"/>
    <w:rsid w:val="00D40304"/>
    <w:rsid w:val="00D403E4"/>
    <w:rsid w:val="00D403FC"/>
    <w:rsid w:val="00D4049F"/>
    <w:rsid w:val="00D4061D"/>
    <w:rsid w:val="00D40AEA"/>
    <w:rsid w:val="00D40B06"/>
    <w:rsid w:val="00D40B81"/>
    <w:rsid w:val="00D40C90"/>
    <w:rsid w:val="00D40CBC"/>
    <w:rsid w:val="00D40CCE"/>
    <w:rsid w:val="00D40D51"/>
    <w:rsid w:val="00D40F7C"/>
    <w:rsid w:val="00D40FA5"/>
    <w:rsid w:val="00D41029"/>
    <w:rsid w:val="00D41150"/>
    <w:rsid w:val="00D411B0"/>
    <w:rsid w:val="00D413E0"/>
    <w:rsid w:val="00D4142A"/>
    <w:rsid w:val="00D41456"/>
    <w:rsid w:val="00D414ED"/>
    <w:rsid w:val="00D414F6"/>
    <w:rsid w:val="00D41657"/>
    <w:rsid w:val="00D4177F"/>
    <w:rsid w:val="00D417AE"/>
    <w:rsid w:val="00D41987"/>
    <w:rsid w:val="00D419A3"/>
    <w:rsid w:val="00D41EA0"/>
    <w:rsid w:val="00D41F01"/>
    <w:rsid w:val="00D420F2"/>
    <w:rsid w:val="00D422C9"/>
    <w:rsid w:val="00D424C9"/>
    <w:rsid w:val="00D425DD"/>
    <w:rsid w:val="00D42763"/>
    <w:rsid w:val="00D428C9"/>
    <w:rsid w:val="00D42A1B"/>
    <w:rsid w:val="00D42BE2"/>
    <w:rsid w:val="00D42CEC"/>
    <w:rsid w:val="00D43127"/>
    <w:rsid w:val="00D4328D"/>
    <w:rsid w:val="00D43440"/>
    <w:rsid w:val="00D43460"/>
    <w:rsid w:val="00D4362D"/>
    <w:rsid w:val="00D43728"/>
    <w:rsid w:val="00D43B05"/>
    <w:rsid w:val="00D43B7F"/>
    <w:rsid w:val="00D43C0E"/>
    <w:rsid w:val="00D43C61"/>
    <w:rsid w:val="00D43C9C"/>
    <w:rsid w:val="00D43DE8"/>
    <w:rsid w:val="00D443BE"/>
    <w:rsid w:val="00D4468D"/>
    <w:rsid w:val="00D446A1"/>
    <w:rsid w:val="00D446B3"/>
    <w:rsid w:val="00D446CA"/>
    <w:rsid w:val="00D44749"/>
    <w:rsid w:val="00D44763"/>
    <w:rsid w:val="00D44796"/>
    <w:rsid w:val="00D4487E"/>
    <w:rsid w:val="00D4499E"/>
    <w:rsid w:val="00D449F6"/>
    <w:rsid w:val="00D44A49"/>
    <w:rsid w:val="00D44C1A"/>
    <w:rsid w:val="00D44CEA"/>
    <w:rsid w:val="00D44EA2"/>
    <w:rsid w:val="00D45248"/>
    <w:rsid w:val="00D45600"/>
    <w:rsid w:val="00D4580F"/>
    <w:rsid w:val="00D45981"/>
    <w:rsid w:val="00D459C6"/>
    <w:rsid w:val="00D45A9F"/>
    <w:rsid w:val="00D45BD3"/>
    <w:rsid w:val="00D45DEF"/>
    <w:rsid w:val="00D45E8B"/>
    <w:rsid w:val="00D45F2F"/>
    <w:rsid w:val="00D45F49"/>
    <w:rsid w:val="00D45FE2"/>
    <w:rsid w:val="00D4619F"/>
    <w:rsid w:val="00D4630D"/>
    <w:rsid w:val="00D463D0"/>
    <w:rsid w:val="00D46555"/>
    <w:rsid w:val="00D465EB"/>
    <w:rsid w:val="00D466E1"/>
    <w:rsid w:val="00D4679E"/>
    <w:rsid w:val="00D46870"/>
    <w:rsid w:val="00D46A8A"/>
    <w:rsid w:val="00D46C46"/>
    <w:rsid w:val="00D46C76"/>
    <w:rsid w:val="00D46E2D"/>
    <w:rsid w:val="00D46E6B"/>
    <w:rsid w:val="00D46EDD"/>
    <w:rsid w:val="00D46FD1"/>
    <w:rsid w:val="00D473A8"/>
    <w:rsid w:val="00D47713"/>
    <w:rsid w:val="00D4783B"/>
    <w:rsid w:val="00D4792A"/>
    <w:rsid w:val="00D47950"/>
    <w:rsid w:val="00D479CA"/>
    <w:rsid w:val="00D47A5A"/>
    <w:rsid w:val="00D47C2D"/>
    <w:rsid w:val="00D47D06"/>
    <w:rsid w:val="00D47E32"/>
    <w:rsid w:val="00D47E4A"/>
    <w:rsid w:val="00D47EEC"/>
    <w:rsid w:val="00D47F9A"/>
    <w:rsid w:val="00D50023"/>
    <w:rsid w:val="00D50095"/>
    <w:rsid w:val="00D50268"/>
    <w:rsid w:val="00D50617"/>
    <w:rsid w:val="00D50682"/>
    <w:rsid w:val="00D50749"/>
    <w:rsid w:val="00D50A2E"/>
    <w:rsid w:val="00D50A48"/>
    <w:rsid w:val="00D50A9F"/>
    <w:rsid w:val="00D50C5D"/>
    <w:rsid w:val="00D50D4B"/>
    <w:rsid w:val="00D50DBB"/>
    <w:rsid w:val="00D50E7D"/>
    <w:rsid w:val="00D5110C"/>
    <w:rsid w:val="00D51159"/>
    <w:rsid w:val="00D511D5"/>
    <w:rsid w:val="00D51211"/>
    <w:rsid w:val="00D51358"/>
    <w:rsid w:val="00D515BF"/>
    <w:rsid w:val="00D51681"/>
    <w:rsid w:val="00D516B7"/>
    <w:rsid w:val="00D516ED"/>
    <w:rsid w:val="00D51792"/>
    <w:rsid w:val="00D519D1"/>
    <w:rsid w:val="00D51A6F"/>
    <w:rsid w:val="00D51A97"/>
    <w:rsid w:val="00D51B07"/>
    <w:rsid w:val="00D51C0B"/>
    <w:rsid w:val="00D520C4"/>
    <w:rsid w:val="00D5214E"/>
    <w:rsid w:val="00D52596"/>
    <w:rsid w:val="00D525E4"/>
    <w:rsid w:val="00D5266E"/>
    <w:rsid w:val="00D52681"/>
    <w:rsid w:val="00D526F3"/>
    <w:rsid w:val="00D52957"/>
    <w:rsid w:val="00D52B93"/>
    <w:rsid w:val="00D52E23"/>
    <w:rsid w:val="00D52E92"/>
    <w:rsid w:val="00D52F6A"/>
    <w:rsid w:val="00D53019"/>
    <w:rsid w:val="00D5305E"/>
    <w:rsid w:val="00D53133"/>
    <w:rsid w:val="00D5319A"/>
    <w:rsid w:val="00D5344C"/>
    <w:rsid w:val="00D5358A"/>
    <w:rsid w:val="00D535A5"/>
    <w:rsid w:val="00D535C1"/>
    <w:rsid w:val="00D53715"/>
    <w:rsid w:val="00D538E6"/>
    <w:rsid w:val="00D5399C"/>
    <w:rsid w:val="00D53C28"/>
    <w:rsid w:val="00D53C9D"/>
    <w:rsid w:val="00D53CE1"/>
    <w:rsid w:val="00D53FB8"/>
    <w:rsid w:val="00D5406A"/>
    <w:rsid w:val="00D54082"/>
    <w:rsid w:val="00D5434F"/>
    <w:rsid w:val="00D54656"/>
    <w:rsid w:val="00D547A2"/>
    <w:rsid w:val="00D54AB1"/>
    <w:rsid w:val="00D54C49"/>
    <w:rsid w:val="00D54D2D"/>
    <w:rsid w:val="00D54D39"/>
    <w:rsid w:val="00D54F38"/>
    <w:rsid w:val="00D54F57"/>
    <w:rsid w:val="00D54F73"/>
    <w:rsid w:val="00D552E7"/>
    <w:rsid w:val="00D554C5"/>
    <w:rsid w:val="00D55582"/>
    <w:rsid w:val="00D5564B"/>
    <w:rsid w:val="00D557C7"/>
    <w:rsid w:val="00D559F9"/>
    <w:rsid w:val="00D55A0E"/>
    <w:rsid w:val="00D55A51"/>
    <w:rsid w:val="00D55AF7"/>
    <w:rsid w:val="00D55B11"/>
    <w:rsid w:val="00D55CA3"/>
    <w:rsid w:val="00D55D34"/>
    <w:rsid w:val="00D55D6C"/>
    <w:rsid w:val="00D55E33"/>
    <w:rsid w:val="00D55F58"/>
    <w:rsid w:val="00D5604D"/>
    <w:rsid w:val="00D561F2"/>
    <w:rsid w:val="00D5640C"/>
    <w:rsid w:val="00D5660B"/>
    <w:rsid w:val="00D566E9"/>
    <w:rsid w:val="00D568E1"/>
    <w:rsid w:val="00D56E01"/>
    <w:rsid w:val="00D56E83"/>
    <w:rsid w:val="00D56E96"/>
    <w:rsid w:val="00D57079"/>
    <w:rsid w:val="00D5708F"/>
    <w:rsid w:val="00D57170"/>
    <w:rsid w:val="00D572A1"/>
    <w:rsid w:val="00D572A2"/>
    <w:rsid w:val="00D57437"/>
    <w:rsid w:val="00D574F2"/>
    <w:rsid w:val="00D578F5"/>
    <w:rsid w:val="00D57A0A"/>
    <w:rsid w:val="00D57A10"/>
    <w:rsid w:val="00D57AE3"/>
    <w:rsid w:val="00D57B5D"/>
    <w:rsid w:val="00D57C1D"/>
    <w:rsid w:val="00D57C37"/>
    <w:rsid w:val="00D57E5E"/>
    <w:rsid w:val="00D57E7A"/>
    <w:rsid w:val="00D57E8A"/>
    <w:rsid w:val="00D57E9D"/>
    <w:rsid w:val="00D57F56"/>
    <w:rsid w:val="00D60094"/>
    <w:rsid w:val="00D601A2"/>
    <w:rsid w:val="00D6038F"/>
    <w:rsid w:val="00D60432"/>
    <w:rsid w:val="00D6046D"/>
    <w:rsid w:val="00D6063B"/>
    <w:rsid w:val="00D60666"/>
    <w:rsid w:val="00D6073E"/>
    <w:rsid w:val="00D607AB"/>
    <w:rsid w:val="00D607D8"/>
    <w:rsid w:val="00D607DD"/>
    <w:rsid w:val="00D60B56"/>
    <w:rsid w:val="00D60C21"/>
    <w:rsid w:val="00D60CDC"/>
    <w:rsid w:val="00D60D3C"/>
    <w:rsid w:val="00D60F15"/>
    <w:rsid w:val="00D61273"/>
    <w:rsid w:val="00D6131B"/>
    <w:rsid w:val="00D6147E"/>
    <w:rsid w:val="00D61687"/>
    <w:rsid w:val="00D616E4"/>
    <w:rsid w:val="00D61899"/>
    <w:rsid w:val="00D61BB7"/>
    <w:rsid w:val="00D61C10"/>
    <w:rsid w:val="00D61C97"/>
    <w:rsid w:val="00D61D21"/>
    <w:rsid w:val="00D61E13"/>
    <w:rsid w:val="00D61F87"/>
    <w:rsid w:val="00D62633"/>
    <w:rsid w:val="00D626E1"/>
    <w:rsid w:val="00D6275F"/>
    <w:rsid w:val="00D62860"/>
    <w:rsid w:val="00D628BF"/>
    <w:rsid w:val="00D62B4A"/>
    <w:rsid w:val="00D62F95"/>
    <w:rsid w:val="00D62FB6"/>
    <w:rsid w:val="00D63040"/>
    <w:rsid w:val="00D6317A"/>
    <w:rsid w:val="00D63399"/>
    <w:rsid w:val="00D6344E"/>
    <w:rsid w:val="00D6369B"/>
    <w:rsid w:val="00D636B8"/>
    <w:rsid w:val="00D638C5"/>
    <w:rsid w:val="00D638D1"/>
    <w:rsid w:val="00D638E8"/>
    <w:rsid w:val="00D6397B"/>
    <w:rsid w:val="00D63A87"/>
    <w:rsid w:val="00D63DB8"/>
    <w:rsid w:val="00D63E76"/>
    <w:rsid w:val="00D63EB6"/>
    <w:rsid w:val="00D63EDA"/>
    <w:rsid w:val="00D63F37"/>
    <w:rsid w:val="00D63FF7"/>
    <w:rsid w:val="00D641E8"/>
    <w:rsid w:val="00D64386"/>
    <w:rsid w:val="00D6442C"/>
    <w:rsid w:val="00D64553"/>
    <w:rsid w:val="00D6455B"/>
    <w:rsid w:val="00D6467A"/>
    <w:rsid w:val="00D6483C"/>
    <w:rsid w:val="00D648F5"/>
    <w:rsid w:val="00D648F7"/>
    <w:rsid w:val="00D64A7F"/>
    <w:rsid w:val="00D64B10"/>
    <w:rsid w:val="00D64C64"/>
    <w:rsid w:val="00D64D3D"/>
    <w:rsid w:val="00D65211"/>
    <w:rsid w:val="00D6547F"/>
    <w:rsid w:val="00D65491"/>
    <w:rsid w:val="00D657CD"/>
    <w:rsid w:val="00D65993"/>
    <w:rsid w:val="00D65A17"/>
    <w:rsid w:val="00D65A1B"/>
    <w:rsid w:val="00D65A40"/>
    <w:rsid w:val="00D65A82"/>
    <w:rsid w:val="00D65CD6"/>
    <w:rsid w:val="00D65E0E"/>
    <w:rsid w:val="00D65E96"/>
    <w:rsid w:val="00D65FE7"/>
    <w:rsid w:val="00D6602A"/>
    <w:rsid w:val="00D660C8"/>
    <w:rsid w:val="00D662AA"/>
    <w:rsid w:val="00D66358"/>
    <w:rsid w:val="00D66435"/>
    <w:rsid w:val="00D6665B"/>
    <w:rsid w:val="00D666E5"/>
    <w:rsid w:val="00D6675C"/>
    <w:rsid w:val="00D66793"/>
    <w:rsid w:val="00D66A82"/>
    <w:rsid w:val="00D66A95"/>
    <w:rsid w:val="00D66B2A"/>
    <w:rsid w:val="00D66B9F"/>
    <w:rsid w:val="00D67094"/>
    <w:rsid w:val="00D671AA"/>
    <w:rsid w:val="00D67382"/>
    <w:rsid w:val="00D674B3"/>
    <w:rsid w:val="00D675ED"/>
    <w:rsid w:val="00D676B5"/>
    <w:rsid w:val="00D676F1"/>
    <w:rsid w:val="00D67761"/>
    <w:rsid w:val="00D67A43"/>
    <w:rsid w:val="00D67E14"/>
    <w:rsid w:val="00D67E25"/>
    <w:rsid w:val="00D700B7"/>
    <w:rsid w:val="00D7014A"/>
    <w:rsid w:val="00D701A3"/>
    <w:rsid w:val="00D70415"/>
    <w:rsid w:val="00D70443"/>
    <w:rsid w:val="00D704DD"/>
    <w:rsid w:val="00D706BA"/>
    <w:rsid w:val="00D70749"/>
    <w:rsid w:val="00D70802"/>
    <w:rsid w:val="00D708CC"/>
    <w:rsid w:val="00D708E6"/>
    <w:rsid w:val="00D709B1"/>
    <w:rsid w:val="00D70A59"/>
    <w:rsid w:val="00D70A63"/>
    <w:rsid w:val="00D70A7C"/>
    <w:rsid w:val="00D70B14"/>
    <w:rsid w:val="00D70D82"/>
    <w:rsid w:val="00D70E73"/>
    <w:rsid w:val="00D70E98"/>
    <w:rsid w:val="00D710C0"/>
    <w:rsid w:val="00D710D7"/>
    <w:rsid w:val="00D71257"/>
    <w:rsid w:val="00D714B7"/>
    <w:rsid w:val="00D7171C"/>
    <w:rsid w:val="00D718A2"/>
    <w:rsid w:val="00D71CC1"/>
    <w:rsid w:val="00D71D62"/>
    <w:rsid w:val="00D71DA9"/>
    <w:rsid w:val="00D71F22"/>
    <w:rsid w:val="00D720D1"/>
    <w:rsid w:val="00D7231D"/>
    <w:rsid w:val="00D72724"/>
    <w:rsid w:val="00D728B6"/>
    <w:rsid w:val="00D728DF"/>
    <w:rsid w:val="00D728EE"/>
    <w:rsid w:val="00D729A6"/>
    <w:rsid w:val="00D72A05"/>
    <w:rsid w:val="00D72AA3"/>
    <w:rsid w:val="00D72B36"/>
    <w:rsid w:val="00D72B64"/>
    <w:rsid w:val="00D72B79"/>
    <w:rsid w:val="00D72C01"/>
    <w:rsid w:val="00D72E34"/>
    <w:rsid w:val="00D72FE0"/>
    <w:rsid w:val="00D7339E"/>
    <w:rsid w:val="00D733F6"/>
    <w:rsid w:val="00D734C7"/>
    <w:rsid w:val="00D73505"/>
    <w:rsid w:val="00D73568"/>
    <w:rsid w:val="00D7359B"/>
    <w:rsid w:val="00D735A2"/>
    <w:rsid w:val="00D7377C"/>
    <w:rsid w:val="00D737B2"/>
    <w:rsid w:val="00D739BB"/>
    <w:rsid w:val="00D739D5"/>
    <w:rsid w:val="00D73D30"/>
    <w:rsid w:val="00D73D90"/>
    <w:rsid w:val="00D73F15"/>
    <w:rsid w:val="00D73F35"/>
    <w:rsid w:val="00D740DA"/>
    <w:rsid w:val="00D7421C"/>
    <w:rsid w:val="00D743F2"/>
    <w:rsid w:val="00D744FF"/>
    <w:rsid w:val="00D745AA"/>
    <w:rsid w:val="00D74757"/>
    <w:rsid w:val="00D74763"/>
    <w:rsid w:val="00D74848"/>
    <w:rsid w:val="00D74859"/>
    <w:rsid w:val="00D74B8B"/>
    <w:rsid w:val="00D74E28"/>
    <w:rsid w:val="00D74E33"/>
    <w:rsid w:val="00D74E74"/>
    <w:rsid w:val="00D75024"/>
    <w:rsid w:val="00D7502F"/>
    <w:rsid w:val="00D7505E"/>
    <w:rsid w:val="00D75195"/>
    <w:rsid w:val="00D7581D"/>
    <w:rsid w:val="00D75883"/>
    <w:rsid w:val="00D758ED"/>
    <w:rsid w:val="00D758EF"/>
    <w:rsid w:val="00D759CA"/>
    <w:rsid w:val="00D759DE"/>
    <w:rsid w:val="00D75A45"/>
    <w:rsid w:val="00D75AA4"/>
    <w:rsid w:val="00D75AC0"/>
    <w:rsid w:val="00D75BC0"/>
    <w:rsid w:val="00D75C85"/>
    <w:rsid w:val="00D75C9A"/>
    <w:rsid w:val="00D75CE3"/>
    <w:rsid w:val="00D75D26"/>
    <w:rsid w:val="00D760D8"/>
    <w:rsid w:val="00D76121"/>
    <w:rsid w:val="00D76274"/>
    <w:rsid w:val="00D76422"/>
    <w:rsid w:val="00D76719"/>
    <w:rsid w:val="00D768ED"/>
    <w:rsid w:val="00D7690E"/>
    <w:rsid w:val="00D76A06"/>
    <w:rsid w:val="00D76A1A"/>
    <w:rsid w:val="00D76AD9"/>
    <w:rsid w:val="00D76BC0"/>
    <w:rsid w:val="00D76C10"/>
    <w:rsid w:val="00D76CD2"/>
    <w:rsid w:val="00D76DA2"/>
    <w:rsid w:val="00D77037"/>
    <w:rsid w:val="00D770FC"/>
    <w:rsid w:val="00D77175"/>
    <w:rsid w:val="00D77188"/>
    <w:rsid w:val="00D7719C"/>
    <w:rsid w:val="00D771CE"/>
    <w:rsid w:val="00D773F8"/>
    <w:rsid w:val="00D774BA"/>
    <w:rsid w:val="00D776E0"/>
    <w:rsid w:val="00D7773D"/>
    <w:rsid w:val="00D777A6"/>
    <w:rsid w:val="00D77801"/>
    <w:rsid w:val="00D7793F"/>
    <w:rsid w:val="00D77941"/>
    <w:rsid w:val="00D77955"/>
    <w:rsid w:val="00D77B85"/>
    <w:rsid w:val="00D77BB0"/>
    <w:rsid w:val="00D77DF3"/>
    <w:rsid w:val="00D802B8"/>
    <w:rsid w:val="00D802BE"/>
    <w:rsid w:val="00D80343"/>
    <w:rsid w:val="00D80385"/>
    <w:rsid w:val="00D8042C"/>
    <w:rsid w:val="00D804F6"/>
    <w:rsid w:val="00D805BD"/>
    <w:rsid w:val="00D805C6"/>
    <w:rsid w:val="00D80616"/>
    <w:rsid w:val="00D807A4"/>
    <w:rsid w:val="00D808A4"/>
    <w:rsid w:val="00D80A86"/>
    <w:rsid w:val="00D80B31"/>
    <w:rsid w:val="00D80CFE"/>
    <w:rsid w:val="00D80D76"/>
    <w:rsid w:val="00D80F31"/>
    <w:rsid w:val="00D80F3F"/>
    <w:rsid w:val="00D80F55"/>
    <w:rsid w:val="00D8147F"/>
    <w:rsid w:val="00D8162D"/>
    <w:rsid w:val="00D816CE"/>
    <w:rsid w:val="00D816D2"/>
    <w:rsid w:val="00D81703"/>
    <w:rsid w:val="00D81757"/>
    <w:rsid w:val="00D818CB"/>
    <w:rsid w:val="00D818F4"/>
    <w:rsid w:val="00D8199A"/>
    <w:rsid w:val="00D81A05"/>
    <w:rsid w:val="00D81A91"/>
    <w:rsid w:val="00D81B32"/>
    <w:rsid w:val="00D81D0F"/>
    <w:rsid w:val="00D81DE8"/>
    <w:rsid w:val="00D82140"/>
    <w:rsid w:val="00D822AF"/>
    <w:rsid w:val="00D82409"/>
    <w:rsid w:val="00D82438"/>
    <w:rsid w:val="00D82721"/>
    <w:rsid w:val="00D82739"/>
    <w:rsid w:val="00D82843"/>
    <w:rsid w:val="00D82AB1"/>
    <w:rsid w:val="00D82C0F"/>
    <w:rsid w:val="00D82C86"/>
    <w:rsid w:val="00D82E41"/>
    <w:rsid w:val="00D82EB3"/>
    <w:rsid w:val="00D83060"/>
    <w:rsid w:val="00D832ED"/>
    <w:rsid w:val="00D835F1"/>
    <w:rsid w:val="00D83684"/>
    <w:rsid w:val="00D838A7"/>
    <w:rsid w:val="00D83933"/>
    <w:rsid w:val="00D83F74"/>
    <w:rsid w:val="00D83FA7"/>
    <w:rsid w:val="00D8416D"/>
    <w:rsid w:val="00D8421B"/>
    <w:rsid w:val="00D8427E"/>
    <w:rsid w:val="00D84288"/>
    <w:rsid w:val="00D842C9"/>
    <w:rsid w:val="00D84616"/>
    <w:rsid w:val="00D8463A"/>
    <w:rsid w:val="00D84860"/>
    <w:rsid w:val="00D8495F"/>
    <w:rsid w:val="00D849B9"/>
    <w:rsid w:val="00D84B53"/>
    <w:rsid w:val="00D84CA8"/>
    <w:rsid w:val="00D84D3B"/>
    <w:rsid w:val="00D84D7E"/>
    <w:rsid w:val="00D84DAA"/>
    <w:rsid w:val="00D84F19"/>
    <w:rsid w:val="00D850E1"/>
    <w:rsid w:val="00D850FD"/>
    <w:rsid w:val="00D8511D"/>
    <w:rsid w:val="00D8515D"/>
    <w:rsid w:val="00D8536C"/>
    <w:rsid w:val="00D854CD"/>
    <w:rsid w:val="00D85831"/>
    <w:rsid w:val="00D85A20"/>
    <w:rsid w:val="00D85BE7"/>
    <w:rsid w:val="00D85D7A"/>
    <w:rsid w:val="00D85E0B"/>
    <w:rsid w:val="00D86001"/>
    <w:rsid w:val="00D86025"/>
    <w:rsid w:val="00D86157"/>
    <w:rsid w:val="00D86247"/>
    <w:rsid w:val="00D865A1"/>
    <w:rsid w:val="00D867C0"/>
    <w:rsid w:val="00D869D9"/>
    <w:rsid w:val="00D86D80"/>
    <w:rsid w:val="00D87050"/>
    <w:rsid w:val="00D87165"/>
    <w:rsid w:val="00D8727F"/>
    <w:rsid w:val="00D872B5"/>
    <w:rsid w:val="00D8730D"/>
    <w:rsid w:val="00D87331"/>
    <w:rsid w:val="00D8753A"/>
    <w:rsid w:val="00D875DA"/>
    <w:rsid w:val="00D87677"/>
    <w:rsid w:val="00D87698"/>
    <w:rsid w:val="00D876E0"/>
    <w:rsid w:val="00D878BC"/>
    <w:rsid w:val="00D87961"/>
    <w:rsid w:val="00D87A3F"/>
    <w:rsid w:val="00D87A5D"/>
    <w:rsid w:val="00D87B2E"/>
    <w:rsid w:val="00D87C7D"/>
    <w:rsid w:val="00D87D2F"/>
    <w:rsid w:val="00D87E1A"/>
    <w:rsid w:val="00D902C4"/>
    <w:rsid w:val="00D9045D"/>
    <w:rsid w:val="00D9046F"/>
    <w:rsid w:val="00D904F9"/>
    <w:rsid w:val="00D907DE"/>
    <w:rsid w:val="00D908AE"/>
    <w:rsid w:val="00D90A04"/>
    <w:rsid w:val="00D90B5C"/>
    <w:rsid w:val="00D90D8D"/>
    <w:rsid w:val="00D90DF9"/>
    <w:rsid w:val="00D90E4B"/>
    <w:rsid w:val="00D90EE3"/>
    <w:rsid w:val="00D90EE9"/>
    <w:rsid w:val="00D90FBE"/>
    <w:rsid w:val="00D910D1"/>
    <w:rsid w:val="00D91210"/>
    <w:rsid w:val="00D91394"/>
    <w:rsid w:val="00D91459"/>
    <w:rsid w:val="00D91575"/>
    <w:rsid w:val="00D915C1"/>
    <w:rsid w:val="00D91713"/>
    <w:rsid w:val="00D91822"/>
    <w:rsid w:val="00D91A4F"/>
    <w:rsid w:val="00D91C6E"/>
    <w:rsid w:val="00D91CE1"/>
    <w:rsid w:val="00D91EC7"/>
    <w:rsid w:val="00D91F15"/>
    <w:rsid w:val="00D91F83"/>
    <w:rsid w:val="00D91FE9"/>
    <w:rsid w:val="00D92018"/>
    <w:rsid w:val="00D920F8"/>
    <w:rsid w:val="00D9218E"/>
    <w:rsid w:val="00D92303"/>
    <w:rsid w:val="00D9249C"/>
    <w:rsid w:val="00D92542"/>
    <w:rsid w:val="00D92543"/>
    <w:rsid w:val="00D927C6"/>
    <w:rsid w:val="00D928A3"/>
    <w:rsid w:val="00D92921"/>
    <w:rsid w:val="00D92ADA"/>
    <w:rsid w:val="00D92C8E"/>
    <w:rsid w:val="00D92D7B"/>
    <w:rsid w:val="00D92E92"/>
    <w:rsid w:val="00D92F45"/>
    <w:rsid w:val="00D92F4F"/>
    <w:rsid w:val="00D93004"/>
    <w:rsid w:val="00D93040"/>
    <w:rsid w:val="00D93054"/>
    <w:rsid w:val="00D9329E"/>
    <w:rsid w:val="00D932C4"/>
    <w:rsid w:val="00D934BA"/>
    <w:rsid w:val="00D934EC"/>
    <w:rsid w:val="00D93536"/>
    <w:rsid w:val="00D93537"/>
    <w:rsid w:val="00D935A2"/>
    <w:rsid w:val="00D935E5"/>
    <w:rsid w:val="00D93876"/>
    <w:rsid w:val="00D938F0"/>
    <w:rsid w:val="00D939D7"/>
    <w:rsid w:val="00D93B41"/>
    <w:rsid w:val="00D93B5B"/>
    <w:rsid w:val="00D93BBA"/>
    <w:rsid w:val="00D93BED"/>
    <w:rsid w:val="00D93D96"/>
    <w:rsid w:val="00D93EBC"/>
    <w:rsid w:val="00D93F3E"/>
    <w:rsid w:val="00D9427C"/>
    <w:rsid w:val="00D942EC"/>
    <w:rsid w:val="00D94316"/>
    <w:rsid w:val="00D94376"/>
    <w:rsid w:val="00D947B6"/>
    <w:rsid w:val="00D9485E"/>
    <w:rsid w:val="00D94A89"/>
    <w:rsid w:val="00D94A8F"/>
    <w:rsid w:val="00D94C86"/>
    <w:rsid w:val="00D94CDC"/>
    <w:rsid w:val="00D94E02"/>
    <w:rsid w:val="00D94F58"/>
    <w:rsid w:val="00D953E0"/>
    <w:rsid w:val="00D9555D"/>
    <w:rsid w:val="00D956A1"/>
    <w:rsid w:val="00D95710"/>
    <w:rsid w:val="00D95724"/>
    <w:rsid w:val="00D9573C"/>
    <w:rsid w:val="00D95793"/>
    <w:rsid w:val="00D957BA"/>
    <w:rsid w:val="00D95850"/>
    <w:rsid w:val="00D958BD"/>
    <w:rsid w:val="00D959CE"/>
    <w:rsid w:val="00D95A7C"/>
    <w:rsid w:val="00D95ACE"/>
    <w:rsid w:val="00D95BD5"/>
    <w:rsid w:val="00D95E62"/>
    <w:rsid w:val="00D95E7A"/>
    <w:rsid w:val="00D960AC"/>
    <w:rsid w:val="00D960EA"/>
    <w:rsid w:val="00D9610E"/>
    <w:rsid w:val="00D96357"/>
    <w:rsid w:val="00D963AF"/>
    <w:rsid w:val="00D963DD"/>
    <w:rsid w:val="00D96598"/>
    <w:rsid w:val="00D965AD"/>
    <w:rsid w:val="00D965F8"/>
    <w:rsid w:val="00D9660F"/>
    <w:rsid w:val="00D96650"/>
    <w:rsid w:val="00D966CC"/>
    <w:rsid w:val="00D96832"/>
    <w:rsid w:val="00D96A66"/>
    <w:rsid w:val="00D96A8F"/>
    <w:rsid w:val="00D96BB8"/>
    <w:rsid w:val="00D96E03"/>
    <w:rsid w:val="00D97088"/>
    <w:rsid w:val="00D97102"/>
    <w:rsid w:val="00D97244"/>
    <w:rsid w:val="00D97257"/>
    <w:rsid w:val="00D972FD"/>
    <w:rsid w:val="00D97427"/>
    <w:rsid w:val="00D97526"/>
    <w:rsid w:val="00D977C7"/>
    <w:rsid w:val="00D97889"/>
    <w:rsid w:val="00D9794B"/>
    <w:rsid w:val="00D9796A"/>
    <w:rsid w:val="00D97ABF"/>
    <w:rsid w:val="00D97D16"/>
    <w:rsid w:val="00D97D80"/>
    <w:rsid w:val="00D97DE8"/>
    <w:rsid w:val="00D97E88"/>
    <w:rsid w:val="00D97EF9"/>
    <w:rsid w:val="00D97F5C"/>
    <w:rsid w:val="00DA008D"/>
    <w:rsid w:val="00DA039C"/>
    <w:rsid w:val="00DA03AB"/>
    <w:rsid w:val="00DA0425"/>
    <w:rsid w:val="00DA0626"/>
    <w:rsid w:val="00DA0976"/>
    <w:rsid w:val="00DA0CD2"/>
    <w:rsid w:val="00DA0D58"/>
    <w:rsid w:val="00DA0DD1"/>
    <w:rsid w:val="00DA0E9A"/>
    <w:rsid w:val="00DA0FD9"/>
    <w:rsid w:val="00DA10E6"/>
    <w:rsid w:val="00DA11CB"/>
    <w:rsid w:val="00DA1210"/>
    <w:rsid w:val="00DA12D0"/>
    <w:rsid w:val="00DA1509"/>
    <w:rsid w:val="00DA1603"/>
    <w:rsid w:val="00DA167B"/>
    <w:rsid w:val="00DA1824"/>
    <w:rsid w:val="00DA1A9B"/>
    <w:rsid w:val="00DA1EC8"/>
    <w:rsid w:val="00DA1FB5"/>
    <w:rsid w:val="00DA1FFC"/>
    <w:rsid w:val="00DA2159"/>
    <w:rsid w:val="00DA21C2"/>
    <w:rsid w:val="00DA2288"/>
    <w:rsid w:val="00DA24DE"/>
    <w:rsid w:val="00DA24F5"/>
    <w:rsid w:val="00DA288D"/>
    <w:rsid w:val="00DA29F5"/>
    <w:rsid w:val="00DA2A63"/>
    <w:rsid w:val="00DA2AB3"/>
    <w:rsid w:val="00DA2B28"/>
    <w:rsid w:val="00DA2B66"/>
    <w:rsid w:val="00DA2C5E"/>
    <w:rsid w:val="00DA2CF5"/>
    <w:rsid w:val="00DA2F52"/>
    <w:rsid w:val="00DA2FDF"/>
    <w:rsid w:val="00DA32B2"/>
    <w:rsid w:val="00DA3312"/>
    <w:rsid w:val="00DA3386"/>
    <w:rsid w:val="00DA33C9"/>
    <w:rsid w:val="00DA340B"/>
    <w:rsid w:val="00DA3565"/>
    <w:rsid w:val="00DA366C"/>
    <w:rsid w:val="00DA3A47"/>
    <w:rsid w:val="00DA3AEF"/>
    <w:rsid w:val="00DA3FCE"/>
    <w:rsid w:val="00DA4053"/>
    <w:rsid w:val="00DA408B"/>
    <w:rsid w:val="00DA40D0"/>
    <w:rsid w:val="00DA4232"/>
    <w:rsid w:val="00DA4404"/>
    <w:rsid w:val="00DA45F1"/>
    <w:rsid w:val="00DA467B"/>
    <w:rsid w:val="00DA46CB"/>
    <w:rsid w:val="00DA46E1"/>
    <w:rsid w:val="00DA4734"/>
    <w:rsid w:val="00DA48EF"/>
    <w:rsid w:val="00DA495E"/>
    <w:rsid w:val="00DA4ABA"/>
    <w:rsid w:val="00DA4EA3"/>
    <w:rsid w:val="00DA503D"/>
    <w:rsid w:val="00DA5089"/>
    <w:rsid w:val="00DA51AC"/>
    <w:rsid w:val="00DA5226"/>
    <w:rsid w:val="00DA545C"/>
    <w:rsid w:val="00DA548A"/>
    <w:rsid w:val="00DA5660"/>
    <w:rsid w:val="00DA59D6"/>
    <w:rsid w:val="00DA5ADD"/>
    <w:rsid w:val="00DA5CAF"/>
    <w:rsid w:val="00DA5D91"/>
    <w:rsid w:val="00DA5DCC"/>
    <w:rsid w:val="00DA5FB2"/>
    <w:rsid w:val="00DA5FD1"/>
    <w:rsid w:val="00DA60C1"/>
    <w:rsid w:val="00DA62FC"/>
    <w:rsid w:val="00DA63C4"/>
    <w:rsid w:val="00DA63F4"/>
    <w:rsid w:val="00DA66DE"/>
    <w:rsid w:val="00DA67EB"/>
    <w:rsid w:val="00DA6847"/>
    <w:rsid w:val="00DA6903"/>
    <w:rsid w:val="00DA6956"/>
    <w:rsid w:val="00DA6A21"/>
    <w:rsid w:val="00DA6BA6"/>
    <w:rsid w:val="00DA6BB1"/>
    <w:rsid w:val="00DA6C3D"/>
    <w:rsid w:val="00DA6D49"/>
    <w:rsid w:val="00DA6D71"/>
    <w:rsid w:val="00DA6DE0"/>
    <w:rsid w:val="00DA6F87"/>
    <w:rsid w:val="00DA6FBB"/>
    <w:rsid w:val="00DA7044"/>
    <w:rsid w:val="00DA73D9"/>
    <w:rsid w:val="00DA74C2"/>
    <w:rsid w:val="00DA751D"/>
    <w:rsid w:val="00DA7698"/>
    <w:rsid w:val="00DA7815"/>
    <w:rsid w:val="00DA78B4"/>
    <w:rsid w:val="00DA7980"/>
    <w:rsid w:val="00DA7A74"/>
    <w:rsid w:val="00DA7B25"/>
    <w:rsid w:val="00DA7BA5"/>
    <w:rsid w:val="00DA7C33"/>
    <w:rsid w:val="00DA7C86"/>
    <w:rsid w:val="00DA7D52"/>
    <w:rsid w:val="00DA7FFE"/>
    <w:rsid w:val="00DB0069"/>
    <w:rsid w:val="00DB01F6"/>
    <w:rsid w:val="00DB0370"/>
    <w:rsid w:val="00DB0526"/>
    <w:rsid w:val="00DB0592"/>
    <w:rsid w:val="00DB06D0"/>
    <w:rsid w:val="00DB0734"/>
    <w:rsid w:val="00DB07FF"/>
    <w:rsid w:val="00DB099D"/>
    <w:rsid w:val="00DB0BA3"/>
    <w:rsid w:val="00DB0C7A"/>
    <w:rsid w:val="00DB0DBD"/>
    <w:rsid w:val="00DB0DF5"/>
    <w:rsid w:val="00DB0E8C"/>
    <w:rsid w:val="00DB0F02"/>
    <w:rsid w:val="00DB0FF4"/>
    <w:rsid w:val="00DB13CC"/>
    <w:rsid w:val="00DB14C9"/>
    <w:rsid w:val="00DB14ED"/>
    <w:rsid w:val="00DB1562"/>
    <w:rsid w:val="00DB15E9"/>
    <w:rsid w:val="00DB1810"/>
    <w:rsid w:val="00DB194B"/>
    <w:rsid w:val="00DB197F"/>
    <w:rsid w:val="00DB199F"/>
    <w:rsid w:val="00DB19EC"/>
    <w:rsid w:val="00DB19F1"/>
    <w:rsid w:val="00DB1B59"/>
    <w:rsid w:val="00DB1B9A"/>
    <w:rsid w:val="00DB1BD6"/>
    <w:rsid w:val="00DB1DCB"/>
    <w:rsid w:val="00DB1EB7"/>
    <w:rsid w:val="00DB2021"/>
    <w:rsid w:val="00DB222B"/>
    <w:rsid w:val="00DB22FE"/>
    <w:rsid w:val="00DB2334"/>
    <w:rsid w:val="00DB23ED"/>
    <w:rsid w:val="00DB2408"/>
    <w:rsid w:val="00DB24A5"/>
    <w:rsid w:val="00DB2628"/>
    <w:rsid w:val="00DB2715"/>
    <w:rsid w:val="00DB2784"/>
    <w:rsid w:val="00DB279B"/>
    <w:rsid w:val="00DB29A4"/>
    <w:rsid w:val="00DB2B8D"/>
    <w:rsid w:val="00DB2C4C"/>
    <w:rsid w:val="00DB2CD5"/>
    <w:rsid w:val="00DB2E0D"/>
    <w:rsid w:val="00DB2ED0"/>
    <w:rsid w:val="00DB2FB5"/>
    <w:rsid w:val="00DB30E1"/>
    <w:rsid w:val="00DB3138"/>
    <w:rsid w:val="00DB31BB"/>
    <w:rsid w:val="00DB3225"/>
    <w:rsid w:val="00DB323F"/>
    <w:rsid w:val="00DB330D"/>
    <w:rsid w:val="00DB333C"/>
    <w:rsid w:val="00DB33B9"/>
    <w:rsid w:val="00DB361A"/>
    <w:rsid w:val="00DB3715"/>
    <w:rsid w:val="00DB3AAD"/>
    <w:rsid w:val="00DB3ADC"/>
    <w:rsid w:val="00DB3BA1"/>
    <w:rsid w:val="00DB3D1F"/>
    <w:rsid w:val="00DB4169"/>
    <w:rsid w:val="00DB4172"/>
    <w:rsid w:val="00DB4179"/>
    <w:rsid w:val="00DB41A6"/>
    <w:rsid w:val="00DB41B7"/>
    <w:rsid w:val="00DB452F"/>
    <w:rsid w:val="00DB45E0"/>
    <w:rsid w:val="00DB46C6"/>
    <w:rsid w:val="00DB4715"/>
    <w:rsid w:val="00DB482C"/>
    <w:rsid w:val="00DB48E2"/>
    <w:rsid w:val="00DB4A22"/>
    <w:rsid w:val="00DB4AF2"/>
    <w:rsid w:val="00DB4BDC"/>
    <w:rsid w:val="00DB4C30"/>
    <w:rsid w:val="00DB4DA5"/>
    <w:rsid w:val="00DB503F"/>
    <w:rsid w:val="00DB50D3"/>
    <w:rsid w:val="00DB5127"/>
    <w:rsid w:val="00DB5165"/>
    <w:rsid w:val="00DB52AD"/>
    <w:rsid w:val="00DB54BF"/>
    <w:rsid w:val="00DB5561"/>
    <w:rsid w:val="00DB592A"/>
    <w:rsid w:val="00DB5948"/>
    <w:rsid w:val="00DB5982"/>
    <w:rsid w:val="00DB59BC"/>
    <w:rsid w:val="00DB59F0"/>
    <w:rsid w:val="00DB5AFC"/>
    <w:rsid w:val="00DB5CC3"/>
    <w:rsid w:val="00DB5D11"/>
    <w:rsid w:val="00DB5D29"/>
    <w:rsid w:val="00DB5D2E"/>
    <w:rsid w:val="00DB5D43"/>
    <w:rsid w:val="00DB5DF6"/>
    <w:rsid w:val="00DB5F69"/>
    <w:rsid w:val="00DB5FA9"/>
    <w:rsid w:val="00DB613E"/>
    <w:rsid w:val="00DB620F"/>
    <w:rsid w:val="00DB62B7"/>
    <w:rsid w:val="00DB6317"/>
    <w:rsid w:val="00DB640A"/>
    <w:rsid w:val="00DB64DE"/>
    <w:rsid w:val="00DB6906"/>
    <w:rsid w:val="00DB6A35"/>
    <w:rsid w:val="00DB6B74"/>
    <w:rsid w:val="00DB6BB0"/>
    <w:rsid w:val="00DB6BC0"/>
    <w:rsid w:val="00DB6BD3"/>
    <w:rsid w:val="00DB6C17"/>
    <w:rsid w:val="00DB6DD2"/>
    <w:rsid w:val="00DB6E0E"/>
    <w:rsid w:val="00DB6EAE"/>
    <w:rsid w:val="00DB6F27"/>
    <w:rsid w:val="00DB6FB5"/>
    <w:rsid w:val="00DB6FE2"/>
    <w:rsid w:val="00DB7260"/>
    <w:rsid w:val="00DB7379"/>
    <w:rsid w:val="00DB74C9"/>
    <w:rsid w:val="00DB7570"/>
    <w:rsid w:val="00DB75CB"/>
    <w:rsid w:val="00DB772C"/>
    <w:rsid w:val="00DB7759"/>
    <w:rsid w:val="00DB7779"/>
    <w:rsid w:val="00DB7786"/>
    <w:rsid w:val="00DB7A11"/>
    <w:rsid w:val="00DB7AAD"/>
    <w:rsid w:val="00DB7B15"/>
    <w:rsid w:val="00DB7B19"/>
    <w:rsid w:val="00DB7BA9"/>
    <w:rsid w:val="00DB7C3D"/>
    <w:rsid w:val="00DB7C4D"/>
    <w:rsid w:val="00DB7C78"/>
    <w:rsid w:val="00DB7EA6"/>
    <w:rsid w:val="00DB7F53"/>
    <w:rsid w:val="00DB7F67"/>
    <w:rsid w:val="00DB7FA6"/>
    <w:rsid w:val="00DB7FBE"/>
    <w:rsid w:val="00DC001C"/>
    <w:rsid w:val="00DC0047"/>
    <w:rsid w:val="00DC0075"/>
    <w:rsid w:val="00DC00AE"/>
    <w:rsid w:val="00DC01FC"/>
    <w:rsid w:val="00DC022A"/>
    <w:rsid w:val="00DC0296"/>
    <w:rsid w:val="00DC02FA"/>
    <w:rsid w:val="00DC031D"/>
    <w:rsid w:val="00DC0343"/>
    <w:rsid w:val="00DC0349"/>
    <w:rsid w:val="00DC03A7"/>
    <w:rsid w:val="00DC0489"/>
    <w:rsid w:val="00DC04A1"/>
    <w:rsid w:val="00DC0519"/>
    <w:rsid w:val="00DC05E5"/>
    <w:rsid w:val="00DC0947"/>
    <w:rsid w:val="00DC0A3C"/>
    <w:rsid w:val="00DC0C45"/>
    <w:rsid w:val="00DC0CC5"/>
    <w:rsid w:val="00DC0D07"/>
    <w:rsid w:val="00DC0DE3"/>
    <w:rsid w:val="00DC0E3D"/>
    <w:rsid w:val="00DC0F62"/>
    <w:rsid w:val="00DC10F1"/>
    <w:rsid w:val="00DC1224"/>
    <w:rsid w:val="00DC137A"/>
    <w:rsid w:val="00DC13AE"/>
    <w:rsid w:val="00DC1558"/>
    <w:rsid w:val="00DC1653"/>
    <w:rsid w:val="00DC18C0"/>
    <w:rsid w:val="00DC19B9"/>
    <w:rsid w:val="00DC1B38"/>
    <w:rsid w:val="00DC1BA1"/>
    <w:rsid w:val="00DC1D9F"/>
    <w:rsid w:val="00DC1DA0"/>
    <w:rsid w:val="00DC1F9A"/>
    <w:rsid w:val="00DC202F"/>
    <w:rsid w:val="00DC2045"/>
    <w:rsid w:val="00DC20BD"/>
    <w:rsid w:val="00DC20FE"/>
    <w:rsid w:val="00DC2156"/>
    <w:rsid w:val="00DC2271"/>
    <w:rsid w:val="00DC2284"/>
    <w:rsid w:val="00DC22E1"/>
    <w:rsid w:val="00DC244C"/>
    <w:rsid w:val="00DC2489"/>
    <w:rsid w:val="00DC258F"/>
    <w:rsid w:val="00DC2620"/>
    <w:rsid w:val="00DC26C3"/>
    <w:rsid w:val="00DC27A9"/>
    <w:rsid w:val="00DC27D7"/>
    <w:rsid w:val="00DC2A59"/>
    <w:rsid w:val="00DC2A6E"/>
    <w:rsid w:val="00DC2A9B"/>
    <w:rsid w:val="00DC2B09"/>
    <w:rsid w:val="00DC2B4A"/>
    <w:rsid w:val="00DC2EDF"/>
    <w:rsid w:val="00DC2F11"/>
    <w:rsid w:val="00DC353A"/>
    <w:rsid w:val="00DC362B"/>
    <w:rsid w:val="00DC376E"/>
    <w:rsid w:val="00DC3817"/>
    <w:rsid w:val="00DC3917"/>
    <w:rsid w:val="00DC3A71"/>
    <w:rsid w:val="00DC3BF6"/>
    <w:rsid w:val="00DC3F39"/>
    <w:rsid w:val="00DC4099"/>
    <w:rsid w:val="00DC4480"/>
    <w:rsid w:val="00DC44EC"/>
    <w:rsid w:val="00DC4578"/>
    <w:rsid w:val="00DC45D8"/>
    <w:rsid w:val="00DC461C"/>
    <w:rsid w:val="00DC4722"/>
    <w:rsid w:val="00DC486A"/>
    <w:rsid w:val="00DC4913"/>
    <w:rsid w:val="00DC4CFE"/>
    <w:rsid w:val="00DC4DC3"/>
    <w:rsid w:val="00DC5097"/>
    <w:rsid w:val="00DC50FA"/>
    <w:rsid w:val="00DC51CF"/>
    <w:rsid w:val="00DC522B"/>
    <w:rsid w:val="00DC526D"/>
    <w:rsid w:val="00DC5359"/>
    <w:rsid w:val="00DC53CF"/>
    <w:rsid w:val="00DC54EA"/>
    <w:rsid w:val="00DC5556"/>
    <w:rsid w:val="00DC557B"/>
    <w:rsid w:val="00DC57A4"/>
    <w:rsid w:val="00DC58D3"/>
    <w:rsid w:val="00DC5B5E"/>
    <w:rsid w:val="00DC5BF1"/>
    <w:rsid w:val="00DC5C3E"/>
    <w:rsid w:val="00DC5CD8"/>
    <w:rsid w:val="00DC5DE7"/>
    <w:rsid w:val="00DC5F15"/>
    <w:rsid w:val="00DC5FDD"/>
    <w:rsid w:val="00DC614D"/>
    <w:rsid w:val="00DC6222"/>
    <w:rsid w:val="00DC6293"/>
    <w:rsid w:val="00DC6485"/>
    <w:rsid w:val="00DC648B"/>
    <w:rsid w:val="00DC6541"/>
    <w:rsid w:val="00DC6878"/>
    <w:rsid w:val="00DC68EB"/>
    <w:rsid w:val="00DC6A16"/>
    <w:rsid w:val="00DC6AAF"/>
    <w:rsid w:val="00DC6B3B"/>
    <w:rsid w:val="00DC6D07"/>
    <w:rsid w:val="00DC6D8B"/>
    <w:rsid w:val="00DC7234"/>
    <w:rsid w:val="00DC72E9"/>
    <w:rsid w:val="00DC7342"/>
    <w:rsid w:val="00DC7367"/>
    <w:rsid w:val="00DC7444"/>
    <w:rsid w:val="00DC74B2"/>
    <w:rsid w:val="00DC74E9"/>
    <w:rsid w:val="00DC775F"/>
    <w:rsid w:val="00DC79BC"/>
    <w:rsid w:val="00DC79C1"/>
    <w:rsid w:val="00DC7A7C"/>
    <w:rsid w:val="00DC7F46"/>
    <w:rsid w:val="00DD0040"/>
    <w:rsid w:val="00DD011D"/>
    <w:rsid w:val="00DD01F8"/>
    <w:rsid w:val="00DD02E1"/>
    <w:rsid w:val="00DD0343"/>
    <w:rsid w:val="00DD0459"/>
    <w:rsid w:val="00DD04D4"/>
    <w:rsid w:val="00DD04F1"/>
    <w:rsid w:val="00DD056A"/>
    <w:rsid w:val="00DD05A7"/>
    <w:rsid w:val="00DD07DB"/>
    <w:rsid w:val="00DD08D7"/>
    <w:rsid w:val="00DD0A5B"/>
    <w:rsid w:val="00DD0AC4"/>
    <w:rsid w:val="00DD0AFE"/>
    <w:rsid w:val="00DD0C59"/>
    <w:rsid w:val="00DD0DD8"/>
    <w:rsid w:val="00DD0DF8"/>
    <w:rsid w:val="00DD0F07"/>
    <w:rsid w:val="00DD0FFC"/>
    <w:rsid w:val="00DD11EF"/>
    <w:rsid w:val="00DD1437"/>
    <w:rsid w:val="00DD1468"/>
    <w:rsid w:val="00DD1493"/>
    <w:rsid w:val="00DD14C0"/>
    <w:rsid w:val="00DD162C"/>
    <w:rsid w:val="00DD168D"/>
    <w:rsid w:val="00DD16C5"/>
    <w:rsid w:val="00DD196A"/>
    <w:rsid w:val="00DD196B"/>
    <w:rsid w:val="00DD19D1"/>
    <w:rsid w:val="00DD19FD"/>
    <w:rsid w:val="00DD1A3E"/>
    <w:rsid w:val="00DD1ADC"/>
    <w:rsid w:val="00DD1B2D"/>
    <w:rsid w:val="00DD1C7F"/>
    <w:rsid w:val="00DD1CFB"/>
    <w:rsid w:val="00DD1E55"/>
    <w:rsid w:val="00DD1E7A"/>
    <w:rsid w:val="00DD1EF7"/>
    <w:rsid w:val="00DD21A6"/>
    <w:rsid w:val="00DD22D2"/>
    <w:rsid w:val="00DD25B0"/>
    <w:rsid w:val="00DD27CA"/>
    <w:rsid w:val="00DD27E1"/>
    <w:rsid w:val="00DD29D0"/>
    <w:rsid w:val="00DD29DD"/>
    <w:rsid w:val="00DD2A57"/>
    <w:rsid w:val="00DD2B7B"/>
    <w:rsid w:val="00DD2D73"/>
    <w:rsid w:val="00DD2E31"/>
    <w:rsid w:val="00DD2E44"/>
    <w:rsid w:val="00DD2EF1"/>
    <w:rsid w:val="00DD30DE"/>
    <w:rsid w:val="00DD319A"/>
    <w:rsid w:val="00DD3236"/>
    <w:rsid w:val="00DD32CC"/>
    <w:rsid w:val="00DD330B"/>
    <w:rsid w:val="00DD352E"/>
    <w:rsid w:val="00DD356A"/>
    <w:rsid w:val="00DD36DB"/>
    <w:rsid w:val="00DD3721"/>
    <w:rsid w:val="00DD3984"/>
    <w:rsid w:val="00DD3C29"/>
    <w:rsid w:val="00DD3F3E"/>
    <w:rsid w:val="00DD3F3F"/>
    <w:rsid w:val="00DD3F63"/>
    <w:rsid w:val="00DD4053"/>
    <w:rsid w:val="00DD4152"/>
    <w:rsid w:val="00DD44BB"/>
    <w:rsid w:val="00DD44E5"/>
    <w:rsid w:val="00DD4751"/>
    <w:rsid w:val="00DD4788"/>
    <w:rsid w:val="00DD47DD"/>
    <w:rsid w:val="00DD4BBB"/>
    <w:rsid w:val="00DD4C6E"/>
    <w:rsid w:val="00DD4CFE"/>
    <w:rsid w:val="00DD4F05"/>
    <w:rsid w:val="00DD51C1"/>
    <w:rsid w:val="00DD51F1"/>
    <w:rsid w:val="00DD5301"/>
    <w:rsid w:val="00DD5342"/>
    <w:rsid w:val="00DD536B"/>
    <w:rsid w:val="00DD5372"/>
    <w:rsid w:val="00DD53F1"/>
    <w:rsid w:val="00DD5416"/>
    <w:rsid w:val="00DD553B"/>
    <w:rsid w:val="00DD55BF"/>
    <w:rsid w:val="00DD564B"/>
    <w:rsid w:val="00DD567C"/>
    <w:rsid w:val="00DD56F3"/>
    <w:rsid w:val="00DD570A"/>
    <w:rsid w:val="00DD5929"/>
    <w:rsid w:val="00DD5A7B"/>
    <w:rsid w:val="00DD5B36"/>
    <w:rsid w:val="00DD5BBD"/>
    <w:rsid w:val="00DD5D56"/>
    <w:rsid w:val="00DD5E68"/>
    <w:rsid w:val="00DD5E7D"/>
    <w:rsid w:val="00DD5F46"/>
    <w:rsid w:val="00DD5FCE"/>
    <w:rsid w:val="00DD6166"/>
    <w:rsid w:val="00DD61B8"/>
    <w:rsid w:val="00DD676F"/>
    <w:rsid w:val="00DD67D5"/>
    <w:rsid w:val="00DD682C"/>
    <w:rsid w:val="00DD68FC"/>
    <w:rsid w:val="00DD6929"/>
    <w:rsid w:val="00DD6937"/>
    <w:rsid w:val="00DD6990"/>
    <w:rsid w:val="00DD6B8E"/>
    <w:rsid w:val="00DD6C0F"/>
    <w:rsid w:val="00DD6C25"/>
    <w:rsid w:val="00DD6CE1"/>
    <w:rsid w:val="00DD6F12"/>
    <w:rsid w:val="00DD705D"/>
    <w:rsid w:val="00DD7101"/>
    <w:rsid w:val="00DD7137"/>
    <w:rsid w:val="00DD715F"/>
    <w:rsid w:val="00DD74D4"/>
    <w:rsid w:val="00DD74E9"/>
    <w:rsid w:val="00DD7680"/>
    <w:rsid w:val="00DD78F1"/>
    <w:rsid w:val="00DD7A2B"/>
    <w:rsid w:val="00DD7A8C"/>
    <w:rsid w:val="00DD7BA9"/>
    <w:rsid w:val="00DD7C75"/>
    <w:rsid w:val="00DD7D48"/>
    <w:rsid w:val="00DD7D5B"/>
    <w:rsid w:val="00DD7FDF"/>
    <w:rsid w:val="00DE00BE"/>
    <w:rsid w:val="00DE02DE"/>
    <w:rsid w:val="00DE03FB"/>
    <w:rsid w:val="00DE049A"/>
    <w:rsid w:val="00DE0A29"/>
    <w:rsid w:val="00DE0B26"/>
    <w:rsid w:val="00DE0CA0"/>
    <w:rsid w:val="00DE0CA2"/>
    <w:rsid w:val="00DE0F0A"/>
    <w:rsid w:val="00DE12DE"/>
    <w:rsid w:val="00DE1301"/>
    <w:rsid w:val="00DE14C9"/>
    <w:rsid w:val="00DE1510"/>
    <w:rsid w:val="00DE16A5"/>
    <w:rsid w:val="00DE16C6"/>
    <w:rsid w:val="00DE1760"/>
    <w:rsid w:val="00DE1871"/>
    <w:rsid w:val="00DE1A3E"/>
    <w:rsid w:val="00DE1B20"/>
    <w:rsid w:val="00DE1C69"/>
    <w:rsid w:val="00DE1F44"/>
    <w:rsid w:val="00DE1FF8"/>
    <w:rsid w:val="00DE2159"/>
    <w:rsid w:val="00DE2381"/>
    <w:rsid w:val="00DE23EF"/>
    <w:rsid w:val="00DE2549"/>
    <w:rsid w:val="00DE270B"/>
    <w:rsid w:val="00DE27F4"/>
    <w:rsid w:val="00DE283C"/>
    <w:rsid w:val="00DE2A95"/>
    <w:rsid w:val="00DE2BC7"/>
    <w:rsid w:val="00DE2DCD"/>
    <w:rsid w:val="00DE2E10"/>
    <w:rsid w:val="00DE2F24"/>
    <w:rsid w:val="00DE2F3D"/>
    <w:rsid w:val="00DE2F58"/>
    <w:rsid w:val="00DE3039"/>
    <w:rsid w:val="00DE3169"/>
    <w:rsid w:val="00DE32C3"/>
    <w:rsid w:val="00DE3338"/>
    <w:rsid w:val="00DE33D9"/>
    <w:rsid w:val="00DE3473"/>
    <w:rsid w:val="00DE3596"/>
    <w:rsid w:val="00DE3635"/>
    <w:rsid w:val="00DE374F"/>
    <w:rsid w:val="00DE3BFD"/>
    <w:rsid w:val="00DE3C32"/>
    <w:rsid w:val="00DE3C8C"/>
    <w:rsid w:val="00DE3D2D"/>
    <w:rsid w:val="00DE3D45"/>
    <w:rsid w:val="00DE3DF0"/>
    <w:rsid w:val="00DE3E01"/>
    <w:rsid w:val="00DE3E2E"/>
    <w:rsid w:val="00DE3E92"/>
    <w:rsid w:val="00DE42C3"/>
    <w:rsid w:val="00DE42FE"/>
    <w:rsid w:val="00DE455F"/>
    <w:rsid w:val="00DE4712"/>
    <w:rsid w:val="00DE484D"/>
    <w:rsid w:val="00DE4912"/>
    <w:rsid w:val="00DE4A71"/>
    <w:rsid w:val="00DE4C1A"/>
    <w:rsid w:val="00DE4F7E"/>
    <w:rsid w:val="00DE4F8C"/>
    <w:rsid w:val="00DE500F"/>
    <w:rsid w:val="00DE5196"/>
    <w:rsid w:val="00DE528D"/>
    <w:rsid w:val="00DE583B"/>
    <w:rsid w:val="00DE590C"/>
    <w:rsid w:val="00DE5926"/>
    <w:rsid w:val="00DE5B09"/>
    <w:rsid w:val="00DE5B23"/>
    <w:rsid w:val="00DE5B64"/>
    <w:rsid w:val="00DE5BF4"/>
    <w:rsid w:val="00DE5DB2"/>
    <w:rsid w:val="00DE5EB1"/>
    <w:rsid w:val="00DE5EC9"/>
    <w:rsid w:val="00DE604E"/>
    <w:rsid w:val="00DE613C"/>
    <w:rsid w:val="00DE616B"/>
    <w:rsid w:val="00DE6202"/>
    <w:rsid w:val="00DE63E3"/>
    <w:rsid w:val="00DE63F5"/>
    <w:rsid w:val="00DE6597"/>
    <w:rsid w:val="00DE663F"/>
    <w:rsid w:val="00DE6677"/>
    <w:rsid w:val="00DE669D"/>
    <w:rsid w:val="00DE6713"/>
    <w:rsid w:val="00DE6776"/>
    <w:rsid w:val="00DE67BE"/>
    <w:rsid w:val="00DE6952"/>
    <w:rsid w:val="00DE6CD5"/>
    <w:rsid w:val="00DE6D15"/>
    <w:rsid w:val="00DE6D2E"/>
    <w:rsid w:val="00DE6DE1"/>
    <w:rsid w:val="00DE6EA4"/>
    <w:rsid w:val="00DE6EBF"/>
    <w:rsid w:val="00DE6F03"/>
    <w:rsid w:val="00DE705C"/>
    <w:rsid w:val="00DE70DB"/>
    <w:rsid w:val="00DE7200"/>
    <w:rsid w:val="00DE726D"/>
    <w:rsid w:val="00DE730F"/>
    <w:rsid w:val="00DE7363"/>
    <w:rsid w:val="00DE73BA"/>
    <w:rsid w:val="00DE7409"/>
    <w:rsid w:val="00DE79AF"/>
    <w:rsid w:val="00DE7AFD"/>
    <w:rsid w:val="00DE7B63"/>
    <w:rsid w:val="00DE7C83"/>
    <w:rsid w:val="00DE7CE2"/>
    <w:rsid w:val="00DE7D58"/>
    <w:rsid w:val="00DE7D7F"/>
    <w:rsid w:val="00DE7E95"/>
    <w:rsid w:val="00DE7E9D"/>
    <w:rsid w:val="00DF03BB"/>
    <w:rsid w:val="00DF050D"/>
    <w:rsid w:val="00DF0784"/>
    <w:rsid w:val="00DF07A7"/>
    <w:rsid w:val="00DF088D"/>
    <w:rsid w:val="00DF08F5"/>
    <w:rsid w:val="00DF0965"/>
    <w:rsid w:val="00DF0997"/>
    <w:rsid w:val="00DF0D26"/>
    <w:rsid w:val="00DF0E03"/>
    <w:rsid w:val="00DF0F97"/>
    <w:rsid w:val="00DF0FC2"/>
    <w:rsid w:val="00DF0FEB"/>
    <w:rsid w:val="00DF1025"/>
    <w:rsid w:val="00DF1039"/>
    <w:rsid w:val="00DF1176"/>
    <w:rsid w:val="00DF12D2"/>
    <w:rsid w:val="00DF15C3"/>
    <w:rsid w:val="00DF15C8"/>
    <w:rsid w:val="00DF169B"/>
    <w:rsid w:val="00DF16D5"/>
    <w:rsid w:val="00DF17EB"/>
    <w:rsid w:val="00DF18CF"/>
    <w:rsid w:val="00DF19DE"/>
    <w:rsid w:val="00DF1A81"/>
    <w:rsid w:val="00DF1C3C"/>
    <w:rsid w:val="00DF1DF4"/>
    <w:rsid w:val="00DF1EDF"/>
    <w:rsid w:val="00DF217D"/>
    <w:rsid w:val="00DF2234"/>
    <w:rsid w:val="00DF228C"/>
    <w:rsid w:val="00DF2322"/>
    <w:rsid w:val="00DF24B7"/>
    <w:rsid w:val="00DF24E7"/>
    <w:rsid w:val="00DF2577"/>
    <w:rsid w:val="00DF265E"/>
    <w:rsid w:val="00DF28EC"/>
    <w:rsid w:val="00DF29DA"/>
    <w:rsid w:val="00DF2AE7"/>
    <w:rsid w:val="00DF2B27"/>
    <w:rsid w:val="00DF2B31"/>
    <w:rsid w:val="00DF2B3B"/>
    <w:rsid w:val="00DF2B3C"/>
    <w:rsid w:val="00DF30EF"/>
    <w:rsid w:val="00DF3233"/>
    <w:rsid w:val="00DF3430"/>
    <w:rsid w:val="00DF3571"/>
    <w:rsid w:val="00DF35AF"/>
    <w:rsid w:val="00DF3784"/>
    <w:rsid w:val="00DF3C0A"/>
    <w:rsid w:val="00DF3C8F"/>
    <w:rsid w:val="00DF3CB9"/>
    <w:rsid w:val="00DF3E0D"/>
    <w:rsid w:val="00DF3F76"/>
    <w:rsid w:val="00DF3FF4"/>
    <w:rsid w:val="00DF47D8"/>
    <w:rsid w:val="00DF492A"/>
    <w:rsid w:val="00DF4960"/>
    <w:rsid w:val="00DF4989"/>
    <w:rsid w:val="00DF4A3E"/>
    <w:rsid w:val="00DF4AA8"/>
    <w:rsid w:val="00DF4ABA"/>
    <w:rsid w:val="00DF4D7F"/>
    <w:rsid w:val="00DF4EC9"/>
    <w:rsid w:val="00DF4EE9"/>
    <w:rsid w:val="00DF4FB7"/>
    <w:rsid w:val="00DF50FA"/>
    <w:rsid w:val="00DF5161"/>
    <w:rsid w:val="00DF516F"/>
    <w:rsid w:val="00DF51B5"/>
    <w:rsid w:val="00DF51BF"/>
    <w:rsid w:val="00DF5386"/>
    <w:rsid w:val="00DF53D7"/>
    <w:rsid w:val="00DF54DA"/>
    <w:rsid w:val="00DF5812"/>
    <w:rsid w:val="00DF5AAB"/>
    <w:rsid w:val="00DF5B97"/>
    <w:rsid w:val="00DF5C0A"/>
    <w:rsid w:val="00DF5DDF"/>
    <w:rsid w:val="00DF5FDD"/>
    <w:rsid w:val="00DF6069"/>
    <w:rsid w:val="00DF6080"/>
    <w:rsid w:val="00DF60A9"/>
    <w:rsid w:val="00DF618E"/>
    <w:rsid w:val="00DF6199"/>
    <w:rsid w:val="00DF6455"/>
    <w:rsid w:val="00DF64E0"/>
    <w:rsid w:val="00DF64F4"/>
    <w:rsid w:val="00DF6547"/>
    <w:rsid w:val="00DF6597"/>
    <w:rsid w:val="00DF666B"/>
    <w:rsid w:val="00DF66A7"/>
    <w:rsid w:val="00DF66C9"/>
    <w:rsid w:val="00DF677B"/>
    <w:rsid w:val="00DF68B3"/>
    <w:rsid w:val="00DF691A"/>
    <w:rsid w:val="00DF6A5B"/>
    <w:rsid w:val="00DF6B38"/>
    <w:rsid w:val="00DF6BFD"/>
    <w:rsid w:val="00DF6DF2"/>
    <w:rsid w:val="00DF6E2F"/>
    <w:rsid w:val="00DF6E50"/>
    <w:rsid w:val="00DF7187"/>
    <w:rsid w:val="00DF72D2"/>
    <w:rsid w:val="00DF73E1"/>
    <w:rsid w:val="00DF756D"/>
    <w:rsid w:val="00DF75E0"/>
    <w:rsid w:val="00DF7AA8"/>
    <w:rsid w:val="00DF7AC6"/>
    <w:rsid w:val="00DF7B44"/>
    <w:rsid w:val="00DF7B79"/>
    <w:rsid w:val="00DF7DC9"/>
    <w:rsid w:val="00DF7F1F"/>
    <w:rsid w:val="00E00284"/>
    <w:rsid w:val="00E00303"/>
    <w:rsid w:val="00E0068F"/>
    <w:rsid w:val="00E00730"/>
    <w:rsid w:val="00E007F7"/>
    <w:rsid w:val="00E008D0"/>
    <w:rsid w:val="00E00901"/>
    <w:rsid w:val="00E0097E"/>
    <w:rsid w:val="00E009D7"/>
    <w:rsid w:val="00E00AAB"/>
    <w:rsid w:val="00E00B73"/>
    <w:rsid w:val="00E00BA7"/>
    <w:rsid w:val="00E00BE8"/>
    <w:rsid w:val="00E00BE9"/>
    <w:rsid w:val="00E00D21"/>
    <w:rsid w:val="00E00E63"/>
    <w:rsid w:val="00E00EF9"/>
    <w:rsid w:val="00E00F30"/>
    <w:rsid w:val="00E01161"/>
    <w:rsid w:val="00E015D6"/>
    <w:rsid w:val="00E0167B"/>
    <w:rsid w:val="00E01817"/>
    <w:rsid w:val="00E01993"/>
    <w:rsid w:val="00E01AD8"/>
    <w:rsid w:val="00E01CF8"/>
    <w:rsid w:val="00E01DA5"/>
    <w:rsid w:val="00E01DC5"/>
    <w:rsid w:val="00E01F53"/>
    <w:rsid w:val="00E02070"/>
    <w:rsid w:val="00E021CA"/>
    <w:rsid w:val="00E0268E"/>
    <w:rsid w:val="00E0284C"/>
    <w:rsid w:val="00E0299F"/>
    <w:rsid w:val="00E02B46"/>
    <w:rsid w:val="00E02C72"/>
    <w:rsid w:val="00E02CB9"/>
    <w:rsid w:val="00E02D20"/>
    <w:rsid w:val="00E02DF3"/>
    <w:rsid w:val="00E0325D"/>
    <w:rsid w:val="00E03340"/>
    <w:rsid w:val="00E0337D"/>
    <w:rsid w:val="00E0348D"/>
    <w:rsid w:val="00E03579"/>
    <w:rsid w:val="00E035D6"/>
    <w:rsid w:val="00E035EB"/>
    <w:rsid w:val="00E03622"/>
    <w:rsid w:val="00E036AB"/>
    <w:rsid w:val="00E0379C"/>
    <w:rsid w:val="00E0381D"/>
    <w:rsid w:val="00E03937"/>
    <w:rsid w:val="00E0393D"/>
    <w:rsid w:val="00E039B7"/>
    <w:rsid w:val="00E03C2E"/>
    <w:rsid w:val="00E04044"/>
    <w:rsid w:val="00E04090"/>
    <w:rsid w:val="00E040C8"/>
    <w:rsid w:val="00E04145"/>
    <w:rsid w:val="00E0419C"/>
    <w:rsid w:val="00E04351"/>
    <w:rsid w:val="00E043E0"/>
    <w:rsid w:val="00E04437"/>
    <w:rsid w:val="00E04448"/>
    <w:rsid w:val="00E044A9"/>
    <w:rsid w:val="00E0456C"/>
    <w:rsid w:val="00E048DA"/>
    <w:rsid w:val="00E04A73"/>
    <w:rsid w:val="00E04BF4"/>
    <w:rsid w:val="00E04C07"/>
    <w:rsid w:val="00E04D51"/>
    <w:rsid w:val="00E04FEB"/>
    <w:rsid w:val="00E050B2"/>
    <w:rsid w:val="00E050F9"/>
    <w:rsid w:val="00E05126"/>
    <w:rsid w:val="00E051DB"/>
    <w:rsid w:val="00E052C5"/>
    <w:rsid w:val="00E05575"/>
    <w:rsid w:val="00E0566B"/>
    <w:rsid w:val="00E05705"/>
    <w:rsid w:val="00E05796"/>
    <w:rsid w:val="00E057DE"/>
    <w:rsid w:val="00E0588D"/>
    <w:rsid w:val="00E058B2"/>
    <w:rsid w:val="00E05DD0"/>
    <w:rsid w:val="00E05FC3"/>
    <w:rsid w:val="00E0621A"/>
    <w:rsid w:val="00E06669"/>
    <w:rsid w:val="00E0669F"/>
    <w:rsid w:val="00E06782"/>
    <w:rsid w:val="00E06A71"/>
    <w:rsid w:val="00E06C11"/>
    <w:rsid w:val="00E06C50"/>
    <w:rsid w:val="00E06D04"/>
    <w:rsid w:val="00E06FB0"/>
    <w:rsid w:val="00E07057"/>
    <w:rsid w:val="00E0719D"/>
    <w:rsid w:val="00E071BF"/>
    <w:rsid w:val="00E072B5"/>
    <w:rsid w:val="00E07416"/>
    <w:rsid w:val="00E07454"/>
    <w:rsid w:val="00E075A2"/>
    <w:rsid w:val="00E078C8"/>
    <w:rsid w:val="00E0798B"/>
    <w:rsid w:val="00E07A47"/>
    <w:rsid w:val="00E07D7E"/>
    <w:rsid w:val="00E07E15"/>
    <w:rsid w:val="00E07F2C"/>
    <w:rsid w:val="00E1004D"/>
    <w:rsid w:val="00E100FA"/>
    <w:rsid w:val="00E10116"/>
    <w:rsid w:val="00E10245"/>
    <w:rsid w:val="00E102C4"/>
    <w:rsid w:val="00E106A0"/>
    <w:rsid w:val="00E10755"/>
    <w:rsid w:val="00E1088A"/>
    <w:rsid w:val="00E10AF1"/>
    <w:rsid w:val="00E10B51"/>
    <w:rsid w:val="00E10CFE"/>
    <w:rsid w:val="00E10DB7"/>
    <w:rsid w:val="00E10E00"/>
    <w:rsid w:val="00E10F11"/>
    <w:rsid w:val="00E110A2"/>
    <w:rsid w:val="00E11117"/>
    <w:rsid w:val="00E11182"/>
    <w:rsid w:val="00E115EE"/>
    <w:rsid w:val="00E11840"/>
    <w:rsid w:val="00E11844"/>
    <w:rsid w:val="00E11855"/>
    <w:rsid w:val="00E11B68"/>
    <w:rsid w:val="00E11B92"/>
    <w:rsid w:val="00E11D1E"/>
    <w:rsid w:val="00E11DED"/>
    <w:rsid w:val="00E11E42"/>
    <w:rsid w:val="00E11F73"/>
    <w:rsid w:val="00E11FCE"/>
    <w:rsid w:val="00E11FD1"/>
    <w:rsid w:val="00E12061"/>
    <w:rsid w:val="00E12079"/>
    <w:rsid w:val="00E1209C"/>
    <w:rsid w:val="00E1256E"/>
    <w:rsid w:val="00E12755"/>
    <w:rsid w:val="00E128D0"/>
    <w:rsid w:val="00E12937"/>
    <w:rsid w:val="00E129CD"/>
    <w:rsid w:val="00E12A5D"/>
    <w:rsid w:val="00E12B84"/>
    <w:rsid w:val="00E12C4E"/>
    <w:rsid w:val="00E12E25"/>
    <w:rsid w:val="00E12F39"/>
    <w:rsid w:val="00E12FE2"/>
    <w:rsid w:val="00E1302C"/>
    <w:rsid w:val="00E1313A"/>
    <w:rsid w:val="00E131E8"/>
    <w:rsid w:val="00E1329C"/>
    <w:rsid w:val="00E132C0"/>
    <w:rsid w:val="00E135C6"/>
    <w:rsid w:val="00E138C1"/>
    <w:rsid w:val="00E138D4"/>
    <w:rsid w:val="00E13A4B"/>
    <w:rsid w:val="00E13B25"/>
    <w:rsid w:val="00E13BAC"/>
    <w:rsid w:val="00E13C4A"/>
    <w:rsid w:val="00E13C70"/>
    <w:rsid w:val="00E13EAC"/>
    <w:rsid w:val="00E13F74"/>
    <w:rsid w:val="00E13F81"/>
    <w:rsid w:val="00E13FB9"/>
    <w:rsid w:val="00E13FBA"/>
    <w:rsid w:val="00E14268"/>
    <w:rsid w:val="00E14321"/>
    <w:rsid w:val="00E14431"/>
    <w:rsid w:val="00E1451D"/>
    <w:rsid w:val="00E14651"/>
    <w:rsid w:val="00E148AC"/>
    <w:rsid w:val="00E14A51"/>
    <w:rsid w:val="00E14A7D"/>
    <w:rsid w:val="00E14BB0"/>
    <w:rsid w:val="00E14DB6"/>
    <w:rsid w:val="00E14E6F"/>
    <w:rsid w:val="00E14F17"/>
    <w:rsid w:val="00E150AA"/>
    <w:rsid w:val="00E150C0"/>
    <w:rsid w:val="00E150F3"/>
    <w:rsid w:val="00E15287"/>
    <w:rsid w:val="00E15376"/>
    <w:rsid w:val="00E156F7"/>
    <w:rsid w:val="00E1588E"/>
    <w:rsid w:val="00E15AB4"/>
    <w:rsid w:val="00E15BF3"/>
    <w:rsid w:val="00E15C6F"/>
    <w:rsid w:val="00E15CFD"/>
    <w:rsid w:val="00E15D2E"/>
    <w:rsid w:val="00E15D4C"/>
    <w:rsid w:val="00E15FC1"/>
    <w:rsid w:val="00E161AB"/>
    <w:rsid w:val="00E1625A"/>
    <w:rsid w:val="00E166DE"/>
    <w:rsid w:val="00E16A35"/>
    <w:rsid w:val="00E16AF1"/>
    <w:rsid w:val="00E16B0A"/>
    <w:rsid w:val="00E16C71"/>
    <w:rsid w:val="00E16EB7"/>
    <w:rsid w:val="00E16F83"/>
    <w:rsid w:val="00E1704B"/>
    <w:rsid w:val="00E17075"/>
    <w:rsid w:val="00E17095"/>
    <w:rsid w:val="00E170D2"/>
    <w:rsid w:val="00E172FD"/>
    <w:rsid w:val="00E1732D"/>
    <w:rsid w:val="00E17471"/>
    <w:rsid w:val="00E1749E"/>
    <w:rsid w:val="00E1750C"/>
    <w:rsid w:val="00E175A9"/>
    <w:rsid w:val="00E175B9"/>
    <w:rsid w:val="00E17601"/>
    <w:rsid w:val="00E17821"/>
    <w:rsid w:val="00E1789D"/>
    <w:rsid w:val="00E17ED6"/>
    <w:rsid w:val="00E20046"/>
    <w:rsid w:val="00E20110"/>
    <w:rsid w:val="00E20477"/>
    <w:rsid w:val="00E204BC"/>
    <w:rsid w:val="00E20501"/>
    <w:rsid w:val="00E205F3"/>
    <w:rsid w:val="00E2069C"/>
    <w:rsid w:val="00E20744"/>
    <w:rsid w:val="00E207F7"/>
    <w:rsid w:val="00E208AA"/>
    <w:rsid w:val="00E2094F"/>
    <w:rsid w:val="00E209D0"/>
    <w:rsid w:val="00E20AB1"/>
    <w:rsid w:val="00E20CEB"/>
    <w:rsid w:val="00E20D53"/>
    <w:rsid w:val="00E21015"/>
    <w:rsid w:val="00E210EB"/>
    <w:rsid w:val="00E21116"/>
    <w:rsid w:val="00E21225"/>
    <w:rsid w:val="00E212E0"/>
    <w:rsid w:val="00E21304"/>
    <w:rsid w:val="00E21368"/>
    <w:rsid w:val="00E2153D"/>
    <w:rsid w:val="00E21606"/>
    <w:rsid w:val="00E2190F"/>
    <w:rsid w:val="00E21932"/>
    <w:rsid w:val="00E219E6"/>
    <w:rsid w:val="00E21B51"/>
    <w:rsid w:val="00E21B68"/>
    <w:rsid w:val="00E21CD3"/>
    <w:rsid w:val="00E21DF4"/>
    <w:rsid w:val="00E21E72"/>
    <w:rsid w:val="00E21E86"/>
    <w:rsid w:val="00E22003"/>
    <w:rsid w:val="00E22116"/>
    <w:rsid w:val="00E22291"/>
    <w:rsid w:val="00E22334"/>
    <w:rsid w:val="00E2244D"/>
    <w:rsid w:val="00E22694"/>
    <w:rsid w:val="00E22737"/>
    <w:rsid w:val="00E22766"/>
    <w:rsid w:val="00E22870"/>
    <w:rsid w:val="00E228B3"/>
    <w:rsid w:val="00E228FA"/>
    <w:rsid w:val="00E229A7"/>
    <w:rsid w:val="00E22A79"/>
    <w:rsid w:val="00E22AC4"/>
    <w:rsid w:val="00E22C7F"/>
    <w:rsid w:val="00E22DF1"/>
    <w:rsid w:val="00E22E2E"/>
    <w:rsid w:val="00E22FC5"/>
    <w:rsid w:val="00E22FD2"/>
    <w:rsid w:val="00E22FDE"/>
    <w:rsid w:val="00E230F0"/>
    <w:rsid w:val="00E23111"/>
    <w:rsid w:val="00E232BA"/>
    <w:rsid w:val="00E233E6"/>
    <w:rsid w:val="00E2359C"/>
    <w:rsid w:val="00E236D5"/>
    <w:rsid w:val="00E2375C"/>
    <w:rsid w:val="00E23964"/>
    <w:rsid w:val="00E23979"/>
    <w:rsid w:val="00E23A92"/>
    <w:rsid w:val="00E23B74"/>
    <w:rsid w:val="00E23B7D"/>
    <w:rsid w:val="00E23C2C"/>
    <w:rsid w:val="00E23CA8"/>
    <w:rsid w:val="00E23D5D"/>
    <w:rsid w:val="00E23D69"/>
    <w:rsid w:val="00E24083"/>
    <w:rsid w:val="00E240F3"/>
    <w:rsid w:val="00E242A5"/>
    <w:rsid w:val="00E24384"/>
    <w:rsid w:val="00E2441D"/>
    <w:rsid w:val="00E245B1"/>
    <w:rsid w:val="00E24812"/>
    <w:rsid w:val="00E24989"/>
    <w:rsid w:val="00E24A65"/>
    <w:rsid w:val="00E24A7A"/>
    <w:rsid w:val="00E24A83"/>
    <w:rsid w:val="00E24B46"/>
    <w:rsid w:val="00E24BA6"/>
    <w:rsid w:val="00E24BC9"/>
    <w:rsid w:val="00E24BFA"/>
    <w:rsid w:val="00E24C15"/>
    <w:rsid w:val="00E250C9"/>
    <w:rsid w:val="00E2513D"/>
    <w:rsid w:val="00E2514B"/>
    <w:rsid w:val="00E2517A"/>
    <w:rsid w:val="00E25294"/>
    <w:rsid w:val="00E25378"/>
    <w:rsid w:val="00E253DF"/>
    <w:rsid w:val="00E25422"/>
    <w:rsid w:val="00E25447"/>
    <w:rsid w:val="00E25850"/>
    <w:rsid w:val="00E259FF"/>
    <w:rsid w:val="00E25AB5"/>
    <w:rsid w:val="00E25AF2"/>
    <w:rsid w:val="00E25B22"/>
    <w:rsid w:val="00E25C42"/>
    <w:rsid w:val="00E25C43"/>
    <w:rsid w:val="00E25CBC"/>
    <w:rsid w:val="00E25D2B"/>
    <w:rsid w:val="00E25D40"/>
    <w:rsid w:val="00E25E6B"/>
    <w:rsid w:val="00E25E93"/>
    <w:rsid w:val="00E260CA"/>
    <w:rsid w:val="00E26137"/>
    <w:rsid w:val="00E265AD"/>
    <w:rsid w:val="00E265BA"/>
    <w:rsid w:val="00E26604"/>
    <w:rsid w:val="00E266D9"/>
    <w:rsid w:val="00E267A6"/>
    <w:rsid w:val="00E26821"/>
    <w:rsid w:val="00E26838"/>
    <w:rsid w:val="00E26A47"/>
    <w:rsid w:val="00E26A6E"/>
    <w:rsid w:val="00E26B15"/>
    <w:rsid w:val="00E26F04"/>
    <w:rsid w:val="00E27007"/>
    <w:rsid w:val="00E2709A"/>
    <w:rsid w:val="00E270DD"/>
    <w:rsid w:val="00E2714C"/>
    <w:rsid w:val="00E2727A"/>
    <w:rsid w:val="00E27431"/>
    <w:rsid w:val="00E274A1"/>
    <w:rsid w:val="00E2750D"/>
    <w:rsid w:val="00E2759C"/>
    <w:rsid w:val="00E27650"/>
    <w:rsid w:val="00E27690"/>
    <w:rsid w:val="00E276F4"/>
    <w:rsid w:val="00E2770F"/>
    <w:rsid w:val="00E277BC"/>
    <w:rsid w:val="00E278FE"/>
    <w:rsid w:val="00E27950"/>
    <w:rsid w:val="00E27A68"/>
    <w:rsid w:val="00E27A72"/>
    <w:rsid w:val="00E27C60"/>
    <w:rsid w:val="00E27D7F"/>
    <w:rsid w:val="00E30082"/>
    <w:rsid w:val="00E300F3"/>
    <w:rsid w:val="00E301D7"/>
    <w:rsid w:val="00E30220"/>
    <w:rsid w:val="00E30275"/>
    <w:rsid w:val="00E3028F"/>
    <w:rsid w:val="00E302D5"/>
    <w:rsid w:val="00E304BD"/>
    <w:rsid w:val="00E304EC"/>
    <w:rsid w:val="00E3053F"/>
    <w:rsid w:val="00E305E0"/>
    <w:rsid w:val="00E306BC"/>
    <w:rsid w:val="00E30754"/>
    <w:rsid w:val="00E3097E"/>
    <w:rsid w:val="00E30ADD"/>
    <w:rsid w:val="00E30BBD"/>
    <w:rsid w:val="00E30DFE"/>
    <w:rsid w:val="00E31020"/>
    <w:rsid w:val="00E310CB"/>
    <w:rsid w:val="00E31192"/>
    <w:rsid w:val="00E31430"/>
    <w:rsid w:val="00E31706"/>
    <w:rsid w:val="00E3177B"/>
    <w:rsid w:val="00E3178B"/>
    <w:rsid w:val="00E319C7"/>
    <w:rsid w:val="00E31C14"/>
    <w:rsid w:val="00E31DB7"/>
    <w:rsid w:val="00E31E34"/>
    <w:rsid w:val="00E31EC9"/>
    <w:rsid w:val="00E31FED"/>
    <w:rsid w:val="00E31FFE"/>
    <w:rsid w:val="00E3203E"/>
    <w:rsid w:val="00E32115"/>
    <w:rsid w:val="00E32131"/>
    <w:rsid w:val="00E32237"/>
    <w:rsid w:val="00E32319"/>
    <w:rsid w:val="00E3231D"/>
    <w:rsid w:val="00E3237E"/>
    <w:rsid w:val="00E323AB"/>
    <w:rsid w:val="00E323B4"/>
    <w:rsid w:val="00E32407"/>
    <w:rsid w:val="00E32472"/>
    <w:rsid w:val="00E325ED"/>
    <w:rsid w:val="00E32649"/>
    <w:rsid w:val="00E32682"/>
    <w:rsid w:val="00E328E3"/>
    <w:rsid w:val="00E32913"/>
    <w:rsid w:val="00E32B7C"/>
    <w:rsid w:val="00E32CDF"/>
    <w:rsid w:val="00E32F81"/>
    <w:rsid w:val="00E33019"/>
    <w:rsid w:val="00E330BD"/>
    <w:rsid w:val="00E331A3"/>
    <w:rsid w:val="00E331D6"/>
    <w:rsid w:val="00E3323D"/>
    <w:rsid w:val="00E33248"/>
    <w:rsid w:val="00E33278"/>
    <w:rsid w:val="00E33437"/>
    <w:rsid w:val="00E334C5"/>
    <w:rsid w:val="00E337A6"/>
    <w:rsid w:val="00E33AAE"/>
    <w:rsid w:val="00E33C62"/>
    <w:rsid w:val="00E33F9A"/>
    <w:rsid w:val="00E33FF3"/>
    <w:rsid w:val="00E34090"/>
    <w:rsid w:val="00E34195"/>
    <w:rsid w:val="00E341D8"/>
    <w:rsid w:val="00E344A3"/>
    <w:rsid w:val="00E344D1"/>
    <w:rsid w:val="00E347F8"/>
    <w:rsid w:val="00E348B2"/>
    <w:rsid w:val="00E348C8"/>
    <w:rsid w:val="00E348CB"/>
    <w:rsid w:val="00E34A48"/>
    <w:rsid w:val="00E34AF7"/>
    <w:rsid w:val="00E34C79"/>
    <w:rsid w:val="00E34C8B"/>
    <w:rsid w:val="00E34EE8"/>
    <w:rsid w:val="00E34F11"/>
    <w:rsid w:val="00E34FE8"/>
    <w:rsid w:val="00E3515C"/>
    <w:rsid w:val="00E351D3"/>
    <w:rsid w:val="00E351D7"/>
    <w:rsid w:val="00E35307"/>
    <w:rsid w:val="00E3544A"/>
    <w:rsid w:val="00E3557F"/>
    <w:rsid w:val="00E35598"/>
    <w:rsid w:val="00E357B3"/>
    <w:rsid w:val="00E357FF"/>
    <w:rsid w:val="00E35833"/>
    <w:rsid w:val="00E35835"/>
    <w:rsid w:val="00E3591E"/>
    <w:rsid w:val="00E35A79"/>
    <w:rsid w:val="00E35B33"/>
    <w:rsid w:val="00E35C75"/>
    <w:rsid w:val="00E35DAF"/>
    <w:rsid w:val="00E35E32"/>
    <w:rsid w:val="00E35FF2"/>
    <w:rsid w:val="00E360A2"/>
    <w:rsid w:val="00E3613F"/>
    <w:rsid w:val="00E3620A"/>
    <w:rsid w:val="00E36226"/>
    <w:rsid w:val="00E36576"/>
    <w:rsid w:val="00E36708"/>
    <w:rsid w:val="00E367E8"/>
    <w:rsid w:val="00E369C6"/>
    <w:rsid w:val="00E36BEC"/>
    <w:rsid w:val="00E36C18"/>
    <w:rsid w:val="00E36DBE"/>
    <w:rsid w:val="00E37074"/>
    <w:rsid w:val="00E373CD"/>
    <w:rsid w:val="00E373DF"/>
    <w:rsid w:val="00E3751B"/>
    <w:rsid w:val="00E37739"/>
    <w:rsid w:val="00E37760"/>
    <w:rsid w:val="00E378B7"/>
    <w:rsid w:val="00E37914"/>
    <w:rsid w:val="00E379D0"/>
    <w:rsid w:val="00E37A1D"/>
    <w:rsid w:val="00E37B56"/>
    <w:rsid w:val="00E37BD3"/>
    <w:rsid w:val="00E37C14"/>
    <w:rsid w:val="00E37DC5"/>
    <w:rsid w:val="00E37EA8"/>
    <w:rsid w:val="00E37ECD"/>
    <w:rsid w:val="00E37F00"/>
    <w:rsid w:val="00E37F82"/>
    <w:rsid w:val="00E40346"/>
    <w:rsid w:val="00E40556"/>
    <w:rsid w:val="00E405F1"/>
    <w:rsid w:val="00E4081C"/>
    <w:rsid w:val="00E4083B"/>
    <w:rsid w:val="00E40967"/>
    <w:rsid w:val="00E409CF"/>
    <w:rsid w:val="00E40AAE"/>
    <w:rsid w:val="00E40DFA"/>
    <w:rsid w:val="00E40F99"/>
    <w:rsid w:val="00E40FFB"/>
    <w:rsid w:val="00E410E2"/>
    <w:rsid w:val="00E41202"/>
    <w:rsid w:val="00E4130B"/>
    <w:rsid w:val="00E41341"/>
    <w:rsid w:val="00E413DE"/>
    <w:rsid w:val="00E4159B"/>
    <w:rsid w:val="00E415A8"/>
    <w:rsid w:val="00E417FF"/>
    <w:rsid w:val="00E418FB"/>
    <w:rsid w:val="00E419AD"/>
    <w:rsid w:val="00E41A77"/>
    <w:rsid w:val="00E41C19"/>
    <w:rsid w:val="00E41C89"/>
    <w:rsid w:val="00E42111"/>
    <w:rsid w:val="00E4212A"/>
    <w:rsid w:val="00E4230D"/>
    <w:rsid w:val="00E42365"/>
    <w:rsid w:val="00E42483"/>
    <w:rsid w:val="00E42560"/>
    <w:rsid w:val="00E425BA"/>
    <w:rsid w:val="00E42815"/>
    <w:rsid w:val="00E42880"/>
    <w:rsid w:val="00E428EA"/>
    <w:rsid w:val="00E429A6"/>
    <w:rsid w:val="00E42B8F"/>
    <w:rsid w:val="00E42BD9"/>
    <w:rsid w:val="00E42CD6"/>
    <w:rsid w:val="00E42D0B"/>
    <w:rsid w:val="00E42D87"/>
    <w:rsid w:val="00E42F59"/>
    <w:rsid w:val="00E42FB1"/>
    <w:rsid w:val="00E43180"/>
    <w:rsid w:val="00E431D6"/>
    <w:rsid w:val="00E431EC"/>
    <w:rsid w:val="00E4323E"/>
    <w:rsid w:val="00E434E6"/>
    <w:rsid w:val="00E43558"/>
    <w:rsid w:val="00E4364C"/>
    <w:rsid w:val="00E43809"/>
    <w:rsid w:val="00E4381B"/>
    <w:rsid w:val="00E438D1"/>
    <w:rsid w:val="00E438E2"/>
    <w:rsid w:val="00E4391B"/>
    <w:rsid w:val="00E43A6A"/>
    <w:rsid w:val="00E43C3C"/>
    <w:rsid w:val="00E43C93"/>
    <w:rsid w:val="00E43E10"/>
    <w:rsid w:val="00E43E35"/>
    <w:rsid w:val="00E43EEB"/>
    <w:rsid w:val="00E43F03"/>
    <w:rsid w:val="00E43FA9"/>
    <w:rsid w:val="00E4402B"/>
    <w:rsid w:val="00E440F6"/>
    <w:rsid w:val="00E4416A"/>
    <w:rsid w:val="00E444CD"/>
    <w:rsid w:val="00E44737"/>
    <w:rsid w:val="00E447AE"/>
    <w:rsid w:val="00E44800"/>
    <w:rsid w:val="00E44B0B"/>
    <w:rsid w:val="00E44C3D"/>
    <w:rsid w:val="00E44D80"/>
    <w:rsid w:val="00E44E5C"/>
    <w:rsid w:val="00E44EF5"/>
    <w:rsid w:val="00E4506E"/>
    <w:rsid w:val="00E450A1"/>
    <w:rsid w:val="00E450F2"/>
    <w:rsid w:val="00E45195"/>
    <w:rsid w:val="00E451CD"/>
    <w:rsid w:val="00E451E5"/>
    <w:rsid w:val="00E4523D"/>
    <w:rsid w:val="00E4531B"/>
    <w:rsid w:val="00E453EC"/>
    <w:rsid w:val="00E4549F"/>
    <w:rsid w:val="00E454FF"/>
    <w:rsid w:val="00E4558B"/>
    <w:rsid w:val="00E45630"/>
    <w:rsid w:val="00E457BF"/>
    <w:rsid w:val="00E459DD"/>
    <w:rsid w:val="00E45BA4"/>
    <w:rsid w:val="00E45BF0"/>
    <w:rsid w:val="00E45C85"/>
    <w:rsid w:val="00E45E6C"/>
    <w:rsid w:val="00E46010"/>
    <w:rsid w:val="00E46079"/>
    <w:rsid w:val="00E4614A"/>
    <w:rsid w:val="00E462FA"/>
    <w:rsid w:val="00E46325"/>
    <w:rsid w:val="00E46742"/>
    <w:rsid w:val="00E467D7"/>
    <w:rsid w:val="00E46862"/>
    <w:rsid w:val="00E46989"/>
    <w:rsid w:val="00E46B12"/>
    <w:rsid w:val="00E46CA5"/>
    <w:rsid w:val="00E46F7E"/>
    <w:rsid w:val="00E47086"/>
    <w:rsid w:val="00E470E3"/>
    <w:rsid w:val="00E471A3"/>
    <w:rsid w:val="00E4725F"/>
    <w:rsid w:val="00E472D4"/>
    <w:rsid w:val="00E47502"/>
    <w:rsid w:val="00E47570"/>
    <w:rsid w:val="00E47690"/>
    <w:rsid w:val="00E477A5"/>
    <w:rsid w:val="00E47907"/>
    <w:rsid w:val="00E479BF"/>
    <w:rsid w:val="00E47A18"/>
    <w:rsid w:val="00E47C1B"/>
    <w:rsid w:val="00E47C88"/>
    <w:rsid w:val="00E47DE9"/>
    <w:rsid w:val="00E47E04"/>
    <w:rsid w:val="00E47EB0"/>
    <w:rsid w:val="00E47FCE"/>
    <w:rsid w:val="00E50023"/>
    <w:rsid w:val="00E50125"/>
    <w:rsid w:val="00E5015B"/>
    <w:rsid w:val="00E50196"/>
    <w:rsid w:val="00E502A4"/>
    <w:rsid w:val="00E50337"/>
    <w:rsid w:val="00E5034A"/>
    <w:rsid w:val="00E50370"/>
    <w:rsid w:val="00E5040A"/>
    <w:rsid w:val="00E50412"/>
    <w:rsid w:val="00E50618"/>
    <w:rsid w:val="00E50954"/>
    <w:rsid w:val="00E50B88"/>
    <w:rsid w:val="00E50E08"/>
    <w:rsid w:val="00E50EBA"/>
    <w:rsid w:val="00E5123A"/>
    <w:rsid w:val="00E51305"/>
    <w:rsid w:val="00E5142A"/>
    <w:rsid w:val="00E51693"/>
    <w:rsid w:val="00E51785"/>
    <w:rsid w:val="00E51BF3"/>
    <w:rsid w:val="00E52016"/>
    <w:rsid w:val="00E522CF"/>
    <w:rsid w:val="00E525B2"/>
    <w:rsid w:val="00E525B4"/>
    <w:rsid w:val="00E526C6"/>
    <w:rsid w:val="00E52756"/>
    <w:rsid w:val="00E529B1"/>
    <w:rsid w:val="00E52A4B"/>
    <w:rsid w:val="00E52BF7"/>
    <w:rsid w:val="00E52DE7"/>
    <w:rsid w:val="00E52F43"/>
    <w:rsid w:val="00E530DB"/>
    <w:rsid w:val="00E53168"/>
    <w:rsid w:val="00E532A7"/>
    <w:rsid w:val="00E532C0"/>
    <w:rsid w:val="00E532DC"/>
    <w:rsid w:val="00E5336F"/>
    <w:rsid w:val="00E53521"/>
    <w:rsid w:val="00E53637"/>
    <w:rsid w:val="00E53672"/>
    <w:rsid w:val="00E53722"/>
    <w:rsid w:val="00E53739"/>
    <w:rsid w:val="00E53765"/>
    <w:rsid w:val="00E5384E"/>
    <w:rsid w:val="00E5395F"/>
    <w:rsid w:val="00E5396E"/>
    <w:rsid w:val="00E53D20"/>
    <w:rsid w:val="00E53D6E"/>
    <w:rsid w:val="00E53F6D"/>
    <w:rsid w:val="00E54028"/>
    <w:rsid w:val="00E5404B"/>
    <w:rsid w:val="00E541D5"/>
    <w:rsid w:val="00E542B7"/>
    <w:rsid w:val="00E5439B"/>
    <w:rsid w:val="00E54613"/>
    <w:rsid w:val="00E546A3"/>
    <w:rsid w:val="00E546F1"/>
    <w:rsid w:val="00E54948"/>
    <w:rsid w:val="00E54A80"/>
    <w:rsid w:val="00E54AB9"/>
    <w:rsid w:val="00E54B44"/>
    <w:rsid w:val="00E54B59"/>
    <w:rsid w:val="00E54B85"/>
    <w:rsid w:val="00E54BE5"/>
    <w:rsid w:val="00E54C9B"/>
    <w:rsid w:val="00E54CAA"/>
    <w:rsid w:val="00E54D2F"/>
    <w:rsid w:val="00E54D3E"/>
    <w:rsid w:val="00E5501D"/>
    <w:rsid w:val="00E55208"/>
    <w:rsid w:val="00E552FB"/>
    <w:rsid w:val="00E55347"/>
    <w:rsid w:val="00E55451"/>
    <w:rsid w:val="00E55477"/>
    <w:rsid w:val="00E5547A"/>
    <w:rsid w:val="00E5563E"/>
    <w:rsid w:val="00E5575B"/>
    <w:rsid w:val="00E55829"/>
    <w:rsid w:val="00E55836"/>
    <w:rsid w:val="00E55D5C"/>
    <w:rsid w:val="00E55DCC"/>
    <w:rsid w:val="00E55F11"/>
    <w:rsid w:val="00E55F4F"/>
    <w:rsid w:val="00E55FF2"/>
    <w:rsid w:val="00E56099"/>
    <w:rsid w:val="00E561BE"/>
    <w:rsid w:val="00E562AA"/>
    <w:rsid w:val="00E5639F"/>
    <w:rsid w:val="00E563B4"/>
    <w:rsid w:val="00E565A0"/>
    <w:rsid w:val="00E565F2"/>
    <w:rsid w:val="00E56898"/>
    <w:rsid w:val="00E569E9"/>
    <w:rsid w:val="00E56B3B"/>
    <w:rsid w:val="00E56C09"/>
    <w:rsid w:val="00E56C80"/>
    <w:rsid w:val="00E56D67"/>
    <w:rsid w:val="00E56E1E"/>
    <w:rsid w:val="00E56F63"/>
    <w:rsid w:val="00E57101"/>
    <w:rsid w:val="00E57176"/>
    <w:rsid w:val="00E57204"/>
    <w:rsid w:val="00E57247"/>
    <w:rsid w:val="00E5738E"/>
    <w:rsid w:val="00E57403"/>
    <w:rsid w:val="00E57677"/>
    <w:rsid w:val="00E577E7"/>
    <w:rsid w:val="00E57813"/>
    <w:rsid w:val="00E57A31"/>
    <w:rsid w:val="00E57AF9"/>
    <w:rsid w:val="00E57DD7"/>
    <w:rsid w:val="00E57E29"/>
    <w:rsid w:val="00E600C4"/>
    <w:rsid w:val="00E60235"/>
    <w:rsid w:val="00E602CA"/>
    <w:rsid w:val="00E602D9"/>
    <w:rsid w:val="00E60565"/>
    <w:rsid w:val="00E60699"/>
    <w:rsid w:val="00E6079F"/>
    <w:rsid w:val="00E608D1"/>
    <w:rsid w:val="00E60976"/>
    <w:rsid w:val="00E60B13"/>
    <w:rsid w:val="00E60B60"/>
    <w:rsid w:val="00E60BEF"/>
    <w:rsid w:val="00E60C58"/>
    <w:rsid w:val="00E60D20"/>
    <w:rsid w:val="00E60D60"/>
    <w:rsid w:val="00E60D87"/>
    <w:rsid w:val="00E61150"/>
    <w:rsid w:val="00E6115B"/>
    <w:rsid w:val="00E611FA"/>
    <w:rsid w:val="00E612EB"/>
    <w:rsid w:val="00E612FC"/>
    <w:rsid w:val="00E61379"/>
    <w:rsid w:val="00E6146C"/>
    <w:rsid w:val="00E61492"/>
    <w:rsid w:val="00E6181E"/>
    <w:rsid w:val="00E618E1"/>
    <w:rsid w:val="00E61A5F"/>
    <w:rsid w:val="00E61AB3"/>
    <w:rsid w:val="00E61C00"/>
    <w:rsid w:val="00E6204D"/>
    <w:rsid w:val="00E6206B"/>
    <w:rsid w:val="00E62200"/>
    <w:rsid w:val="00E622AF"/>
    <w:rsid w:val="00E6232C"/>
    <w:rsid w:val="00E6237A"/>
    <w:rsid w:val="00E623CE"/>
    <w:rsid w:val="00E6248C"/>
    <w:rsid w:val="00E62506"/>
    <w:rsid w:val="00E6260D"/>
    <w:rsid w:val="00E62832"/>
    <w:rsid w:val="00E628C4"/>
    <w:rsid w:val="00E628D1"/>
    <w:rsid w:val="00E62C50"/>
    <w:rsid w:val="00E62D3A"/>
    <w:rsid w:val="00E62D7C"/>
    <w:rsid w:val="00E63135"/>
    <w:rsid w:val="00E632EF"/>
    <w:rsid w:val="00E634A1"/>
    <w:rsid w:val="00E63540"/>
    <w:rsid w:val="00E6358B"/>
    <w:rsid w:val="00E6367F"/>
    <w:rsid w:val="00E636B8"/>
    <w:rsid w:val="00E63703"/>
    <w:rsid w:val="00E6373D"/>
    <w:rsid w:val="00E63883"/>
    <w:rsid w:val="00E63BD4"/>
    <w:rsid w:val="00E63C35"/>
    <w:rsid w:val="00E63CD8"/>
    <w:rsid w:val="00E63D7F"/>
    <w:rsid w:val="00E63F82"/>
    <w:rsid w:val="00E6404E"/>
    <w:rsid w:val="00E645A2"/>
    <w:rsid w:val="00E645B3"/>
    <w:rsid w:val="00E64613"/>
    <w:rsid w:val="00E6466B"/>
    <w:rsid w:val="00E64705"/>
    <w:rsid w:val="00E64800"/>
    <w:rsid w:val="00E648B9"/>
    <w:rsid w:val="00E649E7"/>
    <w:rsid w:val="00E649FE"/>
    <w:rsid w:val="00E64B12"/>
    <w:rsid w:val="00E64C48"/>
    <w:rsid w:val="00E64D96"/>
    <w:rsid w:val="00E64DC6"/>
    <w:rsid w:val="00E64E2F"/>
    <w:rsid w:val="00E650AD"/>
    <w:rsid w:val="00E65349"/>
    <w:rsid w:val="00E6534E"/>
    <w:rsid w:val="00E65667"/>
    <w:rsid w:val="00E656E8"/>
    <w:rsid w:val="00E6580C"/>
    <w:rsid w:val="00E65816"/>
    <w:rsid w:val="00E65919"/>
    <w:rsid w:val="00E65A46"/>
    <w:rsid w:val="00E65B73"/>
    <w:rsid w:val="00E65D22"/>
    <w:rsid w:val="00E65D31"/>
    <w:rsid w:val="00E65D9C"/>
    <w:rsid w:val="00E65E29"/>
    <w:rsid w:val="00E65FAF"/>
    <w:rsid w:val="00E660B3"/>
    <w:rsid w:val="00E6628D"/>
    <w:rsid w:val="00E662EA"/>
    <w:rsid w:val="00E66388"/>
    <w:rsid w:val="00E6638D"/>
    <w:rsid w:val="00E663EA"/>
    <w:rsid w:val="00E664E8"/>
    <w:rsid w:val="00E6656C"/>
    <w:rsid w:val="00E66600"/>
    <w:rsid w:val="00E66625"/>
    <w:rsid w:val="00E66665"/>
    <w:rsid w:val="00E6696D"/>
    <w:rsid w:val="00E669D8"/>
    <w:rsid w:val="00E66AE0"/>
    <w:rsid w:val="00E66CE4"/>
    <w:rsid w:val="00E66D54"/>
    <w:rsid w:val="00E66E6C"/>
    <w:rsid w:val="00E66E71"/>
    <w:rsid w:val="00E66E88"/>
    <w:rsid w:val="00E66EF4"/>
    <w:rsid w:val="00E67020"/>
    <w:rsid w:val="00E67073"/>
    <w:rsid w:val="00E67118"/>
    <w:rsid w:val="00E67223"/>
    <w:rsid w:val="00E67287"/>
    <w:rsid w:val="00E67327"/>
    <w:rsid w:val="00E6736C"/>
    <w:rsid w:val="00E6737F"/>
    <w:rsid w:val="00E673F2"/>
    <w:rsid w:val="00E67703"/>
    <w:rsid w:val="00E67712"/>
    <w:rsid w:val="00E6793D"/>
    <w:rsid w:val="00E679F2"/>
    <w:rsid w:val="00E67CAA"/>
    <w:rsid w:val="00E67F2A"/>
    <w:rsid w:val="00E7000F"/>
    <w:rsid w:val="00E700C9"/>
    <w:rsid w:val="00E7016E"/>
    <w:rsid w:val="00E7022D"/>
    <w:rsid w:val="00E7022F"/>
    <w:rsid w:val="00E70603"/>
    <w:rsid w:val="00E70814"/>
    <w:rsid w:val="00E7084E"/>
    <w:rsid w:val="00E708D2"/>
    <w:rsid w:val="00E709CF"/>
    <w:rsid w:val="00E70A05"/>
    <w:rsid w:val="00E70B65"/>
    <w:rsid w:val="00E70B77"/>
    <w:rsid w:val="00E70D2E"/>
    <w:rsid w:val="00E70D65"/>
    <w:rsid w:val="00E70DA3"/>
    <w:rsid w:val="00E70DAB"/>
    <w:rsid w:val="00E70EAB"/>
    <w:rsid w:val="00E70EDC"/>
    <w:rsid w:val="00E70EFA"/>
    <w:rsid w:val="00E70F47"/>
    <w:rsid w:val="00E71040"/>
    <w:rsid w:val="00E71048"/>
    <w:rsid w:val="00E71288"/>
    <w:rsid w:val="00E713B0"/>
    <w:rsid w:val="00E71600"/>
    <w:rsid w:val="00E71623"/>
    <w:rsid w:val="00E71689"/>
    <w:rsid w:val="00E716FE"/>
    <w:rsid w:val="00E7178B"/>
    <w:rsid w:val="00E71811"/>
    <w:rsid w:val="00E71856"/>
    <w:rsid w:val="00E71866"/>
    <w:rsid w:val="00E718AE"/>
    <w:rsid w:val="00E71A45"/>
    <w:rsid w:val="00E71BD4"/>
    <w:rsid w:val="00E71DAF"/>
    <w:rsid w:val="00E71E05"/>
    <w:rsid w:val="00E71E21"/>
    <w:rsid w:val="00E71E98"/>
    <w:rsid w:val="00E71FB6"/>
    <w:rsid w:val="00E7202B"/>
    <w:rsid w:val="00E72258"/>
    <w:rsid w:val="00E722D9"/>
    <w:rsid w:val="00E7252F"/>
    <w:rsid w:val="00E72559"/>
    <w:rsid w:val="00E72570"/>
    <w:rsid w:val="00E7257B"/>
    <w:rsid w:val="00E725B9"/>
    <w:rsid w:val="00E72834"/>
    <w:rsid w:val="00E729D3"/>
    <w:rsid w:val="00E72A74"/>
    <w:rsid w:val="00E72A79"/>
    <w:rsid w:val="00E72AFD"/>
    <w:rsid w:val="00E72B41"/>
    <w:rsid w:val="00E72D10"/>
    <w:rsid w:val="00E72DB9"/>
    <w:rsid w:val="00E72DE2"/>
    <w:rsid w:val="00E72FA4"/>
    <w:rsid w:val="00E7330B"/>
    <w:rsid w:val="00E73352"/>
    <w:rsid w:val="00E733EF"/>
    <w:rsid w:val="00E73422"/>
    <w:rsid w:val="00E735D1"/>
    <w:rsid w:val="00E73642"/>
    <w:rsid w:val="00E7384D"/>
    <w:rsid w:val="00E7387D"/>
    <w:rsid w:val="00E738AC"/>
    <w:rsid w:val="00E73A36"/>
    <w:rsid w:val="00E73A78"/>
    <w:rsid w:val="00E73ABF"/>
    <w:rsid w:val="00E73ACA"/>
    <w:rsid w:val="00E73C98"/>
    <w:rsid w:val="00E73C9F"/>
    <w:rsid w:val="00E73DBA"/>
    <w:rsid w:val="00E74145"/>
    <w:rsid w:val="00E74199"/>
    <w:rsid w:val="00E74212"/>
    <w:rsid w:val="00E74307"/>
    <w:rsid w:val="00E745A7"/>
    <w:rsid w:val="00E745AB"/>
    <w:rsid w:val="00E74695"/>
    <w:rsid w:val="00E747F1"/>
    <w:rsid w:val="00E74A3B"/>
    <w:rsid w:val="00E74A8B"/>
    <w:rsid w:val="00E74AC7"/>
    <w:rsid w:val="00E74C69"/>
    <w:rsid w:val="00E74C9F"/>
    <w:rsid w:val="00E74CB5"/>
    <w:rsid w:val="00E74DA5"/>
    <w:rsid w:val="00E74DF9"/>
    <w:rsid w:val="00E74EEA"/>
    <w:rsid w:val="00E74F39"/>
    <w:rsid w:val="00E74F62"/>
    <w:rsid w:val="00E751C6"/>
    <w:rsid w:val="00E75368"/>
    <w:rsid w:val="00E753B7"/>
    <w:rsid w:val="00E75406"/>
    <w:rsid w:val="00E75477"/>
    <w:rsid w:val="00E754CA"/>
    <w:rsid w:val="00E75582"/>
    <w:rsid w:val="00E755F1"/>
    <w:rsid w:val="00E755FA"/>
    <w:rsid w:val="00E75691"/>
    <w:rsid w:val="00E75763"/>
    <w:rsid w:val="00E757A9"/>
    <w:rsid w:val="00E7588F"/>
    <w:rsid w:val="00E75BEA"/>
    <w:rsid w:val="00E75CED"/>
    <w:rsid w:val="00E75D15"/>
    <w:rsid w:val="00E75E60"/>
    <w:rsid w:val="00E75EFC"/>
    <w:rsid w:val="00E76012"/>
    <w:rsid w:val="00E7602A"/>
    <w:rsid w:val="00E761DA"/>
    <w:rsid w:val="00E76362"/>
    <w:rsid w:val="00E7652C"/>
    <w:rsid w:val="00E7656F"/>
    <w:rsid w:val="00E766C5"/>
    <w:rsid w:val="00E76707"/>
    <w:rsid w:val="00E76730"/>
    <w:rsid w:val="00E7675F"/>
    <w:rsid w:val="00E76833"/>
    <w:rsid w:val="00E76BA3"/>
    <w:rsid w:val="00E76DDA"/>
    <w:rsid w:val="00E76E68"/>
    <w:rsid w:val="00E77045"/>
    <w:rsid w:val="00E7712B"/>
    <w:rsid w:val="00E771D7"/>
    <w:rsid w:val="00E7726C"/>
    <w:rsid w:val="00E774FD"/>
    <w:rsid w:val="00E77614"/>
    <w:rsid w:val="00E77781"/>
    <w:rsid w:val="00E777C2"/>
    <w:rsid w:val="00E778E3"/>
    <w:rsid w:val="00E77944"/>
    <w:rsid w:val="00E77D56"/>
    <w:rsid w:val="00E77D61"/>
    <w:rsid w:val="00E77FDC"/>
    <w:rsid w:val="00E8006F"/>
    <w:rsid w:val="00E800FF"/>
    <w:rsid w:val="00E8013B"/>
    <w:rsid w:val="00E801AA"/>
    <w:rsid w:val="00E801FB"/>
    <w:rsid w:val="00E80324"/>
    <w:rsid w:val="00E80330"/>
    <w:rsid w:val="00E8037F"/>
    <w:rsid w:val="00E803E7"/>
    <w:rsid w:val="00E8042B"/>
    <w:rsid w:val="00E806B5"/>
    <w:rsid w:val="00E8073E"/>
    <w:rsid w:val="00E80754"/>
    <w:rsid w:val="00E80900"/>
    <w:rsid w:val="00E8094C"/>
    <w:rsid w:val="00E80B25"/>
    <w:rsid w:val="00E80C9F"/>
    <w:rsid w:val="00E80E51"/>
    <w:rsid w:val="00E80EB7"/>
    <w:rsid w:val="00E80FAF"/>
    <w:rsid w:val="00E8113B"/>
    <w:rsid w:val="00E811C5"/>
    <w:rsid w:val="00E814F0"/>
    <w:rsid w:val="00E815BD"/>
    <w:rsid w:val="00E81740"/>
    <w:rsid w:val="00E817CB"/>
    <w:rsid w:val="00E81882"/>
    <w:rsid w:val="00E81921"/>
    <w:rsid w:val="00E8193A"/>
    <w:rsid w:val="00E819EF"/>
    <w:rsid w:val="00E81BAD"/>
    <w:rsid w:val="00E81C90"/>
    <w:rsid w:val="00E81D03"/>
    <w:rsid w:val="00E81D9A"/>
    <w:rsid w:val="00E81E72"/>
    <w:rsid w:val="00E81EA2"/>
    <w:rsid w:val="00E81EE8"/>
    <w:rsid w:val="00E81F2C"/>
    <w:rsid w:val="00E8209E"/>
    <w:rsid w:val="00E82176"/>
    <w:rsid w:val="00E825CD"/>
    <w:rsid w:val="00E82790"/>
    <w:rsid w:val="00E827E3"/>
    <w:rsid w:val="00E8290B"/>
    <w:rsid w:val="00E829C3"/>
    <w:rsid w:val="00E82A25"/>
    <w:rsid w:val="00E82A50"/>
    <w:rsid w:val="00E82B08"/>
    <w:rsid w:val="00E82C19"/>
    <w:rsid w:val="00E82C2B"/>
    <w:rsid w:val="00E82C7A"/>
    <w:rsid w:val="00E82DD4"/>
    <w:rsid w:val="00E82E68"/>
    <w:rsid w:val="00E82F9B"/>
    <w:rsid w:val="00E83253"/>
    <w:rsid w:val="00E832A3"/>
    <w:rsid w:val="00E832CC"/>
    <w:rsid w:val="00E83402"/>
    <w:rsid w:val="00E83438"/>
    <w:rsid w:val="00E8346C"/>
    <w:rsid w:val="00E83523"/>
    <w:rsid w:val="00E8374B"/>
    <w:rsid w:val="00E8397E"/>
    <w:rsid w:val="00E83AAF"/>
    <w:rsid w:val="00E83D86"/>
    <w:rsid w:val="00E83E7F"/>
    <w:rsid w:val="00E8412E"/>
    <w:rsid w:val="00E84391"/>
    <w:rsid w:val="00E84465"/>
    <w:rsid w:val="00E8455A"/>
    <w:rsid w:val="00E8460F"/>
    <w:rsid w:val="00E84615"/>
    <w:rsid w:val="00E846EF"/>
    <w:rsid w:val="00E84887"/>
    <w:rsid w:val="00E848D5"/>
    <w:rsid w:val="00E848FA"/>
    <w:rsid w:val="00E84912"/>
    <w:rsid w:val="00E84AC3"/>
    <w:rsid w:val="00E84C52"/>
    <w:rsid w:val="00E84D38"/>
    <w:rsid w:val="00E84D3F"/>
    <w:rsid w:val="00E84ED2"/>
    <w:rsid w:val="00E84FD6"/>
    <w:rsid w:val="00E850A4"/>
    <w:rsid w:val="00E85191"/>
    <w:rsid w:val="00E8521D"/>
    <w:rsid w:val="00E8522B"/>
    <w:rsid w:val="00E85262"/>
    <w:rsid w:val="00E85284"/>
    <w:rsid w:val="00E8536C"/>
    <w:rsid w:val="00E855C2"/>
    <w:rsid w:val="00E85684"/>
    <w:rsid w:val="00E8577F"/>
    <w:rsid w:val="00E8598C"/>
    <w:rsid w:val="00E859AE"/>
    <w:rsid w:val="00E859C7"/>
    <w:rsid w:val="00E85AD7"/>
    <w:rsid w:val="00E85AFF"/>
    <w:rsid w:val="00E85B9F"/>
    <w:rsid w:val="00E85BFB"/>
    <w:rsid w:val="00E85C27"/>
    <w:rsid w:val="00E85E0C"/>
    <w:rsid w:val="00E85E6B"/>
    <w:rsid w:val="00E85E97"/>
    <w:rsid w:val="00E860C6"/>
    <w:rsid w:val="00E8611E"/>
    <w:rsid w:val="00E86120"/>
    <w:rsid w:val="00E86148"/>
    <w:rsid w:val="00E862B2"/>
    <w:rsid w:val="00E86545"/>
    <w:rsid w:val="00E86729"/>
    <w:rsid w:val="00E86788"/>
    <w:rsid w:val="00E8685A"/>
    <w:rsid w:val="00E86869"/>
    <w:rsid w:val="00E86893"/>
    <w:rsid w:val="00E86A0E"/>
    <w:rsid w:val="00E86B6D"/>
    <w:rsid w:val="00E86C66"/>
    <w:rsid w:val="00E86C84"/>
    <w:rsid w:val="00E86D30"/>
    <w:rsid w:val="00E86DC1"/>
    <w:rsid w:val="00E86E51"/>
    <w:rsid w:val="00E86F37"/>
    <w:rsid w:val="00E86FA0"/>
    <w:rsid w:val="00E86FC7"/>
    <w:rsid w:val="00E87108"/>
    <w:rsid w:val="00E8720F"/>
    <w:rsid w:val="00E87218"/>
    <w:rsid w:val="00E8726E"/>
    <w:rsid w:val="00E87350"/>
    <w:rsid w:val="00E8754E"/>
    <w:rsid w:val="00E87551"/>
    <w:rsid w:val="00E87590"/>
    <w:rsid w:val="00E875B3"/>
    <w:rsid w:val="00E87785"/>
    <w:rsid w:val="00E877A6"/>
    <w:rsid w:val="00E8790E"/>
    <w:rsid w:val="00E879C0"/>
    <w:rsid w:val="00E87C78"/>
    <w:rsid w:val="00E87D1B"/>
    <w:rsid w:val="00E87E59"/>
    <w:rsid w:val="00E903B2"/>
    <w:rsid w:val="00E9042C"/>
    <w:rsid w:val="00E9081D"/>
    <w:rsid w:val="00E908B7"/>
    <w:rsid w:val="00E90A14"/>
    <w:rsid w:val="00E90A94"/>
    <w:rsid w:val="00E90C63"/>
    <w:rsid w:val="00E90C69"/>
    <w:rsid w:val="00E90CD3"/>
    <w:rsid w:val="00E90E8D"/>
    <w:rsid w:val="00E90F0D"/>
    <w:rsid w:val="00E90FD5"/>
    <w:rsid w:val="00E9105A"/>
    <w:rsid w:val="00E91152"/>
    <w:rsid w:val="00E91223"/>
    <w:rsid w:val="00E91459"/>
    <w:rsid w:val="00E91543"/>
    <w:rsid w:val="00E91576"/>
    <w:rsid w:val="00E915B6"/>
    <w:rsid w:val="00E91602"/>
    <w:rsid w:val="00E91657"/>
    <w:rsid w:val="00E9168C"/>
    <w:rsid w:val="00E91739"/>
    <w:rsid w:val="00E917F9"/>
    <w:rsid w:val="00E9182F"/>
    <w:rsid w:val="00E919D3"/>
    <w:rsid w:val="00E91AA6"/>
    <w:rsid w:val="00E91B7E"/>
    <w:rsid w:val="00E91C38"/>
    <w:rsid w:val="00E91D23"/>
    <w:rsid w:val="00E91DC6"/>
    <w:rsid w:val="00E91F07"/>
    <w:rsid w:val="00E921C4"/>
    <w:rsid w:val="00E921E1"/>
    <w:rsid w:val="00E921F9"/>
    <w:rsid w:val="00E9223D"/>
    <w:rsid w:val="00E92286"/>
    <w:rsid w:val="00E922BC"/>
    <w:rsid w:val="00E924B5"/>
    <w:rsid w:val="00E92544"/>
    <w:rsid w:val="00E925E4"/>
    <w:rsid w:val="00E9283B"/>
    <w:rsid w:val="00E92C1B"/>
    <w:rsid w:val="00E92C38"/>
    <w:rsid w:val="00E93046"/>
    <w:rsid w:val="00E93056"/>
    <w:rsid w:val="00E932B9"/>
    <w:rsid w:val="00E932FF"/>
    <w:rsid w:val="00E93345"/>
    <w:rsid w:val="00E9346A"/>
    <w:rsid w:val="00E934F1"/>
    <w:rsid w:val="00E9373D"/>
    <w:rsid w:val="00E93767"/>
    <w:rsid w:val="00E9387C"/>
    <w:rsid w:val="00E93BD6"/>
    <w:rsid w:val="00E93EE3"/>
    <w:rsid w:val="00E9404C"/>
    <w:rsid w:val="00E9412C"/>
    <w:rsid w:val="00E94165"/>
    <w:rsid w:val="00E94275"/>
    <w:rsid w:val="00E94316"/>
    <w:rsid w:val="00E94415"/>
    <w:rsid w:val="00E9443D"/>
    <w:rsid w:val="00E94523"/>
    <w:rsid w:val="00E94656"/>
    <w:rsid w:val="00E94751"/>
    <w:rsid w:val="00E9477A"/>
    <w:rsid w:val="00E9490A"/>
    <w:rsid w:val="00E9493F"/>
    <w:rsid w:val="00E94A5F"/>
    <w:rsid w:val="00E94BF8"/>
    <w:rsid w:val="00E94C19"/>
    <w:rsid w:val="00E94E9C"/>
    <w:rsid w:val="00E95012"/>
    <w:rsid w:val="00E95091"/>
    <w:rsid w:val="00E95187"/>
    <w:rsid w:val="00E95408"/>
    <w:rsid w:val="00E955BD"/>
    <w:rsid w:val="00E958AC"/>
    <w:rsid w:val="00E95967"/>
    <w:rsid w:val="00E95973"/>
    <w:rsid w:val="00E95A01"/>
    <w:rsid w:val="00E95A99"/>
    <w:rsid w:val="00E95AA8"/>
    <w:rsid w:val="00E95AEB"/>
    <w:rsid w:val="00E95B19"/>
    <w:rsid w:val="00E95B83"/>
    <w:rsid w:val="00E95B94"/>
    <w:rsid w:val="00E95BF9"/>
    <w:rsid w:val="00E95C39"/>
    <w:rsid w:val="00E95D13"/>
    <w:rsid w:val="00E95F0B"/>
    <w:rsid w:val="00E95FA6"/>
    <w:rsid w:val="00E9601C"/>
    <w:rsid w:val="00E960E3"/>
    <w:rsid w:val="00E96105"/>
    <w:rsid w:val="00E961A5"/>
    <w:rsid w:val="00E961E6"/>
    <w:rsid w:val="00E963A3"/>
    <w:rsid w:val="00E963E0"/>
    <w:rsid w:val="00E965A7"/>
    <w:rsid w:val="00E965F4"/>
    <w:rsid w:val="00E9667A"/>
    <w:rsid w:val="00E96720"/>
    <w:rsid w:val="00E967D3"/>
    <w:rsid w:val="00E96877"/>
    <w:rsid w:val="00E9696E"/>
    <w:rsid w:val="00E96B41"/>
    <w:rsid w:val="00E96C9B"/>
    <w:rsid w:val="00E96D6B"/>
    <w:rsid w:val="00E96E5E"/>
    <w:rsid w:val="00E970E5"/>
    <w:rsid w:val="00E97205"/>
    <w:rsid w:val="00E976F7"/>
    <w:rsid w:val="00E977F4"/>
    <w:rsid w:val="00E9784D"/>
    <w:rsid w:val="00E97B6F"/>
    <w:rsid w:val="00E97DEF"/>
    <w:rsid w:val="00E97E74"/>
    <w:rsid w:val="00E97F2E"/>
    <w:rsid w:val="00E97F4F"/>
    <w:rsid w:val="00EA0012"/>
    <w:rsid w:val="00EA00BE"/>
    <w:rsid w:val="00EA016F"/>
    <w:rsid w:val="00EA01C4"/>
    <w:rsid w:val="00EA0287"/>
    <w:rsid w:val="00EA0347"/>
    <w:rsid w:val="00EA05E2"/>
    <w:rsid w:val="00EA0715"/>
    <w:rsid w:val="00EA07F9"/>
    <w:rsid w:val="00EA08CE"/>
    <w:rsid w:val="00EA0ABF"/>
    <w:rsid w:val="00EA0CBE"/>
    <w:rsid w:val="00EA0D6A"/>
    <w:rsid w:val="00EA0F21"/>
    <w:rsid w:val="00EA0F66"/>
    <w:rsid w:val="00EA10A8"/>
    <w:rsid w:val="00EA116E"/>
    <w:rsid w:val="00EA1471"/>
    <w:rsid w:val="00EA14C7"/>
    <w:rsid w:val="00EA155D"/>
    <w:rsid w:val="00EA176D"/>
    <w:rsid w:val="00EA17DD"/>
    <w:rsid w:val="00EA17EF"/>
    <w:rsid w:val="00EA18F8"/>
    <w:rsid w:val="00EA19C8"/>
    <w:rsid w:val="00EA1A92"/>
    <w:rsid w:val="00EA1BDD"/>
    <w:rsid w:val="00EA1C7C"/>
    <w:rsid w:val="00EA1D20"/>
    <w:rsid w:val="00EA1E6E"/>
    <w:rsid w:val="00EA1EEE"/>
    <w:rsid w:val="00EA21F2"/>
    <w:rsid w:val="00EA2324"/>
    <w:rsid w:val="00EA2798"/>
    <w:rsid w:val="00EA2A99"/>
    <w:rsid w:val="00EA2CD9"/>
    <w:rsid w:val="00EA2DCE"/>
    <w:rsid w:val="00EA2E41"/>
    <w:rsid w:val="00EA2F48"/>
    <w:rsid w:val="00EA3265"/>
    <w:rsid w:val="00EA33E1"/>
    <w:rsid w:val="00EA343F"/>
    <w:rsid w:val="00EA3454"/>
    <w:rsid w:val="00EA39DF"/>
    <w:rsid w:val="00EA3B31"/>
    <w:rsid w:val="00EA3B76"/>
    <w:rsid w:val="00EA3BD5"/>
    <w:rsid w:val="00EA3C83"/>
    <w:rsid w:val="00EA401F"/>
    <w:rsid w:val="00EA41C9"/>
    <w:rsid w:val="00EA43E1"/>
    <w:rsid w:val="00EA4566"/>
    <w:rsid w:val="00EA48CE"/>
    <w:rsid w:val="00EA4909"/>
    <w:rsid w:val="00EA49E8"/>
    <w:rsid w:val="00EA4D0B"/>
    <w:rsid w:val="00EA4E68"/>
    <w:rsid w:val="00EA4ECD"/>
    <w:rsid w:val="00EA4F2E"/>
    <w:rsid w:val="00EA5328"/>
    <w:rsid w:val="00EA53A4"/>
    <w:rsid w:val="00EA542C"/>
    <w:rsid w:val="00EA57B8"/>
    <w:rsid w:val="00EA57FB"/>
    <w:rsid w:val="00EA580E"/>
    <w:rsid w:val="00EA5A2C"/>
    <w:rsid w:val="00EA5B8C"/>
    <w:rsid w:val="00EA5CB5"/>
    <w:rsid w:val="00EA5CF3"/>
    <w:rsid w:val="00EA5D9D"/>
    <w:rsid w:val="00EA6066"/>
    <w:rsid w:val="00EA608E"/>
    <w:rsid w:val="00EA618E"/>
    <w:rsid w:val="00EA63DC"/>
    <w:rsid w:val="00EA64A7"/>
    <w:rsid w:val="00EA6737"/>
    <w:rsid w:val="00EA698E"/>
    <w:rsid w:val="00EA69F1"/>
    <w:rsid w:val="00EA6A22"/>
    <w:rsid w:val="00EA6B51"/>
    <w:rsid w:val="00EA6DA7"/>
    <w:rsid w:val="00EA6F9A"/>
    <w:rsid w:val="00EA70E7"/>
    <w:rsid w:val="00EA7286"/>
    <w:rsid w:val="00EA7415"/>
    <w:rsid w:val="00EA7556"/>
    <w:rsid w:val="00EA75C1"/>
    <w:rsid w:val="00EA7B62"/>
    <w:rsid w:val="00EA7B66"/>
    <w:rsid w:val="00EA7C45"/>
    <w:rsid w:val="00EA7F4E"/>
    <w:rsid w:val="00EB000F"/>
    <w:rsid w:val="00EB00C4"/>
    <w:rsid w:val="00EB02FD"/>
    <w:rsid w:val="00EB03F5"/>
    <w:rsid w:val="00EB059C"/>
    <w:rsid w:val="00EB0703"/>
    <w:rsid w:val="00EB099B"/>
    <w:rsid w:val="00EB09EF"/>
    <w:rsid w:val="00EB0A11"/>
    <w:rsid w:val="00EB0C28"/>
    <w:rsid w:val="00EB0C55"/>
    <w:rsid w:val="00EB0C6B"/>
    <w:rsid w:val="00EB0D22"/>
    <w:rsid w:val="00EB0D97"/>
    <w:rsid w:val="00EB0E30"/>
    <w:rsid w:val="00EB0F49"/>
    <w:rsid w:val="00EB119B"/>
    <w:rsid w:val="00EB12DF"/>
    <w:rsid w:val="00EB1323"/>
    <w:rsid w:val="00EB139D"/>
    <w:rsid w:val="00EB1562"/>
    <w:rsid w:val="00EB18D5"/>
    <w:rsid w:val="00EB1ABD"/>
    <w:rsid w:val="00EB1B82"/>
    <w:rsid w:val="00EB1C2D"/>
    <w:rsid w:val="00EB1CB3"/>
    <w:rsid w:val="00EB1CB7"/>
    <w:rsid w:val="00EB1D20"/>
    <w:rsid w:val="00EB1E39"/>
    <w:rsid w:val="00EB1FA5"/>
    <w:rsid w:val="00EB1FEA"/>
    <w:rsid w:val="00EB2021"/>
    <w:rsid w:val="00EB213E"/>
    <w:rsid w:val="00EB2180"/>
    <w:rsid w:val="00EB22F5"/>
    <w:rsid w:val="00EB23C8"/>
    <w:rsid w:val="00EB246E"/>
    <w:rsid w:val="00EB2537"/>
    <w:rsid w:val="00EB25AE"/>
    <w:rsid w:val="00EB2762"/>
    <w:rsid w:val="00EB2CC2"/>
    <w:rsid w:val="00EB2F6E"/>
    <w:rsid w:val="00EB3057"/>
    <w:rsid w:val="00EB30B5"/>
    <w:rsid w:val="00EB336D"/>
    <w:rsid w:val="00EB3519"/>
    <w:rsid w:val="00EB355B"/>
    <w:rsid w:val="00EB36C5"/>
    <w:rsid w:val="00EB380F"/>
    <w:rsid w:val="00EB38A3"/>
    <w:rsid w:val="00EB396C"/>
    <w:rsid w:val="00EB39EC"/>
    <w:rsid w:val="00EB39F1"/>
    <w:rsid w:val="00EB3AB2"/>
    <w:rsid w:val="00EB3B13"/>
    <w:rsid w:val="00EB3B40"/>
    <w:rsid w:val="00EB3BE9"/>
    <w:rsid w:val="00EB3BEF"/>
    <w:rsid w:val="00EB3C58"/>
    <w:rsid w:val="00EB3C80"/>
    <w:rsid w:val="00EB3C88"/>
    <w:rsid w:val="00EB3D62"/>
    <w:rsid w:val="00EB3D90"/>
    <w:rsid w:val="00EB3DEF"/>
    <w:rsid w:val="00EB3DF8"/>
    <w:rsid w:val="00EB3E61"/>
    <w:rsid w:val="00EB3FA0"/>
    <w:rsid w:val="00EB4048"/>
    <w:rsid w:val="00EB4060"/>
    <w:rsid w:val="00EB4186"/>
    <w:rsid w:val="00EB4234"/>
    <w:rsid w:val="00EB426D"/>
    <w:rsid w:val="00EB45C1"/>
    <w:rsid w:val="00EB4649"/>
    <w:rsid w:val="00EB4663"/>
    <w:rsid w:val="00EB46EA"/>
    <w:rsid w:val="00EB4733"/>
    <w:rsid w:val="00EB47C0"/>
    <w:rsid w:val="00EB4BFC"/>
    <w:rsid w:val="00EB4E60"/>
    <w:rsid w:val="00EB5046"/>
    <w:rsid w:val="00EB5140"/>
    <w:rsid w:val="00EB52F5"/>
    <w:rsid w:val="00EB5353"/>
    <w:rsid w:val="00EB5362"/>
    <w:rsid w:val="00EB53C1"/>
    <w:rsid w:val="00EB53D3"/>
    <w:rsid w:val="00EB54CA"/>
    <w:rsid w:val="00EB5505"/>
    <w:rsid w:val="00EB5597"/>
    <w:rsid w:val="00EB55DC"/>
    <w:rsid w:val="00EB5702"/>
    <w:rsid w:val="00EB57BF"/>
    <w:rsid w:val="00EB58FA"/>
    <w:rsid w:val="00EB5AD2"/>
    <w:rsid w:val="00EB5B20"/>
    <w:rsid w:val="00EB5C94"/>
    <w:rsid w:val="00EB5D92"/>
    <w:rsid w:val="00EB5F65"/>
    <w:rsid w:val="00EB60FC"/>
    <w:rsid w:val="00EB6140"/>
    <w:rsid w:val="00EB6626"/>
    <w:rsid w:val="00EB6AC5"/>
    <w:rsid w:val="00EB6C3B"/>
    <w:rsid w:val="00EB6E20"/>
    <w:rsid w:val="00EB6EE5"/>
    <w:rsid w:val="00EB6F71"/>
    <w:rsid w:val="00EB6F90"/>
    <w:rsid w:val="00EB7095"/>
    <w:rsid w:val="00EB70D8"/>
    <w:rsid w:val="00EB71CB"/>
    <w:rsid w:val="00EB7202"/>
    <w:rsid w:val="00EB728A"/>
    <w:rsid w:val="00EB7357"/>
    <w:rsid w:val="00EB73CF"/>
    <w:rsid w:val="00EB73D4"/>
    <w:rsid w:val="00EB7425"/>
    <w:rsid w:val="00EB76AC"/>
    <w:rsid w:val="00EB77EC"/>
    <w:rsid w:val="00EB785B"/>
    <w:rsid w:val="00EB7A3C"/>
    <w:rsid w:val="00EB7C43"/>
    <w:rsid w:val="00EB7CDF"/>
    <w:rsid w:val="00EB7CE7"/>
    <w:rsid w:val="00EB7D7B"/>
    <w:rsid w:val="00EB7DAB"/>
    <w:rsid w:val="00EC020A"/>
    <w:rsid w:val="00EC0286"/>
    <w:rsid w:val="00EC02AD"/>
    <w:rsid w:val="00EC02F5"/>
    <w:rsid w:val="00EC032F"/>
    <w:rsid w:val="00EC0444"/>
    <w:rsid w:val="00EC0612"/>
    <w:rsid w:val="00EC06FD"/>
    <w:rsid w:val="00EC0BFC"/>
    <w:rsid w:val="00EC0C82"/>
    <w:rsid w:val="00EC0CDA"/>
    <w:rsid w:val="00EC0D35"/>
    <w:rsid w:val="00EC0EFB"/>
    <w:rsid w:val="00EC0F80"/>
    <w:rsid w:val="00EC103B"/>
    <w:rsid w:val="00EC103F"/>
    <w:rsid w:val="00EC10CC"/>
    <w:rsid w:val="00EC1325"/>
    <w:rsid w:val="00EC1340"/>
    <w:rsid w:val="00EC1364"/>
    <w:rsid w:val="00EC1393"/>
    <w:rsid w:val="00EC13C6"/>
    <w:rsid w:val="00EC154C"/>
    <w:rsid w:val="00EC1607"/>
    <w:rsid w:val="00EC161B"/>
    <w:rsid w:val="00EC1864"/>
    <w:rsid w:val="00EC1876"/>
    <w:rsid w:val="00EC18CF"/>
    <w:rsid w:val="00EC1FB8"/>
    <w:rsid w:val="00EC1FC3"/>
    <w:rsid w:val="00EC263E"/>
    <w:rsid w:val="00EC286C"/>
    <w:rsid w:val="00EC293B"/>
    <w:rsid w:val="00EC2997"/>
    <w:rsid w:val="00EC2B93"/>
    <w:rsid w:val="00EC2BBB"/>
    <w:rsid w:val="00EC2CB0"/>
    <w:rsid w:val="00EC2D8A"/>
    <w:rsid w:val="00EC2F00"/>
    <w:rsid w:val="00EC304B"/>
    <w:rsid w:val="00EC30A7"/>
    <w:rsid w:val="00EC3287"/>
    <w:rsid w:val="00EC32DC"/>
    <w:rsid w:val="00EC34A5"/>
    <w:rsid w:val="00EC34B6"/>
    <w:rsid w:val="00EC3542"/>
    <w:rsid w:val="00EC3772"/>
    <w:rsid w:val="00EC3A23"/>
    <w:rsid w:val="00EC3ADF"/>
    <w:rsid w:val="00EC3AEF"/>
    <w:rsid w:val="00EC3B4A"/>
    <w:rsid w:val="00EC3D0D"/>
    <w:rsid w:val="00EC3E35"/>
    <w:rsid w:val="00EC3E4E"/>
    <w:rsid w:val="00EC41BC"/>
    <w:rsid w:val="00EC43A1"/>
    <w:rsid w:val="00EC4563"/>
    <w:rsid w:val="00EC4726"/>
    <w:rsid w:val="00EC4749"/>
    <w:rsid w:val="00EC4750"/>
    <w:rsid w:val="00EC4857"/>
    <w:rsid w:val="00EC486B"/>
    <w:rsid w:val="00EC4C77"/>
    <w:rsid w:val="00EC4F03"/>
    <w:rsid w:val="00EC513F"/>
    <w:rsid w:val="00EC528F"/>
    <w:rsid w:val="00EC52DC"/>
    <w:rsid w:val="00EC5387"/>
    <w:rsid w:val="00EC5425"/>
    <w:rsid w:val="00EC543C"/>
    <w:rsid w:val="00EC55FA"/>
    <w:rsid w:val="00EC5821"/>
    <w:rsid w:val="00EC586B"/>
    <w:rsid w:val="00EC592F"/>
    <w:rsid w:val="00EC59F7"/>
    <w:rsid w:val="00EC5A5F"/>
    <w:rsid w:val="00EC5B49"/>
    <w:rsid w:val="00EC5BFE"/>
    <w:rsid w:val="00EC5C85"/>
    <w:rsid w:val="00EC5DA6"/>
    <w:rsid w:val="00EC5F16"/>
    <w:rsid w:val="00EC604E"/>
    <w:rsid w:val="00EC6572"/>
    <w:rsid w:val="00EC65FC"/>
    <w:rsid w:val="00EC664B"/>
    <w:rsid w:val="00EC668B"/>
    <w:rsid w:val="00EC66A2"/>
    <w:rsid w:val="00EC68B6"/>
    <w:rsid w:val="00EC69DD"/>
    <w:rsid w:val="00EC6A70"/>
    <w:rsid w:val="00EC6AC1"/>
    <w:rsid w:val="00EC6B24"/>
    <w:rsid w:val="00EC6C4B"/>
    <w:rsid w:val="00EC6CD8"/>
    <w:rsid w:val="00EC6CE1"/>
    <w:rsid w:val="00EC7023"/>
    <w:rsid w:val="00EC7030"/>
    <w:rsid w:val="00EC711E"/>
    <w:rsid w:val="00EC7179"/>
    <w:rsid w:val="00EC7180"/>
    <w:rsid w:val="00EC71CA"/>
    <w:rsid w:val="00EC71D9"/>
    <w:rsid w:val="00EC743F"/>
    <w:rsid w:val="00EC74CA"/>
    <w:rsid w:val="00EC758C"/>
    <w:rsid w:val="00EC77A2"/>
    <w:rsid w:val="00EC786C"/>
    <w:rsid w:val="00EC78EE"/>
    <w:rsid w:val="00EC794B"/>
    <w:rsid w:val="00EC799E"/>
    <w:rsid w:val="00EC7AA9"/>
    <w:rsid w:val="00EC7BDD"/>
    <w:rsid w:val="00EC7C68"/>
    <w:rsid w:val="00EC7CCA"/>
    <w:rsid w:val="00EC7EDB"/>
    <w:rsid w:val="00EC7FCE"/>
    <w:rsid w:val="00ED026C"/>
    <w:rsid w:val="00ED0327"/>
    <w:rsid w:val="00ED0337"/>
    <w:rsid w:val="00ED0533"/>
    <w:rsid w:val="00ED0564"/>
    <w:rsid w:val="00ED0671"/>
    <w:rsid w:val="00ED09B1"/>
    <w:rsid w:val="00ED0B9A"/>
    <w:rsid w:val="00ED0C44"/>
    <w:rsid w:val="00ED0CF7"/>
    <w:rsid w:val="00ED0EFF"/>
    <w:rsid w:val="00ED0FFC"/>
    <w:rsid w:val="00ED12A2"/>
    <w:rsid w:val="00ED140F"/>
    <w:rsid w:val="00ED14B8"/>
    <w:rsid w:val="00ED15F1"/>
    <w:rsid w:val="00ED167B"/>
    <w:rsid w:val="00ED173A"/>
    <w:rsid w:val="00ED1847"/>
    <w:rsid w:val="00ED188F"/>
    <w:rsid w:val="00ED18E4"/>
    <w:rsid w:val="00ED1907"/>
    <w:rsid w:val="00ED1CCC"/>
    <w:rsid w:val="00ED1D70"/>
    <w:rsid w:val="00ED1E2D"/>
    <w:rsid w:val="00ED1F55"/>
    <w:rsid w:val="00ED202C"/>
    <w:rsid w:val="00ED2161"/>
    <w:rsid w:val="00ED21BA"/>
    <w:rsid w:val="00ED22AE"/>
    <w:rsid w:val="00ED22F2"/>
    <w:rsid w:val="00ED2416"/>
    <w:rsid w:val="00ED2874"/>
    <w:rsid w:val="00ED2B15"/>
    <w:rsid w:val="00ED2FAC"/>
    <w:rsid w:val="00ED312C"/>
    <w:rsid w:val="00ED3171"/>
    <w:rsid w:val="00ED31C7"/>
    <w:rsid w:val="00ED3397"/>
    <w:rsid w:val="00ED3442"/>
    <w:rsid w:val="00ED352B"/>
    <w:rsid w:val="00ED3726"/>
    <w:rsid w:val="00ED37F6"/>
    <w:rsid w:val="00ED3854"/>
    <w:rsid w:val="00ED39C5"/>
    <w:rsid w:val="00ED39C8"/>
    <w:rsid w:val="00ED39CA"/>
    <w:rsid w:val="00ED3CD4"/>
    <w:rsid w:val="00ED4051"/>
    <w:rsid w:val="00ED41AC"/>
    <w:rsid w:val="00ED4225"/>
    <w:rsid w:val="00ED4362"/>
    <w:rsid w:val="00ED43A4"/>
    <w:rsid w:val="00ED43D8"/>
    <w:rsid w:val="00ED443F"/>
    <w:rsid w:val="00ED4695"/>
    <w:rsid w:val="00ED46D0"/>
    <w:rsid w:val="00ED47CC"/>
    <w:rsid w:val="00ED4940"/>
    <w:rsid w:val="00ED49AA"/>
    <w:rsid w:val="00ED49CC"/>
    <w:rsid w:val="00ED4A8E"/>
    <w:rsid w:val="00ED4E71"/>
    <w:rsid w:val="00ED51A8"/>
    <w:rsid w:val="00ED51C4"/>
    <w:rsid w:val="00ED52AE"/>
    <w:rsid w:val="00ED52F1"/>
    <w:rsid w:val="00ED532A"/>
    <w:rsid w:val="00ED55D8"/>
    <w:rsid w:val="00ED562D"/>
    <w:rsid w:val="00ED5639"/>
    <w:rsid w:val="00ED563D"/>
    <w:rsid w:val="00ED564E"/>
    <w:rsid w:val="00ED56DE"/>
    <w:rsid w:val="00ED580F"/>
    <w:rsid w:val="00ED582A"/>
    <w:rsid w:val="00ED589B"/>
    <w:rsid w:val="00ED5A10"/>
    <w:rsid w:val="00ED5CA6"/>
    <w:rsid w:val="00ED5E38"/>
    <w:rsid w:val="00ED6025"/>
    <w:rsid w:val="00ED6034"/>
    <w:rsid w:val="00ED6063"/>
    <w:rsid w:val="00ED61B7"/>
    <w:rsid w:val="00ED61F6"/>
    <w:rsid w:val="00ED62A4"/>
    <w:rsid w:val="00ED6354"/>
    <w:rsid w:val="00ED636F"/>
    <w:rsid w:val="00ED64E6"/>
    <w:rsid w:val="00ED659E"/>
    <w:rsid w:val="00ED66F7"/>
    <w:rsid w:val="00ED6810"/>
    <w:rsid w:val="00ED6A88"/>
    <w:rsid w:val="00ED6AF5"/>
    <w:rsid w:val="00ED6C16"/>
    <w:rsid w:val="00ED6C68"/>
    <w:rsid w:val="00ED6CD3"/>
    <w:rsid w:val="00ED6D24"/>
    <w:rsid w:val="00ED6D2D"/>
    <w:rsid w:val="00ED6F44"/>
    <w:rsid w:val="00ED6F66"/>
    <w:rsid w:val="00ED7003"/>
    <w:rsid w:val="00ED7117"/>
    <w:rsid w:val="00ED712C"/>
    <w:rsid w:val="00ED72C3"/>
    <w:rsid w:val="00ED732D"/>
    <w:rsid w:val="00ED7343"/>
    <w:rsid w:val="00ED7378"/>
    <w:rsid w:val="00ED75E8"/>
    <w:rsid w:val="00ED7662"/>
    <w:rsid w:val="00ED7906"/>
    <w:rsid w:val="00ED7965"/>
    <w:rsid w:val="00ED799D"/>
    <w:rsid w:val="00ED7B5A"/>
    <w:rsid w:val="00ED7BB4"/>
    <w:rsid w:val="00ED7C24"/>
    <w:rsid w:val="00ED7D72"/>
    <w:rsid w:val="00ED7E1A"/>
    <w:rsid w:val="00ED7E9B"/>
    <w:rsid w:val="00ED7F94"/>
    <w:rsid w:val="00EE004E"/>
    <w:rsid w:val="00EE00FB"/>
    <w:rsid w:val="00EE0378"/>
    <w:rsid w:val="00EE038E"/>
    <w:rsid w:val="00EE0512"/>
    <w:rsid w:val="00EE0613"/>
    <w:rsid w:val="00EE0614"/>
    <w:rsid w:val="00EE087F"/>
    <w:rsid w:val="00EE095E"/>
    <w:rsid w:val="00EE0993"/>
    <w:rsid w:val="00EE0B40"/>
    <w:rsid w:val="00EE0C20"/>
    <w:rsid w:val="00EE0C42"/>
    <w:rsid w:val="00EE100B"/>
    <w:rsid w:val="00EE102A"/>
    <w:rsid w:val="00EE14D8"/>
    <w:rsid w:val="00EE1627"/>
    <w:rsid w:val="00EE1642"/>
    <w:rsid w:val="00EE1812"/>
    <w:rsid w:val="00EE199F"/>
    <w:rsid w:val="00EE19DC"/>
    <w:rsid w:val="00EE1A87"/>
    <w:rsid w:val="00EE1B8B"/>
    <w:rsid w:val="00EE1DE5"/>
    <w:rsid w:val="00EE1E7A"/>
    <w:rsid w:val="00EE20F7"/>
    <w:rsid w:val="00EE2126"/>
    <w:rsid w:val="00EE213F"/>
    <w:rsid w:val="00EE21CA"/>
    <w:rsid w:val="00EE22D1"/>
    <w:rsid w:val="00EE23BD"/>
    <w:rsid w:val="00EE261A"/>
    <w:rsid w:val="00EE2735"/>
    <w:rsid w:val="00EE2743"/>
    <w:rsid w:val="00EE2B1F"/>
    <w:rsid w:val="00EE2B2D"/>
    <w:rsid w:val="00EE2F3B"/>
    <w:rsid w:val="00EE301F"/>
    <w:rsid w:val="00EE302D"/>
    <w:rsid w:val="00EE31FB"/>
    <w:rsid w:val="00EE329F"/>
    <w:rsid w:val="00EE32A9"/>
    <w:rsid w:val="00EE32D5"/>
    <w:rsid w:val="00EE32E0"/>
    <w:rsid w:val="00EE378F"/>
    <w:rsid w:val="00EE389C"/>
    <w:rsid w:val="00EE3962"/>
    <w:rsid w:val="00EE39AF"/>
    <w:rsid w:val="00EE3B64"/>
    <w:rsid w:val="00EE3C28"/>
    <w:rsid w:val="00EE3CFE"/>
    <w:rsid w:val="00EE3DDF"/>
    <w:rsid w:val="00EE3E17"/>
    <w:rsid w:val="00EE3EBD"/>
    <w:rsid w:val="00EE3F50"/>
    <w:rsid w:val="00EE3FF9"/>
    <w:rsid w:val="00EE402C"/>
    <w:rsid w:val="00EE4071"/>
    <w:rsid w:val="00EE4165"/>
    <w:rsid w:val="00EE42A9"/>
    <w:rsid w:val="00EE4342"/>
    <w:rsid w:val="00EE4554"/>
    <w:rsid w:val="00EE4602"/>
    <w:rsid w:val="00EE48A7"/>
    <w:rsid w:val="00EE49B8"/>
    <w:rsid w:val="00EE4AFC"/>
    <w:rsid w:val="00EE4C92"/>
    <w:rsid w:val="00EE4D31"/>
    <w:rsid w:val="00EE4D72"/>
    <w:rsid w:val="00EE4E48"/>
    <w:rsid w:val="00EE51C2"/>
    <w:rsid w:val="00EE51E3"/>
    <w:rsid w:val="00EE5233"/>
    <w:rsid w:val="00EE5413"/>
    <w:rsid w:val="00EE5738"/>
    <w:rsid w:val="00EE5C13"/>
    <w:rsid w:val="00EE5CD7"/>
    <w:rsid w:val="00EE5CE2"/>
    <w:rsid w:val="00EE5F97"/>
    <w:rsid w:val="00EE61EC"/>
    <w:rsid w:val="00EE6811"/>
    <w:rsid w:val="00EE68E2"/>
    <w:rsid w:val="00EE6971"/>
    <w:rsid w:val="00EE69E8"/>
    <w:rsid w:val="00EE6A14"/>
    <w:rsid w:val="00EE6C9C"/>
    <w:rsid w:val="00EE6E1D"/>
    <w:rsid w:val="00EE6E80"/>
    <w:rsid w:val="00EE6F21"/>
    <w:rsid w:val="00EE70F0"/>
    <w:rsid w:val="00EE7220"/>
    <w:rsid w:val="00EE74E7"/>
    <w:rsid w:val="00EE751C"/>
    <w:rsid w:val="00EE7788"/>
    <w:rsid w:val="00EE7C28"/>
    <w:rsid w:val="00EE7C76"/>
    <w:rsid w:val="00EE7E19"/>
    <w:rsid w:val="00EE7E89"/>
    <w:rsid w:val="00EF00FD"/>
    <w:rsid w:val="00EF018B"/>
    <w:rsid w:val="00EF01B6"/>
    <w:rsid w:val="00EF01BD"/>
    <w:rsid w:val="00EF0251"/>
    <w:rsid w:val="00EF0258"/>
    <w:rsid w:val="00EF0321"/>
    <w:rsid w:val="00EF03DF"/>
    <w:rsid w:val="00EF0422"/>
    <w:rsid w:val="00EF04FE"/>
    <w:rsid w:val="00EF0659"/>
    <w:rsid w:val="00EF06AF"/>
    <w:rsid w:val="00EF0750"/>
    <w:rsid w:val="00EF07B5"/>
    <w:rsid w:val="00EF0A54"/>
    <w:rsid w:val="00EF0B18"/>
    <w:rsid w:val="00EF0C94"/>
    <w:rsid w:val="00EF0CCF"/>
    <w:rsid w:val="00EF0D16"/>
    <w:rsid w:val="00EF0D28"/>
    <w:rsid w:val="00EF0D44"/>
    <w:rsid w:val="00EF0E8C"/>
    <w:rsid w:val="00EF0EAF"/>
    <w:rsid w:val="00EF0EFA"/>
    <w:rsid w:val="00EF1261"/>
    <w:rsid w:val="00EF126E"/>
    <w:rsid w:val="00EF12F7"/>
    <w:rsid w:val="00EF1429"/>
    <w:rsid w:val="00EF14B6"/>
    <w:rsid w:val="00EF155E"/>
    <w:rsid w:val="00EF1757"/>
    <w:rsid w:val="00EF17AB"/>
    <w:rsid w:val="00EF18C3"/>
    <w:rsid w:val="00EF1A57"/>
    <w:rsid w:val="00EF1B17"/>
    <w:rsid w:val="00EF1BDE"/>
    <w:rsid w:val="00EF1DDD"/>
    <w:rsid w:val="00EF1E57"/>
    <w:rsid w:val="00EF1E63"/>
    <w:rsid w:val="00EF1E78"/>
    <w:rsid w:val="00EF1E7D"/>
    <w:rsid w:val="00EF1E87"/>
    <w:rsid w:val="00EF1F54"/>
    <w:rsid w:val="00EF1F9B"/>
    <w:rsid w:val="00EF210E"/>
    <w:rsid w:val="00EF242D"/>
    <w:rsid w:val="00EF2568"/>
    <w:rsid w:val="00EF26C4"/>
    <w:rsid w:val="00EF26C9"/>
    <w:rsid w:val="00EF26E5"/>
    <w:rsid w:val="00EF28D9"/>
    <w:rsid w:val="00EF29B4"/>
    <w:rsid w:val="00EF2A60"/>
    <w:rsid w:val="00EF2ABB"/>
    <w:rsid w:val="00EF2BA0"/>
    <w:rsid w:val="00EF2D1D"/>
    <w:rsid w:val="00EF2D53"/>
    <w:rsid w:val="00EF2DFD"/>
    <w:rsid w:val="00EF2E47"/>
    <w:rsid w:val="00EF34BD"/>
    <w:rsid w:val="00EF35E9"/>
    <w:rsid w:val="00EF3610"/>
    <w:rsid w:val="00EF3749"/>
    <w:rsid w:val="00EF3830"/>
    <w:rsid w:val="00EF39EC"/>
    <w:rsid w:val="00EF3A9D"/>
    <w:rsid w:val="00EF3C17"/>
    <w:rsid w:val="00EF3CC0"/>
    <w:rsid w:val="00EF3D06"/>
    <w:rsid w:val="00EF3D91"/>
    <w:rsid w:val="00EF3D92"/>
    <w:rsid w:val="00EF3DF1"/>
    <w:rsid w:val="00EF3EB0"/>
    <w:rsid w:val="00EF4092"/>
    <w:rsid w:val="00EF428B"/>
    <w:rsid w:val="00EF43DF"/>
    <w:rsid w:val="00EF4554"/>
    <w:rsid w:val="00EF45B0"/>
    <w:rsid w:val="00EF466E"/>
    <w:rsid w:val="00EF469A"/>
    <w:rsid w:val="00EF4727"/>
    <w:rsid w:val="00EF477F"/>
    <w:rsid w:val="00EF47C4"/>
    <w:rsid w:val="00EF4A62"/>
    <w:rsid w:val="00EF4CDB"/>
    <w:rsid w:val="00EF4DB2"/>
    <w:rsid w:val="00EF519B"/>
    <w:rsid w:val="00EF52D2"/>
    <w:rsid w:val="00EF588E"/>
    <w:rsid w:val="00EF5AAA"/>
    <w:rsid w:val="00EF5ACE"/>
    <w:rsid w:val="00EF5B91"/>
    <w:rsid w:val="00EF5CDA"/>
    <w:rsid w:val="00EF5D31"/>
    <w:rsid w:val="00EF5F1B"/>
    <w:rsid w:val="00EF5F6B"/>
    <w:rsid w:val="00EF5F8B"/>
    <w:rsid w:val="00EF616C"/>
    <w:rsid w:val="00EF62E9"/>
    <w:rsid w:val="00EF6310"/>
    <w:rsid w:val="00EF63BF"/>
    <w:rsid w:val="00EF669E"/>
    <w:rsid w:val="00EF66B4"/>
    <w:rsid w:val="00EF68B2"/>
    <w:rsid w:val="00EF6969"/>
    <w:rsid w:val="00EF696E"/>
    <w:rsid w:val="00EF6A61"/>
    <w:rsid w:val="00EF6A82"/>
    <w:rsid w:val="00EF6C0F"/>
    <w:rsid w:val="00EF6C19"/>
    <w:rsid w:val="00EF6DA0"/>
    <w:rsid w:val="00EF6E54"/>
    <w:rsid w:val="00EF7155"/>
    <w:rsid w:val="00EF71E2"/>
    <w:rsid w:val="00EF746B"/>
    <w:rsid w:val="00EF75F1"/>
    <w:rsid w:val="00EF76D9"/>
    <w:rsid w:val="00EF7803"/>
    <w:rsid w:val="00EF7BA8"/>
    <w:rsid w:val="00EF7C01"/>
    <w:rsid w:val="00EF7C0F"/>
    <w:rsid w:val="00EF7C98"/>
    <w:rsid w:val="00EF7CFB"/>
    <w:rsid w:val="00EF7DA8"/>
    <w:rsid w:val="00EF7DE2"/>
    <w:rsid w:val="00EF7EDA"/>
    <w:rsid w:val="00EF7F5F"/>
    <w:rsid w:val="00F00172"/>
    <w:rsid w:val="00F0026A"/>
    <w:rsid w:val="00F003D3"/>
    <w:rsid w:val="00F004F0"/>
    <w:rsid w:val="00F00543"/>
    <w:rsid w:val="00F005F5"/>
    <w:rsid w:val="00F006F7"/>
    <w:rsid w:val="00F0071B"/>
    <w:rsid w:val="00F008C1"/>
    <w:rsid w:val="00F008CE"/>
    <w:rsid w:val="00F00997"/>
    <w:rsid w:val="00F00A95"/>
    <w:rsid w:val="00F00BEE"/>
    <w:rsid w:val="00F00C91"/>
    <w:rsid w:val="00F00CAC"/>
    <w:rsid w:val="00F00E81"/>
    <w:rsid w:val="00F00F37"/>
    <w:rsid w:val="00F00F88"/>
    <w:rsid w:val="00F010A8"/>
    <w:rsid w:val="00F0125F"/>
    <w:rsid w:val="00F0134B"/>
    <w:rsid w:val="00F013FE"/>
    <w:rsid w:val="00F014A0"/>
    <w:rsid w:val="00F0152D"/>
    <w:rsid w:val="00F01532"/>
    <w:rsid w:val="00F01562"/>
    <w:rsid w:val="00F016D3"/>
    <w:rsid w:val="00F0178B"/>
    <w:rsid w:val="00F0189F"/>
    <w:rsid w:val="00F01A9A"/>
    <w:rsid w:val="00F01AB1"/>
    <w:rsid w:val="00F01C09"/>
    <w:rsid w:val="00F01D9E"/>
    <w:rsid w:val="00F01E85"/>
    <w:rsid w:val="00F01ECC"/>
    <w:rsid w:val="00F02090"/>
    <w:rsid w:val="00F020CB"/>
    <w:rsid w:val="00F020D7"/>
    <w:rsid w:val="00F02223"/>
    <w:rsid w:val="00F0222D"/>
    <w:rsid w:val="00F02278"/>
    <w:rsid w:val="00F0234F"/>
    <w:rsid w:val="00F023E8"/>
    <w:rsid w:val="00F02504"/>
    <w:rsid w:val="00F02569"/>
    <w:rsid w:val="00F025AE"/>
    <w:rsid w:val="00F02730"/>
    <w:rsid w:val="00F0286D"/>
    <w:rsid w:val="00F02B58"/>
    <w:rsid w:val="00F02CA5"/>
    <w:rsid w:val="00F02DA2"/>
    <w:rsid w:val="00F02E69"/>
    <w:rsid w:val="00F02EDE"/>
    <w:rsid w:val="00F03005"/>
    <w:rsid w:val="00F0320E"/>
    <w:rsid w:val="00F032D8"/>
    <w:rsid w:val="00F03386"/>
    <w:rsid w:val="00F033E7"/>
    <w:rsid w:val="00F0343D"/>
    <w:rsid w:val="00F03451"/>
    <w:rsid w:val="00F0349E"/>
    <w:rsid w:val="00F035AC"/>
    <w:rsid w:val="00F0369C"/>
    <w:rsid w:val="00F038C8"/>
    <w:rsid w:val="00F039DB"/>
    <w:rsid w:val="00F03A61"/>
    <w:rsid w:val="00F03E33"/>
    <w:rsid w:val="00F03E96"/>
    <w:rsid w:val="00F03F7D"/>
    <w:rsid w:val="00F03FE6"/>
    <w:rsid w:val="00F040F3"/>
    <w:rsid w:val="00F04233"/>
    <w:rsid w:val="00F042DA"/>
    <w:rsid w:val="00F04305"/>
    <w:rsid w:val="00F0439A"/>
    <w:rsid w:val="00F043D3"/>
    <w:rsid w:val="00F045A7"/>
    <w:rsid w:val="00F0478E"/>
    <w:rsid w:val="00F047E2"/>
    <w:rsid w:val="00F0484E"/>
    <w:rsid w:val="00F04873"/>
    <w:rsid w:val="00F04A63"/>
    <w:rsid w:val="00F04A76"/>
    <w:rsid w:val="00F04CD4"/>
    <w:rsid w:val="00F04F51"/>
    <w:rsid w:val="00F04FC9"/>
    <w:rsid w:val="00F050D4"/>
    <w:rsid w:val="00F05161"/>
    <w:rsid w:val="00F05223"/>
    <w:rsid w:val="00F054EF"/>
    <w:rsid w:val="00F055CE"/>
    <w:rsid w:val="00F05656"/>
    <w:rsid w:val="00F058A2"/>
    <w:rsid w:val="00F058DD"/>
    <w:rsid w:val="00F059FB"/>
    <w:rsid w:val="00F05A16"/>
    <w:rsid w:val="00F05AD5"/>
    <w:rsid w:val="00F05B19"/>
    <w:rsid w:val="00F05D7C"/>
    <w:rsid w:val="00F05DD8"/>
    <w:rsid w:val="00F05E6F"/>
    <w:rsid w:val="00F05F0E"/>
    <w:rsid w:val="00F05F2A"/>
    <w:rsid w:val="00F05F3F"/>
    <w:rsid w:val="00F06080"/>
    <w:rsid w:val="00F060F3"/>
    <w:rsid w:val="00F06124"/>
    <w:rsid w:val="00F06169"/>
    <w:rsid w:val="00F06186"/>
    <w:rsid w:val="00F06190"/>
    <w:rsid w:val="00F06204"/>
    <w:rsid w:val="00F0623A"/>
    <w:rsid w:val="00F06402"/>
    <w:rsid w:val="00F065D0"/>
    <w:rsid w:val="00F06619"/>
    <w:rsid w:val="00F06798"/>
    <w:rsid w:val="00F06833"/>
    <w:rsid w:val="00F06909"/>
    <w:rsid w:val="00F06A3D"/>
    <w:rsid w:val="00F06B11"/>
    <w:rsid w:val="00F06C7A"/>
    <w:rsid w:val="00F06D1F"/>
    <w:rsid w:val="00F06EB5"/>
    <w:rsid w:val="00F06EB7"/>
    <w:rsid w:val="00F070F5"/>
    <w:rsid w:val="00F0717A"/>
    <w:rsid w:val="00F0729F"/>
    <w:rsid w:val="00F0731D"/>
    <w:rsid w:val="00F073A6"/>
    <w:rsid w:val="00F07472"/>
    <w:rsid w:val="00F07509"/>
    <w:rsid w:val="00F07606"/>
    <w:rsid w:val="00F0763F"/>
    <w:rsid w:val="00F0764A"/>
    <w:rsid w:val="00F077C6"/>
    <w:rsid w:val="00F078EB"/>
    <w:rsid w:val="00F07AF5"/>
    <w:rsid w:val="00F07C63"/>
    <w:rsid w:val="00F07CAC"/>
    <w:rsid w:val="00F07D85"/>
    <w:rsid w:val="00F07E39"/>
    <w:rsid w:val="00F07FAA"/>
    <w:rsid w:val="00F07FEF"/>
    <w:rsid w:val="00F101A1"/>
    <w:rsid w:val="00F10619"/>
    <w:rsid w:val="00F10772"/>
    <w:rsid w:val="00F1080B"/>
    <w:rsid w:val="00F10853"/>
    <w:rsid w:val="00F108A7"/>
    <w:rsid w:val="00F10A0F"/>
    <w:rsid w:val="00F10B68"/>
    <w:rsid w:val="00F10CAB"/>
    <w:rsid w:val="00F10CCE"/>
    <w:rsid w:val="00F10DCA"/>
    <w:rsid w:val="00F11118"/>
    <w:rsid w:val="00F11166"/>
    <w:rsid w:val="00F1123D"/>
    <w:rsid w:val="00F112DB"/>
    <w:rsid w:val="00F1166F"/>
    <w:rsid w:val="00F11743"/>
    <w:rsid w:val="00F11862"/>
    <w:rsid w:val="00F1192A"/>
    <w:rsid w:val="00F11CE4"/>
    <w:rsid w:val="00F11DAB"/>
    <w:rsid w:val="00F11E59"/>
    <w:rsid w:val="00F11F0A"/>
    <w:rsid w:val="00F11FC0"/>
    <w:rsid w:val="00F12039"/>
    <w:rsid w:val="00F12048"/>
    <w:rsid w:val="00F12081"/>
    <w:rsid w:val="00F12116"/>
    <w:rsid w:val="00F123AE"/>
    <w:rsid w:val="00F123FE"/>
    <w:rsid w:val="00F1241C"/>
    <w:rsid w:val="00F125A6"/>
    <w:rsid w:val="00F12606"/>
    <w:rsid w:val="00F126AC"/>
    <w:rsid w:val="00F126D7"/>
    <w:rsid w:val="00F1279A"/>
    <w:rsid w:val="00F127BA"/>
    <w:rsid w:val="00F12893"/>
    <w:rsid w:val="00F128C5"/>
    <w:rsid w:val="00F12966"/>
    <w:rsid w:val="00F12A0B"/>
    <w:rsid w:val="00F12A87"/>
    <w:rsid w:val="00F12B1D"/>
    <w:rsid w:val="00F12C90"/>
    <w:rsid w:val="00F13097"/>
    <w:rsid w:val="00F132A5"/>
    <w:rsid w:val="00F1340C"/>
    <w:rsid w:val="00F13630"/>
    <w:rsid w:val="00F136F9"/>
    <w:rsid w:val="00F1371A"/>
    <w:rsid w:val="00F138F2"/>
    <w:rsid w:val="00F13A20"/>
    <w:rsid w:val="00F13B8B"/>
    <w:rsid w:val="00F13CF1"/>
    <w:rsid w:val="00F13D90"/>
    <w:rsid w:val="00F14175"/>
    <w:rsid w:val="00F141EB"/>
    <w:rsid w:val="00F1421C"/>
    <w:rsid w:val="00F14248"/>
    <w:rsid w:val="00F142E3"/>
    <w:rsid w:val="00F142F1"/>
    <w:rsid w:val="00F14512"/>
    <w:rsid w:val="00F145CB"/>
    <w:rsid w:val="00F147EE"/>
    <w:rsid w:val="00F1480B"/>
    <w:rsid w:val="00F14823"/>
    <w:rsid w:val="00F14905"/>
    <w:rsid w:val="00F149D5"/>
    <w:rsid w:val="00F14AB0"/>
    <w:rsid w:val="00F14BD4"/>
    <w:rsid w:val="00F14D46"/>
    <w:rsid w:val="00F14E81"/>
    <w:rsid w:val="00F14F46"/>
    <w:rsid w:val="00F14FAC"/>
    <w:rsid w:val="00F15037"/>
    <w:rsid w:val="00F15111"/>
    <w:rsid w:val="00F15266"/>
    <w:rsid w:val="00F15420"/>
    <w:rsid w:val="00F154FD"/>
    <w:rsid w:val="00F15510"/>
    <w:rsid w:val="00F1552E"/>
    <w:rsid w:val="00F157A2"/>
    <w:rsid w:val="00F157A6"/>
    <w:rsid w:val="00F15809"/>
    <w:rsid w:val="00F1585D"/>
    <w:rsid w:val="00F1598A"/>
    <w:rsid w:val="00F15A5D"/>
    <w:rsid w:val="00F15A90"/>
    <w:rsid w:val="00F15A97"/>
    <w:rsid w:val="00F15AE9"/>
    <w:rsid w:val="00F15B5B"/>
    <w:rsid w:val="00F15BCB"/>
    <w:rsid w:val="00F15C4C"/>
    <w:rsid w:val="00F15EAE"/>
    <w:rsid w:val="00F15F8D"/>
    <w:rsid w:val="00F160D6"/>
    <w:rsid w:val="00F16112"/>
    <w:rsid w:val="00F1629F"/>
    <w:rsid w:val="00F1689F"/>
    <w:rsid w:val="00F168FB"/>
    <w:rsid w:val="00F169E8"/>
    <w:rsid w:val="00F16A0E"/>
    <w:rsid w:val="00F16ABD"/>
    <w:rsid w:val="00F16AF2"/>
    <w:rsid w:val="00F16B72"/>
    <w:rsid w:val="00F16B81"/>
    <w:rsid w:val="00F16BA5"/>
    <w:rsid w:val="00F16C4E"/>
    <w:rsid w:val="00F16C7F"/>
    <w:rsid w:val="00F16E4A"/>
    <w:rsid w:val="00F16E8A"/>
    <w:rsid w:val="00F16EA3"/>
    <w:rsid w:val="00F170B8"/>
    <w:rsid w:val="00F172B0"/>
    <w:rsid w:val="00F173F6"/>
    <w:rsid w:val="00F1777A"/>
    <w:rsid w:val="00F177A5"/>
    <w:rsid w:val="00F17866"/>
    <w:rsid w:val="00F17B38"/>
    <w:rsid w:val="00F17B8E"/>
    <w:rsid w:val="00F17BB6"/>
    <w:rsid w:val="00F17C7C"/>
    <w:rsid w:val="00F17CA1"/>
    <w:rsid w:val="00F17D7D"/>
    <w:rsid w:val="00F17E98"/>
    <w:rsid w:val="00F2007B"/>
    <w:rsid w:val="00F203DB"/>
    <w:rsid w:val="00F20719"/>
    <w:rsid w:val="00F20784"/>
    <w:rsid w:val="00F20899"/>
    <w:rsid w:val="00F20B2B"/>
    <w:rsid w:val="00F20CE8"/>
    <w:rsid w:val="00F20E94"/>
    <w:rsid w:val="00F20F36"/>
    <w:rsid w:val="00F20FC8"/>
    <w:rsid w:val="00F21158"/>
    <w:rsid w:val="00F21211"/>
    <w:rsid w:val="00F212FA"/>
    <w:rsid w:val="00F213CB"/>
    <w:rsid w:val="00F21498"/>
    <w:rsid w:val="00F214C9"/>
    <w:rsid w:val="00F21555"/>
    <w:rsid w:val="00F2169B"/>
    <w:rsid w:val="00F21841"/>
    <w:rsid w:val="00F218F8"/>
    <w:rsid w:val="00F219EC"/>
    <w:rsid w:val="00F21AF4"/>
    <w:rsid w:val="00F21BD4"/>
    <w:rsid w:val="00F21FED"/>
    <w:rsid w:val="00F2203B"/>
    <w:rsid w:val="00F22158"/>
    <w:rsid w:val="00F22338"/>
    <w:rsid w:val="00F22503"/>
    <w:rsid w:val="00F225FA"/>
    <w:rsid w:val="00F2299D"/>
    <w:rsid w:val="00F229BE"/>
    <w:rsid w:val="00F229C7"/>
    <w:rsid w:val="00F22A0F"/>
    <w:rsid w:val="00F22A1B"/>
    <w:rsid w:val="00F22B43"/>
    <w:rsid w:val="00F22C0E"/>
    <w:rsid w:val="00F22C78"/>
    <w:rsid w:val="00F22D73"/>
    <w:rsid w:val="00F22D74"/>
    <w:rsid w:val="00F22FF5"/>
    <w:rsid w:val="00F23109"/>
    <w:rsid w:val="00F23112"/>
    <w:rsid w:val="00F23118"/>
    <w:rsid w:val="00F2319F"/>
    <w:rsid w:val="00F232C0"/>
    <w:rsid w:val="00F2338F"/>
    <w:rsid w:val="00F23427"/>
    <w:rsid w:val="00F234D0"/>
    <w:rsid w:val="00F2352E"/>
    <w:rsid w:val="00F236BC"/>
    <w:rsid w:val="00F2379F"/>
    <w:rsid w:val="00F237FE"/>
    <w:rsid w:val="00F23809"/>
    <w:rsid w:val="00F23992"/>
    <w:rsid w:val="00F23AEF"/>
    <w:rsid w:val="00F23B61"/>
    <w:rsid w:val="00F23C33"/>
    <w:rsid w:val="00F23C4B"/>
    <w:rsid w:val="00F23E3C"/>
    <w:rsid w:val="00F23E8A"/>
    <w:rsid w:val="00F23EB5"/>
    <w:rsid w:val="00F24100"/>
    <w:rsid w:val="00F241EA"/>
    <w:rsid w:val="00F242EB"/>
    <w:rsid w:val="00F242FF"/>
    <w:rsid w:val="00F24336"/>
    <w:rsid w:val="00F24362"/>
    <w:rsid w:val="00F243AD"/>
    <w:rsid w:val="00F24484"/>
    <w:rsid w:val="00F24586"/>
    <w:rsid w:val="00F24608"/>
    <w:rsid w:val="00F24769"/>
    <w:rsid w:val="00F247F2"/>
    <w:rsid w:val="00F248C6"/>
    <w:rsid w:val="00F248F2"/>
    <w:rsid w:val="00F24928"/>
    <w:rsid w:val="00F2492E"/>
    <w:rsid w:val="00F2493C"/>
    <w:rsid w:val="00F24A16"/>
    <w:rsid w:val="00F24B2F"/>
    <w:rsid w:val="00F24B37"/>
    <w:rsid w:val="00F24E93"/>
    <w:rsid w:val="00F24ECD"/>
    <w:rsid w:val="00F24EEF"/>
    <w:rsid w:val="00F24F20"/>
    <w:rsid w:val="00F24F61"/>
    <w:rsid w:val="00F25354"/>
    <w:rsid w:val="00F253D1"/>
    <w:rsid w:val="00F25444"/>
    <w:rsid w:val="00F25508"/>
    <w:rsid w:val="00F2552B"/>
    <w:rsid w:val="00F2552E"/>
    <w:rsid w:val="00F25530"/>
    <w:rsid w:val="00F258B8"/>
    <w:rsid w:val="00F25977"/>
    <w:rsid w:val="00F25B67"/>
    <w:rsid w:val="00F25BD1"/>
    <w:rsid w:val="00F25FFD"/>
    <w:rsid w:val="00F2602C"/>
    <w:rsid w:val="00F261B1"/>
    <w:rsid w:val="00F2624D"/>
    <w:rsid w:val="00F262AD"/>
    <w:rsid w:val="00F262FD"/>
    <w:rsid w:val="00F2635D"/>
    <w:rsid w:val="00F26612"/>
    <w:rsid w:val="00F266CD"/>
    <w:rsid w:val="00F267BD"/>
    <w:rsid w:val="00F268F7"/>
    <w:rsid w:val="00F26992"/>
    <w:rsid w:val="00F269C5"/>
    <w:rsid w:val="00F26A20"/>
    <w:rsid w:val="00F26C9D"/>
    <w:rsid w:val="00F26CE6"/>
    <w:rsid w:val="00F26CE8"/>
    <w:rsid w:val="00F26E0A"/>
    <w:rsid w:val="00F26E15"/>
    <w:rsid w:val="00F26E45"/>
    <w:rsid w:val="00F27080"/>
    <w:rsid w:val="00F27093"/>
    <w:rsid w:val="00F270B3"/>
    <w:rsid w:val="00F2723A"/>
    <w:rsid w:val="00F272F1"/>
    <w:rsid w:val="00F2732A"/>
    <w:rsid w:val="00F2745C"/>
    <w:rsid w:val="00F275FF"/>
    <w:rsid w:val="00F27666"/>
    <w:rsid w:val="00F276B5"/>
    <w:rsid w:val="00F27723"/>
    <w:rsid w:val="00F277D6"/>
    <w:rsid w:val="00F277EA"/>
    <w:rsid w:val="00F277F8"/>
    <w:rsid w:val="00F27851"/>
    <w:rsid w:val="00F2785D"/>
    <w:rsid w:val="00F2788C"/>
    <w:rsid w:val="00F27A99"/>
    <w:rsid w:val="00F27AA3"/>
    <w:rsid w:val="00F27AFD"/>
    <w:rsid w:val="00F27BA8"/>
    <w:rsid w:val="00F30013"/>
    <w:rsid w:val="00F3022B"/>
    <w:rsid w:val="00F30234"/>
    <w:rsid w:val="00F30578"/>
    <w:rsid w:val="00F306F6"/>
    <w:rsid w:val="00F306FE"/>
    <w:rsid w:val="00F309DA"/>
    <w:rsid w:val="00F30A1E"/>
    <w:rsid w:val="00F30AEE"/>
    <w:rsid w:val="00F30AF8"/>
    <w:rsid w:val="00F30B82"/>
    <w:rsid w:val="00F30D5B"/>
    <w:rsid w:val="00F30D7A"/>
    <w:rsid w:val="00F30EC8"/>
    <w:rsid w:val="00F30EE5"/>
    <w:rsid w:val="00F30EEC"/>
    <w:rsid w:val="00F30F88"/>
    <w:rsid w:val="00F31254"/>
    <w:rsid w:val="00F31506"/>
    <w:rsid w:val="00F3159B"/>
    <w:rsid w:val="00F315C4"/>
    <w:rsid w:val="00F315D5"/>
    <w:rsid w:val="00F31660"/>
    <w:rsid w:val="00F31689"/>
    <w:rsid w:val="00F3170A"/>
    <w:rsid w:val="00F3178E"/>
    <w:rsid w:val="00F31867"/>
    <w:rsid w:val="00F31A5A"/>
    <w:rsid w:val="00F31B2A"/>
    <w:rsid w:val="00F31B71"/>
    <w:rsid w:val="00F31C26"/>
    <w:rsid w:val="00F31CFE"/>
    <w:rsid w:val="00F32064"/>
    <w:rsid w:val="00F320ED"/>
    <w:rsid w:val="00F32157"/>
    <w:rsid w:val="00F322C9"/>
    <w:rsid w:val="00F32373"/>
    <w:rsid w:val="00F32464"/>
    <w:rsid w:val="00F32493"/>
    <w:rsid w:val="00F32929"/>
    <w:rsid w:val="00F32A53"/>
    <w:rsid w:val="00F32AEA"/>
    <w:rsid w:val="00F32BE2"/>
    <w:rsid w:val="00F32C5E"/>
    <w:rsid w:val="00F32DA8"/>
    <w:rsid w:val="00F32E03"/>
    <w:rsid w:val="00F330CF"/>
    <w:rsid w:val="00F3333E"/>
    <w:rsid w:val="00F333D8"/>
    <w:rsid w:val="00F333E3"/>
    <w:rsid w:val="00F334BF"/>
    <w:rsid w:val="00F337DF"/>
    <w:rsid w:val="00F33949"/>
    <w:rsid w:val="00F33A52"/>
    <w:rsid w:val="00F33AC2"/>
    <w:rsid w:val="00F33C08"/>
    <w:rsid w:val="00F33DDD"/>
    <w:rsid w:val="00F33FCF"/>
    <w:rsid w:val="00F34001"/>
    <w:rsid w:val="00F34088"/>
    <w:rsid w:val="00F34116"/>
    <w:rsid w:val="00F342D0"/>
    <w:rsid w:val="00F344F9"/>
    <w:rsid w:val="00F346BC"/>
    <w:rsid w:val="00F3480F"/>
    <w:rsid w:val="00F349B0"/>
    <w:rsid w:val="00F34AE1"/>
    <w:rsid w:val="00F34B15"/>
    <w:rsid w:val="00F34B78"/>
    <w:rsid w:val="00F34DD4"/>
    <w:rsid w:val="00F3505A"/>
    <w:rsid w:val="00F352CF"/>
    <w:rsid w:val="00F35541"/>
    <w:rsid w:val="00F3563D"/>
    <w:rsid w:val="00F35653"/>
    <w:rsid w:val="00F3570C"/>
    <w:rsid w:val="00F3570E"/>
    <w:rsid w:val="00F35BDF"/>
    <w:rsid w:val="00F35D60"/>
    <w:rsid w:val="00F363B2"/>
    <w:rsid w:val="00F36547"/>
    <w:rsid w:val="00F36655"/>
    <w:rsid w:val="00F366DF"/>
    <w:rsid w:val="00F3676D"/>
    <w:rsid w:val="00F36783"/>
    <w:rsid w:val="00F3681B"/>
    <w:rsid w:val="00F3687B"/>
    <w:rsid w:val="00F368A2"/>
    <w:rsid w:val="00F36B10"/>
    <w:rsid w:val="00F36BF1"/>
    <w:rsid w:val="00F36C3B"/>
    <w:rsid w:val="00F36D35"/>
    <w:rsid w:val="00F36D43"/>
    <w:rsid w:val="00F36D6C"/>
    <w:rsid w:val="00F36DF1"/>
    <w:rsid w:val="00F36E25"/>
    <w:rsid w:val="00F36E61"/>
    <w:rsid w:val="00F36F1F"/>
    <w:rsid w:val="00F370B4"/>
    <w:rsid w:val="00F37197"/>
    <w:rsid w:val="00F37212"/>
    <w:rsid w:val="00F372A5"/>
    <w:rsid w:val="00F373D4"/>
    <w:rsid w:val="00F37463"/>
    <w:rsid w:val="00F3747B"/>
    <w:rsid w:val="00F3758B"/>
    <w:rsid w:val="00F376AE"/>
    <w:rsid w:val="00F3776D"/>
    <w:rsid w:val="00F37876"/>
    <w:rsid w:val="00F378B0"/>
    <w:rsid w:val="00F378C2"/>
    <w:rsid w:val="00F379CF"/>
    <w:rsid w:val="00F37B16"/>
    <w:rsid w:val="00F37BF4"/>
    <w:rsid w:val="00F37F6A"/>
    <w:rsid w:val="00F40062"/>
    <w:rsid w:val="00F400A0"/>
    <w:rsid w:val="00F400D9"/>
    <w:rsid w:val="00F40152"/>
    <w:rsid w:val="00F40263"/>
    <w:rsid w:val="00F40272"/>
    <w:rsid w:val="00F402E0"/>
    <w:rsid w:val="00F40302"/>
    <w:rsid w:val="00F403B5"/>
    <w:rsid w:val="00F404DE"/>
    <w:rsid w:val="00F40584"/>
    <w:rsid w:val="00F40608"/>
    <w:rsid w:val="00F4063B"/>
    <w:rsid w:val="00F4079E"/>
    <w:rsid w:val="00F40A13"/>
    <w:rsid w:val="00F40A5A"/>
    <w:rsid w:val="00F40C13"/>
    <w:rsid w:val="00F40C46"/>
    <w:rsid w:val="00F40D54"/>
    <w:rsid w:val="00F40F91"/>
    <w:rsid w:val="00F40FD7"/>
    <w:rsid w:val="00F40FE1"/>
    <w:rsid w:val="00F40FE9"/>
    <w:rsid w:val="00F4100A"/>
    <w:rsid w:val="00F41052"/>
    <w:rsid w:val="00F41095"/>
    <w:rsid w:val="00F41150"/>
    <w:rsid w:val="00F4141A"/>
    <w:rsid w:val="00F41586"/>
    <w:rsid w:val="00F4163F"/>
    <w:rsid w:val="00F41668"/>
    <w:rsid w:val="00F417BD"/>
    <w:rsid w:val="00F4182A"/>
    <w:rsid w:val="00F41A4C"/>
    <w:rsid w:val="00F41B0B"/>
    <w:rsid w:val="00F41C7D"/>
    <w:rsid w:val="00F41DA1"/>
    <w:rsid w:val="00F41E1B"/>
    <w:rsid w:val="00F41EB5"/>
    <w:rsid w:val="00F41F4D"/>
    <w:rsid w:val="00F423AF"/>
    <w:rsid w:val="00F423EA"/>
    <w:rsid w:val="00F42482"/>
    <w:rsid w:val="00F42673"/>
    <w:rsid w:val="00F4270F"/>
    <w:rsid w:val="00F4282B"/>
    <w:rsid w:val="00F42870"/>
    <w:rsid w:val="00F429DF"/>
    <w:rsid w:val="00F42A2B"/>
    <w:rsid w:val="00F42B09"/>
    <w:rsid w:val="00F42B0A"/>
    <w:rsid w:val="00F42B83"/>
    <w:rsid w:val="00F42BB2"/>
    <w:rsid w:val="00F42D4A"/>
    <w:rsid w:val="00F42D80"/>
    <w:rsid w:val="00F42E11"/>
    <w:rsid w:val="00F42E4A"/>
    <w:rsid w:val="00F42E58"/>
    <w:rsid w:val="00F42F2F"/>
    <w:rsid w:val="00F43017"/>
    <w:rsid w:val="00F4301A"/>
    <w:rsid w:val="00F4303D"/>
    <w:rsid w:val="00F43152"/>
    <w:rsid w:val="00F4318E"/>
    <w:rsid w:val="00F4336C"/>
    <w:rsid w:val="00F43435"/>
    <w:rsid w:val="00F43475"/>
    <w:rsid w:val="00F435B2"/>
    <w:rsid w:val="00F435F8"/>
    <w:rsid w:val="00F4361F"/>
    <w:rsid w:val="00F43679"/>
    <w:rsid w:val="00F43710"/>
    <w:rsid w:val="00F437A6"/>
    <w:rsid w:val="00F438D7"/>
    <w:rsid w:val="00F43A52"/>
    <w:rsid w:val="00F43AA3"/>
    <w:rsid w:val="00F43BEE"/>
    <w:rsid w:val="00F43F08"/>
    <w:rsid w:val="00F43F48"/>
    <w:rsid w:val="00F43F6F"/>
    <w:rsid w:val="00F44034"/>
    <w:rsid w:val="00F44070"/>
    <w:rsid w:val="00F440DC"/>
    <w:rsid w:val="00F4437B"/>
    <w:rsid w:val="00F44524"/>
    <w:rsid w:val="00F44563"/>
    <w:rsid w:val="00F44AD0"/>
    <w:rsid w:val="00F44C7E"/>
    <w:rsid w:val="00F44CC7"/>
    <w:rsid w:val="00F44D46"/>
    <w:rsid w:val="00F44EB1"/>
    <w:rsid w:val="00F44ED6"/>
    <w:rsid w:val="00F44F1A"/>
    <w:rsid w:val="00F45225"/>
    <w:rsid w:val="00F4526A"/>
    <w:rsid w:val="00F4533F"/>
    <w:rsid w:val="00F453BB"/>
    <w:rsid w:val="00F453EC"/>
    <w:rsid w:val="00F45409"/>
    <w:rsid w:val="00F45466"/>
    <w:rsid w:val="00F45475"/>
    <w:rsid w:val="00F45496"/>
    <w:rsid w:val="00F4559E"/>
    <w:rsid w:val="00F45706"/>
    <w:rsid w:val="00F457AD"/>
    <w:rsid w:val="00F45867"/>
    <w:rsid w:val="00F45BF4"/>
    <w:rsid w:val="00F45D6E"/>
    <w:rsid w:val="00F45E72"/>
    <w:rsid w:val="00F45E8B"/>
    <w:rsid w:val="00F45F38"/>
    <w:rsid w:val="00F4606D"/>
    <w:rsid w:val="00F4610E"/>
    <w:rsid w:val="00F4622F"/>
    <w:rsid w:val="00F46240"/>
    <w:rsid w:val="00F46356"/>
    <w:rsid w:val="00F4643F"/>
    <w:rsid w:val="00F464E2"/>
    <w:rsid w:val="00F46519"/>
    <w:rsid w:val="00F4658E"/>
    <w:rsid w:val="00F465B6"/>
    <w:rsid w:val="00F4665D"/>
    <w:rsid w:val="00F46720"/>
    <w:rsid w:val="00F4674C"/>
    <w:rsid w:val="00F467B4"/>
    <w:rsid w:val="00F468A5"/>
    <w:rsid w:val="00F46923"/>
    <w:rsid w:val="00F46A03"/>
    <w:rsid w:val="00F46A04"/>
    <w:rsid w:val="00F46AF8"/>
    <w:rsid w:val="00F46CEA"/>
    <w:rsid w:val="00F46E21"/>
    <w:rsid w:val="00F46E6D"/>
    <w:rsid w:val="00F46E9E"/>
    <w:rsid w:val="00F46EF2"/>
    <w:rsid w:val="00F46EFA"/>
    <w:rsid w:val="00F46F22"/>
    <w:rsid w:val="00F47027"/>
    <w:rsid w:val="00F470F7"/>
    <w:rsid w:val="00F4728F"/>
    <w:rsid w:val="00F47398"/>
    <w:rsid w:val="00F4744A"/>
    <w:rsid w:val="00F474FF"/>
    <w:rsid w:val="00F47562"/>
    <w:rsid w:val="00F475D8"/>
    <w:rsid w:val="00F4770B"/>
    <w:rsid w:val="00F47834"/>
    <w:rsid w:val="00F47859"/>
    <w:rsid w:val="00F47883"/>
    <w:rsid w:val="00F47987"/>
    <w:rsid w:val="00F47AF9"/>
    <w:rsid w:val="00F47B8D"/>
    <w:rsid w:val="00F47C0B"/>
    <w:rsid w:val="00F47E77"/>
    <w:rsid w:val="00F47F16"/>
    <w:rsid w:val="00F47F76"/>
    <w:rsid w:val="00F47FCD"/>
    <w:rsid w:val="00F501E8"/>
    <w:rsid w:val="00F5021C"/>
    <w:rsid w:val="00F503E2"/>
    <w:rsid w:val="00F50529"/>
    <w:rsid w:val="00F5063B"/>
    <w:rsid w:val="00F506B1"/>
    <w:rsid w:val="00F5083F"/>
    <w:rsid w:val="00F50893"/>
    <w:rsid w:val="00F50B7F"/>
    <w:rsid w:val="00F50E4C"/>
    <w:rsid w:val="00F50EDC"/>
    <w:rsid w:val="00F50F16"/>
    <w:rsid w:val="00F51263"/>
    <w:rsid w:val="00F51437"/>
    <w:rsid w:val="00F51630"/>
    <w:rsid w:val="00F516E6"/>
    <w:rsid w:val="00F517D0"/>
    <w:rsid w:val="00F517F5"/>
    <w:rsid w:val="00F518D5"/>
    <w:rsid w:val="00F518FE"/>
    <w:rsid w:val="00F51934"/>
    <w:rsid w:val="00F51B12"/>
    <w:rsid w:val="00F51E6D"/>
    <w:rsid w:val="00F51FCC"/>
    <w:rsid w:val="00F520BE"/>
    <w:rsid w:val="00F520D1"/>
    <w:rsid w:val="00F5214B"/>
    <w:rsid w:val="00F52262"/>
    <w:rsid w:val="00F52796"/>
    <w:rsid w:val="00F52902"/>
    <w:rsid w:val="00F52A05"/>
    <w:rsid w:val="00F52AA6"/>
    <w:rsid w:val="00F52AD9"/>
    <w:rsid w:val="00F52AF2"/>
    <w:rsid w:val="00F52B1D"/>
    <w:rsid w:val="00F52B35"/>
    <w:rsid w:val="00F52D25"/>
    <w:rsid w:val="00F531E6"/>
    <w:rsid w:val="00F5322D"/>
    <w:rsid w:val="00F532CF"/>
    <w:rsid w:val="00F5334E"/>
    <w:rsid w:val="00F5348C"/>
    <w:rsid w:val="00F534A0"/>
    <w:rsid w:val="00F53599"/>
    <w:rsid w:val="00F53653"/>
    <w:rsid w:val="00F536DF"/>
    <w:rsid w:val="00F53729"/>
    <w:rsid w:val="00F53733"/>
    <w:rsid w:val="00F537FD"/>
    <w:rsid w:val="00F53877"/>
    <w:rsid w:val="00F53986"/>
    <w:rsid w:val="00F539F2"/>
    <w:rsid w:val="00F53A50"/>
    <w:rsid w:val="00F53B23"/>
    <w:rsid w:val="00F53B63"/>
    <w:rsid w:val="00F53B76"/>
    <w:rsid w:val="00F53BC3"/>
    <w:rsid w:val="00F53C88"/>
    <w:rsid w:val="00F53DFD"/>
    <w:rsid w:val="00F53E4E"/>
    <w:rsid w:val="00F53F46"/>
    <w:rsid w:val="00F53F77"/>
    <w:rsid w:val="00F54318"/>
    <w:rsid w:val="00F544C1"/>
    <w:rsid w:val="00F545BA"/>
    <w:rsid w:val="00F546CF"/>
    <w:rsid w:val="00F547AE"/>
    <w:rsid w:val="00F54806"/>
    <w:rsid w:val="00F5481B"/>
    <w:rsid w:val="00F549C6"/>
    <w:rsid w:val="00F54A29"/>
    <w:rsid w:val="00F54AED"/>
    <w:rsid w:val="00F54B60"/>
    <w:rsid w:val="00F54CE5"/>
    <w:rsid w:val="00F54DED"/>
    <w:rsid w:val="00F54FD8"/>
    <w:rsid w:val="00F55004"/>
    <w:rsid w:val="00F55070"/>
    <w:rsid w:val="00F550CD"/>
    <w:rsid w:val="00F550F3"/>
    <w:rsid w:val="00F55163"/>
    <w:rsid w:val="00F5518A"/>
    <w:rsid w:val="00F552BF"/>
    <w:rsid w:val="00F553C3"/>
    <w:rsid w:val="00F55673"/>
    <w:rsid w:val="00F558E2"/>
    <w:rsid w:val="00F55A12"/>
    <w:rsid w:val="00F55A48"/>
    <w:rsid w:val="00F55A9C"/>
    <w:rsid w:val="00F55B66"/>
    <w:rsid w:val="00F55C54"/>
    <w:rsid w:val="00F55C8D"/>
    <w:rsid w:val="00F55D5F"/>
    <w:rsid w:val="00F55EAE"/>
    <w:rsid w:val="00F55F18"/>
    <w:rsid w:val="00F55FCC"/>
    <w:rsid w:val="00F56246"/>
    <w:rsid w:val="00F56362"/>
    <w:rsid w:val="00F565C5"/>
    <w:rsid w:val="00F565E0"/>
    <w:rsid w:val="00F566AE"/>
    <w:rsid w:val="00F569FB"/>
    <w:rsid w:val="00F56A30"/>
    <w:rsid w:val="00F56A62"/>
    <w:rsid w:val="00F56B32"/>
    <w:rsid w:val="00F56B35"/>
    <w:rsid w:val="00F56B7E"/>
    <w:rsid w:val="00F56DF9"/>
    <w:rsid w:val="00F5711B"/>
    <w:rsid w:val="00F57470"/>
    <w:rsid w:val="00F57553"/>
    <w:rsid w:val="00F57614"/>
    <w:rsid w:val="00F57662"/>
    <w:rsid w:val="00F5769E"/>
    <w:rsid w:val="00F576FF"/>
    <w:rsid w:val="00F5777A"/>
    <w:rsid w:val="00F578FD"/>
    <w:rsid w:val="00F57A6F"/>
    <w:rsid w:val="00F57ECE"/>
    <w:rsid w:val="00F57F80"/>
    <w:rsid w:val="00F6010F"/>
    <w:rsid w:val="00F6044E"/>
    <w:rsid w:val="00F605AD"/>
    <w:rsid w:val="00F606F5"/>
    <w:rsid w:val="00F6079D"/>
    <w:rsid w:val="00F60850"/>
    <w:rsid w:val="00F60A36"/>
    <w:rsid w:val="00F60A9B"/>
    <w:rsid w:val="00F60AAF"/>
    <w:rsid w:val="00F60B05"/>
    <w:rsid w:val="00F60CA0"/>
    <w:rsid w:val="00F60EDA"/>
    <w:rsid w:val="00F60EEC"/>
    <w:rsid w:val="00F610F9"/>
    <w:rsid w:val="00F6144E"/>
    <w:rsid w:val="00F614CC"/>
    <w:rsid w:val="00F6153F"/>
    <w:rsid w:val="00F61565"/>
    <w:rsid w:val="00F61566"/>
    <w:rsid w:val="00F6156E"/>
    <w:rsid w:val="00F6157A"/>
    <w:rsid w:val="00F61730"/>
    <w:rsid w:val="00F61809"/>
    <w:rsid w:val="00F618E4"/>
    <w:rsid w:val="00F618F4"/>
    <w:rsid w:val="00F61C68"/>
    <w:rsid w:val="00F61F5D"/>
    <w:rsid w:val="00F620B0"/>
    <w:rsid w:val="00F62114"/>
    <w:rsid w:val="00F62179"/>
    <w:rsid w:val="00F6236E"/>
    <w:rsid w:val="00F623AD"/>
    <w:rsid w:val="00F62463"/>
    <w:rsid w:val="00F6253C"/>
    <w:rsid w:val="00F62800"/>
    <w:rsid w:val="00F628FD"/>
    <w:rsid w:val="00F62C21"/>
    <w:rsid w:val="00F62FFF"/>
    <w:rsid w:val="00F6303F"/>
    <w:rsid w:val="00F63127"/>
    <w:rsid w:val="00F631F8"/>
    <w:rsid w:val="00F63319"/>
    <w:rsid w:val="00F63321"/>
    <w:rsid w:val="00F6352C"/>
    <w:rsid w:val="00F63555"/>
    <w:rsid w:val="00F635BD"/>
    <w:rsid w:val="00F636EB"/>
    <w:rsid w:val="00F63779"/>
    <w:rsid w:val="00F6377D"/>
    <w:rsid w:val="00F637A0"/>
    <w:rsid w:val="00F637E9"/>
    <w:rsid w:val="00F639AA"/>
    <w:rsid w:val="00F63B18"/>
    <w:rsid w:val="00F63B7C"/>
    <w:rsid w:val="00F63D8A"/>
    <w:rsid w:val="00F63F6B"/>
    <w:rsid w:val="00F63FC3"/>
    <w:rsid w:val="00F64081"/>
    <w:rsid w:val="00F64092"/>
    <w:rsid w:val="00F640D3"/>
    <w:rsid w:val="00F6423B"/>
    <w:rsid w:val="00F642A3"/>
    <w:rsid w:val="00F64310"/>
    <w:rsid w:val="00F643F4"/>
    <w:rsid w:val="00F645AC"/>
    <w:rsid w:val="00F645AE"/>
    <w:rsid w:val="00F64668"/>
    <w:rsid w:val="00F6474C"/>
    <w:rsid w:val="00F64794"/>
    <w:rsid w:val="00F64921"/>
    <w:rsid w:val="00F64C10"/>
    <w:rsid w:val="00F64C9F"/>
    <w:rsid w:val="00F64E80"/>
    <w:rsid w:val="00F651FB"/>
    <w:rsid w:val="00F6552E"/>
    <w:rsid w:val="00F6581C"/>
    <w:rsid w:val="00F6592B"/>
    <w:rsid w:val="00F65987"/>
    <w:rsid w:val="00F659B6"/>
    <w:rsid w:val="00F65A8B"/>
    <w:rsid w:val="00F65BA5"/>
    <w:rsid w:val="00F65CF4"/>
    <w:rsid w:val="00F65DAC"/>
    <w:rsid w:val="00F65E3A"/>
    <w:rsid w:val="00F65F93"/>
    <w:rsid w:val="00F65FA5"/>
    <w:rsid w:val="00F65FAB"/>
    <w:rsid w:val="00F66138"/>
    <w:rsid w:val="00F661ED"/>
    <w:rsid w:val="00F66480"/>
    <w:rsid w:val="00F6662F"/>
    <w:rsid w:val="00F66855"/>
    <w:rsid w:val="00F66918"/>
    <w:rsid w:val="00F66CE9"/>
    <w:rsid w:val="00F66CEB"/>
    <w:rsid w:val="00F66D04"/>
    <w:rsid w:val="00F66E7F"/>
    <w:rsid w:val="00F67294"/>
    <w:rsid w:val="00F672D2"/>
    <w:rsid w:val="00F67357"/>
    <w:rsid w:val="00F6759D"/>
    <w:rsid w:val="00F67836"/>
    <w:rsid w:val="00F67879"/>
    <w:rsid w:val="00F678D5"/>
    <w:rsid w:val="00F678DC"/>
    <w:rsid w:val="00F6792E"/>
    <w:rsid w:val="00F67B11"/>
    <w:rsid w:val="00F67FD1"/>
    <w:rsid w:val="00F7014D"/>
    <w:rsid w:val="00F70301"/>
    <w:rsid w:val="00F70414"/>
    <w:rsid w:val="00F70436"/>
    <w:rsid w:val="00F704C4"/>
    <w:rsid w:val="00F70677"/>
    <w:rsid w:val="00F708C0"/>
    <w:rsid w:val="00F708C8"/>
    <w:rsid w:val="00F709C6"/>
    <w:rsid w:val="00F70AA6"/>
    <w:rsid w:val="00F70B43"/>
    <w:rsid w:val="00F70B9E"/>
    <w:rsid w:val="00F70F04"/>
    <w:rsid w:val="00F710DE"/>
    <w:rsid w:val="00F710E1"/>
    <w:rsid w:val="00F71150"/>
    <w:rsid w:val="00F711D6"/>
    <w:rsid w:val="00F71344"/>
    <w:rsid w:val="00F71490"/>
    <w:rsid w:val="00F715AD"/>
    <w:rsid w:val="00F71AEB"/>
    <w:rsid w:val="00F71B2A"/>
    <w:rsid w:val="00F71B2E"/>
    <w:rsid w:val="00F71CB5"/>
    <w:rsid w:val="00F71CD5"/>
    <w:rsid w:val="00F71E06"/>
    <w:rsid w:val="00F71E1A"/>
    <w:rsid w:val="00F71F12"/>
    <w:rsid w:val="00F71FD4"/>
    <w:rsid w:val="00F72097"/>
    <w:rsid w:val="00F720DB"/>
    <w:rsid w:val="00F721E7"/>
    <w:rsid w:val="00F7226E"/>
    <w:rsid w:val="00F7227A"/>
    <w:rsid w:val="00F722C3"/>
    <w:rsid w:val="00F72398"/>
    <w:rsid w:val="00F72442"/>
    <w:rsid w:val="00F726BD"/>
    <w:rsid w:val="00F72995"/>
    <w:rsid w:val="00F72A23"/>
    <w:rsid w:val="00F72A4D"/>
    <w:rsid w:val="00F72ADC"/>
    <w:rsid w:val="00F72BA6"/>
    <w:rsid w:val="00F72BE9"/>
    <w:rsid w:val="00F72E23"/>
    <w:rsid w:val="00F72EA2"/>
    <w:rsid w:val="00F730D4"/>
    <w:rsid w:val="00F731DE"/>
    <w:rsid w:val="00F73205"/>
    <w:rsid w:val="00F73257"/>
    <w:rsid w:val="00F732A0"/>
    <w:rsid w:val="00F733BB"/>
    <w:rsid w:val="00F733C8"/>
    <w:rsid w:val="00F73493"/>
    <w:rsid w:val="00F735A4"/>
    <w:rsid w:val="00F736A5"/>
    <w:rsid w:val="00F73759"/>
    <w:rsid w:val="00F737AC"/>
    <w:rsid w:val="00F737F0"/>
    <w:rsid w:val="00F73962"/>
    <w:rsid w:val="00F739E8"/>
    <w:rsid w:val="00F73BAF"/>
    <w:rsid w:val="00F73D07"/>
    <w:rsid w:val="00F73DB1"/>
    <w:rsid w:val="00F73EEB"/>
    <w:rsid w:val="00F73F75"/>
    <w:rsid w:val="00F73FCA"/>
    <w:rsid w:val="00F7413F"/>
    <w:rsid w:val="00F741D2"/>
    <w:rsid w:val="00F74278"/>
    <w:rsid w:val="00F74292"/>
    <w:rsid w:val="00F7435B"/>
    <w:rsid w:val="00F743B9"/>
    <w:rsid w:val="00F7447F"/>
    <w:rsid w:val="00F744F7"/>
    <w:rsid w:val="00F745B9"/>
    <w:rsid w:val="00F74602"/>
    <w:rsid w:val="00F74674"/>
    <w:rsid w:val="00F7468C"/>
    <w:rsid w:val="00F747CE"/>
    <w:rsid w:val="00F74A03"/>
    <w:rsid w:val="00F74B48"/>
    <w:rsid w:val="00F74C42"/>
    <w:rsid w:val="00F74CF2"/>
    <w:rsid w:val="00F74ED2"/>
    <w:rsid w:val="00F74EEF"/>
    <w:rsid w:val="00F74F22"/>
    <w:rsid w:val="00F752C2"/>
    <w:rsid w:val="00F752EC"/>
    <w:rsid w:val="00F7539B"/>
    <w:rsid w:val="00F7549F"/>
    <w:rsid w:val="00F7555A"/>
    <w:rsid w:val="00F755B6"/>
    <w:rsid w:val="00F755E1"/>
    <w:rsid w:val="00F75607"/>
    <w:rsid w:val="00F75651"/>
    <w:rsid w:val="00F756DE"/>
    <w:rsid w:val="00F756F7"/>
    <w:rsid w:val="00F75768"/>
    <w:rsid w:val="00F75839"/>
    <w:rsid w:val="00F758D1"/>
    <w:rsid w:val="00F75900"/>
    <w:rsid w:val="00F75A1E"/>
    <w:rsid w:val="00F75A3D"/>
    <w:rsid w:val="00F75A89"/>
    <w:rsid w:val="00F75AE4"/>
    <w:rsid w:val="00F75B12"/>
    <w:rsid w:val="00F75BBE"/>
    <w:rsid w:val="00F75F7E"/>
    <w:rsid w:val="00F761D8"/>
    <w:rsid w:val="00F762B0"/>
    <w:rsid w:val="00F762F3"/>
    <w:rsid w:val="00F763D3"/>
    <w:rsid w:val="00F76495"/>
    <w:rsid w:val="00F764B3"/>
    <w:rsid w:val="00F766B6"/>
    <w:rsid w:val="00F767CE"/>
    <w:rsid w:val="00F76C6C"/>
    <w:rsid w:val="00F76CEA"/>
    <w:rsid w:val="00F76E11"/>
    <w:rsid w:val="00F76EF8"/>
    <w:rsid w:val="00F76F66"/>
    <w:rsid w:val="00F76FF3"/>
    <w:rsid w:val="00F771B6"/>
    <w:rsid w:val="00F772B5"/>
    <w:rsid w:val="00F7733D"/>
    <w:rsid w:val="00F7735F"/>
    <w:rsid w:val="00F773EE"/>
    <w:rsid w:val="00F7749B"/>
    <w:rsid w:val="00F774C4"/>
    <w:rsid w:val="00F7768A"/>
    <w:rsid w:val="00F77834"/>
    <w:rsid w:val="00F779A3"/>
    <w:rsid w:val="00F77A60"/>
    <w:rsid w:val="00F77CC2"/>
    <w:rsid w:val="00F77F07"/>
    <w:rsid w:val="00F809DA"/>
    <w:rsid w:val="00F80D39"/>
    <w:rsid w:val="00F80E25"/>
    <w:rsid w:val="00F80F3A"/>
    <w:rsid w:val="00F8104A"/>
    <w:rsid w:val="00F810BC"/>
    <w:rsid w:val="00F81169"/>
    <w:rsid w:val="00F8132D"/>
    <w:rsid w:val="00F8139B"/>
    <w:rsid w:val="00F81517"/>
    <w:rsid w:val="00F815E8"/>
    <w:rsid w:val="00F8163A"/>
    <w:rsid w:val="00F81727"/>
    <w:rsid w:val="00F81875"/>
    <w:rsid w:val="00F818CB"/>
    <w:rsid w:val="00F818E5"/>
    <w:rsid w:val="00F81A39"/>
    <w:rsid w:val="00F81C78"/>
    <w:rsid w:val="00F81E6C"/>
    <w:rsid w:val="00F81EBD"/>
    <w:rsid w:val="00F81F6F"/>
    <w:rsid w:val="00F823F6"/>
    <w:rsid w:val="00F8241C"/>
    <w:rsid w:val="00F826B0"/>
    <w:rsid w:val="00F82A61"/>
    <w:rsid w:val="00F82D6D"/>
    <w:rsid w:val="00F82DDB"/>
    <w:rsid w:val="00F83056"/>
    <w:rsid w:val="00F83225"/>
    <w:rsid w:val="00F8333B"/>
    <w:rsid w:val="00F83380"/>
    <w:rsid w:val="00F834AC"/>
    <w:rsid w:val="00F834C8"/>
    <w:rsid w:val="00F8350D"/>
    <w:rsid w:val="00F83532"/>
    <w:rsid w:val="00F836EB"/>
    <w:rsid w:val="00F83728"/>
    <w:rsid w:val="00F8384E"/>
    <w:rsid w:val="00F83850"/>
    <w:rsid w:val="00F83AC7"/>
    <w:rsid w:val="00F83B77"/>
    <w:rsid w:val="00F83D1F"/>
    <w:rsid w:val="00F83F70"/>
    <w:rsid w:val="00F83FC0"/>
    <w:rsid w:val="00F84013"/>
    <w:rsid w:val="00F8409C"/>
    <w:rsid w:val="00F8419C"/>
    <w:rsid w:val="00F841DB"/>
    <w:rsid w:val="00F84247"/>
    <w:rsid w:val="00F844CA"/>
    <w:rsid w:val="00F84520"/>
    <w:rsid w:val="00F846CC"/>
    <w:rsid w:val="00F84700"/>
    <w:rsid w:val="00F8476C"/>
    <w:rsid w:val="00F8481C"/>
    <w:rsid w:val="00F84C96"/>
    <w:rsid w:val="00F84DA5"/>
    <w:rsid w:val="00F84E04"/>
    <w:rsid w:val="00F84E18"/>
    <w:rsid w:val="00F84EA1"/>
    <w:rsid w:val="00F84EFD"/>
    <w:rsid w:val="00F84F78"/>
    <w:rsid w:val="00F85116"/>
    <w:rsid w:val="00F85120"/>
    <w:rsid w:val="00F8535C"/>
    <w:rsid w:val="00F853AF"/>
    <w:rsid w:val="00F85465"/>
    <w:rsid w:val="00F85625"/>
    <w:rsid w:val="00F856A5"/>
    <w:rsid w:val="00F857F3"/>
    <w:rsid w:val="00F85836"/>
    <w:rsid w:val="00F85880"/>
    <w:rsid w:val="00F859CD"/>
    <w:rsid w:val="00F859F8"/>
    <w:rsid w:val="00F85B6B"/>
    <w:rsid w:val="00F85EB7"/>
    <w:rsid w:val="00F85FD7"/>
    <w:rsid w:val="00F862A1"/>
    <w:rsid w:val="00F8637D"/>
    <w:rsid w:val="00F863B6"/>
    <w:rsid w:val="00F8640C"/>
    <w:rsid w:val="00F8648F"/>
    <w:rsid w:val="00F86561"/>
    <w:rsid w:val="00F8657D"/>
    <w:rsid w:val="00F8698D"/>
    <w:rsid w:val="00F869BF"/>
    <w:rsid w:val="00F869DD"/>
    <w:rsid w:val="00F86E1D"/>
    <w:rsid w:val="00F86FA0"/>
    <w:rsid w:val="00F8726A"/>
    <w:rsid w:val="00F873D1"/>
    <w:rsid w:val="00F8750F"/>
    <w:rsid w:val="00F87837"/>
    <w:rsid w:val="00F878D6"/>
    <w:rsid w:val="00F878EA"/>
    <w:rsid w:val="00F87916"/>
    <w:rsid w:val="00F87930"/>
    <w:rsid w:val="00F87D2A"/>
    <w:rsid w:val="00F87F61"/>
    <w:rsid w:val="00F87FE0"/>
    <w:rsid w:val="00F9011F"/>
    <w:rsid w:val="00F90249"/>
    <w:rsid w:val="00F902AC"/>
    <w:rsid w:val="00F90473"/>
    <w:rsid w:val="00F904F4"/>
    <w:rsid w:val="00F904F7"/>
    <w:rsid w:val="00F90720"/>
    <w:rsid w:val="00F90722"/>
    <w:rsid w:val="00F90B1A"/>
    <w:rsid w:val="00F90B34"/>
    <w:rsid w:val="00F90BAA"/>
    <w:rsid w:val="00F90D88"/>
    <w:rsid w:val="00F90EBD"/>
    <w:rsid w:val="00F90F87"/>
    <w:rsid w:val="00F91001"/>
    <w:rsid w:val="00F91265"/>
    <w:rsid w:val="00F9132A"/>
    <w:rsid w:val="00F9137E"/>
    <w:rsid w:val="00F9138C"/>
    <w:rsid w:val="00F9147F"/>
    <w:rsid w:val="00F91496"/>
    <w:rsid w:val="00F9151A"/>
    <w:rsid w:val="00F91577"/>
    <w:rsid w:val="00F918DD"/>
    <w:rsid w:val="00F91925"/>
    <w:rsid w:val="00F91BAB"/>
    <w:rsid w:val="00F920E6"/>
    <w:rsid w:val="00F92329"/>
    <w:rsid w:val="00F92399"/>
    <w:rsid w:val="00F925EF"/>
    <w:rsid w:val="00F927FD"/>
    <w:rsid w:val="00F9283C"/>
    <w:rsid w:val="00F92883"/>
    <w:rsid w:val="00F929FE"/>
    <w:rsid w:val="00F92A27"/>
    <w:rsid w:val="00F92BA5"/>
    <w:rsid w:val="00F92C37"/>
    <w:rsid w:val="00F92E15"/>
    <w:rsid w:val="00F92EA9"/>
    <w:rsid w:val="00F92F7E"/>
    <w:rsid w:val="00F93180"/>
    <w:rsid w:val="00F9322A"/>
    <w:rsid w:val="00F933B1"/>
    <w:rsid w:val="00F933C3"/>
    <w:rsid w:val="00F93474"/>
    <w:rsid w:val="00F935BD"/>
    <w:rsid w:val="00F937D2"/>
    <w:rsid w:val="00F938ED"/>
    <w:rsid w:val="00F938EE"/>
    <w:rsid w:val="00F939FC"/>
    <w:rsid w:val="00F93B23"/>
    <w:rsid w:val="00F93B83"/>
    <w:rsid w:val="00F93B8F"/>
    <w:rsid w:val="00F93C34"/>
    <w:rsid w:val="00F93CDA"/>
    <w:rsid w:val="00F93D4E"/>
    <w:rsid w:val="00F93D59"/>
    <w:rsid w:val="00F93E0D"/>
    <w:rsid w:val="00F93EFF"/>
    <w:rsid w:val="00F940C2"/>
    <w:rsid w:val="00F94248"/>
    <w:rsid w:val="00F9434A"/>
    <w:rsid w:val="00F94355"/>
    <w:rsid w:val="00F943A8"/>
    <w:rsid w:val="00F9442E"/>
    <w:rsid w:val="00F94478"/>
    <w:rsid w:val="00F944F2"/>
    <w:rsid w:val="00F9454A"/>
    <w:rsid w:val="00F94681"/>
    <w:rsid w:val="00F94847"/>
    <w:rsid w:val="00F9491D"/>
    <w:rsid w:val="00F94925"/>
    <w:rsid w:val="00F94956"/>
    <w:rsid w:val="00F94B27"/>
    <w:rsid w:val="00F94D1C"/>
    <w:rsid w:val="00F94E2F"/>
    <w:rsid w:val="00F94F1C"/>
    <w:rsid w:val="00F94F64"/>
    <w:rsid w:val="00F9504B"/>
    <w:rsid w:val="00F95116"/>
    <w:rsid w:val="00F9511A"/>
    <w:rsid w:val="00F95187"/>
    <w:rsid w:val="00F951FB"/>
    <w:rsid w:val="00F952B6"/>
    <w:rsid w:val="00F9532F"/>
    <w:rsid w:val="00F9576C"/>
    <w:rsid w:val="00F95986"/>
    <w:rsid w:val="00F95AE5"/>
    <w:rsid w:val="00F95C34"/>
    <w:rsid w:val="00F95C4D"/>
    <w:rsid w:val="00F95CC3"/>
    <w:rsid w:val="00F95E35"/>
    <w:rsid w:val="00F96038"/>
    <w:rsid w:val="00F9608C"/>
    <w:rsid w:val="00F96144"/>
    <w:rsid w:val="00F9648A"/>
    <w:rsid w:val="00F9650E"/>
    <w:rsid w:val="00F96579"/>
    <w:rsid w:val="00F965F6"/>
    <w:rsid w:val="00F9667C"/>
    <w:rsid w:val="00F966CE"/>
    <w:rsid w:val="00F969C4"/>
    <w:rsid w:val="00F96B94"/>
    <w:rsid w:val="00F96BDD"/>
    <w:rsid w:val="00F96C7D"/>
    <w:rsid w:val="00F96C96"/>
    <w:rsid w:val="00F96C97"/>
    <w:rsid w:val="00F96E8D"/>
    <w:rsid w:val="00F97019"/>
    <w:rsid w:val="00F9717B"/>
    <w:rsid w:val="00F971E9"/>
    <w:rsid w:val="00F977A3"/>
    <w:rsid w:val="00F9783A"/>
    <w:rsid w:val="00F978B5"/>
    <w:rsid w:val="00F9792F"/>
    <w:rsid w:val="00F97A54"/>
    <w:rsid w:val="00F97ADC"/>
    <w:rsid w:val="00F97B92"/>
    <w:rsid w:val="00F97CC4"/>
    <w:rsid w:val="00F97D28"/>
    <w:rsid w:val="00F97D64"/>
    <w:rsid w:val="00F97E04"/>
    <w:rsid w:val="00F97EFB"/>
    <w:rsid w:val="00F97F73"/>
    <w:rsid w:val="00F97FA8"/>
    <w:rsid w:val="00FA0016"/>
    <w:rsid w:val="00FA0368"/>
    <w:rsid w:val="00FA03F3"/>
    <w:rsid w:val="00FA040E"/>
    <w:rsid w:val="00FA0555"/>
    <w:rsid w:val="00FA055B"/>
    <w:rsid w:val="00FA064F"/>
    <w:rsid w:val="00FA0652"/>
    <w:rsid w:val="00FA06BA"/>
    <w:rsid w:val="00FA075A"/>
    <w:rsid w:val="00FA09B9"/>
    <w:rsid w:val="00FA09BB"/>
    <w:rsid w:val="00FA0A59"/>
    <w:rsid w:val="00FA0A73"/>
    <w:rsid w:val="00FA0AA0"/>
    <w:rsid w:val="00FA0CB7"/>
    <w:rsid w:val="00FA0DF3"/>
    <w:rsid w:val="00FA11BC"/>
    <w:rsid w:val="00FA12FC"/>
    <w:rsid w:val="00FA134F"/>
    <w:rsid w:val="00FA13BB"/>
    <w:rsid w:val="00FA15B1"/>
    <w:rsid w:val="00FA167D"/>
    <w:rsid w:val="00FA19EA"/>
    <w:rsid w:val="00FA1A82"/>
    <w:rsid w:val="00FA1BBA"/>
    <w:rsid w:val="00FA1C23"/>
    <w:rsid w:val="00FA1EB8"/>
    <w:rsid w:val="00FA1EE6"/>
    <w:rsid w:val="00FA1EED"/>
    <w:rsid w:val="00FA1F43"/>
    <w:rsid w:val="00FA1F6D"/>
    <w:rsid w:val="00FA1F9B"/>
    <w:rsid w:val="00FA204E"/>
    <w:rsid w:val="00FA210B"/>
    <w:rsid w:val="00FA214E"/>
    <w:rsid w:val="00FA2258"/>
    <w:rsid w:val="00FA2398"/>
    <w:rsid w:val="00FA2474"/>
    <w:rsid w:val="00FA2498"/>
    <w:rsid w:val="00FA24C7"/>
    <w:rsid w:val="00FA2524"/>
    <w:rsid w:val="00FA257B"/>
    <w:rsid w:val="00FA25F6"/>
    <w:rsid w:val="00FA26E2"/>
    <w:rsid w:val="00FA2779"/>
    <w:rsid w:val="00FA27ED"/>
    <w:rsid w:val="00FA2A1E"/>
    <w:rsid w:val="00FA2C4E"/>
    <w:rsid w:val="00FA2CBB"/>
    <w:rsid w:val="00FA2F00"/>
    <w:rsid w:val="00FA3041"/>
    <w:rsid w:val="00FA3198"/>
    <w:rsid w:val="00FA33C1"/>
    <w:rsid w:val="00FA35B0"/>
    <w:rsid w:val="00FA3AA4"/>
    <w:rsid w:val="00FA3BA7"/>
    <w:rsid w:val="00FA3C3C"/>
    <w:rsid w:val="00FA3C94"/>
    <w:rsid w:val="00FA3DE6"/>
    <w:rsid w:val="00FA3ED6"/>
    <w:rsid w:val="00FA3F89"/>
    <w:rsid w:val="00FA3F90"/>
    <w:rsid w:val="00FA40D0"/>
    <w:rsid w:val="00FA40D1"/>
    <w:rsid w:val="00FA42B5"/>
    <w:rsid w:val="00FA4394"/>
    <w:rsid w:val="00FA4433"/>
    <w:rsid w:val="00FA449E"/>
    <w:rsid w:val="00FA4522"/>
    <w:rsid w:val="00FA4525"/>
    <w:rsid w:val="00FA4636"/>
    <w:rsid w:val="00FA4637"/>
    <w:rsid w:val="00FA47C7"/>
    <w:rsid w:val="00FA4837"/>
    <w:rsid w:val="00FA4A11"/>
    <w:rsid w:val="00FA4A31"/>
    <w:rsid w:val="00FA4E3C"/>
    <w:rsid w:val="00FA4E68"/>
    <w:rsid w:val="00FA4EED"/>
    <w:rsid w:val="00FA4FC8"/>
    <w:rsid w:val="00FA50AA"/>
    <w:rsid w:val="00FA5124"/>
    <w:rsid w:val="00FA51C8"/>
    <w:rsid w:val="00FA554A"/>
    <w:rsid w:val="00FA5593"/>
    <w:rsid w:val="00FA57DF"/>
    <w:rsid w:val="00FA58FC"/>
    <w:rsid w:val="00FA5B96"/>
    <w:rsid w:val="00FA5C26"/>
    <w:rsid w:val="00FA5C2B"/>
    <w:rsid w:val="00FA5C92"/>
    <w:rsid w:val="00FA5D5C"/>
    <w:rsid w:val="00FA5E35"/>
    <w:rsid w:val="00FA5F51"/>
    <w:rsid w:val="00FA5FB0"/>
    <w:rsid w:val="00FA601B"/>
    <w:rsid w:val="00FA607E"/>
    <w:rsid w:val="00FA60A2"/>
    <w:rsid w:val="00FA6148"/>
    <w:rsid w:val="00FA616C"/>
    <w:rsid w:val="00FA63AF"/>
    <w:rsid w:val="00FA64BE"/>
    <w:rsid w:val="00FA6602"/>
    <w:rsid w:val="00FA6676"/>
    <w:rsid w:val="00FA67C9"/>
    <w:rsid w:val="00FA689F"/>
    <w:rsid w:val="00FA6AF0"/>
    <w:rsid w:val="00FA6B26"/>
    <w:rsid w:val="00FA6C39"/>
    <w:rsid w:val="00FA6C3C"/>
    <w:rsid w:val="00FA6CAB"/>
    <w:rsid w:val="00FA6D78"/>
    <w:rsid w:val="00FA6F2B"/>
    <w:rsid w:val="00FA6F3D"/>
    <w:rsid w:val="00FA6F67"/>
    <w:rsid w:val="00FA6FE2"/>
    <w:rsid w:val="00FA7077"/>
    <w:rsid w:val="00FA713B"/>
    <w:rsid w:val="00FA726B"/>
    <w:rsid w:val="00FA7850"/>
    <w:rsid w:val="00FA7AD0"/>
    <w:rsid w:val="00FA7CEC"/>
    <w:rsid w:val="00FA7F7D"/>
    <w:rsid w:val="00FB0014"/>
    <w:rsid w:val="00FB0033"/>
    <w:rsid w:val="00FB0071"/>
    <w:rsid w:val="00FB028F"/>
    <w:rsid w:val="00FB04C9"/>
    <w:rsid w:val="00FB088D"/>
    <w:rsid w:val="00FB08A3"/>
    <w:rsid w:val="00FB0BB7"/>
    <w:rsid w:val="00FB0CAD"/>
    <w:rsid w:val="00FB0CB0"/>
    <w:rsid w:val="00FB0DB9"/>
    <w:rsid w:val="00FB0DE3"/>
    <w:rsid w:val="00FB0E98"/>
    <w:rsid w:val="00FB110F"/>
    <w:rsid w:val="00FB1146"/>
    <w:rsid w:val="00FB129F"/>
    <w:rsid w:val="00FB1364"/>
    <w:rsid w:val="00FB16EB"/>
    <w:rsid w:val="00FB1790"/>
    <w:rsid w:val="00FB184F"/>
    <w:rsid w:val="00FB18FE"/>
    <w:rsid w:val="00FB1A71"/>
    <w:rsid w:val="00FB1AD7"/>
    <w:rsid w:val="00FB1B89"/>
    <w:rsid w:val="00FB1B95"/>
    <w:rsid w:val="00FB1BBA"/>
    <w:rsid w:val="00FB1C0C"/>
    <w:rsid w:val="00FB1CA7"/>
    <w:rsid w:val="00FB1E81"/>
    <w:rsid w:val="00FB1FC7"/>
    <w:rsid w:val="00FB2036"/>
    <w:rsid w:val="00FB2053"/>
    <w:rsid w:val="00FB2085"/>
    <w:rsid w:val="00FB21B6"/>
    <w:rsid w:val="00FB2337"/>
    <w:rsid w:val="00FB23F6"/>
    <w:rsid w:val="00FB24DB"/>
    <w:rsid w:val="00FB2558"/>
    <w:rsid w:val="00FB25D5"/>
    <w:rsid w:val="00FB2677"/>
    <w:rsid w:val="00FB26E2"/>
    <w:rsid w:val="00FB27F8"/>
    <w:rsid w:val="00FB2990"/>
    <w:rsid w:val="00FB29A7"/>
    <w:rsid w:val="00FB29B1"/>
    <w:rsid w:val="00FB2A68"/>
    <w:rsid w:val="00FB2D53"/>
    <w:rsid w:val="00FB2D79"/>
    <w:rsid w:val="00FB2F1C"/>
    <w:rsid w:val="00FB2F9E"/>
    <w:rsid w:val="00FB302A"/>
    <w:rsid w:val="00FB3105"/>
    <w:rsid w:val="00FB324C"/>
    <w:rsid w:val="00FB33B9"/>
    <w:rsid w:val="00FB33C7"/>
    <w:rsid w:val="00FB343D"/>
    <w:rsid w:val="00FB3654"/>
    <w:rsid w:val="00FB36B2"/>
    <w:rsid w:val="00FB370B"/>
    <w:rsid w:val="00FB37F7"/>
    <w:rsid w:val="00FB3904"/>
    <w:rsid w:val="00FB3BCC"/>
    <w:rsid w:val="00FB3C9E"/>
    <w:rsid w:val="00FB3D43"/>
    <w:rsid w:val="00FB3D8D"/>
    <w:rsid w:val="00FB402C"/>
    <w:rsid w:val="00FB4049"/>
    <w:rsid w:val="00FB4070"/>
    <w:rsid w:val="00FB4117"/>
    <w:rsid w:val="00FB4153"/>
    <w:rsid w:val="00FB4288"/>
    <w:rsid w:val="00FB42D1"/>
    <w:rsid w:val="00FB42FD"/>
    <w:rsid w:val="00FB4408"/>
    <w:rsid w:val="00FB44A6"/>
    <w:rsid w:val="00FB4616"/>
    <w:rsid w:val="00FB47D5"/>
    <w:rsid w:val="00FB4828"/>
    <w:rsid w:val="00FB4836"/>
    <w:rsid w:val="00FB4967"/>
    <w:rsid w:val="00FB49D5"/>
    <w:rsid w:val="00FB4A5B"/>
    <w:rsid w:val="00FB4B3B"/>
    <w:rsid w:val="00FB4C72"/>
    <w:rsid w:val="00FB4CC2"/>
    <w:rsid w:val="00FB4E99"/>
    <w:rsid w:val="00FB4ECE"/>
    <w:rsid w:val="00FB4F01"/>
    <w:rsid w:val="00FB5424"/>
    <w:rsid w:val="00FB5486"/>
    <w:rsid w:val="00FB5911"/>
    <w:rsid w:val="00FB5CDF"/>
    <w:rsid w:val="00FB5D30"/>
    <w:rsid w:val="00FB5D56"/>
    <w:rsid w:val="00FB5EA7"/>
    <w:rsid w:val="00FB604B"/>
    <w:rsid w:val="00FB6134"/>
    <w:rsid w:val="00FB6289"/>
    <w:rsid w:val="00FB641F"/>
    <w:rsid w:val="00FB6529"/>
    <w:rsid w:val="00FB6DCC"/>
    <w:rsid w:val="00FB6E1B"/>
    <w:rsid w:val="00FB6E59"/>
    <w:rsid w:val="00FB6E8E"/>
    <w:rsid w:val="00FB6E99"/>
    <w:rsid w:val="00FB71B3"/>
    <w:rsid w:val="00FB72C6"/>
    <w:rsid w:val="00FB749A"/>
    <w:rsid w:val="00FB7848"/>
    <w:rsid w:val="00FB7856"/>
    <w:rsid w:val="00FB78A8"/>
    <w:rsid w:val="00FB795D"/>
    <w:rsid w:val="00FB7AE8"/>
    <w:rsid w:val="00FB7BAF"/>
    <w:rsid w:val="00FB7CF9"/>
    <w:rsid w:val="00FC000E"/>
    <w:rsid w:val="00FC01B6"/>
    <w:rsid w:val="00FC0251"/>
    <w:rsid w:val="00FC03FA"/>
    <w:rsid w:val="00FC0455"/>
    <w:rsid w:val="00FC05FB"/>
    <w:rsid w:val="00FC05FC"/>
    <w:rsid w:val="00FC09A3"/>
    <w:rsid w:val="00FC0ABA"/>
    <w:rsid w:val="00FC0AE9"/>
    <w:rsid w:val="00FC0C97"/>
    <w:rsid w:val="00FC0E79"/>
    <w:rsid w:val="00FC0E7A"/>
    <w:rsid w:val="00FC0EC1"/>
    <w:rsid w:val="00FC102C"/>
    <w:rsid w:val="00FC1106"/>
    <w:rsid w:val="00FC1275"/>
    <w:rsid w:val="00FC141C"/>
    <w:rsid w:val="00FC1494"/>
    <w:rsid w:val="00FC1508"/>
    <w:rsid w:val="00FC1582"/>
    <w:rsid w:val="00FC15C8"/>
    <w:rsid w:val="00FC15C9"/>
    <w:rsid w:val="00FC172C"/>
    <w:rsid w:val="00FC179B"/>
    <w:rsid w:val="00FC18F8"/>
    <w:rsid w:val="00FC1A85"/>
    <w:rsid w:val="00FC1AE8"/>
    <w:rsid w:val="00FC1B64"/>
    <w:rsid w:val="00FC1BCC"/>
    <w:rsid w:val="00FC1C00"/>
    <w:rsid w:val="00FC1CFD"/>
    <w:rsid w:val="00FC2005"/>
    <w:rsid w:val="00FC2026"/>
    <w:rsid w:val="00FC2388"/>
    <w:rsid w:val="00FC242C"/>
    <w:rsid w:val="00FC2538"/>
    <w:rsid w:val="00FC2882"/>
    <w:rsid w:val="00FC2A3D"/>
    <w:rsid w:val="00FC2AA2"/>
    <w:rsid w:val="00FC2AE7"/>
    <w:rsid w:val="00FC2BA6"/>
    <w:rsid w:val="00FC2C3A"/>
    <w:rsid w:val="00FC2C8E"/>
    <w:rsid w:val="00FC2CF1"/>
    <w:rsid w:val="00FC2D4E"/>
    <w:rsid w:val="00FC2E72"/>
    <w:rsid w:val="00FC3036"/>
    <w:rsid w:val="00FC304F"/>
    <w:rsid w:val="00FC30FF"/>
    <w:rsid w:val="00FC3106"/>
    <w:rsid w:val="00FC33E7"/>
    <w:rsid w:val="00FC343F"/>
    <w:rsid w:val="00FC3574"/>
    <w:rsid w:val="00FC3771"/>
    <w:rsid w:val="00FC3939"/>
    <w:rsid w:val="00FC39C3"/>
    <w:rsid w:val="00FC3BA5"/>
    <w:rsid w:val="00FC3BAC"/>
    <w:rsid w:val="00FC3C8D"/>
    <w:rsid w:val="00FC3D75"/>
    <w:rsid w:val="00FC3DCC"/>
    <w:rsid w:val="00FC3EA9"/>
    <w:rsid w:val="00FC3F3F"/>
    <w:rsid w:val="00FC4040"/>
    <w:rsid w:val="00FC40D6"/>
    <w:rsid w:val="00FC4219"/>
    <w:rsid w:val="00FC426D"/>
    <w:rsid w:val="00FC4283"/>
    <w:rsid w:val="00FC43E2"/>
    <w:rsid w:val="00FC4694"/>
    <w:rsid w:val="00FC477D"/>
    <w:rsid w:val="00FC47B4"/>
    <w:rsid w:val="00FC47C1"/>
    <w:rsid w:val="00FC48B7"/>
    <w:rsid w:val="00FC4D63"/>
    <w:rsid w:val="00FC4DF3"/>
    <w:rsid w:val="00FC4ED4"/>
    <w:rsid w:val="00FC4FA7"/>
    <w:rsid w:val="00FC50AB"/>
    <w:rsid w:val="00FC510A"/>
    <w:rsid w:val="00FC5121"/>
    <w:rsid w:val="00FC524E"/>
    <w:rsid w:val="00FC528A"/>
    <w:rsid w:val="00FC542A"/>
    <w:rsid w:val="00FC56DF"/>
    <w:rsid w:val="00FC571E"/>
    <w:rsid w:val="00FC5944"/>
    <w:rsid w:val="00FC598B"/>
    <w:rsid w:val="00FC5AE1"/>
    <w:rsid w:val="00FC5AE6"/>
    <w:rsid w:val="00FC5AFC"/>
    <w:rsid w:val="00FC5BB8"/>
    <w:rsid w:val="00FC5BC4"/>
    <w:rsid w:val="00FC601D"/>
    <w:rsid w:val="00FC6048"/>
    <w:rsid w:val="00FC6078"/>
    <w:rsid w:val="00FC6321"/>
    <w:rsid w:val="00FC638E"/>
    <w:rsid w:val="00FC646C"/>
    <w:rsid w:val="00FC649F"/>
    <w:rsid w:val="00FC6648"/>
    <w:rsid w:val="00FC6726"/>
    <w:rsid w:val="00FC67D2"/>
    <w:rsid w:val="00FC691A"/>
    <w:rsid w:val="00FC6998"/>
    <w:rsid w:val="00FC6A58"/>
    <w:rsid w:val="00FC6B2F"/>
    <w:rsid w:val="00FC6C49"/>
    <w:rsid w:val="00FC6C62"/>
    <w:rsid w:val="00FC6D1F"/>
    <w:rsid w:val="00FC6FA3"/>
    <w:rsid w:val="00FC717B"/>
    <w:rsid w:val="00FC71B9"/>
    <w:rsid w:val="00FC723F"/>
    <w:rsid w:val="00FC742C"/>
    <w:rsid w:val="00FC7505"/>
    <w:rsid w:val="00FC76C7"/>
    <w:rsid w:val="00FC77C6"/>
    <w:rsid w:val="00FC77D2"/>
    <w:rsid w:val="00FC78C5"/>
    <w:rsid w:val="00FC7912"/>
    <w:rsid w:val="00FC792A"/>
    <w:rsid w:val="00FC7A62"/>
    <w:rsid w:val="00FC7B19"/>
    <w:rsid w:val="00FC7BA6"/>
    <w:rsid w:val="00FC7C46"/>
    <w:rsid w:val="00FC7C60"/>
    <w:rsid w:val="00FC7D21"/>
    <w:rsid w:val="00FC7D5B"/>
    <w:rsid w:val="00FC7DF5"/>
    <w:rsid w:val="00FC7E8F"/>
    <w:rsid w:val="00FC7E96"/>
    <w:rsid w:val="00FD0112"/>
    <w:rsid w:val="00FD01F2"/>
    <w:rsid w:val="00FD04A3"/>
    <w:rsid w:val="00FD04C6"/>
    <w:rsid w:val="00FD0825"/>
    <w:rsid w:val="00FD0CF1"/>
    <w:rsid w:val="00FD0D16"/>
    <w:rsid w:val="00FD0DC4"/>
    <w:rsid w:val="00FD0F9E"/>
    <w:rsid w:val="00FD102F"/>
    <w:rsid w:val="00FD1333"/>
    <w:rsid w:val="00FD1336"/>
    <w:rsid w:val="00FD1337"/>
    <w:rsid w:val="00FD1590"/>
    <w:rsid w:val="00FD17E4"/>
    <w:rsid w:val="00FD1878"/>
    <w:rsid w:val="00FD1891"/>
    <w:rsid w:val="00FD1B44"/>
    <w:rsid w:val="00FD1EAE"/>
    <w:rsid w:val="00FD203E"/>
    <w:rsid w:val="00FD21B3"/>
    <w:rsid w:val="00FD2224"/>
    <w:rsid w:val="00FD2399"/>
    <w:rsid w:val="00FD23AE"/>
    <w:rsid w:val="00FD246D"/>
    <w:rsid w:val="00FD24F5"/>
    <w:rsid w:val="00FD25BE"/>
    <w:rsid w:val="00FD25DF"/>
    <w:rsid w:val="00FD25EB"/>
    <w:rsid w:val="00FD271B"/>
    <w:rsid w:val="00FD278F"/>
    <w:rsid w:val="00FD28CF"/>
    <w:rsid w:val="00FD29AC"/>
    <w:rsid w:val="00FD2A81"/>
    <w:rsid w:val="00FD2AB1"/>
    <w:rsid w:val="00FD2B4E"/>
    <w:rsid w:val="00FD2BC9"/>
    <w:rsid w:val="00FD2D8A"/>
    <w:rsid w:val="00FD2EB9"/>
    <w:rsid w:val="00FD310E"/>
    <w:rsid w:val="00FD31B0"/>
    <w:rsid w:val="00FD3388"/>
    <w:rsid w:val="00FD3459"/>
    <w:rsid w:val="00FD34AD"/>
    <w:rsid w:val="00FD3572"/>
    <w:rsid w:val="00FD358A"/>
    <w:rsid w:val="00FD35C6"/>
    <w:rsid w:val="00FD35D8"/>
    <w:rsid w:val="00FD3688"/>
    <w:rsid w:val="00FD3823"/>
    <w:rsid w:val="00FD3A56"/>
    <w:rsid w:val="00FD3ABD"/>
    <w:rsid w:val="00FD3AE1"/>
    <w:rsid w:val="00FD3E35"/>
    <w:rsid w:val="00FD4156"/>
    <w:rsid w:val="00FD4360"/>
    <w:rsid w:val="00FD4799"/>
    <w:rsid w:val="00FD4891"/>
    <w:rsid w:val="00FD49DA"/>
    <w:rsid w:val="00FD4A15"/>
    <w:rsid w:val="00FD4B75"/>
    <w:rsid w:val="00FD4D4F"/>
    <w:rsid w:val="00FD4EEA"/>
    <w:rsid w:val="00FD522F"/>
    <w:rsid w:val="00FD5386"/>
    <w:rsid w:val="00FD57EF"/>
    <w:rsid w:val="00FD58BF"/>
    <w:rsid w:val="00FD58CE"/>
    <w:rsid w:val="00FD5948"/>
    <w:rsid w:val="00FD59B3"/>
    <w:rsid w:val="00FD5A86"/>
    <w:rsid w:val="00FD5ABD"/>
    <w:rsid w:val="00FD5AC9"/>
    <w:rsid w:val="00FD5BAF"/>
    <w:rsid w:val="00FD5C11"/>
    <w:rsid w:val="00FD5CBE"/>
    <w:rsid w:val="00FD5D7E"/>
    <w:rsid w:val="00FD5F6A"/>
    <w:rsid w:val="00FD6074"/>
    <w:rsid w:val="00FD6413"/>
    <w:rsid w:val="00FD6581"/>
    <w:rsid w:val="00FD6779"/>
    <w:rsid w:val="00FD6786"/>
    <w:rsid w:val="00FD685D"/>
    <w:rsid w:val="00FD6889"/>
    <w:rsid w:val="00FD6A0E"/>
    <w:rsid w:val="00FD6A2B"/>
    <w:rsid w:val="00FD6A46"/>
    <w:rsid w:val="00FD6C55"/>
    <w:rsid w:val="00FD6D2A"/>
    <w:rsid w:val="00FD6E04"/>
    <w:rsid w:val="00FD7034"/>
    <w:rsid w:val="00FD724C"/>
    <w:rsid w:val="00FD72BF"/>
    <w:rsid w:val="00FD72DC"/>
    <w:rsid w:val="00FD7342"/>
    <w:rsid w:val="00FD73A6"/>
    <w:rsid w:val="00FD7585"/>
    <w:rsid w:val="00FD769B"/>
    <w:rsid w:val="00FD7798"/>
    <w:rsid w:val="00FD78F7"/>
    <w:rsid w:val="00FD7C77"/>
    <w:rsid w:val="00FE027F"/>
    <w:rsid w:val="00FE04C6"/>
    <w:rsid w:val="00FE0520"/>
    <w:rsid w:val="00FE057B"/>
    <w:rsid w:val="00FE0628"/>
    <w:rsid w:val="00FE0668"/>
    <w:rsid w:val="00FE076D"/>
    <w:rsid w:val="00FE0957"/>
    <w:rsid w:val="00FE099F"/>
    <w:rsid w:val="00FE0ACE"/>
    <w:rsid w:val="00FE0BD9"/>
    <w:rsid w:val="00FE0C4A"/>
    <w:rsid w:val="00FE0FBB"/>
    <w:rsid w:val="00FE1087"/>
    <w:rsid w:val="00FE10B7"/>
    <w:rsid w:val="00FE1120"/>
    <w:rsid w:val="00FE1162"/>
    <w:rsid w:val="00FE1452"/>
    <w:rsid w:val="00FE14E7"/>
    <w:rsid w:val="00FE1525"/>
    <w:rsid w:val="00FE154C"/>
    <w:rsid w:val="00FE1661"/>
    <w:rsid w:val="00FE172C"/>
    <w:rsid w:val="00FE1772"/>
    <w:rsid w:val="00FE17E7"/>
    <w:rsid w:val="00FE18CF"/>
    <w:rsid w:val="00FE1982"/>
    <w:rsid w:val="00FE1A93"/>
    <w:rsid w:val="00FE1B17"/>
    <w:rsid w:val="00FE1BC8"/>
    <w:rsid w:val="00FE1C99"/>
    <w:rsid w:val="00FE20C6"/>
    <w:rsid w:val="00FE2229"/>
    <w:rsid w:val="00FE22A8"/>
    <w:rsid w:val="00FE22C5"/>
    <w:rsid w:val="00FE2575"/>
    <w:rsid w:val="00FE2706"/>
    <w:rsid w:val="00FE2719"/>
    <w:rsid w:val="00FE275B"/>
    <w:rsid w:val="00FE29F3"/>
    <w:rsid w:val="00FE2D1D"/>
    <w:rsid w:val="00FE2DFB"/>
    <w:rsid w:val="00FE2E1D"/>
    <w:rsid w:val="00FE2FFB"/>
    <w:rsid w:val="00FE30D0"/>
    <w:rsid w:val="00FE31F4"/>
    <w:rsid w:val="00FE3212"/>
    <w:rsid w:val="00FE335B"/>
    <w:rsid w:val="00FE34F7"/>
    <w:rsid w:val="00FE3756"/>
    <w:rsid w:val="00FE37C3"/>
    <w:rsid w:val="00FE3998"/>
    <w:rsid w:val="00FE39B5"/>
    <w:rsid w:val="00FE3AB2"/>
    <w:rsid w:val="00FE3AC6"/>
    <w:rsid w:val="00FE3AD7"/>
    <w:rsid w:val="00FE3BE6"/>
    <w:rsid w:val="00FE3C6B"/>
    <w:rsid w:val="00FE3CD3"/>
    <w:rsid w:val="00FE3D13"/>
    <w:rsid w:val="00FE3D47"/>
    <w:rsid w:val="00FE3D7D"/>
    <w:rsid w:val="00FE3DB0"/>
    <w:rsid w:val="00FE3E67"/>
    <w:rsid w:val="00FE415C"/>
    <w:rsid w:val="00FE4213"/>
    <w:rsid w:val="00FE4332"/>
    <w:rsid w:val="00FE44CB"/>
    <w:rsid w:val="00FE45B3"/>
    <w:rsid w:val="00FE4638"/>
    <w:rsid w:val="00FE46B5"/>
    <w:rsid w:val="00FE48AD"/>
    <w:rsid w:val="00FE497D"/>
    <w:rsid w:val="00FE49C2"/>
    <w:rsid w:val="00FE49D6"/>
    <w:rsid w:val="00FE4BE0"/>
    <w:rsid w:val="00FE4DC8"/>
    <w:rsid w:val="00FE4E2C"/>
    <w:rsid w:val="00FE4ED7"/>
    <w:rsid w:val="00FE4F14"/>
    <w:rsid w:val="00FE501C"/>
    <w:rsid w:val="00FE5092"/>
    <w:rsid w:val="00FE50BC"/>
    <w:rsid w:val="00FE540F"/>
    <w:rsid w:val="00FE543A"/>
    <w:rsid w:val="00FE549E"/>
    <w:rsid w:val="00FE5523"/>
    <w:rsid w:val="00FE5572"/>
    <w:rsid w:val="00FE572B"/>
    <w:rsid w:val="00FE597F"/>
    <w:rsid w:val="00FE5998"/>
    <w:rsid w:val="00FE5BF8"/>
    <w:rsid w:val="00FE5D00"/>
    <w:rsid w:val="00FE5D17"/>
    <w:rsid w:val="00FE5E46"/>
    <w:rsid w:val="00FE5F71"/>
    <w:rsid w:val="00FE5F72"/>
    <w:rsid w:val="00FE60B1"/>
    <w:rsid w:val="00FE62A8"/>
    <w:rsid w:val="00FE65DF"/>
    <w:rsid w:val="00FE6607"/>
    <w:rsid w:val="00FE67E3"/>
    <w:rsid w:val="00FE6883"/>
    <w:rsid w:val="00FE689B"/>
    <w:rsid w:val="00FE6968"/>
    <w:rsid w:val="00FE69DD"/>
    <w:rsid w:val="00FE6ABD"/>
    <w:rsid w:val="00FE6DE6"/>
    <w:rsid w:val="00FE6E27"/>
    <w:rsid w:val="00FE701D"/>
    <w:rsid w:val="00FE70BD"/>
    <w:rsid w:val="00FE7264"/>
    <w:rsid w:val="00FE73E5"/>
    <w:rsid w:val="00FE753D"/>
    <w:rsid w:val="00FE779E"/>
    <w:rsid w:val="00FE77B9"/>
    <w:rsid w:val="00FE7851"/>
    <w:rsid w:val="00FE786A"/>
    <w:rsid w:val="00FE78A8"/>
    <w:rsid w:val="00FE78AC"/>
    <w:rsid w:val="00FE78E0"/>
    <w:rsid w:val="00FE78F5"/>
    <w:rsid w:val="00FE790A"/>
    <w:rsid w:val="00FE7944"/>
    <w:rsid w:val="00FE7A7D"/>
    <w:rsid w:val="00FE7AD9"/>
    <w:rsid w:val="00FE7AF7"/>
    <w:rsid w:val="00FE7C43"/>
    <w:rsid w:val="00FE7C56"/>
    <w:rsid w:val="00FE7F22"/>
    <w:rsid w:val="00FF0093"/>
    <w:rsid w:val="00FF00DC"/>
    <w:rsid w:val="00FF03D3"/>
    <w:rsid w:val="00FF044F"/>
    <w:rsid w:val="00FF055B"/>
    <w:rsid w:val="00FF062A"/>
    <w:rsid w:val="00FF07B4"/>
    <w:rsid w:val="00FF07B7"/>
    <w:rsid w:val="00FF09F9"/>
    <w:rsid w:val="00FF0A64"/>
    <w:rsid w:val="00FF0A8B"/>
    <w:rsid w:val="00FF0B25"/>
    <w:rsid w:val="00FF0B48"/>
    <w:rsid w:val="00FF0B59"/>
    <w:rsid w:val="00FF0CE2"/>
    <w:rsid w:val="00FF0EAF"/>
    <w:rsid w:val="00FF0F07"/>
    <w:rsid w:val="00FF0F80"/>
    <w:rsid w:val="00FF1488"/>
    <w:rsid w:val="00FF148C"/>
    <w:rsid w:val="00FF152E"/>
    <w:rsid w:val="00FF1555"/>
    <w:rsid w:val="00FF1558"/>
    <w:rsid w:val="00FF1652"/>
    <w:rsid w:val="00FF17BC"/>
    <w:rsid w:val="00FF17EE"/>
    <w:rsid w:val="00FF18D9"/>
    <w:rsid w:val="00FF1B7D"/>
    <w:rsid w:val="00FF1BC0"/>
    <w:rsid w:val="00FF1C72"/>
    <w:rsid w:val="00FF1CAE"/>
    <w:rsid w:val="00FF1F48"/>
    <w:rsid w:val="00FF1F6D"/>
    <w:rsid w:val="00FF1F80"/>
    <w:rsid w:val="00FF1FF5"/>
    <w:rsid w:val="00FF2013"/>
    <w:rsid w:val="00FF2093"/>
    <w:rsid w:val="00FF2148"/>
    <w:rsid w:val="00FF2185"/>
    <w:rsid w:val="00FF2233"/>
    <w:rsid w:val="00FF2335"/>
    <w:rsid w:val="00FF25F8"/>
    <w:rsid w:val="00FF2604"/>
    <w:rsid w:val="00FF29A2"/>
    <w:rsid w:val="00FF2A85"/>
    <w:rsid w:val="00FF2C67"/>
    <w:rsid w:val="00FF2CB3"/>
    <w:rsid w:val="00FF2D40"/>
    <w:rsid w:val="00FF2F0F"/>
    <w:rsid w:val="00FF2F36"/>
    <w:rsid w:val="00FF2F44"/>
    <w:rsid w:val="00FF2F78"/>
    <w:rsid w:val="00FF2FA0"/>
    <w:rsid w:val="00FF31EB"/>
    <w:rsid w:val="00FF32DC"/>
    <w:rsid w:val="00FF335A"/>
    <w:rsid w:val="00FF3397"/>
    <w:rsid w:val="00FF3502"/>
    <w:rsid w:val="00FF3596"/>
    <w:rsid w:val="00FF36D2"/>
    <w:rsid w:val="00FF375E"/>
    <w:rsid w:val="00FF38FE"/>
    <w:rsid w:val="00FF3923"/>
    <w:rsid w:val="00FF392E"/>
    <w:rsid w:val="00FF3A98"/>
    <w:rsid w:val="00FF3AB4"/>
    <w:rsid w:val="00FF3D42"/>
    <w:rsid w:val="00FF3ED2"/>
    <w:rsid w:val="00FF4116"/>
    <w:rsid w:val="00FF4343"/>
    <w:rsid w:val="00FF44B2"/>
    <w:rsid w:val="00FF451B"/>
    <w:rsid w:val="00FF4547"/>
    <w:rsid w:val="00FF45EC"/>
    <w:rsid w:val="00FF471D"/>
    <w:rsid w:val="00FF4810"/>
    <w:rsid w:val="00FF4915"/>
    <w:rsid w:val="00FF49D3"/>
    <w:rsid w:val="00FF49E4"/>
    <w:rsid w:val="00FF4ACD"/>
    <w:rsid w:val="00FF4B6F"/>
    <w:rsid w:val="00FF4BFB"/>
    <w:rsid w:val="00FF4C0F"/>
    <w:rsid w:val="00FF4CA4"/>
    <w:rsid w:val="00FF4D90"/>
    <w:rsid w:val="00FF4DC3"/>
    <w:rsid w:val="00FF4E13"/>
    <w:rsid w:val="00FF50D3"/>
    <w:rsid w:val="00FF51CA"/>
    <w:rsid w:val="00FF51DC"/>
    <w:rsid w:val="00FF54D4"/>
    <w:rsid w:val="00FF5640"/>
    <w:rsid w:val="00FF5673"/>
    <w:rsid w:val="00FF56CF"/>
    <w:rsid w:val="00FF582F"/>
    <w:rsid w:val="00FF58F3"/>
    <w:rsid w:val="00FF5924"/>
    <w:rsid w:val="00FF5A2B"/>
    <w:rsid w:val="00FF5C83"/>
    <w:rsid w:val="00FF5CF4"/>
    <w:rsid w:val="00FF61C3"/>
    <w:rsid w:val="00FF6310"/>
    <w:rsid w:val="00FF660B"/>
    <w:rsid w:val="00FF6624"/>
    <w:rsid w:val="00FF6802"/>
    <w:rsid w:val="00FF69A9"/>
    <w:rsid w:val="00FF6A31"/>
    <w:rsid w:val="00FF6B96"/>
    <w:rsid w:val="00FF6F85"/>
    <w:rsid w:val="00FF710B"/>
    <w:rsid w:val="00FF71CF"/>
    <w:rsid w:val="00FF7279"/>
    <w:rsid w:val="00FF72F3"/>
    <w:rsid w:val="00FF73A6"/>
    <w:rsid w:val="00FF7477"/>
    <w:rsid w:val="00FF77EA"/>
    <w:rsid w:val="00FF797D"/>
    <w:rsid w:val="00FF7B0D"/>
    <w:rsid w:val="00FF7B51"/>
    <w:rsid w:val="00FF7C25"/>
    <w:rsid w:val="00FF7C58"/>
    <w:rsid w:val="00FF7C9D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A33C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35AA"/>
    <w:pPr>
      <w:keepNext/>
      <w:tabs>
        <w:tab w:val="num" w:pos="0"/>
      </w:tabs>
      <w:suppressAutoHyphens/>
      <w:jc w:val="center"/>
      <w:outlineLvl w:val="0"/>
    </w:pPr>
    <w:rPr>
      <w:b/>
      <w:sz w:val="4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45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451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451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451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451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4512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4512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451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2202"/>
    <w:rPr>
      <w:rFonts w:eastAsia="Times New Roman" w:cs="Times New Roman"/>
      <w:b/>
      <w:sz w:val="24"/>
      <w:szCs w:val="24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145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1451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1451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1451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14512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1451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1451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14512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F1451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62220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22202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451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14512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14512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7D35AA"/>
    <w:rPr>
      <w:rFonts w:cs="Times New Roman"/>
      <w:i/>
      <w:iCs/>
    </w:rPr>
  </w:style>
  <w:style w:type="paragraph" w:styleId="NoSpacing">
    <w:name w:val="No Spacing"/>
    <w:uiPriority w:val="99"/>
    <w:qFormat/>
    <w:rsid w:val="00F14512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F14512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F1451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F14512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1451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14512"/>
    <w:rPr>
      <w:rFonts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F14512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F14512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F14512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F14512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F14512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F14512"/>
    <w:pPr>
      <w:tabs>
        <w:tab w:val="clear" w:pos="0"/>
      </w:tabs>
      <w:suppressAutoHyphens w:val="0"/>
      <w:spacing w:before="240" w:after="60"/>
      <w:jc w:val="left"/>
      <w:outlineLvl w:val="9"/>
    </w:pPr>
    <w:rPr>
      <w:rFonts w:ascii="Cambria" w:hAnsi="Cambria"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7A33CC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A33CC"/>
    <w:rPr>
      <w:rFonts w:cs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23</Pages>
  <Words>8364</Words>
  <Characters>-32766</Characters>
  <Application>Microsoft Office Outlook</Application>
  <DocSecurity>0</DocSecurity>
  <Lines>0</Lines>
  <Paragraphs>0</Paragraphs>
  <ScaleCrop>false</ScaleCrop>
  <Company>ООО ИЦ "Стандарт-юг"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Игнатиков</cp:lastModifiedBy>
  <cp:revision>7</cp:revision>
  <dcterms:created xsi:type="dcterms:W3CDTF">2015-10-01T06:58:00Z</dcterms:created>
  <dcterms:modified xsi:type="dcterms:W3CDTF">2017-06-09T09:16:00Z</dcterms:modified>
</cp:coreProperties>
</file>