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79" w:rsidRPr="00644EC0" w:rsidRDefault="00430D79" w:rsidP="00995B79">
      <w:pPr>
        <w:shd w:val="clear" w:color="auto" w:fill="FFFFFF"/>
      </w:pPr>
      <w:r w:rsidRPr="00644EC0">
        <w:br/>
        <w:t>На каждом предприятии должно быть организована безопасная эксплуатации зданий и сооружений.  В соответствии с ППР дважды в год комиссия обязана производить осмотры основных элементов и конструкций зданий и сооружений.</w:t>
      </w:r>
    </w:p>
    <w:p w:rsidR="00430D79" w:rsidRPr="00644EC0" w:rsidRDefault="00430D79" w:rsidP="00644EC0">
      <w:pPr>
        <w:pStyle w:val="NormalWeb"/>
      </w:pPr>
      <w:r w:rsidRPr="00644EC0">
        <w:t xml:space="preserve">Положение о проведении планово-предупредительного ремонта производственных зданий и сооружений МДС 13-14.2000 (утв. постановлением Госстроя СССР от 29 декабря 1973 г. N 279) </w:t>
      </w:r>
    </w:p>
    <w:p w:rsidR="00430D79" w:rsidRPr="00644EC0" w:rsidRDefault="00430D79" w:rsidP="00644EC0">
      <w:pPr>
        <w:pStyle w:val="NormalWeb"/>
      </w:pPr>
      <w:r w:rsidRPr="00644EC0">
        <w:t>2.3. Все производственные здания и сооружения предприятия или части их (пролет, этаж) приказом директора предприятия закрепляются за цехами, отделами и другими подразделениями предприятия (организации), занимающими указанные площади. Начальники соответствующих подразделений (цех, отдел и др.) являются лицами, ответственными за правильную эксплуатацию, сохранность и своевременный ремонт закрепленных за подразделением зданий, сооружений или отдельных помещений.</w:t>
      </w:r>
    </w:p>
    <w:p w:rsidR="00430D79" w:rsidRPr="00644EC0" w:rsidRDefault="00430D79" w:rsidP="00644EC0">
      <w:pPr>
        <w:pStyle w:val="NormalWeb"/>
      </w:pPr>
      <w:r w:rsidRPr="00644EC0">
        <w:t>2.4. Кроме систематического наблюдения за эксплуатацией зданий и сооружений специально на то уполномоченными лицами, все производственные здания и сооружения подвергаются периодическим техническим осмотрам. Осмотры могут быть общими и частными.</w:t>
      </w:r>
    </w:p>
    <w:p w:rsidR="00430D79" w:rsidRPr="00644EC0" w:rsidRDefault="00430D79" w:rsidP="00644EC0">
      <w:pPr>
        <w:pStyle w:val="NormalWeb"/>
      </w:pPr>
      <w:r w:rsidRPr="00644EC0">
        <w:t>При общем осмотре обследуется все здание или сооружение в целом, включая все конструкции здания или сооружения, в том числе инженерное оборудование, различные виды отделки и все элементы внешнего благоустройства, или всего комплекса зданий и сооружений (например, железнодорожные пути с искусственными сооружениями).</w:t>
      </w:r>
    </w:p>
    <w:p w:rsidR="00430D79" w:rsidRPr="00644EC0" w:rsidRDefault="00430D79" w:rsidP="00644EC0">
      <w:pPr>
        <w:pStyle w:val="NormalWeb"/>
      </w:pPr>
      <w:r w:rsidRPr="00644EC0">
        <w:t>При частном осмотре обследованию подвергаются отдельные здания, или сооружения комплекса, или отдельные конструкции, или виды оборудования (например, фермы и балки здания, мосты и трубы на автомобильной дороге, колодцы на канализационной или водопроводной сети).</w:t>
      </w:r>
    </w:p>
    <w:p w:rsidR="00430D79" w:rsidRPr="00644EC0" w:rsidRDefault="00430D79" w:rsidP="00644EC0">
      <w:pPr>
        <w:pStyle w:val="NormalWeb"/>
      </w:pPr>
      <w:r w:rsidRPr="00644EC0">
        <w:t>Как правило, очередные общие технические осмотры зданий проводятся два раза в год - весной и осенью.</w:t>
      </w:r>
    </w:p>
    <w:p w:rsidR="00430D79" w:rsidRPr="00644EC0" w:rsidRDefault="00430D79" w:rsidP="00644EC0">
      <w:pPr>
        <w:pStyle w:val="NormalWeb"/>
      </w:pPr>
      <w:r w:rsidRPr="00644EC0">
        <w:t>2.5. Весенний осмотр производится после таяния снега. Этот осмотр должен иметь своей целью освидетельствование состояния здания или сооружения после таяния снега или зимних дождей.</w:t>
      </w:r>
    </w:p>
    <w:p w:rsidR="00430D79" w:rsidRPr="00644EC0" w:rsidRDefault="00430D79" w:rsidP="00644EC0">
      <w:pPr>
        <w:pStyle w:val="NormalWeb"/>
      </w:pPr>
      <w:r w:rsidRPr="00644EC0">
        <w:t>В районах с бесснежной зимой сроки весенних осмотров устанавливаются дирекцией предприятия.</w:t>
      </w:r>
    </w:p>
    <w:p w:rsidR="00430D79" w:rsidRPr="00644EC0" w:rsidRDefault="00430D79" w:rsidP="00644EC0">
      <w:pPr>
        <w:pStyle w:val="NormalWeb"/>
      </w:pPr>
      <w:r w:rsidRPr="00644EC0">
        <w:t>При весеннем осмотре уточняются объемы работы по текущему ремонту зданий или сооружений, выполняемому в летний период, и выявляются объемы работ по капитальному ремонту для включения их в план следующего года.</w:t>
      </w:r>
    </w:p>
    <w:p w:rsidR="00430D79" w:rsidRPr="00644EC0" w:rsidRDefault="00430D79" w:rsidP="00644EC0">
      <w:pPr>
        <w:pStyle w:val="NormalWeb"/>
      </w:pPr>
      <w:r w:rsidRPr="00644EC0">
        <w:t>При весеннем техническом осмотре необходимо:</w:t>
      </w:r>
    </w:p>
    <w:p w:rsidR="00430D79" w:rsidRPr="00644EC0" w:rsidRDefault="00430D79" w:rsidP="00644EC0">
      <w:pPr>
        <w:pStyle w:val="NormalWeb"/>
      </w:pPr>
      <w:r w:rsidRPr="00644EC0">
        <w:t>а) тщательно проверить состояние несущих и ограждающих конструкций и выявить возможные повреждения их в результате атмосферных и других воздействий;</w:t>
      </w:r>
    </w:p>
    <w:p w:rsidR="00430D79" w:rsidRPr="00644EC0" w:rsidRDefault="00430D79" w:rsidP="00644EC0">
      <w:pPr>
        <w:pStyle w:val="NormalWeb"/>
      </w:pPr>
      <w:r w:rsidRPr="00644EC0">
        <w:t>б) установить дефектные места, требующие длительного наблюдения;</w:t>
      </w:r>
    </w:p>
    <w:p w:rsidR="00430D79" w:rsidRPr="00644EC0" w:rsidRDefault="00430D79" w:rsidP="00644EC0">
      <w:pPr>
        <w:pStyle w:val="NormalWeb"/>
      </w:pPr>
      <w:r w:rsidRPr="00644EC0">
        <w:t>в) проверить механизмы и открывающиеся элементы окон, фонарей, ворот, дверей и других устройств;</w:t>
      </w:r>
    </w:p>
    <w:p w:rsidR="00430D79" w:rsidRPr="00644EC0" w:rsidRDefault="00430D79" w:rsidP="00644EC0">
      <w:pPr>
        <w:pStyle w:val="NormalWeb"/>
      </w:pPr>
      <w:r w:rsidRPr="00644EC0">
        <w:t>г) проверить состояние и привести в порядок водостоки, отмостки и ливнеприемники.</w:t>
      </w:r>
    </w:p>
    <w:p w:rsidR="00430D79" w:rsidRPr="00644EC0" w:rsidRDefault="00430D79" w:rsidP="00644EC0">
      <w:pPr>
        <w:pStyle w:val="NormalWeb"/>
      </w:pPr>
      <w:r w:rsidRPr="00644EC0">
        <w:t>2.6. Осенний осмотр проводится с целью проверки подготовки зданий и сооружений к зиме. К этому времени должны быть закончены все летние работы по текущему ремонту.</w:t>
      </w:r>
    </w:p>
    <w:p w:rsidR="00430D79" w:rsidRPr="00644EC0" w:rsidRDefault="00430D79" w:rsidP="00644EC0">
      <w:pPr>
        <w:pStyle w:val="NormalWeb"/>
      </w:pPr>
      <w:r w:rsidRPr="00644EC0">
        <w:t>При осеннем техническом осмотре необходимо:</w:t>
      </w:r>
    </w:p>
    <w:p w:rsidR="00430D79" w:rsidRPr="00644EC0" w:rsidRDefault="00430D79" w:rsidP="00644EC0">
      <w:pPr>
        <w:pStyle w:val="NormalWeb"/>
      </w:pPr>
      <w:r w:rsidRPr="00644EC0">
        <w:t>а) тщательно проверить несущие и ограждающие конструкции зданий и сооружений и принять меры по устранению всякого рода щелей и зазоров;</w:t>
      </w:r>
    </w:p>
    <w:p w:rsidR="00430D79" w:rsidRPr="00644EC0" w:rsidRDefault="00430D79" w:rsidP="00644EC0">
      <w:pPr>
        <w:pStyle w:val="NormalWeb"/>
      </w:pPr>
      <w:r w:rsidRPr="00644EC0">
        <w:t>б) проверить подготовленность покрытий зданий к удалению снега и необходимых для этого средств (снеготаялки, рабочий инвентарь), а также состояние желобов и водостоков;</w:t>
      </w:r>
    </w:p>
    <w:p w:rsidR="00430D79" w:rsidRPr="00644EC0" w:rsidRDefault="00430D79" w:rsidP="00644EC0">
      <w:pPr>
        <w:pStyle w:val="NormalWeb"/>
      </w:pPr>
      <w:r w:rsidRPr="00644EC0">
        <w:t>в) проверить исправность и готовность к работе в зимних условиях открывающихся элементов окон, фонарей, ворот, дверей и других устройств.</w:t>
      </w:r>
    </w:p>
    <w:p w:rsidR="00430D79" w:rsidRPr="00644EC0" w:rsidRDefault="00430D79" w:rsidP="00644EC0">
      <w:pPr>
        <w:pStyle w:val="NormalWeb"/>
      </w:pPr>
      <w:r w:rsidRPr="00644EC0">
        <w:t>2.7. Состояние противопожарных мероприятий во всех зданиях и сооружениях, как при периодических, так и при текущих осмотрах, проверяется с представителями пожарной охраны предприятия в сроки, зависящие от специфических условий эксплуатации производственных зданий, но не реже одного раза в месяц.</w:t>
      </w:r>
    </w:p>
    <w:p w:rsidR="00430D79" w:rsidRPr="00644EC0" w:rsidRDefault="00430D79" w:rsidP="00644EC0">
      <w:pPr>
        <w:pStyle w:val="NormalWeb"/>
      </w:pPr>
      <w:r w:rsidRPr="00644EC0">
        <w:t>Текущий осмотр основных конструкций зданий с тяжелым крановым оборудованием или зданий и сооружений, эксплуатирующихся в сильно агрессивной среде, проводится один раз в десять дней. Здания и сооружения, эксплуатирующиеся в агрессивной среде, не реже одного раза в год должны подвергаться обследованию специализированными организациями, с обстоятельными отметками в техническом журнале технического состояния конструкций и мерах по проведению необходимых работ по поддержанию строительных конструкций в первоначальном эксплуатационном качестве.</w:t>
      </w:r>
    </w:p>
    <w:p w:rsidR="00430D79" w:rsidRPr="00644EC0" w:rsidRDefault="00430D79" w:rsidP="00644EC0">
      <w:pPr>
        <w:pStyle w:val="NormalWeb"/>
      </w:pPr>
      <w:r w:rsidRPr="00644EC0">
        <w:t>2.8. Кроме очередных осмотров, могут быть внеочередные осмотры зданий и сооружений после стихийных бедствий (пожаров, ураганных ветров, больших ливней или снегопадов, после колебаний поверхности земли - в районах с повышенной сейсмичностью и т.д.) или аварий.</w:t>
      </w:r>
    </w:p>
    <w:p w:rsidR="00430D79" w:rsidRPr="00644EC0" w:rsidRDefault="00430D79" w:rsidP="00644EC0">
      <w:pPr>
        <w:pStyle w:val="NormalWeb"/>
      </w:pPr>
      <w:r w:rsidRPr="00644EC0">
        <w:t>Комиссия обязана производить осмотр здания и оценить состояние фундамента, несущих конструкций, стен, перегородок, лестничных маршей, крепление оконных рам, стекол, перилл лестничных клеток, полов, межэтажных перекрытий, кровли и т.п.</w:t>
      </w:r>
    </w:p>
    <w:p w:rsidR="00430D79" w:rsidRPr="00644EC0" w:rsidRDefault="00430D79" w:rsidP="00644EC0">
      <w:pPr>
        <w:pStyle w:val="NormalWeb"/>
      </w:pPr>
      <w:r w:rsidRPr="00644EC0">
        <w:t>По результатам осмотра должны составляться графики текущих и капитальных ремонтов элементов и конструкций здания.</w:t>
      </w:r>
    </w:p>
    <w:p w:rsidR="00430D79" w:rsidRPr="009C38EC" w:rsidRDefault="00430D79" w:rsidP="00644EC0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  <w:r w:rsidRPr="009C38EC">
        <w:rPr>
          <w:bCs/>
          <w:kern w:val="36"/>
          <w:sz w:val="28"/>
          <w:szCs w:val="28"/>
        </w:rPr>
        <w:t xml:space="preserve">Федеральный закон от 30 декабря 2009 г. N 384-ФЗ "Технический регламент о безопасности зданий и сооружений" (с изменениями и дополнениями) </w:t>
      </w:r>
    </w:p>
    <w:p w:rsidR="00430D79" w:rsidRPr="00644EC0" w:rsidRDefault="00430D79"/>
    <w:sectPr w:rsidR="00430D79" w:rsidRPr="00644EC0" w:rsidSect="00C8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EC0"/>
    <w:rsid w:val="00000013"/>
    <w:rsid w:val="00000222"/>
    <w:rsid w:val="0000025C"/>
    <w:rsid w:val="000002B0"/>
    <w:rsid w:val="000002D0"/>
    <w:rsid w:val="000003BD"/>
    <w:rsid w:val="0000041D"/>
    <w:rsid w:val="00000466"/>
    <w:rsid w:val="00000714"/>
    <w:rsid w:val="00000923"/>
    <w:rsid w:val="000009A9"/>
    <w:rsid w:val="00000B70"/>
    <w:rsid w:val="00000BB1"/>
    <w:rsid w:val="00000D16"/>
    <w:rsid w:val="00000D9A"/>
    <w:rsid w:val="00000F6D"/>
    <w:rsid w:val="00001171"/>
    <w:rsid w:val="000011CF"/>
    <w:rsid w:val="0000134C"/>
    <w:rsid w:val="0000139B"/>
    <w:rsid w:val="000013FD"/>
    <w:rsid w:val="000014C8"/>
    <w:rsid w:val="00001563"/>
    <w:rsid w:val="000015F9"/>
    <w:rsid w:val="0000194D"/>
    <w:rsid w:val="000019B8"/>
    <w:rsid w:val="00001C70"/>
    <w:rsid w:val="00001DE5"/>
    <w:rsid w:val="00001DFF"/>
    <w:rsid w:val="00001F59"/>
    <w:rsid w:val="00002159"/>
    <w:rsid w:val="000021E1"/>
    <w:rsid w:val="0000233C"/>
    <w:rsid w:val="00002368"/>
    <w:rsid w:val="0000236A"/>
    <w:rsid w:val="000024FA"/>
    <w:rsid w:val="00002594"/>
    <w:rsid w:val="000026AD"/>
    <w:rsid w:val="000026E2"/>
    <w:rsid w:val="00002766"/>
    <w:rsid w:val="00002AEC"/>
    <w:rsid w:val="00002B14"/>
    <w:rsid w:val="00002BA8"/>
    <w:rsid w:val="00002BDF"/>
    <w:rsid w:val="00002D42"/>
    <w:rsid w:val="000030AB"/>
    <w:rsid w:val="00003250"/>
    <w:rsid w:val="000032F0"/>
    <w:rsid w:val="00003354"/>
    <w:rsid w:val="000034E4"/>
    <w:rsid w:val="000038CE"/>
    <w:rsid w:val="000039E4"/>
    <w:rsid w:val="00003A91"/>
    <w:rsid w:val="00003C29"/>
    <w:rsid w:val="00003C4D"/>
    <w:rsid w:val="00003C57"/>
    <w:rsid w:val="00003F87"/>
    <w:rsid w:val="00004155"/>
    <w:rsid w:val="0000429B"/>
    <w:rsid w:val="00004342"/>
    <w:rsid w:val="000043E1"/>
    <w:rsid w:val="000046B9"/>
    <w:rsid w:val="000047AE"/>
    <w:rsid w:val="00004886"/>
    <w:rsid w:val="00004A24"/>
    <w:rsid w:val="00004B67"/>
    <w:rsid w:val="00004C59"/>
    <w:rsid w:val="00004F2D"/>
    <w:rsid w:val="00004FF7"/>
    <w:rsid w:val="00005047"/>
    <w:rsid w:val="00005062"/>
    <w:rsid w:val="000050C8"/>
    <w:rsid w:val="000050E3"/>
    <w:rsid w:val="00005158"/>
    <w:rsid w:val="0000516F"/>
    <w:rsid w:val="0000524D"/>
    <w:rsid w:val="0000535C"/>
    <w:rsid w:val="000054DF"/>
    <w:rsid w:val="0000554D"/>
    <w:rsid w:val="000055C1"/>
    <w:rsid w:val="00005A93"/>
    <w:rsid w:val="00005ACD"/>
    <w:rsid w:val="00005C1F"/>
    <w:rsid w:val="00005C2D"/>
    <w:rsid w:val="00005C39"/>
    <w:rsid w:val="00005DB0"/>
    <w:rsid w:val="00006084"/>
    <w:rsid w:val="00006204"/>
    <w:rsid w:val="00006575"/>
    <w:rsid w:val="0000676E"/>
    <w:rsid w:val="000067FE"/>
    <w:rsid w:val="00006A97"/>
    <w:rsid w:val="00006E4A"/>
    <w:rsid w:val="00006EBD"/>
    <w:rsid w:val="00006F46"/>
    <w:rsid w:val="00006FAF"/>
    <w:rsid w:val="000070F5"/>
    <w:rsid w:val="00007264"/>
    <w:rsid w:val="00007350"/>
    <w:rsid w:val="00007352"/>
    <w:rsid w:val="00007559"/>
    <w:rsid w:val="0000763F"/>
    <w:rsid w:val="00007681"/>
    <w:rsid w:val="0000769B"/>
    <w:rsid w:val="0000774A"/>
    <w:rsid w:val="0000788C"/>
    <w:rsid w:val="00007C55"/>
    <w:rsid w:val="00007D2F"/>
    <w:rsid w:val="00007D77"/>
    <w:rsid w:val="00007DF4"/>
    <w:rsid w:val="000100B1"/>
    <w:rsid w:val="000104F9"/>
    <w:rsid w:val="00010547"/>
    <w:rsid w:val="00010683"/>
    <w:rsid w:val="0001084C"/>
    <w:rsid w:val="00010BAA"/>
    <w:rsid w:val="00010D09"/>
    <w:rsid w:val="00010EA1"/>
    <w:rsid w:val="00010FE4"/>
    <w:rsid w:val="00011013"/>
    <w:rsid w:val="00011098"/>
    <w:rsid w:val="00011128"/>
    <w:rsid w:val="000112D9"/>
    <w:rsid w:val="00011329"/>
    <w:rsid w:val="000116DB"/>
    <w:rsid w:val="0001173D"/>
    <w:rsid w:val="0001177E"/>
    <w:rsid w:val="000117A5"/>
    <w:rsid w:val="000117E5"/>
    <w:rsid w:val="0001183D"/>
    <w:rsid w:val="000119A6"/>
    <w:rsid w:val="00011A20"/>
    <w:rsid w:val="00011ADD"/>
    <w:rsid w:val="00011B93"/>
    <w:rsid w:val="00011C8E"/>
    <w:rsid w:val="00011CD2"/>
    <w:rsid w:val="00011FA5"/>
    <w:rsid w:val="00011FE7"/>
    <w:rsid w:val="00012091"/>
    <w:rsid w:val="0001209F"/>
    <w:rsid w:val="000121E1"/>
    <w:rsid w:val="00012222"/>
    <w:rsid w:val="0001227D"/>
    <w:rsid w:val="000122D1"/>
    <w:rsid w:val="000123DC"/>
    <w:rsid w:val="000123FF"/>
    <w:rsid w:val="000124C3"/>
    <w:rsid w:val="00012546"/>
    <w:rsid w:val="000126F3"/>
    <w:rsid w:val="00012706"/>
    <w:rsid w:val="000127D3"/>
    <w:rsid w:val="00012876"/>
    <w:rsid w:val="00012A11"/>
    <w:rsid w:val="00012AB9"/>
    <w:rsid w:val="00012AFD"/>
    <w:rsid w:val="00012D25"/>
    <w:rsid w:val="00012D4F"/>
    <w:rsid w:val="00012D82"/>
    <w:rsid w:val="00012E34"/>
    <w:rsid w:val="0001300F"/>
    <w:rsid w:val="0001306C"/>
    <w:rsid w:val="000131F0"/>
    <w:rsid w:val="000132D6"/>
    <w:rsid w:val="0001359F"/>
    <w:rsid w:val="00013655"/>
    <w:rsid w:val="000139D5"/>
    <w:rsid w:val="00013B3C"/>
    <w:rsid w:val="00013BAB"/>
    <w:rsid w:val="00013BC4"/>
    <w:rsid w:val="00013BDB"/>
    <w:rsid w:val="000141CA"/>
    <w:rsid w:val="00014217"/>
    <w:rsid w:val="00014229"/>
    <w:rsid w:val="00014736"/>
    <w:rsid w:val="000148C7"/>
    <w:rsid w:val="00014ACF"/>
    <w:rsid w:val="00014B69"/>
    <w:rsid w:val="00014CBB"/>
    <w:rsid w:val="00014DAB"/>
    <w:rsid w:val="00014E88"/>
    <w:rsid w:val="000152D1"/>
    <w:rsid w:val="0001543D"/>
    <w:rsid w:val="000154C7"/>
    <w:rsid w:val="00015666"/>
    <w:rsid w:val="000157A1"/>
    <w:rsid w:val="00015961"/>
    <w:rsid w:val="000159BD"/>
    <w:rsid w:val="00015A0A"/>
    <w:rsid w:val="00015A0E"/>
    <w:rsid w:val="00015A39"/>
    <w:rsid w:val="00015A6C"/>
    <w:rsid w:val="00015B76"/>
    <w:rsid w:val="00015B7F"/>
    <w:rsid w:val="00015C9E"/>
    <w:rsid w:val="00015CE6"/>
    <w:rsid w:val="00015DE5"/>
    <w:rsid w:val="00015DF1"/>
    <w:rsid w:val="00015E8D"/>
    <w:rsid w:val="00015EC2"/>
    <w:rsid w:val="00015F87"/>
    <w:rsid w:val="00015F92"/>
    <w:rsid w:val="00015FC5"/>
    <w:rsid w:val="00016030"/>
    <w:rsid w:val="000163C0"/>
    <w:rsid w:val="000164F9"/>
    <w:rsid w:val="00016520"/>
    <w:rsid w:val="000165F1"/>
    <w:rsid w:val="000166F8"/>
    <w:rsid w:val="00016747"/>
    <w:rsid w:val="000167D5"/>
    <w:rsid w:val="00016868"/>
    <w:rsid w:val="00016995"/>
    <w:rsid w:val="00016A44"/>
    <w:rsid w:val="00016BD3"/>
    <w:rsid w:val="00016C45"/>
    <w:rsid w:val="00016C8A"/>
    <w:rsid w:val="00016D8C"/>
    <w:rsid w:val="00016EED"/>
    <w:rsid w:val="00016F36"/>
    <w:rsid w:val="0001706A"/>
    <w:rsid w:val="000171C8"/>
    <w:rsid w:val="00017224"/>
    <w:rsid w:val="000174AD"/>
    <w:rsid w:val="0001781E"/>
    <w:rsid w:val="00017858"/>
    <w:rsid w:val="000178C7"/>
    <w:rsid w:val="00017950"/>
    <w:rsid w:val="00017B00"/>
    <w:rsid w:val="00017B51"/>
    <w:rsid w:val="00017CA9"/>
    <w:rsid w:val="00017D0B"/>
    <w:rsid w:val="00017DE2"/>
    <w:rsid w:val="00017E25"/>
    <w:rsid w:val="00017E4C"/>
    <w:rsid w:val="00017EF4"/>
    <w:rsid w:val="0002009B"/>
    <w:rsid w:val="000201E0"/>
    <w:rsid w:val="00020330"/>
    <w:rsid w:val="0002040E"/>
    <w:rsid w:val="0002047E"/>
    <w:rsid w:val="0002059D"/>
    <w:rsid w:val="000205D8"/>
    <w:rsid w:val="000207C2"/>
    <w:rsid w:val="00020906"/>
    <w:rsid w:val="00020971"/>
    <w:rsid w:val="00020C38"/>
    <w:rsid w:val="00020C95"/>
    <w:rsid w:val="00020DF8"/>
    <w:rsid w:val="00020E00"/>
    <w:rsid w:val="00020F64"/>
    <w:rsid w:val="00020F8D"/>
    <w:rsid w:val="0002103F"/>
    <w:rsid w:val="00021356"/>
    <w:rsid w:val="000213A1"/>
    <w:rsid w:val="00021467"/>
    <w:rsid w:val="000214E2"/>
    <w:rsid w:val="000216AC"/>
    <w:rsid w:val="000218A5"/>
    <w:rsid w:val="00021943"/>
    <w:rsid w:val="00021B2C"/>
    <w:rsid w:val="00021B49"/>
    <w:rsid w:val="00021B52"/>
    <w:rsid w:val="00021C5F"/>
    <w:rsid w:val="00021C63"/>
    <w:rsid w:val="00021CB6"/>
    <w:rsid w:val="00021CED"/>
    <w:rsid w:val="00021FF8"/>
    <w:rsid w:val="0002209F"/>
    <w:rsid w:val="000222A2"/>
    <w:rsid w:val="0002231A"/>
    <w:rsid w:val="00022333"/>
    <w:rsid w:val="000223A9"/>
    <w:rsid w:val="0002252D"/>
    <w:rsid w:val="00022670"/>
    <w:rsid w:val="000226F2"/>
    <w:rsid w:val="00022785"/>
    <w:rsid w:val="000228AC"/>
    <w:rsid w:val="0002296C"/>
    <w:rsid w:val="0002298B"/>
    <w:rsid w:val="0002299D"/>
    <w:rsid w:val="00022CAB"/>
    <w:rsid w:val="00022F0C"/>
    <w:rsid w:val="00022FF9"/>
    <w:rsid w:val="00023112"/>
    <w:rsid w:val="0002322C"/>
    <w:rsid w:val="0002338E"/>
    <w:rsid w:val="00023499"/>
    <w:rsid w:val="00023515"/>
    <w:rsid w:val="00023529"/>
    <w:rsid w:val="000235F6"/>
    <w:rsid w:val="00023617"/>
    <w:rsid w:val="00023688"/>
    <w:rsid w:val="000236AD"/>
    <w:rsid w:val="000237A2"/>
    <w:rsid w:val="000237DE"/>
    <w:rsid w:val="00023910"/>
    <w:rsid w:val="00023936"/>
    <w:rsid w:val="0002395A"/>
    <w:rsid w:val="00023A41"/>
    <w:rsid w:val="00023CD5"/>
    <w:rsid w:val="00023D91"/>
    <w:rsid w:val="00023E1C"/>
    <w:rsid w:val="00023E4E"/>
    <w:rsid w:val="00023F69"/>
    <w:rsid w:val="00023FEE"/>
    <w:rsid w:val="000240C9"/>
    <w:rsid w:val="00024192"/>
    <w:rsid w:val="000241C7"/>
    <w:rsid w:val="000243BC"/>
    <w:rsid w:val="00024534"/>
    <w:rsid w:val="00024541"/>
    <w:rsid w:val="0002455D"/>
    <w:rsid w:val="000246FA"/>
    <w:rsid w:val="00024720"/>
    <w:rsid w:val="00024C7D"/>
    <w:rsid w:val="00024CA6"/>
    <w:rsid w:val="00024E16"/>
    <w:rsid w:val="00024F1C"/>
    <w:rsid w:val="0002514E"/>
    <w:rsid w:val="00025202"/>
    <w:rsid w:val="00025342"/>
    <w:rsid w:val="0002550C"/>
    <w:rsid w:val="00025586"/>
    <w:rsid w:val="000255E1"/>
    <w:rsid w:val="000259DA"/>
    <w:rsid w:val="00025A72"/>
    <w:rsid w:val="00025B3B"/>
    <w:rsid w:val="00025B7C"/>
    <w:rsid w:val="00025E95"/>
    <w:rsid w:val="000261FD"/>
    <w:rsid w:val="00026257"/>
    <w:rsid w:val="00026264"/>
    <w:rsid w:val="00026281"/>
    <w:rsid w:val="0002629C"/>
    <w:rsid w:val="00026307"/>
    <w:rsid w:val="00026381"/>
    <w:rsid w:val="000264E4"/>
    <w:rsid w:val="0002659E"/>
    <w:rsid w:val="000265CB"/>
    <w:rsid w:val="000265FF"/>
    <w:rsid w:val="00026674"/>
    <w:rsid w:val="000266F6"/>
    <w:rsid w:val="0002670F"/>
    <w:rsid w:val="000269DF"/>
    <w:rsid w:val="00026A9D"/>
    <w:rsid w:val="00026B1A"/>
    <w:rsid w:val="00026C8B"/>
    <w:rsid w:val="00026CD2"/>
    <w:rsid w:val="00026D85"/>
    <w:rsid w:val="00026DD6"/>
    <w:rsid w:val="0002723D"/>
    <w:rsid w:val="00027253"/>
    <w:rsid w:val="000272BD"/>
    <w:rsid w:val="0002740C"/>
    <w:rsid w:val="0002748E"/>
    <w:rsid w:val="000275F6"/>
    <w:rsid w:val="00027666"/>
    <w:rsid w:val="0002794B"/>
    <w:rsid w:val="00027976"/>
    <w:rsid w:val="00027B4D"/>
    <w:rsid w:val="00027DD3"/>
    <w:rsid w:val="00027DE1"/>
    <w:rsid w:val="00027E8D"/>
    <w:rsid w:val="00027ED7"/>
    <w:rsid w:val="00027F7F"/>
    <w:rsid w:val="000301E8"/>
    <w:rsid w:val="0003020B"/>
    <w:rsid w:val="00030328"/>
    <w:rsid w:val="000303CB"/>
    <w:rsid w:val="00030480"/>
    <w:rsid w:val="000306DA"/>
    <w:rsid w:val="000307D8"/>
    <w:rsid w:val="000308F1"/>
    <w:rsid w:val="000309A1"/>
    <w:rsid w:val="00030AB6"/>
    <w:rsid w:val="00030B13"/>
    <w:rsid w:val="00030DF7"/>
    <w:rsid w:val="00030E3F"/>
    <w:rsid w:val="00030E8A"/>
    <w:rsid w:val="00030EE6"/>
    <w:rsid w:val="000312E3"/>
    <w:rsid w:val="00031310"/>
    <w:rsid w:val="00031314"/>
    <w:rsid w:val="00031368"/>
    <w:rsid w:val="0003143A"/>
    <w:rsid w:val="000315E6"/>
    <w:rsid w:val="00031821"/>
    <w:rsid w:val="00031873"/>
    <w:rsid w:val="0003196E"/>
    <w:rsid w:val="00031A81"/>
    <w:rsid w:val="00031AD9"/>
    <w:rsid w:val="00031ADF"/>
    <w:rsid w:val="00031B37"/>
    <w:rsid w:val="00031B7D"/>
    <w:rsid w:val="00031BE3"/>
    <w:rsid w:val="00031C6C"/>
    <w:rsid w:val="00031D62"/>
    <w:rsid w:val="00031E8A"/>
    <w:rsid w:val="00031F37"/>
    <w:rsid w:val="0003211C"/>
    <w:rsid w:val="00032187"/>
    <w:rsid w:val="000321CA"/>
    <w:rsid w:val="000322AF"/>
    <w:rsid w:val="0003231C"/>
    <w:rsid w:val="00032611"/>
    <w:rsid w:val="00032851"/>
    <w:rsid w:val="00032A2F"/>
    <w:rsid w:val="00032B97"/>
    <w:rsid w:val="00032BAE"/>
    <w:rsid w:val="00032C04"/>
    <w:rsid w:val="00032D30"/>
    <w:rsid w:val="00032D65"/>
    <w:rsid w:val="00032E1B"/>
    <w:rsid w:val="0003308D"/>
    <w:rsid w:val="00033282"/>
    <w:rsid w:val="00033504"/>
    <w:rsid w:val="000335C0"/>
    <w:rsid w:val="0003389C"/>
    <w:rsid w:val="000338C8"/>
    <w:rsid w:val="00033A61"/>
    <w:rsid w:val="00033B44"/>
    <w:rsid w:val="00033B4D"/>
    <w:rsid w:val="00033C76"/>
    <w:rsid w:val="00033E8B"/>
    <w:rsid w:val="00033EDE"/>
    <w:rsid w:val="00033F38"/>
    <w:rsid w:val="000342AE"/>
    <w:rsid w:val="00034489"/>
    <w:rsid w:val="0003452E"/>
    <w:rsid w:val="0003456D"/>
    <w:rsid w:val="0003473E"/>
    <w:rsid w:val="0003487C"/>
    <w:rsid w:val="000349E2"/>
    <w:rsid w:val="00034A39"/>
    <w:rsid w:val="00034AAA"/>
    <w:rsid w:val="00034B39"/>
    <w:rsid w:val="00034CF9"/>
    <w:rsid w:val="00034E89"/>
    <w:rsid w:val="00034EDD"/>
    <w:rsid w:val="00034F0C"/>
    <w:rsid w:val="00034FCF"/>
    <w:rsid w:val="0003504E"/>
    <w:rsid w:val="00035275"/>
    <w:rsid w:val="00035336"/>
    <w:rsid w:val="00035586"/>
    <w:rsid w:val="000356D6"/>
    <w:rsid w:val="00035857"/>
    <w:rsid w:val="00035883"/>
    <w:rsid w:val="00035889"/>
    <w:rsid w:val="000359FC"/>
    <w:rsid w:val="00035B38"/>
    <w:rsid w:val="00035B50"/>
    <w:rsid w:val="00035BB0"/>
    <w:rsid w:val="00035C7A"/>
    <w:rsid w:val="00035DBE"/>
    <w:rsid w:val="00035E19"/>
    <w:rsid w:val="00035FB5"/>
    <w:rsid w:val="00036038"/>
    <w:rsid w:val="0003606D"/>
    <w:rsid w:val="000360BF"/>
    <w:rsid w:val="0003639D"/>
    <w:rsid w:val="000363D4"/>
    <w:rsid w:val="00036602"/>
    <w:rsid w:val="000366AF"/>
    <w:rsid w:val="00036839"/>
    <w:rsid w:val="00036861"/>
    <w:rsid w:val="000368D5"/>
    <w:rsid w:val="00036916"/>
    <w:rsid w:val="0003699B"/>
    <w:rsid w:val="0003699F"/>
    <w:rsid w:val="00036BA5"/>
    <w:rsid w:val="00036BF4"/>
    <w:rsid w:val="00036D7C"/>
    <w:rsid w:val="00036EC4"/>
    <w:rsid w:val="0003713E"/>
    <w:rsid w:val="00037285"/>
    <w:rsid w:val="000372A0"/>
    <w:rsid w:val="00037310"/>
    <w:rsid w:val="00037314"/>
    <w:rsid w:val="00037355"/>
    <w:rsid w:val="0003739F"/>
    <w:rsid w:val="00037545"/>
    <w:rsid w:val="0003755F"/>
    <w:rsid w:val="00037604"/>
    <w:rsid w:val="00037619"/>
    <w:rsid w:val="00037639"/>
    <w:rsid w:val="000376F4"/>
    <w:rsid w:val="000378B2"/>
    <w:rsid w:val="00037921"/>
    <w:rsid w:val="00037CA1"/>
    <w:rsid w:val="00037D40"/>
    <w:rsid w:val="00037F5F"/>
    <w:rsid w:val="00040064"/>
    <w:rsid w:val="000400A9"/>
    <w:rsid w:val="00040125"/>
    <w:rsid w:val="000403DE"/>
    <w:rsid w:val="0004042B"/>
    <w:rsid w:val="00040684"/>
    <w:rsid w:val="00040738"/>
    <w:rsid w:val="000407CA"/>
    <w:rsid w:val="00040C3B"/>
    <w:rsid w:val="00040E12"/>
    <w:rsid w:val="00040F76"/>
    <w:rsid w:val="0004109C"/>
    <w:rsid w:val="00041166"/>
    <w:rsid w:val="00041171"/>
    <w:rsid w:val="000412EF"/>
    <w:rsid w:val="000414D5"/>
    <w:rsid w:val="000415EF"/>
    <w:rsid w:val="00041706"/>
    <w:rsid w:val="000417BC"/>
    <w:rsid w:val="00041A1C"/>
    <w:rsid w:val="00041A9F"/>
    <w:rsid w:val="00041AF0"/>
    <w:rsid w:val="00041B98"/>
    <w:rsid w:val="00041D48"/>
    <w:rsid w:val="00041E27"/>
    <w:rsid w:val="00041F47"/>
    <w:rsid w:val="00041FBC"/>
    <w:rsid w:val="00042048"/>
    <w:rsid w:val="000420BD"/>
    <w:rsid w:val="0004225A"/>
    <w:rsid w:val="000422A5"/>
    <w:rsid w:val="0004231D"/>
    <w:rsid w:val="00042342"/>
    <w:rsid w:val="000423E5"/>
    <w:rsid w:val="00042411"/>
    <w:rsid w:val="000424FC"/>
    <w:rsid w:val="0004259C"/>
    <w:rsid w:val="0004277A"/>
    <w:rsid w:val="0004277C"/>
    <w:rsid w:val="000427BC"/>
    <w:rsid w:val="00042835"/>
    <w:rsid w:val="0004284D"/>
    <w:rsid w:val="00042861"/>
    <w:rsid w:val="00042897"/>
    <w:rsid w:val="00042BA4"/>
    <w:rsid w:val="00042E2B"/>
    <w:rsid w:val="00042E66"/>
    <w:rsid w:val="00042E77"/>
    <w:rsid w:val="0004325F"/>
    <w:rsid w:val="000432E5"/>
    <w:rsid w:val="0004344D"/>
    <w:rsid w:val="00043458"/>
    <w:rsid w:val="000435E4"/>
    <w:rsid w:val="0004374E"/>
    <w:rsid w:val="0004385B"/>
    <w:rsid w:val="00043BED"/>
    <w:rsid w:val="00043BFA"/>
    <w:rsid w:val="00043CE7"/>
    <w:rsid w:val="00043EEA"/>
    <w:rsid w:val="00043F77"/>
    <w:rsid w:val="00043FB6"/>
    <w:rsid w:val="000441C3"/>
    <w:rsid w:val="0004428F"/>
    <w:rsid w:val="00044356"/>
    <w:rsid w:val="000443DE"/>
    <w:rsid w:val="0004475B"/>
    <w:rsid w:val="000448A2"/>
    <w:rsid w:val="0004490D"/>
    <w:rsid w:val="00044947"/>
    <w:rsid w:val="00044993"/>
    <w:rsid w:val="00044C7C"/>
    <w:rsid w:val="00044E31"/>
    <w:rsid w:val="00044E69"/>
    <w:rsid w:val="00045029"/>
    <w:rsid w:val="000451C7"/>
    <w:rsid w:val="00045245"/>
    <w:rsid w:val="000453D5"/>
    <w:rsid w:val="0004547C"/>
    <w:rsid w:val="00045625"/>
    <w:rsid w:val="00045667"/>
    <w:rsid w:val="0004578F"/>
    <w:rsid w:val="0004581F"/>
    <w:rsid w:val="00045982"/>
    <w:rsid w:val="00045A0A"/>
    <w:rsid w:val="00045B16"/>
    <w:rsid w:val="00045B19"/>
    <w:rsid w:val="00045CFB"/>
    <w:rsid w:val="00045D9D"/>
    <w:rsid w:val="00045E38"/>
    <w:rsid w:val="00045ECD"/>
    <w:rsid w:val="000460A9"/>
    <w:rsid w:val="000460B7"/>
    <w:rsid w:val="00046110"/>
    <w:rsid w:val="000462DF"/>
    <w:rsid w:val="00046354"/>
    <w:rsid w:val="0004644C"/>
    <w:rsid w:val="00046487"/>
    <w:rsid w:val="0004655C"/>
    <w:rsid w:val="000466DC"/>
    <w:rsid w:val="00046902"/>
    <w:rsid w:val="0004690F"/>
    <w:rsid w:val="00046997"/>
    <w:rsid w:val="000469F4"/>
    <w:rsid w:val="00046B8A"/>
    <w:rsid w:val="00046E86"/>
    <w:rsid w:val="00047080"/>
    <w:rsid w:val="00047144"/>
    <w:rsid w:val="0004722C"/>
    <w:rsid w:val="00047296"/>
    <w:rsid w:val="00047393"/>
    <w:rsid w:val="00047445"/>
    <w:rsid w:val="000475E7"/>
    <w:rsid w:val="000476DE"/>
    <w:rsid w:val="000476E0"/>
    <w:rsid w:val="0004783C"/>
    <w:rsid w:val="0004792E"/>
    <w:rsid w:val="00047A35"/>
    <w:rsid w:val="00047C48"/>
    <w:rsid w:val="00047CDE"/>
    <w:rsid w:val="00047E98"/>
    <w:rsid w:val="00047F5F"/>
    <w:rsid w:val="00047FAB"/>
    <w:rsid w:val="000502CA"/>
    <w:rsid w:val="0005037E"/>
    <w:rsid w:val="00050400"/>
    <w:rsid w:val="0005040A"/>
    <w:rsid w:val="00050433"/>
    <w:rsid w:val="000504E9"/>
    <w:rsid w:val="00050516"/>
    <w:rsid w:val="000507D2"/>
    <w:rsid w:val="00050A67"/>
    <w:rsid w:val="00050A89"/>
    <w:rsid w:val="00050AAB"/>
    <w:rsid w:val="00050BAC"/>
    <w:rsid w:val="00050F41"/>
    <w:rsid w:val="00051047"/>
    <w:rsid w:val="0005106E"/>
    <w:rsid w:val="000510E1"/>
    <w:rsid w:val="0005122A"/>
    <w:rsid w:val="00051385"/>
    <w:rsid w:val="000513F4"/>
    <w:rsid w:val="000514C9"/>
    <w:rsid w:val="00051529"/>
    <w:rsid w:val="000517F6"/>
    <w:rsid w:val="0005182B"/>
    <w:rsid w:val="0005190D"/>
    <w:rsid w:val="00051A89"/>
    <w:rsid w:val="00051B6A"/>
    <w:rsid w:val="00051CF3"/>
    <w:rsid w:val="00051D93"/>
    <w:rsid w:val="00051F12"/>
    <w:rsid w:val="00051FE0"/>
    <w:rsid w:val="000520BA"/>
    <w:rsid w:val="0005222C"/>
    <w:rsid w:val="000522EF"/>
    <w:rsid w:val="00052427"/>
    <w:rsid w:val="0005247B"/>
    <w:rsid w:val="000524DC"/>
    <w:rsid w:val="00052528"/>
    <w:rsid w:val="000525A7"/>
    <w:rsid w:val="00052836"/>
    <w:rsid w:val="0005287E"/>
    <w:rsid w:val="00052939"/>
    <w:rsid w:val="000529DD"/>
    <w:rsid w:val="00052B8C"/>
    <w:rsid w:val="00052C56"/>
    <w:rsid w:val="00052D71"/>
    <w:rsid w:val="00053100"/>
    <w:rsid w:val="00053421"/>
    <w:rsid w:val="0005344E"/>
    <w:rsid w:val="0005347D"/>
    <w:rsid w:val="0005351B"/>
    <w:rsid w:val="0005352C"/>
    <w:rsid w:val="00053663"/>
    <w:rsid w:val="00053750"/>
    <w:rsid w:val="00053AFE"/>
    <w:rsid w:val="00053BEE"/>
    <w:rsid w:val="00053C61"/>
    <w:rsid w:val="00053D3E"/>
    <w:rsid w:val="00053DB8"/>
    <w:rsid w:val="0005401D"/>
    <w:rsid w:val="000541EA"/>
    <w:rsid w:val="000542C2"/>
    <w:rsid w:val="0005438E"/>
    <w:rsid w:val="000545A9"/>
    <w:rsid w:val="000545B6"/>
    <w:rsid w:val="00054638"/>
    <w:rsid w:val="000546B6"/>
    <w:rsid w:val="000547AD"/>
    <w:rsid w:val="0005489D"/>
    <w:rsid w:val="00054917"/>
    <w:rsid w:val="000549AC"/>
    <w:rsid w:val="00054A6A"/>
    <w:rsid w:val="00054E67"/>
    <w:rsid w:val="0005507F"/>
    <w:rsid w:val="000550FE"/>
    <w:rsid w:val="00055334"/>
    <w:rsid w:val="0005540E"/>
    <w:rsid w:val="0005541F"/>
    <w:rsid w:val="00055679"/>
    <w:rsid w:val="000559C1"/>
    <w:rsid w:val="00055A4F"/>
    <w:rsid w:val="00055B9F"/>
    <w:rsid w:val="00055D40"/>
    <w:rsid w:val="00055F09"/>
    <w:rsid w:val="00055FB2"/>
    <w:rsid w:val="000560C7"/>
    <w:rsid w:val="00056161"/>
    <w:rsid w:val="000561EC"/>
    <w:rsid w:val="00056332"/>
    <w:rsid w:val="00056351"/>
    <w:rsid w:val="000563C4"/>
    <w:rsid w:val="0005640B"/>
    <w:rsid w:val="000565FA"/>
    <w:rsid w:val="0005673B"/>
    <w:rsid w:val="00056786"/>
    <w:rsid w:val="000567AF"/>
    <w:rsid w:val="00056938"/>
    <w:rsid w:val="00056950"/>
    <w:rsid w:val="00056A83"/>
    <w:rsid w:val="00056C64"/>
    <w:rsid w:val="00056CAF"/>
    <w:rsid w:val="00056D22"/>
    <w:rsid w:val="00056E65"/>
    <w:rsid w:val="00056F35"/>
    <w:rsid w:val="00056F93"/>
    <w:rsid w:val="000570FB"/>
    <w:rsid w:val="00057267"/>
    <w:rsid w:val="0005732D"/>
    <w:rsid w:val="000573AF"/>
    <w:rsid w:val="00057454"/>
    <w:rsid w:val="0005755B"/>
    <w:rsid w:val="0005773C"/>
    <w:rsid w:val="000577A0"/>
    <w:rsid w:val="000579AF"/>
    <w:rsid w:val="000579EF"/>
    <w:rsid w:val="00057CD2"/>
    <w:rsid w:val="00057CF4"/>
    <w:rsid w:val="00057E23"/>
    <w:rsid w:val="0006005A"/>
    <w:rsid w:val="000600A6"/>
    <w:rsid w:val="000600C7"/>
    <w:rsid w:val="0006021D"/>
    <w:rsid w:val="000602A1"/>
    <w:rsid w:val="0006037A"/>
    <w:rsid w:val="0006045F"/>
    <w:rsid w:val="000604EC"/>
    <w:rsid w:val="0006050D"/>
    <w:rsid w:val="00060599"/>
    <w:rsid w:val="00060657"/>
    <w:rsid w:val="00060771"/>
    <w:rsid w:val="0006090F"/>
    <w:rsid w:val="00060A5B"/>
    <w:rsid w:val="00060AC5"/>
    <w:rsid w:val="00060D6A"/>
    <w:rsid w:val="00060D9D"/>
    <w:rsid w:val="00060DE8"/>
    <w:rsid w:val="00060E44"/>
    <w:rsid w:val="00060F5B"/>
    <w:rsid w:val="00061073"/>
    <w:rsid w:val="0006122B"/>
    <w:rsid w:val="00061305"/>
    <w:rsid w:val="00061357"/>
    <w:rsid w:val="00061366"/>
    <w:rsid w:val="00061375"/>
    <w:rsid w:val="0006149B"/>
    <w:rsid w:val="00061848"/>
    <w:rsid w:val="000619BD"/>
    <w:rsid w:val="00061B2B"/>
    <w:rsid w:val="00061B8B"/>
    <w:rsid w:val="00061BBF"/>
    <w:rsid w:val="00061E3F"/>
    <w:rsid w:val="00061F3E"/>
    <w:rsid w:val="00061F46"/>
    <w:rsid w:val="00061F5D"/>
    <w:rsid w:val="00061FFD"/>
    <w:rsid w:val="00062196"/>
    <w:rsid w:val="00062198"/>
    <w:rsid w:val="000621B5"/>
    <w:rsid w:val="00062364"/>
    <w:rsid w:val="0006242B"/>
    <w:rsid w:val="00062521"/>
    <w:rsid w:val="0006265B"/>
    <w:rsid w:val="00062684"/>
    <w:rsid w:val="00062802"/>
    <w:rsid w:val="00062857"/>
    <w:rsid w:val="0006287E"/>
    <w:rsid w:val="000629FF"/>
    <w:rsid w:val="00062A79"/>
    <w:rsid w:val="00062AC2"/>
    <w:rsid w:val="00062B55"/>
    <w:rsid w:val="00062CB7"/>
    <w:rsid w:val="00062FBD"/>
    <w:rsid w:val="000630D4"/>
    <w:rsid w:val="000631B1"/>
    <w:rsid w:val="000632A4"/>
    <w:rsid w:val="0006339A"/>
    <w:rsid w:val="0006343C"/>
    <w:rsid w:val="00063679"/>
    <w:rsid w:val="000637E7"/>
    <w:rsid w:val="00063A2B"/>
    <w:rsid w:val="00063B1E"/>
    <w:rsid w:val="00063B56"/>
    <w:rsid w:val="00063B75"/>
    <w:rsid w:val="00063CF6"/>
    <w:rsid w:val="00063D2C"/>
    <w:rsid w:val="00063EB8"/>
    <w:rsid w:val="00063F4F"/>
    <w:rsid w:val="00063F58"/>
    <w:rsid w:val="00063F98"/>
    <w:rsid w:val="00063FB9"/>
    <w:rsid w:val="00064021"/>
    <w:rsid w:val="0006410B"/>
    <w:rsid w:val="000643D8"/>
    <w:rsid w:val="0006459C"/>
    <w:rsid w:val="00064920"/>
    <w:rsid w:val="000649BD"/>
    <w:rsid w:val="00064C69"/>
    <w:rsid w:val="00064E82"/>
    <w:rsid w:val="0006504F"/>
    <w:rsid w:val="0006512A"/>
    <w:rsid w:val="00065220"/>
    <w:rsid w:val="00065234"/>
    <w:rsid w:val="000652E3"/>
    <w:rsid w:val="00065401"/>
    <w:rsid w:val="000654AA"/>
    <w:rsid w:val="00065621"/>
    <w:rsid w:val="0006593C"/>
    <w:rsid w:val="00065AC4"/>
    <w:rsid w:val="00065AE4"/>
    <w:rsid w:val="00065AFF"/>
    <w:rsid w:val="00065BC2"/>
    <w:rsid w:val="00065DDE"/>
    <w:rsid w:val="00065DFC"/>
    <w:rsid w:val="00065F6A"/>
    <w:rsid w:val="00065FDA"/>
    <w:rsid w:val="000660E7"/>
    <w:rsid w:val="00066134"/>
    <w:rsid w:val="000661D4"/>
    <w:rsid w:val="0006633F"/>
    <w:rsid w:val="000663AC"/>
    <w:rsid w:val="000663D5"/>
    <w:rsid w:val="000663F3"/>
    <w:rsid w:val="00066478"/>
    <w:rsid w:val="000665B2"/>
    <w:rsid w:val="000665B8"/>
    <w:rsid w:val="0006666F"/>
    <w:rsid w:val="0006677A"/>
    <w:rsid w:val="00066798"/>
    <w:rsid w:val="000667A6"/>
    <w:rsid w:val="00066890"/>
    <w:rsid w:val="00066908"/>
    <w:rsid w:val="000669BD"/>
    <w:rsid w:val="00066AFC"/>
    <w:rsid w:val="00066B5A"/>
    <w:rsid w:val="00066CED"/>
    <w:rsid w:val="00066CF2"/>
    <w:rsid w:val="00066D20"/>
    <w:rsid w:val="00066D71"/>
    <w:rsid w:val="00066DA2"/>
    <w:rsid w:val="00066DA5"/>
    <w:rsid w:val="000670BD"/>
    <w:rsid w:val="0006723C"/>
    <w:rsid w:val="000672D4"/>
    <w:rsid w:val="000674C6"/>
    <w:rsid w:val="000674E5"/>
    <w:rsid w:val="00067587"/>
    <w:rsid w:val="000675B5"/>
    <w:rsid w:val="00067912"/>
    <w:rsid w:val="00067985"/>
    <w:rsid w:val="00067AB9"/>
    <w:rsid w:val="00067F31"/>
    <w:rsid w:val="00070167"/>
    <w:rsid w:val="0007034F"/>
    <w:rsid w:val="000703E3"/>
    <w:rsid w:val="0007081D"/>
    <w:rsid w:val="000709CD"/>
    <w:rsid w:val="000709E7"/>
    <w:rsid w:val="000709F0"/>
    <w:rsid w:val="00070B5B"/>
    <w:rsid w:val="00070CA5"/>
    <w:rsid w:val="00070CDE"/>
    <w:rsid w:val="00070D6F"/>
    <w:rsid w:val="00070EA9"/>
    <w:rsid w:val="0007114D"/>
    <w:rsid w:val="000711A6"/>
    <w:rsid w:val="0007131A"/>
    <w:rsid w:val="00071356"/>
    <w:rsid w:val="00071375"/>
    <w:rsid w:val="000713DD"/>
    <w:rsid w:val="000713F5"/>
    <w:rsid w:val="0007184A"/>
    <w:rsid w:val="0007185A"/>
    <w:rsid w:val="000718D2"/>
    <w:rsid w:val="0007193F"/>
    <w:rsid w:val="00071973"/>
    <w:rsid w:val="000719B8"/>
    <w:rsid w:val="00071AC0"/>
    <w:rsid w:val="00071B12"/>
    <w:rsid w:val="00071BA4"/>
    <w:rsid w:val="00071F5C"/>
    <w:rsid w:val="00071F71"/>
    <w:rsid w:val="00071FEA"/>
    <w:rsid w:val="00072271"/>
    <w:rsid w:val="0007235C"/>
    <w:rsid w:val="00072385"/>
    <w:rsid w:val="000723C4"/>
    <w:rsid w:val="00072428"/>
    <w:rsid w:val="000729C1"/>
    <w:rsid w:val="00072CAB"/>
    <w:rsid w:val="00072CEB"/>
    <w:rsid w:val="00072D21"/>
    <w:rsid w:val="00072E98"/>
    <w:rsid w:val="00072FBC"/>
    <w:rsid w:val="00073269"/>
    <w:rsid w:val="0007368B"/>
    <w:rsid w:val="000736B9"/>
    <w:rsid w:val="00073745"/>
    <w:rsid w:val="00073845"/>
    <w:rsid w:val="000739D6"/>
    <w:rsid w:val="00073AF3"/>
    <w:rsid w:val="00073C6E"/>
    <w:rsid w:val="00073E4D"/>
    <w:rsid w:val="00073FDC"/>
    <w:rsid w:val="0007412C"/>
    <w:rsid w:val="0007418E"/>
    <w:rsid w:val="000741A9"/>
    <w:rsid w:val="000743A3"/>
    <w:rsid w:val="000743F3"/>
    <w:rsid w:val="00074674"/>
    <w:rsid w:val="000746F3"/>
    <w:rsid w:val="00074722"/>
    <w:rsid w:val="00074814"/>
    <w:rsid w:val="00074930"/>
    <w:rsid w:val="00074938"/>
    <w:rsid w:val="0007495C"/>
    <w:rsid w:val="00074992"/>
    <w:rsid w:val="00074A05"/>
    <w:rsid w:val="00074A80"/>
    <w:rsid w:val="00074A91"/>
    <w:rsid w:val="00074FF1"/>
    <w:rsid w:val="00075124"/>
    <w:rsid w:val="0007526C"/>
    <w:rsid w:val="00075409"/>
    <w:rsid w:val="00075452"/>
    <w:rsid w:val="0007563F"/>
    <w:rsid w:val="00075676"/>
    <w:rsid w:val="00075A82"/>
    <w:rsid w:val="00075A9C"/>
    <w:rsid w:val="00075B10"/>
    <w:rsid w:val="00075C9F"/>
    <w:rsid w:val="00075E08"/>
    <w:rsid w:val="00075E71"/>
    <w:rsid w:val="00075ECB"/>
    <w:rsid w:val="000760A7"/>
    <w:rsid w:val="0007615C"/>
    <w:rsid w:val="000761AB"/>
    <w:rsid w:val="00076311"/>
    <w:rsid w:val="000763E7"/>
    <w:rsid w:val="000766F4"/>
    <w:rsid w:val="00076978"/>
    <w:rsid w:val="000769D6"/>
    <w:rsid w:val="00076B3D"/>
    <w:rsid w:val="00076B51"/>
    <w:rsid w:val="00076BE2"/>
    <w:rsid w:val="00076C7A"/>
    <w:rsid w:val="00076C80"/>
    <w:rsid w:val="00076CA4"/>
    <w:rsid w:val="00076D58"/>
    <w:rsid w:val="00076E21"/>
    <w:rsid w:val="00077180"/>
    <w:rsid w:val="000771BB"/>
    <w:rsid w:val="000771F0"/>
    <w:rsid w:val="00077613"/>
    <w:rsid w:val="000776B7"/>
    <w:rsid w:val="000776C6"/>
    <w:rsid w:val="000776CD"/>
    <w:rsid w:val="000777E4"/>
    <w:rsid w:val="00077B40"/>
    <w:rsid w:val="00077F72"/>
    <w:rsid w:val="00077F98"/>
    <w:rsid w:val="000800B8"/>
    <w:rsid w:val="00080126"/>
    <w:rsid w:val="00080161"/>
    <w:rsid w:val="00080499"/>
    <w:rsid w:val="000805E4"/>
    <w:rsid w:val="00080719"/>
    <w:rsid w:val="0008072D"/>
    <w:rsid w:val="000807AD"/>
    <w:rsid w:val="000807BF"/>
    <w:rsid w:val="000809CB"/>
    <w:rsid w:val="00080A31"/>
    <w:rsid w:val="00080E0A"/>
    <w:rsid w:val="00080EA0"/>
    <w:rsid w:val="00080F7E"/>
    <w:rsid w:val="00080F91"/>
    <w:rsid w:val="00081035"/>
    <w:rsid w:val="0008103C"/>
    <w:rsid w:val="00081082"/>
    <w:rsid w:val="0008109B"/>
    <w:rsid w:val="000810BB"/>
    <w:rsid w:val="00081147"/>
    <w:rsid w:val="000811AD"/>
    <w:rsid w:val="0008131F"/>
    <w:rsid w:val="00081397"/>
    <w:rsid w:val="000813B6"/>
    <w:rsid w:val="000814A3"/>
    <w:rsid w:val="00081582"/>
    <w:rsid w:val="000816B4"/>
    <w:rsid w:val="00081737"/>
    <w:rsid w:val="0008179E"/>
    <w:rsid w:val="00081A0E"/>
    <w:rsid w:val="00081B18"/>
    <w:rsid w:val="00081B3E"/>
    <w:rsid w:val="00081C17"/>
    <w:rsid w:val="00081CFD"/>
    <w:rsid w:val="00081D3F"/>
    <w:rsid w:val="00081E7D"/>
    <w:rsid w:val="00081F7F"/>
    <w:rsid w:val="000820D1"/>
    <w:rsid w:val="0008216F"/>
    <w:rsid w:val="0008221A"/>
    <w:rsid w:val="0008229F"/>
    <w:rsid w:val="000822E6"/>
    <w:rsid w:val="000822E8"/>
    <w:rsid w:val="00082390"/>
    <w:rsid w:val="00082477"/>
    <w:rsid w:val="0008251E"/>
    <w:rsid w:val="0008265B"/>
    <w:rsid w:val="00082766"/>
    <w:rsid w:val="000827C6"/>
    <w:rsid w:val="0008282E"/>
    <w:rsid w:val="00082BB0"/>
    <w:rsid w:val="00082C56"/>
    <w:rsid w:val="00082C68"/>
    <w:rsid w:val="00082CF9"/>
    <w:rsid w:val="00082D0F"/>
    <w:rsid w:val="00082D25"/>
    <w:rsid w:val="00082E0F"/>
    <w:rsid w:val="00082F0B"/>
    <w:rsid w:val="00082F66"/>
    <w:rsid w:val="00082FE5"/>
    <w:rsid w:val="0008305A"/>
    <w:rsid w:val="000830D2"/>
    <w:rsid w:val="00083287"/>
    <w:rsid w:val="000832EB"/>
    <w:rsid w:val="000833DD"/>
    <w:rsid w:val="00083549"/>
    <w:rsid w:val="00083748"/>
    <w:rsid w:val="000837DB"/>
    <w:rsid w:val="00083AB5"/>
    <w:rsid w:val="00083B54"/>
    <w:rsid w:val="00083C70"/>
    <w:rsid w:val="00083CD5"/>
    <w:rsid w:val="00083D2C"/>
    <w:rsid w:val="00083E96"/>
    <w:rsid w:val="00083EEB"/>
    <w:rsid w:val="00084107"/>
    <w:rsid w:val="00084171"/>
    <w:rsid w:val="0008427E"/>
    <w:rsid w:val="000844BC"/>
    <w:rsid w:val="00084699"/>
    <w:rsid w:val="000848BD"/>
    <w:rsid w:val="00084944"/>
    <w:rsid w:val="00084995"/>
    <w:rsid w:val="00084B0C"/>
    <w:rsid w:val="00084BFF"/>
    <w:rsid w:val="00084C66"/>
    <w:rsid w:val="00084CD0"/>
    <w:rsid w:val="00084E87"/>
    <w:rsid w:val="00084E97"/>
    <w:rsid w:val="00084E9A"/>
    <w:rsid w:val="00084EBF"/>
    <w:rsid w:val="00084FA6"/>
    <w:rsid w:val="00085030"/>
    <w:rsid w:val="00085100"/>
    <w:rsid w:val="0008514A"/>
    <w:rsid w:val="00085165"/>
    <w:rsid w:val="00085184"/>
    <w:rsid w:val="00085606"/>
    <w:rsid w:val="00085763"/>
    <w:rsid w:val="00085794"/>
    <w:rsid w:val="0008581B"/>
    <w:rsid w:val="000859EE"/>
    <w:rsid w:val="00085B27"/>
    <w:rsid w:val="00085E93"/>
    <w:rsid w:val="00085F09"/>
    <w:rsid w:val="000860B2"/>
    <w:rsid w:val="00086180"/>
    <w:rsid w:val="0008626A"/>
    <w:rsid w:val="00086415"/>
    <w:rsid w:val="000864A0"/>
    <w:rsid w:val="000864E0"/>
    <w:rsid w:val="0008656B"/>
    <w:rsid w:val="00086757"/>
    <w:rsid w:val="00086AD5"/>
    <w:rsid w:val="00086CFD"/>
    <w:rsid w:val="00086D21"/>
    <w:rsid w:val="00086DC6"/>
    <w:rsid w:val="00086E18"/>
    <w:rsid w:val="00086E1D"/>
    <w:rsid w:val="00086FBB"/>
    <w:rsid w:val="0008725F"/>
    <w:rsid w:val="000875FA"/>
    <w:rsid w:val="00087611"/>
    <w:rsid w:val="00087811"/>
    <w:rsid w:val="00087881"/>
    <w:rsid w:val="000878E7"/>
    <w:rsid w:val="00087BCC"/>
    <w:rsid w:val="00087EC6"/>
    <w:rsid w:val="00087F0A"/>
    <w:rsid w:val="00087F1C"/>
    <w:rsid w:val="00090117"/>
    <w:rsid w:val="00090267"/>
    <w:rsid w:val="000904B8"/>
    <w:rsid w:val="00090537"/>
    <w:rsid w:val="00090598"/>
    <w:rsid w:val="000905BA"/>
    <w:rsid w:val="00090844"/>
    <w:rsid w:val="00090853"/>
    <w:rsid w:val="00090A2B"/>
    <w:rsid w:val="00090B32"/>
    <w:rsid w:val="00090BB3"/>
    <w:rsid w:val="00090C15"/>
    <w:rsid w:val="00090D8D"/>
    <w:rsid w:val="00090E48"/>
    <w:rsid w:val="00090E94"/>
    <w:rsid w:val="00090EB2"/>
    <w:rsid w:val="00090F7A"/>
    <w:rsid w:val="00091139"/>
    <w:rsid w:val="000911C4"/>
    <w:rsid w:val="00091207"/>
    <w:rsid w:val="000912DE"/>
    <w:rsid w:val="0009135C"/>
    <w:rsid w:val="00091409"/>
    <w:rsid w:val="00091423"/>
    <w:rsid w:val="000914CD"/>
    <w:rsid w:val="00091633"/>
    <w:rsid w:val="00091713"/>
    <w:rsid w:val="00091B52"/>
    <w:rsid w:val="00091D83"/>
    <w:rsid w:val="00091E5C"/>
    <w:rsid w:val="00092140"/>
    <w:rsid w:val="000921A4"/>
    <w:rsid w:val="000921CA"/>
    <w:rsid w:val="000922F3"/>
    <w:rsid w:val="000923DF"/>
    <w:rsid w:val="00092423"/>
    <w:rsid w:val="000926D8"/>
    <w:rsid w:val="00093229"/>
    <w:rsid w:val="0009359A"/>
    <w:rsid w:val="00093854"/>
    <w:rsid w:val="000938AD"/>
    <w:rsid w:val="000939FE"/>
    <w:rsid w:val="00093AA8"/>
    <w:rsid w:val="00093AC7"/>
    <w:rsid w:val="00093AD4"/>
    <w:rsid w:val="00093B5A"/>
    <w:rsid w:val="00093B62"/>
    <w:rsid w:val="00093CC8"/>
    <w:rsid w:val="00093F76"/>
    <w:rsid w:val="000941CF"/>
    <w:rsid w:val="000943EA"/>
    <w:rsid w:val="00094562"/>
    <w:rsid w:val="0009462A"/>
    <w:rsid w:val="00094711"/>
    <w:rsid w:val="0009495D"/>
    <w:rsid w:val="00094BC1"/>
    <w:rsid w:val="00094CDB"/>
    <w:rsid w:val="00094D22"/>
    <w:rsid w:val="00094D8E"/>
    <w:rsid w:val="00094FC0"/>
    <w:rsid w:val="000951B0"/>
    <w:rsid w:val="00095341"/>
    <w:rsid w:val="00095368"/>
    <w:rsid w:val="0009540C"/>
    <w:rsid w:val="00095475"/>
    <w:rsid w:val="000955D3"/>
    <w:rsid w:val="0009573D"/>
    <w:rsid w:val="00095995"/>
    <w:rsid w:val="00095B54"/>
    <w:rsid w:val="00095C1B"/>
    <w:rsid w:val="00095CA5"/>
    <w:rsid w:val="00095E16"/>
    <w:rsid w:val="000963A8"/>
    <w:rsid w:val="000964CB"/>
    <w:rsid w:val="000964CD"/>
    <w:rsid w:val="00096558"/>
    <w:rsid w:val="0009672C"/>
    <w:rsid w:val="00096741"/>
    <w:rsid w:val="000968D3"/>
    <w:rsid w:val="00096983"/>
    <w:rsid w:val="00096B90"/>
    <w:rsid w:val="00096BB3"/>
    <w:rsid w:val="00096C28"/>
    <w:rsid w:val="00096DDD"/>
    <w:rsid w:val="00096E0F"/>
    <w:rsid w:val="000970A9"/>
    <w:rsid w:val="00097173"/>
    <w:rsid w:val="0009718E"/>
    <w:rsid w:val="000971A3"/>
    <w:rsid w:val="00097340"/>
    <w:rsid w:val="00097430"/>
    <w:rsid w:val="000974C8"/>
    <w:rsid w:val="0009778B"/>
    <w:rsid w:val="000977A6"/>
    <w:rsid w:val="00097823"/>
    <w:rsid w:val="000978AF"/>
    <w:rsid w:val="00097B1E"/>
    <w:rsid w:val="00097B39"/>
    <w:rsid w:val="00097B5E"/>
    <w:rsid w:val="00097C43"/>
    <w:rsid w:val="00097D59"/>
    <w:rsid w:val="00097DC1"/>
    <w:rsid w:val="00097F17"/>
    <w:rsid w:val="00097FC4"/>
    <w:rsid w:val="000A00BA"/>
    <w:rsid w:val="000A01F3"/>
    <w:rsid w:val="000A026D"/>
    <w:rsid w:val="000A0323"/>
    <w:rsid w:val="000A0484"/>
    <w:rsid w:val="000A04DB"/>
    <w:rsid w:val="000A0625"/>
    <w:rsid w:val="000A063F"/>
    <w:rsid w:val="000A0838"/>
    <w:rsid w:val="000A08FC"/>
    <w:rsid w:val="000A0B24"/>
    <w:rsid w:val="000A0B5E"/>
    <w:rsid w:val="000A0BBA"/>
    <w:rsid w:val="000A0C71"/>
    <w:rsid w:val="000A0EFB"/>
    <w:rsid w:val="000A1147"/>
    <w:rsid w:val="000A12CC"/>
    <w:rsid w:val="000A1348"/>
    <w:rsid w:val="000A13CF"/>
    <w:rsid w:val="000A1475"/>
    <w:rsid w:val="000A167C"/>
    <w:rsid w:val="000A17B9"/>
    <w:rsid w:val="000A1845"/>
    <w:rsid w:val="000A1973"/>
    <w:rsid w:val="000A1AD5"/>
    <w:rsid w:val="000A1B39"/>
    <w:rsid w:val="000A1C67"/>
    <w:rsid w:val="000A1FD7"/>
    <w:rsid w:val="000A2043"/>
    <w:rsid w:val="000A2046"/>
    <w:rsid w:val="000A209D"/>
    <w:rsid w:val="000A20A7"/>
    <w:rsid w:val="000A2461"/>
    <w:rsid w:val="000A257B"/>
    <w:rsid w:val="000A2799"/>
    <w:rsid w:val="000A28D3"/>
    <w:rsid w:val="000A29BB"/>
    <w:rsid w:val="000A29D5"/>
    <w:rsid w:val="000A2AE0"/>
    <w:rsid w:val="000A2C7F"/>
    <w:rsid w:val="000A2D5F"/>
    <w:rsid w:val="000A2E36"/>
    <w:rsid w:val="000A2E4E"/>
    <w:rsid w:val="000A2FA2"/>
    <w:rsid w:val="000A2FFD"/>
    <w:rsid w:val="000A312A"/>
    <w:rsid w:val="000A3180"/>
    <w:rsid w:val="000A32A8"/>
    <w:rsid w:val="000A331C"/>
    <w:rsid w:val="000A33A2"/>
    <w:rsid w:val="000A33F4"/>
    <w:rsid w:val="000A3480"/>
    <w:rsid w:val="000A34CA"/>
    <w:rsid w:val="000A355A"/>
    <w:rsid w:val="000A3577"/>
    <w:rsid w:val="000A3638"/>
    <w:rsid w:val="000A36CC"/>
    <w:rsid w:val="000A376E"/>
    <w:rsid w:val="000A3A71"/>
    <w:rsid w:val="000A3CB9"/>
    <w:rsid w:val="000A3CDC"/>
    <w:rsid w:val="000A3E3E"/>
    <w:rsid w:val="000A413C"/>
    <w:rsid w:val="000A4163"/>
    <w:rsid w:val="000A4392"/>
    <w:rsid w:val="000A4397"/>
    <w:rsid w:val="000A4477"/>
    <w:rsid w:val="000A466A"/>
    <w:rsid w:val="000A471F"/>
    <w:rsid w:val="000A476E"/>
    <w:rsid w:val="000A479E"/>
    <w:rsid w:val="000A485C"/>
    <w:rsid w:val="000A49A5"/>
    <w:rsid w:val="000A49BE"/>
    <w:rsid w:val="000A4B49"/>
    <w:rsid w:val="000A4BBF"/>
    <w:rsid w:val="000A4CC5"/>
    <w:rsid w:val="000A4DB6"/>
    <w:rsid w:val="000A4E79"/>
    <w:rsid w:val="000A5175"/>
    <w:rsid w:val="000A51A4"/>
    <w:rsid w:val="000A541A"/>
    <w:rsid w:val="000A5532"/>
    <w:rsid w:val="000A56D9"/>
    <w:rsid w:val="000A5727"/>
    <w:rsid w:val="000A58A2"/>
    <w:rsid w:val="000A5A0F"/>
    <w:rsid w:val="000A5AC3"/>
    <w:rsid w:val="000A5B57"/>
    <w:rsid w:val="000A5C9E"/>
    <w:rsid w:val="000A5CC2"/>
    <w:rsid w:val="000A5E8F"/>
    <w:rsid w:val="000A5F54"/>
    <w:rsid w:val="000A63B6"/>
    <w:rsid w:val="000A63F7"/>
    <w:rsid w:val="000A642A"/>
    <w:rsid w:val="000A65B7"/>
    <w:rsid w:val="000A65F5"/>
    <w:rsid w:val="000A6741"/>
    <w:rsid w:val="000A68EC"/>
    <w:rsid w:val="000A6916"/>
    <w:rsid w:val="000A696B"/>
    <w:rsid w:val="000A69CB"/>
    <w:rsid w:val="000A6A35"/>
    <w:rsid w:val="000A6F60"/>
    <w:rsid w:val="000A6FC0"/>
    <w:rsid w:val="000A7239"/>
    <w:rsid w:val="000A7487"/>
    <w:rsid w:val="000A7489"/>
    <w:rsid w:val="000A7496"/>
    <w:rsid w:val="000A75FB"/>
    <w:rsid w:val="000A767F"/>
    <w:rsid w:val="000A77BF"/>
    <w:rsid w:val="000A77E9"/>
    <w:rsid w:val="000A79A4"/>
    <w:rsid w:val="000A7D65"/>
    <w:rsid w:val="000A7E51"/>
    <w:rsid w:val="000B033F"/>
    <w:rsid w:val="000B0346"/>
    <w:rsid w:val="000B0532"/>
    <w:rsid w:val="000B0583"/>
    <w:rsid w:val="000B0585"/>
    <w:rsid w:val="000B05DE"/>
    <w:rsid w:val="000B0661"/>
    <w:rsid w:val="000B088C"/>
    <w:rsid w:val="000B09C5"/>
    <w:rsid w:val="000B0B9E"/>
    <w:rsid w:val="000B0C1E"/>
    <w:rsid w:val="000B0E9C"/>
    <w:rsid w:val="000B0ED4"/>
    <w:rsid w:val="000B0FD9"/>
    <w:rsid w:val="000B107B"/>
    <w:rsid w:val="000B10EA"/>
    <w:rsid w:val="000B1236"/>
    <w:rsid w:val="000B13E1"/>
    <w:rsid w:val="000B1501"/>
    <w:rsid w:val="000B157D"/>
    <w:rsid w:val="000B19FE"/>
    <w:rsid w:val="000B1A19"/>
    <w:rsid w:val="000B1A2E"/>
    <w:rsid w:val="000B1A4A"/>
    <w:rsid w:val="000B1ACA"/>
    <w:rsid w:val="000B1CB2"/>
    <w:rsid w:val="000B1D7F"/>
    <w:rsid w:val="000B1DE1"/>
    <w:rsid w:val="000B1DFB"/>
    <w:rsid w:val="000B1E77"/>
    <w:rsid w:val="000B1E8F"/>
    <w:rsid w:val="000B1EB9"/>
    <w:rsid w:val="000B2028"/>
    <w:rsid w:val="000B236C"/>
    <w:rsid w:val="000B23E5"/>
    <w:rsid w:val="000B25A8"/>
    <w:rsid w:val="000B2632"/>
    <w:rsid w:val="000B2683"/>
    <w:rsid w:val="000B26EC"/>
    <w:rsid w:val="000B285D"/>
    <w:rsid w:val="000B2908"/>
    <w:rsid w:val="000B2978"/>
    <w:rsid w:val="000B2B9A"/>
    <w:rsid w:val="000B2C06"/>
    <w:rsid w:val="000B2CAF"/>
    <w:rsid w:val="000B2D9C"/>
    <w:rsid w:val="000B2DC2"/>
    <w:rsid w:val="000B3200"/>
    <w:rsid w:val="000B3298"/>
    <w:rsid w:val="000B32ED"/>
    <w:rsid w:val="000B3335"/>
    <w:rsid w:val="000B3379"/>
    <w:rsid w:val="000B3385"/>
    <w:rsid w:val="000B33BF"/>
    <w:rsid w:val="000B3432"/>
    <w:rsid w:val="000B353B"/>
    <w:rsid w:val="000B3655"/>
    <w:rsid w:val="000B3696"/>
    <w:rsid w:val="000B385B"/>
    <w:rsid w:val="000B38BA"/>
    <w:rsid w:val="000B38EE"/>
    <w:rsid w:val="000B3A9A"/>
    <w:rsid w:val="000B3B13"/>
    <w:rsid w:val="000B3B35"/>
    <w:rsid w:val="000B3B3D"/>
    <w:rsid w:val="000B3B7C"/>
    <w:rsid w:val="000B3BC1"/>
    <w:rsid w:val="000B3C20"/>
    <w:rsid w:val="000B3D6C"/>
    <w:rsid w:val="000B3D81"/>
    <w:rsid w:val="000B3E46"/>
    <w:rsid w:val="000B41B7"/>
    <w:rsid w:val="000B4307"/>
    <w:rsid w:val="000B4347"/>
    <w:rsid w:val="000B43BB"/>
    <w:rsid w:val="000B441A"/>
    <w:rsid w:val="000B4638"/>
    <w:rsid w:val="000B466D"/>
    <w:rsid w:val="000B47C8"/>
    <w:rsid w:val="000B48FD"/>
    <w:rsid w:val="000B4AF0"/>
    <w:rsid w:val="000B4CD5"/>
    <w:rsid w:val="000B4D0B"/>
    <w:rsid w:val="000B4D90"/>
    <w:rsid w:val="000B4DD7"/>
    <w:rsid w:val="000B4E87"/>
    <w:rsid w:val="000B5036"/>
    <w:rsid w:val="000B503D"/>
    <w:rsid w:val="000B5349"/>
    <w:rsid w:val="000B534F"/>
    <w:rsid w:val="000B5515"/>
    <w:rsid w:val="000B55D3"/>
    <w:rsid w:val="000B5612"/>
    <w:rsid w:val="000B5671"/>
    <w:rsid w:val="000B56D3"/>
    <w:rsid w:val="000B5724"/>
    <w:rsid w:val="000B57D4"/>
    <w:rsid w:val="000B5A7A"/>
    <w:rsid w:val="000B5B18"/>
    <w:rsid w:val="000B5B21"/>
    <w:rsid w:val="000B5B4F"/>
    <w:rsid w:val="000B5BB1"/>
    <w:rsid w:val="000B5DA6"/>
    <w:rsid w:val="000B5E26"/>
    <w:rsid w:val="000B5F57"/>
    <w:rsid w:val="000B5FB5"/>
    <w:rsid w:val="000B6592"/>
    <w:rsid w:val="000B6769"/>
    <w:rsid w:val="000B6A56"/>
    <w:rsid w:val="000B6A89"/>
    <w:rsid w:val="000B6CC1"/>
    <w:rsid w:val="000B6CCF"/>
    <w:rsid w:val="000B6DAA"/>
    <w:rsid w:val="000B6F6B"/>
    <w:rsid w:val="000B7026"/>
    <w:rsid w:val="000B70D4"/>
    <w:rsid w:val="000B7178"/>
    <w:rsid w:val="000B717E"/>
    <w:rsid w:val="000B7197"/>
    <w:rsid w:val="000B724A"/>
    <w:rsid w:val="000B728C"/>
    <w:rsid w:val="000B72B8"/>
    <w:rsid w:val="000B740C"/>
    <w:rsid w:val="000B7497"/>
    <w:rsid w:val="000B74EA"/>
    <w:rsid w:val="000B7743"/>
    <w:rsid w:val="000B7833"/>
    <w:rsid w:val="000B7879"/>
    <w:rsid w:val="000B791A"/>
    <w:rsid w:val="000B7925"/>
    <w:rsid w:val="000B7AA6"/>
    <w:rsid w:val="000B7C25"/>
    <w:rsid w:val="000B7D77"/>
    <w:rsid w:val="000B7E28"/>
    <w:rsid w:val="000C0024"/>
    <w:rsid w:val="000C0102"/>
    <w:rsid w:val="000C015F"/>
    <w:rsid w:val="000C0166"/>
    <w:rsid w:val="000C0184"/>
    <w:rsid w:val="000C0252"/>
    <w:rsid w:val="000C0360"/>
    <w:rsid w:val="000C03E6"/>
    <w:rsid w:val="000C04D2"/>
    <w:rsid w:val="000C06FA"/>
    <w:rsid w:val="000C0736"/>
    <w:rsid w:val="000C074A"/>
    <w:rsid w:val="000C08D0"/>
    <w:rsid w:val="000C0BD8"/>
    <w:rsid w:val="000C0CE2"/>
    <w:rsid w:val="000C0DE8"/>
    <w:rsid w:val="000C0E96"/>
    <w:rsid w:val="000C0F81"/>
    <w:rsid w:val="000C11C7"/>
    <w:rsid w:val="000C1256"/>
    <w:rsid w:val="000C158F"/>
    <w:rsid w:val="000C16B9"/>
    <w:rsid w:val="000C16E1"/>
    <w:rsid w:val="000C171D"/>
    <w:rsid w:val="000C1853"/>
    <w:rsid w:val="000C1AC8"/>
    <w:rsid w:val="000C1AF2"/>
    <w:rsid w:val="000C1BAD"/>
    <w:rsid w:val="000C1BC2"/>
    <w:rsid w:val="000C1CA4"/>
    <w:rsid w:val="000C1FFD"/>
    <w:rsid w:val="000C20BC"/>
    <w:rsid w:val="000C20CF"/>
    <w:rsid w:val="000C2113"/>
    <w:rsid w:val="000C2276"/>
    <w:rsid w:val="000C2281"/>
    <w:rsid w:val="000C2282"/>
    <w:rsid w:val="000C2327"/>
    <w:rsid w:val="000C23DF"/>
    <w:rsid w:val="000C23FD"/>
    <w:rsid w:val="000C24AA"/>
    <w:rsid w:val="000C26B1"/>
    <w:rsid w:val="000C2703"/>
    <w:rsid w:val="000C2706"/>
    <w:rsid w:val="000C2723"/>
    <w:rsid w:val="000C2758"/>
    <w:rsid w:val="000C2846"/>
    <w:rsid w:val="000C286C"/>
    <w:rsid w:val="000C2890"/>
    <w:rsid w:val="000C2932"/>
    <w:rsid w:val="000C294D"/>
    <w:rsid w:val="000C2AD2"/>
    <w:rsid w:val="000C2D75"/>
    <w:rsid w:val="000C2D78"/>
    <w:rsid w:val="000C2D8F"/>
    <w:rsid w:val="000C2F95"/>
    <w:rsid w:val="000C2FDA"/>
    <w:rsid w:val="000C30F3"/>
    <w:rsid w:val="000C317B"/>
    <w:rsid w:val="000C3267"/>
    <w:rsid w:val="000C3283"/>
    <w:rsid w:val="000C37CD"/>
    <w:rsid w:val="000C390D"/>
    <w:rsid w:val="000C3962"/>
    <w:rsid w:val="000C3A04"/>
    <w:rsid w:val="000C3AC5"/>
    <w:rsid w:val="000C3B17"/>
    <w:rsid w:val="000C3BA8"/>
    <w:rsid w:val="000C3CC5"/>
    <w:rsid w:val="000C3CF9"/>
    <w:rsid w:val="000C3D0A"/>
    <w:rsid w:val="000C3D97"/>
    <w:rsid w:val="000C3E4C"/>
    <w:rsid w:val="000C4168"/>
    <w:rsid w:val="000C4282"/>
    <w:rsid w:val="000C428B"/>
    <w:rsid w:val="000C44E3"/>
    <w:rsid w:val="000C4534"/>
    <w:rsid w:val="000C4548"/>
    <w:rsid w:val="000C4670"/>
    <w:rsid w:val="000C489D"/>
    <w:rsid w:val="000C4A44"/>
    <w:rsid w:val="000C4AA9"/>
    <w:rsid w:val="000C4AF0"/>
    <w:rsid w:val="000C4C4E"/>
    <w:rsid w:val="000C4C9E"/>
    <w:rsid w:val="000C4E81"/>
    <w:rsid w:val="000C5181"/>
    <w:rsid w:val="000C5263"/>
    <w:rsid w:val="000C5336"/>
    <w:rsid w:val="000C5337"/>
    <w:rsid w:val="000C534A"/>
    <w:rsid w:val="000C55F3"/>
    <w:rsid w:val="000C560D"/>
    <w:rsid w:val="000C56D7"/>
    <w:rsid w:val="000C58AC"/>
    <w:rsid w:val="000C5942"/>
    <w:rsid w:val="000C59FD"/>
    <w:rsid w:val="000C5A74"/>
    <w:rsid w:val="000C5BB5"/>
    <w:rsid w:val="000C5BBA"/>
    <w:rsid w:val="000C5CA0"/>
    <w:rsid w:val="000C5DBE"/>
    <w:rsid w:val="000C618E"/>
    <w:rsid w:val="000C6472"/>
    <w:rsid w:val="000C66A1"/>
    <w:rsid w:val="000C671B"/>
    <w:rsid w:val="000C6873"/>
    <w:rsid w:val="000C6906"/>
    <w:rsid w:val="000C6932"/>
    <w:rsid w:val="000C6999"/>
    <w:rsid w:val="000C69E6"/>
    <w:rsid w:val="000C6B54"/>
    <w:rsid w:val="000C6B9B"/>
    <w:rsid w:val="000C6D05"/>
    <w:rsid w:val="000C6E50"/>
    <w:rsid w:val="000C6F39"/>
    <w:rsid w:val="000C7382"/>
    <w:rsid w:val="000C73E9"/>
    <w:rsid w:val="000C74E6"/>
    <w:rsid w:val="000C75B6"/>
    <w:rsid w:val="000C75F2"/>
    <w:rsid w:val="000C7675"/>
    <w:rsid w:val="000C76CC"/>
    <w:rsid w:val="000C77EF"/>
    <w:rsid w:val="000C7A2E"/>
    <w:rsid w:val="000C7C1B"/>
    <w:rsid w:val="000C7E1B"/>
    <w:rsid w:val="000C7FB7"/>
    <w:rsid w:val="000C7FE7"/>
    <w:rsid w:val="000D00FD"/>
    <w:rsid w:val="000D0109"/>
    <w:rsid w:val="000D037C"/>
    <w:rsid w:val="000D03BC"/>
    <w:rsid w:val="000D05C1"/>
    <w:rsid w:val="000D05C8"/>
    <w:rsid w:val="000D0654"/>
    <w:rsid w:val="000D0736"/>
    <w:rsid w:val="000D07E3"/>
    <w:rsid w:val="000D0924"/>
    <w:rsid w:val="000D0961"/>
    <w:rsid w:val="000D0968"/>
    <w:rsid w:val="000D0A26"/>
    <w:rsid w:val="000D0C11"/>
    <w:rsid w:val="000D1041"/>
    <w:rsid w:val="000D106F"/>
    <w:rsid w:val="000D12B8"/>
    <w:rsid w:val="000D12FA"/>
    <w:rsid w:val="000D13B3"/>
    <w:rsid w:val="000D14C0"/>
    <w:rsid w:val="000D1645"/>
    <w:rsid w:val="000D1A81"/>
    <w:rsid w:val="000D1B96"/>
    <w:rsid w:val="000D1C58"/>
    <w:rsid w:val="000D1D79"/>
    <w:rsid w:val="000D1F16"/>
    <w:rsid w:val="000D1F23"/>
    <w:rsid w:val="000D2213"/>
    <w:rsid w:val="000D2267"/>
    <w:rsid w:val="000D251A"/>
    <w:rsid w:val="000D2662"/>
    <w:rsid w:val="000D26CD"/>
    <w:rsid w:val="000D2934"/>
    <w:rsid w:val="000D2AF8"/>
    <w:rsid w:val="000D2F13"/>
    <w:rsid w:val="000D2F30"/>
    <w:rsid w:val="000D3079"/>
    <w:rsid w:val="000D3083"/>
    <w:rsid w:val="000D30FE"/>
    <w:rsid w:val="000D3137"/>
    <w:rsid w:val="000D31A0"/>
    <w:rsid w:val="000D321D"/>
    <w:rsid w:val="000D32B4"/>
    <w:rsid w:val="000D32F7"/>
    <w:rsid w:val="000D332C"/>
    <w:rsid w:val="000D33D0"/>
    <w:rsid w:val="000D3466"/>
    <w:rsid w:val="000D34C7"/>
    <w:rsid w:val="000D34EF"/>
    <w:rsid w:val="000D3671"/>
    <w:rsid w:val="000D3672"/>
    <w:rsid w:val="000D371C"/>
    <w:rsid w:val="000D3775"/>
    <w:rsid w:val="000D39BD"/>
    <w:rsid w:val="000D39D6"/>
    <w:rsid w:val="000D3A12"/>
    <w:rsid w:val="000D3B89"/>
    <w:rsid w:val="000D3C4F"/>
    <w:rsid w:val="000D3EE5"/>
    <w:rsid w:val="000D3FEE"/>
    <w:rsid w:val="000D412B"/>
    <w:rsid w:val="000D41B4"/>
    <w:rsid w:val="000D4327"/>
    <w:rsid w:val="000D4360"/>
    <w:rsid w:val="000D43B0"/>
    <w:rsid w:val="000D4491"/>
    <w:rsid w:val="000D4546"/>
    <w:rsid w:val="000D468F"/>
    <w:rsid w:val="000D47F2"/>
    <w:rsid w:val="000D4831"/>
    <w:rsid w:val="000D48D6"/>
    <w:rsid w:val="000D4C4D"/>
    <w:rsid w:val="000D4C97"/>
    <w:rsid w:val="000D4CD6"/>
    <w:rsid w:val="000D4D3F"/>
    <w:rsid w:val="000D4DBE"/>
    <w:rsid w:val="000D517E"/>
    <w:rsid w:val="000D5196"/>
    <w:rsid w:val="000D51C5"/>
    <w:rsid w:val="000D5211"/>
    <w:rsid w:val="000D526B"/>
    <w:rsid w:val="000D5427"/>
    <w:rsid w:val="000D5451"/>
    <w:rsid w:val="000D54B2"/>
    <w:rsid w:val="000D54C9"/>
    <w:rsid w:val="000D555B"/>
    <w:rsid w:val="000D5597"/>
    <w:rsid w:val="000D561D"/>
    <w:rsid w:val="000D5C56"/>
    <w:rsid w:val="000D5D30"/>
    <w:rsid w:val="000D5D33"/>
    <w:rsid w:val="000D5EE5"/>
    <w:rsid w:val="000D6037"/>
    <w:rsid w:val="000D6066"/>
    <w:rsid w:val="000D61F3"/>
    <w:rsid w:val="000D629E"/>
    <w:rsid w:val="000D62E7"/>
    <w:rsid w:val="000D632A"/>
    <w:rsid w:val="000D6590"/>
    <w:rsid w:val="000D664F"/>
    <w:rsid w:val="000D68D0"/>
    <w:rsid w:val="000D69A8"/>
    <w:rsid w:val="000D6B34"/>
    <w:rsid w:val="000D6B63"/>
    <w:rsid w:val="000D6B96"/>
    <w:rsid w:val="000D6D59"/>
    <w:rsid w:val="000D6E3B"/>
    <w:rsid w:val="000D6E84"/>
    <w:rsid w:val="000D6F47"/>
    <w:rsid w:val="000D6FB9"/>
    <w:rsid w:val="000D7050"/>
    <w:rsid w:val="000D7059"/>
    <w:rsid w:val="000D722E"/>
    <w:rsid w:val="000D731A"/>
    <w:rsid w:val="000D7417"/>
    <w:rsid w:val="000D7609"/>
    <w:rsid w:val="000D76B3"/>
    <w:rsid w:val="000D76D0"/>
    <w:rsid w:val="000D7788"/>
    <w:rsid w:val="000D7849"/>
    <w:rsid w:val="000D78CA"/>
    <w:rsid w:val="000D79E8"/>
    <w:rsid w:val="000D7A5B"/>
    <w:rsid w:val="000D7AD1"/>
    <w:rsid w:val="000D7AE4"/>
    <w:rsid w:val="000D7CE2"/>
    <w:rsid w:val="000D7F36"/>
    <w:rsid w:val="000D7FC3"/>
    <w:rsid w:val="000D7FDF"/>
    <w:rsid w:val="000E0074"/>
    <w:rsid w:val="000E01B1"/>
    <w:rsid w:val="000E032B"/>
    <w:rsid w:val="000E036A"/>
    <w:rsid w:val="000E0535"/>
    <w:rsid w:val="000E0711"/>
    <w:rsid w:val="000E0756"/>
    <w:rsid w:val="000E08B8"/>
    <w:rsid w:val="000E09F2"/>
    <w:rsid w:val="000E09FA"/>
    <w:rsid w:val="000E0B7D"/>
    <w:rsid w:val="000E0BEB"/>
    <w:rsid w:val="000E0C22"/>
    <w:rsid w:val="000E0E32"/>
    <w:rsid w:val="000E0E9A"/>
    <w:rsid w:val="000E1146"/>
    <w:rsid w:val="000E1307"/>
    <w:rsid w:val="000E1662"/>
    <w:rsid w:val="000E167B"/>
    <w:rsid w:val="000E1703"/>
    <w:rsid w:val="000E1722"/>
    <w:rsid w:val="000E177D"/>
    <w:rsid w:val="000E1819"/>
    <w:rsid w:val="000E18D7"/>
    <w:rsid w:val="000E18D8"/>
    <w:rsid w:val="000E191F"/>
    <w:rsid w:val="000E1B90"/>
    <w:rsid w:val="000E1BA8"/>
    <w:rsid w:val="000E1CAB"/>
    <w:rsid w:val="000E1D09"/>
    <w:rsid w:val="000E1FAE"/>
    <w:rsid w:val="000E2003"/>
    <w:rsid w:val="000E2014"/>
    <w:rsid w:val="000E2086"/>
    <w:rsid w:val="000E2090"/>
    <w:rsid w:val="000E26E1"/>
    <w:rsid w:val="000E2849"/>
    <w:rsid w:val="000E2948"/>
    <w:rsid w:val="000E2A8D"/>
    <w:rsid w:val="000E2E03"/>
    <w:rsid w:val="000E306A"/>
    <w:rsid w:val="000E3087"/>
    <w:rsid w:val="000E32AD"/>
    <w:rsid w:val="000E35D9"/>
    <w:rsid w:val="000E35DC"/>
    <w:rsid w:val="000E35FF"/>
    <w:rsid w:val="000E3607"/>
    <w:rsid w:val="000E369E"/>
    <w:rsid w:val="000E36B0"/>
    <w:rsid w:val="000E36DB"/>
    <w:rsid w:val="000E37EE"/>
    <w:rsid w:val="000E382A"/>
    <w:rsid w:val="000E3836"/>
    <w:rsid w:val="000E3837"/>
    <w:rsid w:val="000E3847"/>
    <w:rsid w:val="000E3927"/>
    <w:rsid w:val="000E3B88"/>
    <w:rsid w:val="000E401D"/>
    <w:rsid w:val="000E4056"/>
    <w:rsid w:val="000E4058"/>
    <w:rsid w:val="000E4488"/>
    <w:rsid w:val="000E4525"/>
    <w:rsid w:val="000E4568"/>
    <w:rsid w:val="000E467C"/>
    <w:rsid w:val="000E4711"/>
    <w:rsid w:val="000E47E9"/>
    <w:rsid w:val="000E47F6"/>
    <w:rsid w:val="000E48CC"/>
    <w:rsid w:val="000E4950"/>
    <w:rsid w:val="000E4977"/>
    <w:rsid w:val="000E4E83"/>
    <w:rsid w:val="000E5022"/>
    <w:rsid w:val="000E50DA"/>
    <w:rsid w:val="000E523F"/>
    <w:rsid w:val="000E52FA"/>
    <w:rsid w:val="000E54DE"/>
    <w:rsid w:val="000E5556"/>
    <w:rsid w:val="000E5664"/>
    <w:rsid w:val="000E576E"/>
    <w:rsid w:val="000E5997"/>
    <w:rsid w:val="000E5D27"/>
    <w:rsid w:val="000E5D4A"/>
    <w:rsid w:val="000E5E40"/>
    <w:rsid w:val="000E5E7D"/>
    <w:rsid w:val="000E5EC9"/>
    <w:rsid w:val="000E5F57"/>
    <w:rsid w:val="000E5FBA"/>
    <w:rsid w:val="000E5FFD"/>
    <w:rsid w:val="000E6017"/>
    <w:rsid w:val="000E609B"/>
    <w:rsid w:val="000E6202"/>
    <w:rsid w:val="000E62A4"/>
    <w:rsid w:val="000E63B5"/>
    <w:rsid w:val="000E641C"/>
    <w:rsid w:val="000E6533"/>
    <w:rsid w:val="000E6608"/>
    <w:rsid w:val="000E66BA"/>
    <w:rsid w:val="000E66C8"/>
    <w:rsid w:val="000E66D4"/>
    <w:rsid w:val="000E6737"/>
    <w:rsid w:val="000E679B"/>
    <w:rsid w:val="000E6A47"/>
    <w:rsid w:val="000E6CA8"/>
    <w:rsid w:val="000E6D9F"/>
    <w:rsid w:val="000E6DA7"/>
    <w:rsid w:val="000E6F7A"/>
    <w:rsid w:val="000E7121"/>
    <w:rsid w:val="000E71FD"/>
    <w:rsid w:val="000E72F2"/>
    <w:rsid w:val="000E74C9"/>
    <w:rsid w:val="000E7628"/>
    <w:rsid w:val="000E7922"/>
    <w:rsid w:val="000E793A"/>
    <w:rsid w:val="000E7D14"/>
    <w:rsid w:val="000E7F16"/>
    <w:rsid w:val="000E7F3B"/>
    <w:rsid w:val="000E7F54"/>
    <w:rsid w:val="000F00C6"/>
    <w:rsid w:val="000F01E6"/>
    <w:rsid w:val="000F0341"/>
    <w:rsid w:val="000F03FD"/>
    <w:rsid w:val="000F04F9"/>
    <w:rsid w:val="000F05C0"/>
    <w:rsid w:val="000F079D"/>
    <w:rsid w:val="000F08E6"/>
    <w:rsid w:val="000F0A41"/>
    <w:rsid w:val="000F0BF0"/>
    <w:rsid w:val="000F0C9F"/>
    <w:rsid w:val="000F0F73"/>
    <w:rsid w:val="000F0F7A"/>
    <w:rsid w:val="000F0FD0"/>
    <w:rsid w:val="000F1064"/>
    <w:rsid w:val="000F1190"/>
    <w:rsid w:val="000F123D"/>
    <w:rsid w:val="000F1330"/>
    <w:rsid w:val="000F13CC"/>
    <w:rsid w:val="000F14AB"/>
    <w:rsid w:val="000F157E"/>
    <w:rsid w:val="000F1727"/>
    <w:rsid w:val="000F173B"/>
    <w:rsid w:val="000F1777"/>
    <w:rsid w:val="000F1836"/>
    <w:rsid w:val="000F18F0"/>
    <w:rsid w:val="000F1901"/>
    <w:rsid w:val="000F1D0B"/>
    <w:rsid w:val="000F1DB6"/>
    <w:rsid w:val="000F1E21"/>
    <w:rsid w:val="000F20DA"/>
    <w:rsid w:val="000F20FF"/>
    <w:rsid w:val="000F2234"/>
    <w:rsid w:val="000F23AB"/>
    <w:rsid w:val="000F23EA"/>
    <w:rsid w:val="000F256F"/>
    <w:rsid w:val="000F258D"/>
    <w:rsid w:val="000F278B"/>
    <w:rsid w:val="000F2878"/>
    <w:rsid w:val="000F28C9"/>
    <w:rsid w:val="000F28D7"/>
    <w:rsid w:val="000F28EB"/>
    <w:rsid w:val="000F29D9"/>
    <w:rsid w:val="000F2AD2"/>
    <w:rsid w:val="000F2BD7"/>
    <w:rsid w:val="000F2BE0"/>
    <w:rsid w:val="000F2C80"/>
    <w:rsid w:val="000F2CF6"/>
    <w:rsid w:val="000F2D0C"/>
    <w:rsid w:val="000F2DFC"/>
    <w:rsid w:val="000F2E47"/>
    <w:rsid w:val="000F2E76"/>
    <w:rsid w:val="000F302B"/>
    <w:rsid w:val="000F3112"/>
    <w:rsid w:val="000F311C"/>
    <w:rsid w:val="000F34A1"/>
    <w:rsid w:val="000F350E"/>
    <w:rsid w:val="000F3593"/>
    <w:rsid w:val="000F35D3"/>
    <w:rsid w:val="000F3667"/>
    <w:rsid w:val="000F377C"/>
    <w:rsid w:val="000F3B93"/>
    <w:rsid w:val="000F3C34"/>
    <w:rsid w:val="000F3C5C"/>
    <w:rsid w:val="000F3D2A"/>
    <w:rsid w:val="000F3EE6"/>
    <w:rsid w:val="000F3FEF"/>
    <w:rsid w:val="000F429A"/>
    <w:rsid w:val="000F4469"/>
    <w:rsid w:val="000F46D2"/>
    <w:rsid w:val="000F4807"/>
    <w:rsid w:val="000F480A"/>
    <w:rsid w:val="000F49AB"/>
    <w:rsid w:val="000F49DE"/>
    <w:rsid w:val="000F4B19"/>
    <w:rsid w:val="000F4C1A"/>
    <w:rsid w:val="000F4CA2"/>
    <w:rsid w:val="000F4CC5"/>
    <w:rsid w:val="000F4D47"/>
    <w:rsid w:val="000F4DA1"/>
    <w:rsid w:val="000F4DE7"/>
    <w:rsid w:val="000F4E8C"/>
    <w:rsid w:val="000F4FEC"/>
    <w:rsid w:val="000F5068"/>
    <w:rsid w:val="000F516E"/>
    <w:rsid w:val="000F51E1"/>
    <w:rsid w:val="000F531F"/>
    <w:rsid w:val="000F549C"/>
    <w:rsid w:val="000F54A6"/>
    <w:rsid w:val="000F54FB"/>
    <w:rsid w:val="000F56E6"/>
    <w:rsid w:val="000F575D"/>
    <w:rsid w:val="000F5934"/>
    <w:rsid w:val="000F5A10"/>
    <w:rsid w:val="000F5A89"/>
    <w:rsid w:val="000F5CFC"/>
    <w:rsid w:val="000F602F"/>
    <w:rsid w:val="000F6358"/>
    <w:rsid w:val="000F6374"/>
    <w:rsid w:val="000F63A6"/>
    <w:rsid w:val="000F63E0"/>
    <w:rsid w:val="000F667B"/>
    <w:rsid w:val="000F6697"/>
    <w:rsid w:val="000F67BE"/>
    <w:rsid w:val="000F6856"/>
    <w:rsid w:val="000F68B6"/>
    <w:rsid w:val="000F6A2F"/>
    <w:rsid w:val="000F6B73"/>
    <w:rsid w:val="000F6C34"/>
    <w:rsid w:val="000F6F09"/>
    <w:rsid w:val="000F6FD9"/>
    <w:rsid w:val="000F73DC"/>
    <w:rsid w:val="000F740C"/>
    <w:rsid w:val="000F7437"/>
    <w:rsid w:val="000F74CB"/>
    <w:rsid w:val="000F7564"/>
    <w:rsid w:val="000F7654"/>
    <w:rsid w:val="000F76E2"/>
    <w:rsid w:val="000F7741"/>
    <w:rsid w:val="000F77B5"/>
    <w:rsid w:val="000F7BD3"/>
    <w:rsid w:val="000F7D35"/>
    <w:rsid w:val="000F7E74"/>
    <w:rsid w:val="000F7F90"/>
    <w:rsid w:val="00100124"/>
    <w:rsid w:val="001001A6"/>
    <w:rsid w:val="001001AC"/>
    <w:rsid w:val="00100295"/>
    <w:rsid w:val="00100305"/>
    <w:rsid w:val="00100373"/>
    <w:rsid w:val="0010055B"/>
    <w:rsid w:val="00100630"/>
    <w:rsid w:val="00100781"/>
    <w:rsid w:val="001007E2"/>
    <w:rsid w:val="00100888"/>
    <w:rsid w:val="001008E3"/>
    <w:rsid w:val="0010092A"/>
    <w:rsid w:val="00100945"/>
    <w:rsid w:val="00100A19"/>
    <w:rsid w:val="00100BF9"/>
    <w:rsid w:val="00100C21"/>
    <w:rsid w:val="00100C99"/>
    <w:rsid w:val="00100CC5"/>
    <w:rsid w:val="00100CDC"/>
    <w:rsid w:val="00100CE3"/>
    <w:rsid w:val="00100CE5"/>
    <w:rsid w:val="00100FEA"/>
    <w:rsid w:val="00101032"/>
    <w:rsid w:val="00101067"/>
    <w:rsid w:val="0010114E"/>
    <w:rsid w:val="0010165A"/>
    <w:rsid w:val="0010168F"/>
    <w:rsid w:val="001016B1"/>
    <w:rsid w:val="00101817"/>
    <w:rsid w:val="00101C87"/>
    <w:rsid w:val="00101CE4"/>
    <w:rsid w:val="00101D73"/>
    <w:rsid w:val="00102024"/>
    <w:rsid w:val="001020F6"/>
    <w:rsid w:val="001021CE"/>
    <w:rsid w:val="001021D0"/>
    <w:rsid w:val="001021E7"/>
    <w:rsid w:val="001023CD"/>
    <w:rsid w:val="001024C2"/>
    <w:rsid w:val="00102569"/>
    <w:rsid w:val="001027D7"/>
    <w:rsid w:val="001027F4"/>
    <w:rsid w:val="0010287C"/>
    <w:rsid w:val="00102898"/>
    <w:rsid w:val="001029B8"/>
    <w:rsid w:val="00102CE7"/>
    <w:rsid w:val="00102D16"/>
    <w:rsid w:val="00102D3D"/>
    <w:rsid w:val="00103164"/>
    <w:rsid w:val="00103231"/>
    <w:rsid w:val="001032C3"/>
    <w:rsid w:val="0010334D"/>
    <w:rsid w:val="00103390"/>
    <w:rsid w:val="00103399"/>
    <w:rsid w:val="00103474"/>
    <w:rsid w:val="00103502"/>
    <w:rsid w:val="001037B8"/>
    <w:rsid w:val="00103C66"/>
    <w:rsid w:val="00103CF2"/>
    <w:rsid w:val="00103D1B"/>
    <w:rsid w:val="00103FF2"/>
    <w:rsid w:val="0010401E"/>
    <w:rsid w:val="0010414A"/>
    <w:rsid w:val="001041A5"/>
    <w:rsid w:val="0010424D"/>
    <w:rsid w:val="001044F4"/>
    <w:rsid w:val="00104543"/>
    <w:rsid w:val="00104749"/>
    <w:rsid w:val="00104816"/>
    <w:rsid w:val="00104827"/>
    <w:rsid w:val="001048B2"/>
    <w:rsid w:val="0010492B"/>
    <w:rsid w:val="00104AD8"/>
    <w:rsid w:val="00104B61"/>
    <w:rsid w:val="00104CB4"/>
    <w:rsid w:val="00104D9A"/>
    <w:rsid w:val="00104E5D"/>
    <w:rsid w:val="00104EF3"/>
    <w:rsid w:val="00104F92"/>
    <w:rsid w:val="00104FEB"/>
    <w:rsid w:val="00105152"/>
    <w:rsid w:val="00105267"/>
    <w:rsid w:val="001052A1"/>
    <w:rsid w:val="001052FC"/>
    <w:rsid w:val="00105330"/>
    <w:rsid w:val="0010535F"/>
    <w:rsid w:val="00105365"/>
    <w:rsid w:val="0010547A"/>
    <w:rsid w:val="0010569C"/>
    <w:rsid w:val="00105825"/>
    <w:rsid w:val="0010587F"/>
    <w:rsid w:val="00105982"/>
    <w:rsid w:val="00105C79"/>
    <w:rsid w:val="00105D79"/>
    <w:rsid w:val="00105FB0"/>
    <w:rsid w:val="00105FF9"/>
    <w:rsid w:val="00106098"/>
    <w:rsid w:val="001060B8"/>
    <w:rsid w:val="001060E6"/>
    <w:rsid w:val="00106409"/>
    <w:rsid w:val="001064A4"/>
    <w:rsid w:val="001066BE"/>
    <w:rsid w:val="001067D8"/>
    <w:rsid w:val="0010697D"/>
    <w:rsid w:val="00106D34"/>
    <w:rsid w:val="00106E87"/>
    <w:rsid w:val="00106E8B"/>
    <w:rsid w:val="00106F57"/>
    <w:rsid w:val="0010706C"/>
    <w:rsid w:val="001071E6"/>
    <w:rsid w:val="0010725A"/>
    <w:rsid w:val="001072CD"/>
    <w:rsid w:val="0010733C"/>
    <w:rsid w:val="00107504"/>
    <w:rsid w:val="00107738"/>
    <w:rsid w:val="00107799"/>
    <w:rsid w:val="0010783C"/>
    <w:rsid w:val="00107994"/>
    <w:rsid w:val="00107AF5"/>
    <w:rsid w:val="00107C6E"/>
    <w:rsid w:val="00107CB4"/>
    <w:rsid w:val="00107E23"/>
    <w:rsid w:val="00107E35"/>
    <w:rsid w:val="00107F3B"/>
    <w:rsid w:val="00107FB1"/>
    <w:rsid w:val="00110215"/>
    <w:rsid w:val="00110447"/>
    <w:rsid w:val="001104F6"/>
    <w:rsid w:val="001105F4"/>
    <w:rsid w:val="0011063E"/>
    <w:rsid w:val="0011066F"/>
    <w:rsid w:val="0011069A"/>
    <w:rsid w:val="0011071A"/>
    <w:rsid w:val="001109C1"/>
    <w:rsid w:val="00110A00"/>
    <w:rsid w:val="00110A70"/>
    <w:rsid w:val="00110B00"/>
    <w:rsid w:val="00110B72"/>
    <w:rsid w:val="00110D20"/>
    <w:rsid w:val="00110DA7"/>
    <w:rsid w:val="00110E71"/>
    <w:rsid w:val="00111136"/>
    <w:rsid w:val="00111333"/>
    <w:rsid w:val="00111432"/>
    <w:rsid w:val="001115B3"/>
    <w:rsid w:val="001116C3"/>
    <w:rsid w:val="0011175F"/>
    <w:rsid w:val="0011178A"/>
    <w:rsid w:val="0011181C"/>
    <w:rsid w:val="001119D8"/>
    <w:rsid w:val="00111F77"/>
    <w:rsid w:val="00112075"/>
    <w:rsid w:val="00112272"/>
    <w:rsid w:val="00112350"/>
    <w:rsid w:val="0011259A"/>
    <w:rsid w:val="00112710"/>
    <w:rsid w:val="00112813"/>
    <w:rsid w:val="001128A7"/>
    <w:rsid w:val="00112918"/>
    <w:rsid w:val="00112B31"/>
    <w:rsid w:val="00112B55"/>
    <w:rsid w:val="00112B6E"/>
    <w:rsid w:val="00112D1A"/>
    <w:rsid w:val="001132A3"/>
    <w:rsid w:val="00113586"/>
    <w:rsid w:val="001135C4"/>
    <w:rsid w:val="001135FC"/>
    <w:rsid w:val="0011368B"/>
    <w:rsid w:val="001139AE"/>
    <w:rsid w:val="00113A1A"/>
    <w:rsid w:val="00113D7A"/>
    <w:rsid w:val="00113DB1"/>
    <w:rsid w:val="00113DC1"/>
    <w:rsid w:val="00114063"/>
    <w:rsid w:val="00114197"/>
    <w:rsid w:val="001144C6"/>
    <w:rsid w:val="001144D8"/>
    <w:rsid w:val="00114517"/>
    <w:rsid w:val="00114603"/>
    <w:rsid w:val="00114730"/>
    <w:rsid w:val="001148DB"/>
    <w:rsid w:val="001149A7"/>
    <w:rsid w:val="00114AAE"/>
    <w:rsid w:val="00114AC4"/>
    <w:rsid w:val="00114B41"/>
    <w:rsid w:val="00114CF2"/>
    <w:rsid w:val="00114D39"/>
    <w:rsid w:val="00114D76"/>
    <w:rsid w:val="00114DD9"/>
    <w:rsid w:val="00114F30"/>
    <w:rsid w:val="00115069"/>
    <w:rsid w:val="00115198"/>
    <w:rsid w:val="001153A7"/>
    <w:rsid w:val="00115479"/>
    <w:rsid w:val="001154E7"/>
    <w:rsid w:val="00115533"/>
    <w:rsid w:val="0011585D"/>
    <w:rsid w:val="00115874"/>
    <w:rsid w:val="00115940"/>
    <w:rsid w:val="00115BD2"/>
    <w:rsid w:val="00115D8E"/>
    <w:rsid w:val="00115DD8"/>
    <w:rsid w:val="00115E45"/>
    <w:rsid w:val="00115FC1"/>
    <w:rsid w:val="0011601D"/>
    <w:rsid w:val="001161A8"/>
    <w:rsid w:val="001162EE"/>
    <w:rsid w:val="001162FD"/>
    <w:rsid w:val="001163DC"/>
    <w:rsid w:val="00116459"/>
    <w:rsid w:val="001168C1"/>
    <w:rsid w:val="001168CA"/>
    <w:rsid w:val="00116B37"/>
    <w:rsid w:val="00116B63"/>
    <w:rsid w:val="00116C1D"/>
    <w:rsid w:val="00116CBC"/>
    <w:rsid w:val="00116E57"/>
    <w:rsid w:val="00116E86"/>
    <w:rsid w:val="00117158"/>
    <w:rsid w:val="00117262"/>
    <w:rsid w:val="00117279"/>
    <w:rsid w:val="00117296"/>
    <w:rsid w:val="001172B5"/>
    <w:rsid w:val="001173AB"/>
    <w:rsid w:val="00117599"/>
    <w:rsid w:val="00117983"/>
    <w:rsid w:val="001179FB"/>
    <w:rsid w:val="00117A02"/>
    <w:rsid w:val="00117B2C"/>
    <w:rsid w:val="00117B46"/>
    <w:rsid w:val="00117B4F"/>
    <w:rsid w:val="00117F17"/>
    <w:rsid w:val="00120131"/>
    <w:rsid w:val="001204C1"/>
    <w:rsid w:val="00120511"/>
    <w:rsid w:val="0012055E"/>
    <w:rsid w:val="001205BC"/>
    <w:rsid w:val="00120600"/>
    <w:rsid w:val="001209C9"/>
    <w:rsid w:val="00120A53"/>
    <w:rsid w:val="00120B99"/>
    <w:rsid w:val="00120BDC"/>
    <w:rsid w:val="00120BEB"/>
    <w:rsid w:val="00120C5E"/>
    <w:rsid w:val="00120F19"/>
    <w:rsid w:val="00120FF6"/>
    <w:rsid w:val="001211AD"/>
    <w:rsid w:val="001211B6"/>
    <w:rsid w:val="0012121F"/>
    <w:rsid w:val="0012179A"/>
    <w:rsid w:val="001217C3"/>
    <w:rsid w:val="00121884"/>
    <w:rsid w:val="001218A9"/>
    <w:rsid w:val="00121927"/>
    <w:rsid w:val="0012195C"/>
    <w:rsid w:val="001219BF"/>
    <w:rsid w:val="00121A58"/>
    <w:rsid w:val="00121AFF"/>
    <w:rsid w:val="00121CAE"/>
    <w:rsid w:val="00122028"/>
    <w:rsid w:val="001221AF"/>
    <w:rsid w:val="001221DD"/>
    <w:rsid w:val="0012224E"/>
    <w:rsid w:val="001224F2"/>
    <w:rsid w:val="0012254B"/>
    <w:rsid w:val="001226E4"/>
    <w:rsid w:val="00122723"/>
    <w:rsid w:val="00122815"/>
    <w:rsid w:val="001228E9"/>
    <w:rsid w:val="001229A4"/>
    <w:rsid w:val="00122D36"/>
    <w:rsid w:val="00122D4E"/>
    <w:rsid w:val="00122E55"/>
    <w:rsid w:val="00122F48"/>
    <w:rsid w:val="00122FDF"/>
    <w:rsid w:val="00123000"/>
    <w:rsid w:val="001230AF"/>
    <w:rsid w:val="001230ED"/>
    <w:rsid w:val="00123171"/>
    <w:rsid w:val="00123261"/>
    <w:rsid w:val="00123374"/>
    <w:rsid w:val="001233B3"/>
    <w:rsid w:val="0012345A"/>
    <w:rsid w:val="0012369D"/>
    <w:rsid w:val="001237BB"/>
    <w:rsid w:val="00123892"/>
    <w:rsid w:val="001238C4"/>
    <w:rsid w:val="001238C7"/>
    <w:rsid w:val="0012392F"/>
    <w:rsid w:val="00123AA3"/>
    <w:rsid w:val="00123B42"/>
    <w:rsid w:val="00123B49"/>
    <w:rsid w:val="00123B6C"/>
    <w:rsid w:val="00123B7F"/>
    <w:rsid w:val="00123C58"/>
    <w:rsid w:val="00123CC2"/>
    <w:rsid w:val="00123CF4"/>
    <w:rsid w:val="00123EAB"/>
    <w:rsid w:val="0012419C"/>
    <w:rsid w:val="001243AF"/>
    <w:rsid w:val="00124915"/>
    <w:rsid w:val="00124B24"/>
    <w:rsid w:val="00124B57"/>
    <w:rsid w:val="00124BC6"/>
    <w:rsid w:val="00124C09"/>
    <w:rsid w:val="00124E74"/>
    <w:rsid w:val="00124F64"/>
    <w:rsid w:val="00124F9B"/>
    <w:rsid w:val="001251AA"/>
    <w:rsid w:val="0012521F"/>
    <w:rsid w:val="00125275"/>
    <w:rsid w:val="001252C4"/>
    <w:rsid w:val="00125521"/>
    <w:rsid w:val="00125728"/>
    <w:rsid w:val="00125821"/>
    <w:rsid w:val="00125848"/>
    <w:rsid w:val="0012596B"/>
    <w:rsid w:val="001259A2"/>
    <w:rsid w:val="00125A47"/>
    <w:rsid w:val="00125E34"/>
    <w:rsid w:val="00125F5B"/>
    <w:rsid w:val="00125FA2"/>
    <w:rsid w:val="0012607A"/>
    <w:rsid w:val="001262D9"/>
    <w:rsid w:val="0012639E"/>
    <w:rsid w:val="001264DD"/>
    <w:rsid w:val="001264E4"/>
    <w:rsid w:val="0012651A"/>
    <w:rsid w:val="0012656B"/>
    <w:rsid w:val="001265B3"/>
    <w:rsid w:val="00126749"/>
    <w:rsid w:val="0012680C"/>
    <w:rsid w:val="001268DB"/>
    <w:rsid w:val="0012694B"/>
    <w:rsid w:val="00126B12"/>
    <w:rsid w:val="00126CC4"/>
    <w:rsid w:val="00126F2D"/>
    <w:rsid w:val="00126F6B"/>
    <w:rsid w:val="00126FB2"/>
    <w:rsid w:val="00127385"/>
    <w:rsid w:val="00127552"/>
    <w:rsid w:val="001275C4"/>
    <w:rsid w:val="001276D2"/>
    <w:rsid w:val="001277FC"/>
    <w:rsid w:val="001278C5"/>
    <w:rsid w:val="001278D7"/>
    <w:rsid w:val="0012796A"/>
    <w:rsid w:val="00127A90"/>
    <w:rsid w:val="00127B87"/>
    <w:rsid w:val="00127DA4"/>
    <w:rsid w:val="00127F83"/>
    <w:rsid w:val="001301E9"/>
    <w:rsid w:val="00130334"/>
    <w:rsid w:val="001305EF"/>
    <w:rsid w:val="001306BD"/>
    <w:rsid w:val="00130A80"/>
    <w:rsid w:val="00130D24"/>
    <w:rsid w:val="00130E9C"/>
    <w:rsid w:val="00131071"/>
    <w:rsid w:val="001310C1"/>
    <w:rsid w:val="00131167"/>
    <w:rsid w:val="001311DB"/>
    <w:rsid w:val="0013124D"/>
    <w:rsid w:val="00131326"/>
    <w:rsid w:val="001313B2"/>
    <w:rsid w:val="00131634"/>
    <w:rsid w:val="001316E4"/>
    <w:rsid w:val="00131BA3"/>
    <w:rsid w:val="00131BE0"/>
    <w:rsid w:val="00131BF8"/>
    <w:rsid w:val="00131D65"/>
    <w:rsid w:val="00131DA7"/>
    <w:rsid w:val="00131F47"/>
    <w:rsid w:val="0013208C"/>
    <w:rsid w:val="001320C4"/>
    <w:rsid w:val="001320D6"/>
    <w:rsid w:val="0013246A"/>
    <w:rsid w:val="001324D6"/>
    <w:rsid w:val="00132601"/>
    <w:rsid w:val="0013262A"/>
    <w:rsid w:val="00132673"/>
    <w:rsid w:val="001326B0"/>
    <w:rsid w:val="0013275D"/>
    <w:rsid w:val="001328B0"/>
    <w:rsid w:val="001328EB"/>
    <w:rsid w:val="0013294D"/>
    <w:rsid w:val="0013296D"/>
    <w:rsid w:val="001329DE"/>
    <w:rsid w:val="00132CA5"/>
    <w:rsid w:val="00132D2B"/>
    <w:rsid w:val="00132DD3"/>
    <w:rsid w:val="00132DF2"/>
    <w:rsid w:val="00132ED8"/>
    <w:rsid w:val="00133055"/>
    <w:rsid w:val="00133456"/>
    <w:rsid w:val="0013354E"/>
    <w:rsid w:val="00133643"/>
    <w:rsid w:val="00133687"/>
    <w:rsid w:val="0013375D"/>
    <w:rsid w:val="001337D8"/>
    <w:rsid w:val="00133802"/>
    <w:rsid w:val="001338AD"/>
    <w:rsid w:val="00133BD0"/>
    <w:rsid w:val="00133CD6"/>
    <w:rsid w:val="00133D45"/>
    <w:rsid w:val="00134054"/>
    <w:rsid w:val="001340B0"/>
    <w:rsid w:val="0013425A"/>
    <w:rsid w:val="001343C4"/>
    <w:rsid w:val="001344D0"/>
    <w:rsid w:val="001345E4"/>
    <w:rsid w:val="0013480C"/>
    <w:rsid w:val="001349B1"/>
    <w:rsid w:val="00134A45"/>
    <w:rsid w:val="00134A66"/>
    <w:rsid w:val="00134AE8"/>
    <w:rsid w:val="00134B3E"/>
    <w:rsid w:val="00134B7A"/>
    <w:rsid w:val="00134C27"/>
    <w:rsid w:val="00134D10"/>
    <w:rsid w:val="00134DD5"/>
    <w:rsid w:val="00134F74"/>
    <w:rsid w:val="001351CA"/>
    <w:rsid w:val="001351FD"/>
    <w:rsid w:val="001352EF"/>
    <w:rsid w:val="00135356"/>
    <w:rsid w:val="00135384"/>
    <w:rsid w:val="0013543B"/>
    <w:rsid w:val="001354F5"/>
    <w:rsid w:val="001354FD"/>
    <w:rsid w:val="00135590"/>
    <w:rsid w:val="001357C7"/>
    <w:rsid w:val="001358E8"/>
    <w:rsid w:val="00135A28"/>
    <w:rsid w:val="00135AF0"/>
    <w:rsid w:val="00135B32"/>
    <w:rsid w:val="00135BC7"/>
    <w:rsid w:val="00135BED"/>
    <w:rsid w:val="00135E60"/>
    <w:rsid w:val="00135EC2"/>
    <w:rsid w:val="00135F08"/>
    <w:rsid w:val="00135F16"/>
    <w:rsid w:val="00135F47"/>
    <w:rsid w:val="00136055"/>
    <w:rsid w:val="0013606A"/>
    <w:rsid w:val="001360FA"/>
    <w:rsid w:val="00136107"/>
    <w:rsid w:val="001362C2"/>
    <w:rsid w:val="0013637B"/>
    <w:rsid w:val="00136536"/>
    <w:rsid w:val="00136621"/>
    <w:rsid w:val="00136622"/>
    <w:rsid w:val="0013663E"/>
    <w:rsid w:val="00136798"/>
    <w:rsid w:val="001368D4"/>
    <w:rsid w:val="001369C8"/>
    <w:rsid w:val="00136B9D"/>
    <w:rsid w:val="00136C08"/>
    <w:rsid w:val="00136C57"/>
    <w:rsid w:val="00136D6B"/>
    <w:rsid w:val="00136E24"/>
    <w:rsid w:val="001370DB"/>
    <w:rsid w:val="0013724F"/>
    <w:rsid w:val="001372DB"/>
    <w:rsid w:val="001373E5"/>
    <w:rsid w:val="0013744F"/>
    <w:rsid w:val="00137511"/>
    <w:rsid w:val="0013774F"/>
    <w:rsid w:val="001377D9"/>
    <w:rsid w:val="001378B8"/>
    <w:rsid w:val="00137A7F"/>
    <w:rsid w:val="00137B1E"/>
    <w:rsid w:val="00137CC4"/>
    <w:rsid w:val="00137F99"/>
    <w:rsid w:val="001401FD"/>
    <w:rsid w:val="001403DF"/>
    <w:rsid w:val="0014043A"/>
    <w:rsid w:val="0014058E"/>
    <w:rsid w:val="00140593"/>
    <w:rsid w:val="001405BA"/>
    <w:rsid w:val="0014061B"/>
    <w:rsid w:val="00140677"/>
    <w:rsid w:val="001408ED"/>
    <w:rsid w:val="00140C68"/>
    <w:rsid w:val="00140C8B"/>
    <w:rsid w:val="00140EFE"/>
    <w:rsid w:val="00140FAB"/>
    <w:rsid w:val="00140FD7"/>
    <w:rsid w:val="001410EF"/>
    <w:rsid w:val="00141127"/>
    <w:rsid w:val="001411D8"/>
    <w:rsid w:val="00141248"/>
    <w:rsid w:val="001414F8"/>
    <w:rsid w:val="0014162A"/>
    <w:rsid w:val="001416E7"/>
    <w:rsid w:val="00141793"/>
    <w:rsid w:val="00141B7C"/>
    <w:rsid w:val="00141B83"/>
    <w:rsid w:val="00141BBE"/>
    <w:rsid w:val="00141BFD"/>
    <w:rsid w:val="00141C01"/>
    <w:rsid w:val="00141CB5"/>
    <w:rsid w:val="001420E9"/>
    <w:rsid w:val="0014215C"/>
    <w:rsid w:val="00142482"/>
    <w:rsid w:val="00142615"/>
    <w:rsid w:val="001427A3"/>
    <w:rsid w:val="001427C6"/>
    <w:rsid w:val="0014291F"/>
    <w:rsid w:val="00142A8A"/>
    <w:rsid w:val="00142AE8"/>
    <w:rsid w:val="00142CD8"/>
    <w:rsid w:val="00142D21"/>
    <w:rsid w:val="00142EFC"/>
    <w:rsid w:val="00142F1D"/>
    <w:rsid w:val="00142F34"/>
    <w:rsid w:val="00142FC1"/>
    <w:rsid w:val="00142FEA"/>
    <w:rsid w:val="00142FEC"/>
    <w:rsid w:val="00143143"/>
    <w:rsid w:val="001431ED"/>
    <w:rsid w:val="00143206"/>
    <w:rsid w:val="001433DF"/>
    <w:rsid w:val="001433F2"/>
    <w:rsid w:val="00143432"/>
    <w:rsid w:val="00143489"/>
    <w:rsid w:val="0014350F"/>
    <w:rsid w:val="001435E5"/>
    <w:rsid w:val="0014361B"/>
    <w:rsid w:val="001436EB"/>
    <w:rsid w:val="00143772"/>
    <w:rsid w:val="0014377F"/>
    <w:rsid w:val="001437EA"/>
    <w:rsid w:val="00143815"/>
    <w:rsid w:val="00143899"/>
    <w:rsid w:val="00143925"/>
    <w:rsid w:val="00143B65"/>
    <w:rsid w:val="00143B8C"/>
    <w:rsid w:val="00143C83"/>
    <w:rsid w:val="00143C9A"/>
    <w:rsid w:val="00143F6E"/>
    <w:rsid w:val="00143FD2"/>
    <w:rsid w:val="001440CB"/>
    <w:rsid w:val="00144164"/>
    <w:rsid w:val="0014419C"/>
    <w:rsid w:val="001441BB"/>
    <w:rsid w:val="0014437B"/>
    <w:rsid w:val="00144409"/>
    <w:rsid w:val="00144538"/>
    <w:rsid w:val="00144696"/>
    <w:rsid w:val="00144846"/>
    <w:rsid w:val="001448E8"/>
    <w:rsid w:val="001448ED"/>
    <w:rsid w:val="001448EF"/>
    <w:rsid w:val="0014497D"/>
    <w:rsid w:val="001449A8"/>
    <w:rsid w:val="00144A8C"/>
    <w:rsid w:val="00144BF9"/>
    <w:rsid w:val="00144C3F"/>
    <w:rsid w:val="00144D1C"/>
    <w:rsid w:val="00144D43"/>
    <w:rsid w:val="00144FCD"/>
    <w:rsid w:val="00145078"/>
    <w:rsid w:val="00145137"/>
    <w:rsid w:val="00145144"/>
    <w:rsid w:val="00145154"/>
    <w:rsid w:val="00145225"/>
    <w:rsid w:val="00145393"/>
    <w:rsid w:val="00145494"/>
    <w:rsid w:val="00145749"/>
    <w:rsid w:val="0014575B"/>
    <w:rsid w:val="001457ED"/>
    <w:rsid w:val="00145A84"/>
    <w:rsid w:val="00145E03"/>
    <w:rsid w:val="00145E27"/>
    <w:rsid w:val="00145E69"/>
    <w:rsid w:val="00145ED1"/>
    <w:rsid w:val="001461C0"/>
    <w:rsid w:val="001462A9"/>
    <w:rsid w:val="00146453"/>
    <w:rsid w:val="001464B3"/>
    <w:rsid w:val="0014656B"/>
    <w:rsid w:val="0014677D"/>
    <w:rsid w:val="001468D4"/>
    <w:rsid w:val="001468E3"/>
    <w:rsid w:val="0014696A"/>
    <w:rsid w:val="001469C9"/>
    <w:rsid w:val="00146A7D"/>
    <w:rsid w:val="00146B32"/>
    <w:rsid w:val="00146B68"/>
    <w:rsid w:val="00146BDD"/>
    <w:rsid w:val="00146D1C"/>
    <w:rsid w:val="00146E59"/>
    <w:rsid w:val="00146F41"/>
    <w:rsid w:val="00146F95"/>
    <w:rsid w:val="00146FA0"/>
    <w:rsid w:val="0014701D"/>
    <w:rsid w:val="0014738C"/>
    <w:rsid w:val="001473AC"/>
    <w:rsid w:val="00147465"/>
    <w:rsid w:val="00147676"/>
    <w:rsid w:val="0014767F"/>
    <w:rsid w:val="00147832"/>
    <w:rsid w:val="0014789D"/>
    <w:rsid w:val="00147C58"/>
    <w:rsid w:val="00147C69"/>
    <w:rsid w:val="00147E2D"/>
    <w:rsid w:val="00147F34"/>
    <w:rsid w:val="00147F8F"/>
    <w:rsid w:val="00147FB4"/>
    <w:rsid w:val="00147FCF"/>
    <w:rsid w:val="00150145"/>
    <w:rsid w:val="0015047C"/>
    <w:rsid w:val="001504D8"/>
    <w:rsid w:val="00150616"/>
    <w:rsid w:val="0015083E"/>
    <w:rsid w:val="00150A67"/>
    <w:rsid w:val="00150B24"/>
    <w:rsid w:val="00150BBA"/>
    <w:rsid w:val="00150BF3"/>
    <w:rsid w:val="00150D03"/>
    <w:rsid w:val="00150D19"/>
    <w:rsid w:val="00150D4B"/>
    <w:rsid w:val="00150DAC"/>
    <w:rsid w:val="00150F2A"/>
    <w:rsid w:val="00151067"/>
    <w:rsid w:val="00151191"/>
    <w:rsid w:val="00151468"/>
    <w:rsid w:val="00151481"/>
    <w:rsid w:val="001514A3"/>
    <w:rsid w:val="001517AF"/>
    <w:rsid w:val="00151911"/>
    <w:rsid w:val="00151BA6"/>
    <w:rsid w:val="00151C55"/>
    <w:rsid w:val="00151DD0"/>
    <w:rsid w:val="0015203D"/>
    <w:rsid w:val="001520D0"/>
    <w:rsid w:val="00152185"/>
    <w:rsid w:val="00152452"/>
    <w:rsid w:val="0015247F"/>
    <w:rsid w:val="00152575"/>
    <w:rsid w:val="001526BE"/>
    <w:rsid w:val="00152897"/>
    <w:rsid w:val="0015289F"/>
    <w:rsid w:val="00152962"/>
    <w:rsid w:val="00152AE3"/>
    <w:rsid w:val="00152AFC"/>
    <w:rsid w:val="00152B12"/>
    <w:rsid w:val="00152D8E"/>
    <w:rsid w:val="00152E40"/>
    <w:rsid w:val="00152EB7"/>
    <w:rsid w:val="0015308C"/>
    <w:rsid w:val="00153269"/>
    <w:rsid w:val="00153279"/>
    <w:rsid w:val="0015339C"/>
    <w:rsid w:val="00153542"/>
    <w:rsid w:val="001536E0"/>
    <w:rsid w:val="00153733"/>
    <w:rsid w:val="00153850"/>
    <w:rsid w:val="0015385D"/>
    <w:rsid w:val="00153BA2"/>
    <w:rsid w:val="00153DC7"/>
    <w:rsid w:val="00153E2D"/>
    <w:rsid w:val="00153F9D"/>
    <w:rsid w:val="00153FE2"/>
    <w:rsid w:val="00154094"/>
    <w:rsid w:val="00154134"/>
    <w:rsid w:val="00154205"/>
    <w:rsid w:val="001543E3"/>
    <w:rsid w:val="0015441E"/>
    <w:rsid w:val="00154570"/>
    <w:rsid w:val="001546A2"/>
    <w:rsid w:val="00154707"/>
    <w:rsid w:val="00154796"/>
    <w:rsid w:val="001547A8"/>
    <w:rsid w:val="0015483C"/>
    <w:rsid w:val="001548C8"/>
    <w:rsid w:val="0015497E"/>
    <w:rsid w:val="00154B38"/>
    <w:rsid w:val="00154C91"/>
    <w:rsid w:val="00154DA3"/>
    <w:rsid w:val="00154F63"/>
    <w:rsid w:val="00154FFB"/>
    <w:rsid w:val="00155152"/>
    <w:rsid w:val="00155282"/>
    <w:rsid w:val="00155437"/>
    <w:rsid w:val="00155558"/>
    <w:rsid w:val="001555B2"/>
    <w:rsid w:val="001557BB"/>
    <w:rsid w:val="00155B4F"/>
    <w:rsid w:val="00155B61"/>
    <w:rsid w:val="00155BE0"/>
    <w:rsid w:val="00155CC8"/>
    <w:rsid w:val="00155CF3"/>
    <w:rsid w:val="00155DC6"/>
    <w:rsid w:val="00155EDF"/>
    <w:rsid w:val="00155F39"/>
    <w:rsid w:val="0015602F"/>
    <w:rsid w:val="00156055"/>
    <w:rsid w:val="001560C2"/>
    <w:rsid w:val="001561B8"/>
    <w:rsid w:val="00156232"/>
    <w:rsid w:val="00156422"/>
    <w:rsid w:val="0015654C"/>
    <w:rsid w:val="001567BB"/>
    <w:rsid w:val="00156987"/>
    <w:rsid w:val="001569C9"/>
    <w:rsid w:val="00156AC5"/>
    <w:rsid w:val="00156B83"/>
    <w:rsid w:val="00156C9F"/>
    <w:rsid w:val="00156D43"/>
    <w:rsid w:val="00156D79"/>
    <w:rsid w:val="00156DC1"/>
    <w:rsid w:val="00156ECA"/>
    <w:rsid w:val="00156FA4"/>
    <w:rsid w:val="0015710D"/>
    <w:rsid w:val="001572F1"/>
    <w:rsid w:val="001578BA"/>
    <w:rsid w:val="001579F0"/>
    <w:rsid w:val="00157ACE"/>
    <w:rsid w:val="00157BAC"/>
    <w:rsid w:val="00157C04"/>
    <w:rsid w:val="00157CF2"/>
    <w:rsid w:val="00160001"/>
    <w:rsid w:val="0016001F"/>
    <w:rsid w:val="0016014D"/>
    <w:rsid w:val="001601DB"/>
    <w:rsid w:val="00160379"/>
    <w:rsid w:val="00160531"/>
    <w:rsid w:val="0016057A"/>
    <w:rsid w:val="00160637"/>
    <w:rsid w:val="001606FD"/>
    <w:rsid w:val="00160872"/>
    <w:rsid w:val="00160AE0"/>
    <w:rsid w:val="00160D6E"/>
    <w:rsid w:val="00160DA8"/>
    <w:rsid w:val="00160DAA"/>
    <w:rsid w:val="00160F08"/>
    <w:rsid w:val="001611D7"/>
    <w:rsid w:val="00161217"/>
    <w:rsid w:val="0016129A"/>
    <w:rsid w:val="0016154F"/>
    <w:rsid w:val="001615F0"/>
    <w:rsid w:val="00161697"/>
    <w:rsid w:val="001617AC"/>
    <w:rsid w:val="00161880"/>
    <w:rsid w:val="001618DA"/>
    <w:rsid w:val="0016196F"/>
    <w:rsid w:val="00161BF7"/>
    <w:rsid w:val="00161D16"/>
    <w:rsid w:val="00161EDD"/>
    <w:rsid w:val="00161FDF"/>
    <w:rsid w:val="0016216E"/>
    <w:rsid w:val="00162424"/>
    <w:rsid w:val="00162483"/>
    <w:rsid w:val="00162691"/>
    <w:rsid w:val="001627BE"/>
    <w:rsid w:val="001627E6"/>
    <w:rsid w:val="001627ED"/>
    <w:rsid w:val="00162853"/>
    <w:rsid w:val="0016287F"/>
    <w:rsid w:val="001628C2"/>
    <w:rsid w:val="001628E3"/>
    <w:rsid w:val="00162B1B"/>
    <w:rsid w:val="00162C72"/>
    <w:rsid w:val="00162CB4"/>
    <w:rsid w:val="00162CE2"/>
    <w:rsid w:val="00162DFC"/>
    <w:rsid w:val="00162F73"/>
    <w:rsid w:val="0016322E"/>
    <w:rsid w:val="001633A1"/>
    <w:rsid w:val="00163562"/>
    <w:rsid w:val="0016370A"/>
    <w:rsid w:val="00163798"/>
    <w:rsid w:val="001637C4"/>
    <w:rsid w:val="001638E7"/>
    <w:rsid w:val="00163A22"/>
    <w:rsid w:val="00163ACA"/>
    <w:rsid w:val="00163B40"/>
    <w:rsid w:val="00163C06"/>
    <w:rsid w:val="00163C08"/>
    <w:rsid w:val="00163C1C"/>
    <w:rsid w:val="00163C4F"/>
    <w:rsid w:val="00163CD9"/>
    <w:rsid w:val="00163E2E"/>
    <w:rsid w:val="00163E45"/>
    <w:rsid w:val="00163E82"/>
    <w:rsid w:val="00163F96"/>
    <w:rsid w:val="001641AB"/>
    <w:rsid w:val="001641C2"/>
    <w:rsid w:val="0016430B"/>
    <w:rsid w:val="00164364"/>
    <w:rsid w:val="001643FB"/>
    <w:rsid w:val="00164565"/>
    <w:rsid w:val="001645DB"/>
    <w:rsid w:val="0016474D"/>
    <w:rsid w:val="001647F1"/>
    <w:rsid w:val="0016480C"/>
    <w:rsid w:val="00164826"/>
    <w:rsid w:val="00164973"/>
    <w:rsid w:val="00164AA3"/>
    <w:rsid w:val="00164BDD"/>
    <w:rsid w:val="00164C77"/>
    <w:rsid w:val="00164CF4"/>
    <w:rsid w:val="00164D79"/>
    <w:rsid w:val="00164DF5"/>
    <w:rsid w:val="00164EC0"/>
    <w:rsid w:val="00164F85"/>
    <w:rsid w:val="00164FCE"/>
    <w:rsid w:val="001650E4"/>
    <w:rsid w:val="0016524F"/>
    <w:rsid w:val="00165404"/>
    <w:rsid w:val="00165506"/>
    <w:rsid w:val="00165567"/>
    <w:rsid w:val="00165610"/>
    <w:rsid w:val="00165753"/>
    <w:rsid w:val="00165D81"/>
    <w:rsid w:val="00165F97"/>
    <w:rsid w:val="00165FD4"/>
    <w:rsid w:val="00166020"/>
    <w:rsid w:val="00166113"/>
    <w:rsid w:val="0016613E"/>
    <w:rsid w:val="00166182"/>
    <w:rsid w:val="0016635D"/>
    <w:rsid w:val="00166366"/>
    <w:rsid w:val="00166379"/>
    <w:rsid w:val="001664C5"/>
    <w:rsid w:val="001664CE"/>
    <w:rsid w:val="00166549"/>
    <w:rsid w:val="00166A34"/>
    <w:rsid w:val="00166AB2"/>
    <w:rsid w:val="00166C01"/>
    <w:rsid w:val="00166D28"/>
    <w:rsid w:val="00166EB9"/>
    <w:rsid w:val="00167193"/>
    <w:rsid w:val="00167198"/>
    <w:rsid w:val="0016723B"/>
    <w:rsid w:val="0016734F"/>
    <w:rsid w:val="001674ED"/>
    <w:rsid w:val="00167521"/>
    <w:rsid w:val="0016754F"/>
    <w:rsid w:val="0016762E"/>
    <w:rsid w:val="001676AC"/>
    <w:rsid w:val="001676E8"/>
    <w:rsid w:val="001679DB"/>
    <w:rsid w:val="001679FA"/>
    <w:rsid w:val="001679FE"/>
    <w:rsid w:val="00167B1F"/>
    <w:rsid w:val="00167B24"/>
    <w:rsid w:val="00167B60"/>
    <w:rsid w:val="00167E33"/>
    <w:rsid w:val="00167E91"/>
    <w:rsid w:val="00167FA7"/>
    <w:rsid w:val="00167FDB"/>
    <w:rsid w:val="00167FE1"/>
    <w:rsid w:val="00170044"/>
    <w:rsid w:val="0017024F"/>
    <w:rsid w:val="00170302"/>
    <w:rsid w:val="001704DD"/>
    <w:rsid w:val="00170507"/>
    <w:rsid w:val="001706E9"/>
    <w:rsid w:val="00170865"/>
    <w:rsid w:val="00170885"/>
    <w:rsid w:val="00170A5F"/>
    <w:rsid w:val="00170AF6"/>
    <w:rsid w:val="00170B55"/>
    <w:rsid w:val="00170CC0"/>
    <w:rsid w:val="00170E08"/>
    <w:rsid w:val="00170F15"/>
    <w:rsid w:val="00170F89"/>
    <w:rsid w:val="0017118E"/>
    <w:rsid w:val="00171533"/>
    <w:rsid w:val="0017155F"/>
    <w:rsid w:val="00171570"/>
    <w:rsid w:val="00171727"/>
    <w:rsid w:val="001717A2"/>
    <w:rsid w:val="00171820"/>
    <w:rsid w:val="00171878"/>
    <w:rsid w:val="0017188E"/>
    <w:rsid w:val="00171C86"/>
    <w:rsid w:val="00171D0E"/>
    <w:rsid w:val="00171D2E"/>
    <w:rsid w:val="00171DBF"/>
    <w:rsid w:val="001720FA"/>
    <w:rsid w:val="00172169"/>
    <w:rsid w:val="00172287"/>
    <w:rsid w:val="00172440"/>
    <w:rsid w:val="00172552"/>
    <w:rsid w:val="0017257C"/>
    <w:rsid w:val="00172765"/>
    <w:rsid w:val="00172779"/>
    <w:rsid w:val="00172879"/>
    <w:rsid w:val="001729D4"/>
    <w:rsid w:val="00172A05"/>
    <w:rsid w:val="00172B9F"/>
    <w:rsid w:val="00172EA0"/>
    <w:rsid w:val="00172F67"/>
    <w:rsid w:val="00173107"/>
    <w:rsid w:val="00173184"/>
    <w:rsid w:val="00173211"/>
    <w:rsid w:val="00173305"/>
    <w:rsid w:val="00173447"/>
    <w:rsid w:val="00173451"/>
    <w:rsid w:val="001736C3"/>
    <w:rsid w:val="00173741"/>
    <w:rsid w:val="00173868"/>
    <w:rsid w:val="001738E9"/>
    <w:rsid w:val="001738EE"/>
    <w:rsid w:val="00173CF7"/>
    <w:rsid w:val="00173D4B"/>
    <w:rsid w:val="00173D83"/>
    <w:rsid w:val="00173DA3"/>
    <w:rsid w:val="00173E83"/>
    <w:rsid w:val="00173F53"/>
    <w:rsid w:val="0017403C"/>
    <w:rsid w:val="001742C5"/>
    <w:rsid w:val="001742F2"/>
    <w:rsid w:val="0017460E"/>
    <w:rsid w:val="00174677"/>
    <w:rsid w:val="001747A7"/>
    <w:rsid w:val="00174844"/>
    <w:rsid w:val="001748DC"/>
    <w:rsid w:val="0017494C"/>
    <w:rsid w:val="00174B5E"/>
    <w:rsid w:val="00174B8C"/>
    <w:rsid w:val="00174E64"/>
    <w:rsid w:val="00175087"/>
    <w:rsid w:val="001757CC"/>
    <w:rsid w:val="00175A8B"/>
    <w:rsid w:val="00175A8F"/>
    <w:rsid w:val="00175AE4"/>
    <w:rsid w:val="00175B0A"/>
    <w:rsid w:val="00175B3F"/>
    <w:rsid w:val="00175C59"/>
    <w:rsid w:val="00175DF1"/>
    <w:rsid w:val="00175EC9"/>
    <w:rsid w:val="0017612E"/>
    <w:rsid w:val="001762D2"/>
    <w:rsid w:val="00176303"/>
    <w:rsid w:val="00176349"/>
    <w:rsid w:val="001763E6"/>
    <w:rsid w:val="001763EB"/>
    <w:rsid w:val="0017658D"/>
    <w:rsid w:val="0017659F"/>
    <w:rsid w:val="001765A2"/>
    <w:rsid w:val="00176688"/>
    <w:rsid w:val="001766AA"/>
    <w:rsid w:val="00176782"/>
    <w:rsid w:val="001768D8"/>
    <w:rsid w:val="00176AEE"/>
    <w:rsid w:val="00176C9B"/>
    <w:rsid w:val="00176CC1"/>
    <w:rsid w:val="00176D1B"/>
    <w:rsid w:val="00176D1F"/>
    <w:rsid w:val="00176D43"/>
    <w:rsid w:val="00176E7A"/>
    <w:rsid w:val="00176F5E"/>
    <w:rsid w:val="001771B6"/>
    <w:rsid w:val="0017722F"/>
    <w:rsid w:val="0017740E"/>
    <w:rsid w:val="001774AC"/>
    <w:rsid w:val="00177CE5"/>
    <w:rsid w:val="00177D1D"/>
    <w:rsid w:val="00177D68"/>
    <w:rsid w:val="00177E02"/>
    <w:rsid w:val="00177EFD"/>
    <w:rsid w:val="00177FA6"/>
    <w:rsid w:val="00177FB0"/>
    <w:rsid w:val="00180004"/>
    <w:rsid w:val="00180028"/>
    <w:rsid w:val="00180390"/>
    <w:rsid w:val="001803F7"/>
    <w:rsid w:val="00180639"/>
    <w:rsid w:val="00180998"/>
    <w:rsid w:val="00180AAE"/>
    <w:rsid w:val="00180B36"/>
    <w:rsid w:val="00180B4F"/>
    <w:rsid w:val="00180BD1"/>
    <w:rsid w:val="00180D23"/>
    <w:rsid w:val="00180EF3"/>
    <w:rsid w:val="00180FBF"/>
    <w:rsid w:val="001812A8"/>
    <w:rsid w:val="00181388"/>
    <w:rsid w:val="001813A6"/>
    <w:rsid w:val="00181491"/>
    <w:rsid w:val="0018152A"/>
    <w:rsid w:val="00181568"/>
    <w:rsid w:val="001817D4"/>
    <w:rsid w:val="00181827"/>
    <w:rsid w:val="001818B9"/>
    <w:rsid w:val="00181AEB"/>
    <w:rsid w:val="00181B93"/>
    <w:rsid w:val="00181BD5"/>
    <w:rsid w:val="00181D74"/>
    <w:rsid w:val="00181E1B"/>
    <w:rsid w:val="00181F4E"/>
    <w:rsid w:val="00181F55"/>
    <w:rsid w:val="0018221E"/>
    <w:rsid w:val="00182500"/>
    <w:rsid w:val="00182542"/>
    <w:rsid w:val="001825B3"/>
    <w:rsid w:val="001826FF"/>
    <w:rsid w:val="00182B76"/>
    <w:rsid w:val="00182C1D"/>
    <w:rsid w:val="00182EC3"/>
    <w:rsid w:val="00182FA8"/>
    <w:rsid w:val="00183470"/>
    <w:rsid w:val="001834B5"/>
    <w:rsid w:val="00183513"/>
    <w:rsid w:val="0018373C"/>
    <w:rsid w:val="001837EB"/>
    <w:rsid w:val="0018394F"/>
    <w:rsid w:val="00183BE6"/>
    <w:rsid w:val="00183CB6"/>
    <w:rsid w:val="00183D50"/>
    <w:rsid w:val="00183E11"/>
    <w:rsid w:val="00183E9D"/>
    <w:rsid w:val="00184276"/>
    <w:rsid w:val="001843E9"/>
    <w:rsid w:val="00184646"/>
    <w:rsid w:val="00184676"/>
    <w:rsid w:val="001846CB"/>
    <w:rsid w:val="001846D6"/>
    <w:rsid w:val="0018475A"/>
    <w:rsid w:val="00184782"/>
    <w:rsid w:val="00184A1D"/>
    <w:rsid w:val="00184B21"/>
    <w:rsid w:val="00184B51"/>
    <w:rsid w:val="00184CDE"/>
    <w:rsid w:val="00184D56"/>
    <w:rsid w:val="00184EFA"/>
    <w:rsid w:val="001851DF"/>
    <w:rsid w:val="001851E9"/>
    <w:rsid w:val="00185476"/>
    <w:rsid w:val="00185578"/>
    <w:rsid w:val="0018568B"/>
    <w:rsid w:val="001856A3"/>
    <w:rsid w:val="001857B7"/>
    <w:rsid w:val="00185939"/>
    <w:rsid w:val="00185BAC"/>
    <w:rsid w:val="00185C2B"/>
    <w:rsid w:val="00185C6E"/>
    <w:rsid w:val="00185D24"/>
    <w:rsid w:val="00185DAA"/>
    <w:rsid w:val="00185F4C"/>
    <w:rsid w:val="00185F53"/>
    <w:rsid w:val="00186264"/>
    <w:rsid w:val="001864ED"/>
    <w:rsid w:val="001864EE"/>
    <w:rsid w:val="001864FC"/>
    <w:rsid w:val="0018652E"/>
    <w:rsid w:val="001865EF"/>
    <w:rsid w:val="001866D5"/>
    <w:rsid w:val="001866DB"/>
    <w:rsid w:val="00186CF9"/>
    <w:rsid w:val="00186DF2"/>
    <w:rsid w:val="00186DF6"/>
    <w:rsid w:val="00186E81"/>
    <w:rsid w:val="00187205"/>
    <w:rsid w:val="00187240"/>
    <w:rsid w:val="00187269"/>
    <w:rsid w:val="001872DD"/>
    <w:rsid w:val="00187376"/>
    <w:rsid w:val="001874A2"/>
    <w:rsid w:val="00187608"/>
    <w:rsid w:val="0018781A"/>
    <w:rsid w:val="0018787B"/>
    <w:rsid w:val="00187942"/>
    <w:rsid w:val="00187AD9"/>
    <w:rsid w:val="00187B12"/>
    <w:rsid w:val="00187CEF"/>
    <w:rsid w:val="00187D31"/>
    <w:rsid w:val="00187F03"/>
    <w:rsid w:val="00187F8B"/>
    <w:rsid w:val="001900FC"/>
    <w:rsid w:val="00190184"/>
    <w:rsid w:val="0019022C"/>
    <w:rsid w:val="00190497"/>
    <w:rsid w:val="0019049B"/>
    <w:rsid w:val="0019052D"/>
    <w:rsid w:val="00190544"/>
    <w:rsid w:val="00190640"/>
    <w:rsid w:val="001906B3"/>
    <w:rsid w:val="0019077F"/>
    <w:rsid w:val="001908A2"/>
    <w:rsid w:val="0019097D"/>
    <w:rsid w:val="00190A62"/>
    <w:rsid w:val="00190D3E"/>
    <w:rsid w:val="00190DE6"/>
    <w:rsid w:val="0019101F"/>
    <w:rsid w:val="00191089"/>
    <w:rsid w:val="001911E4"/>
    <w:rsid w:val="00191276"/>
    <w:rsid w:val="0019129A"/>
    <w:rsid w:val="001912EE"/>
    <w:rsid w:val="0019139C"/>
    <w:rsid w:val="00191441"/>
    <w:rsid w:val="001915C5"/>
    <w:rsid w:val="001917D3"/>
    <w:rsid w:val="00191883"/>
    <w:rsid w:val="001918CC"/>
    <w:rsid w:val="00191B89"/>
    <w:rsid w:val="00191B8E"/>
    <w:rsid w:val="00191B91"/>
    <w:rsid w:val="00191C31"/>
    <w:rsid w:val="00191C55"/>
    <w:rsid w:val="00191D0D"/>
    <w:rsid w:val="00191E2A"/>
    <w:rsid w:val="00191E91"/>
    <w:rsid w:val="00191EB9"/>
    <w:rsid w:val="00191ED6"/>
    <w:rsid w:val="0019214E"/>
    <w:rsid w:val="0019220C"/>
    <w:rsid w:val="00192272"/>
    <w:rsid w:val="00192534"/>
    <w:rsid w:val="0019258A"/>
    <w:rsid w:val="001926FB"/>
    <w:rsid w:val="001927CC"/>
    <w:rsid w:val="00192829"/>
    <w:rsid w:val="0019282C"/>
    <w:rsid w:val="0019287F"/>
    <w:rsid w:val="001928E4"/>
    <w:rsid w:val="001929CA"/>
    <w:rsid w:val="00192C1F"/>
    <w:rsid w:val="00192E05"/>
    <w:rsid w:val="00192E5E"/>
    <w:rsid w:val="00192F27"/>
    <w:rsid w:val="0019329D"/>
    <w:rsid w:val="001932E5"/>
    <w:rsid w:val="001932E8"/>
    <w:rsid w:val="00193353"/>
    <w:rsid w:val="001935A1"/>
    <w:rsid w:val="00193739"/>
    <w:rsid w:val="001938B7"/>
    <w:rsid w:val="00193926"/>
    <w:rsid w:val="00193956"/>
    <w:rsid w:val="00193A29"/>
    <w:rsid w:val="00193BA7"/>
    <w:rsid w:val="00193C26"/>
    <w:rsid w:val="00193C3D"/>
    <w:rsid w:val="00193EEA"/>
    <w:rsid w:val="00193EEC"/>
    <w:rsid w:val="0019419F"/>
    <w:rsid w:val="00194251"/>
    <w:rsid w:val="001942AC"/>
    <w:rsid w:val="0019431A"/>
    <w:rsid w:val="001943BC"/>
    <w:rsid w:val="00194401"/>
    <w:rsid w:val="00194494"/>
    <w:rsid w:val="0019465C"/>
    <w:rsid w:val="001946D7"/>
    <w:rsid w:val="001947BA"/>
    <w:rsid w:val="0019482E"/>
    <w:rsid w:val="00194AF4"/>
    <w:rsid w:val="00194BEA"/>
    <w:rsid w:val="00194CB9"/>
    <w:rsid w:val="00194DDE"/>
    <w:rsid w:val="00194ECB"/>
    <w:rsid w:val="00194EF1"/>
    <w:rsid w:val="00194F59"/>
    <w:rsid w:val="0019506F"/>
    <w:rsid w:val="00195078"/>
    <w:rsid w:val="0019517A"/>
    <w:rsid w:val="001951BC"/>
    <w:rsid w:val="0019526C"/>
    <w:rsid w:val="001952AB"/>
    <w:rsid w:val="00195320"/>
    <w:rsid w:val="001954C7"/>
    <w:rsid w:val="00195525"/>
    <w:rsid w:val="00195536"/>
    <w:rsid w:val="00195777"/>
    <w:rsid w:val="00195780"/>
    <w:rsid w:val="0019582A"/>
    <w:rsid w:val="00195880"/>
    <w:rsid w:val="00195BAA"/>
    <w:rsid w:val="00195BB9"/>
    <w:rsid w:val="00195C0D"/>
    <w:rsid w:val="00195E58"/>
    <w:rsid w:val="00195EE6"/>
    <w:rsid w:val="001960E7"/>
    <w:rsid w:val="001961DF"/>
    <w:rsid w:val="001961FA"/>
    <w:rsid w:val="001963CE"/>
    <w:rsid w:val="00196488"/>
    <w:rsid w:val="00196579"/>
    <w:rsid w:val="0019659F"/>
    <w:rsid w:val="001965D0"/>
    <w:rsid w:val="00196907"/>
    <w:rsid w:val="00196A63"/>
    <w:rsid w:val="00196B84"/>
    <w:rsid w:val="00196C3D"/>
    <w:rsid w:val="00196C41"/>
    <w:rsid w:val="00196D2D"/>
    <w:rsid w:val="00196E18"/>
    <w:rsid w:val="00196EA6"/>
    <w:rsid w:val="00196EC2"/>
    <w:rsid w:val="00196FFF"/>
    <w:rsid w:val="00197204"/>
    <w:rsid w:val="00197219"/>
    <w:rsid w:val="001973AA"/>
    <w:rsid w:val="00197548"/>
    <w:rsid w:val="001975A5"/>
    <w:rsid w:val="001975CC"/>
    <w:rsid w:val="0019772F"/>
    <w:rsid w:val="001978F8"/>
    <w:rsid w:val="0019798D"/>
    <w:rsid w:val="001979BD"/>
    <w:rsid w:val="00197AE5"/>
    <w:rsid w:val="00197B49"/>
    <w:rsid w:val="00197BE3"/>
    <w:rsid w:val="00197D3B"/>
    <w:rsid w:val="00197D48"/>
    <w:rsid w:val="00197F0A"/>
    <w:rsid w:val="001A01A3"/>
    <w:rsid w:val="001A02D1"/>
    <w:rsid w:val="001A050A"/>
    <w:rsid w:val="001A0522"/>
    <w:rsid w:val="001A05E0"/>
    <w:rsid w:val="001A07CC"/>
    <w:rsid w:val="001A08B1"/>
    <w:rsid w:val="001A09B6"/>
    <w:rsid w:val="001A09FE"/>
    <w:rsid w:val="001A0A31"/>
    <w:rsid w:val="001A0ADA"/>
    <w:rsid w:val="001A0B26"/>
    <w:rsid w:val="001A0C78"/>
    <w:rsid w:val="001A0CC3"/>
    <w:rsid w:val="001A0D4A"/>
    <w:rsid w:val="001A0E29"/>
    <w:rsid w:val="001A0EC2"/>
    <w:rsid w:val="001A0EE5"/>
    <w:rsid w:val="001A0FCB"/>
    <w:rsid w:val="001A10F5"/>
    <w:rsid w:val="001A1233"/>
    <w:rsid w:val="001A129C"/>
    <w:rsid w:val="001A13C4"/>
    <w:rsid w:val="001A143E"/>
    <w:rsid w:val="001A14AD"/>
    <w:rsid w:val="001A1539"/>
    <w:rsid w:val="001A160F"/>
    <w:rsid w:val="001A1714"/>
    <w:rsid w:val="001A1814"/>
    <w:rsid w:val="001A19BA"/>
    <w:rsid w:val="001A1B98"/>
    <w:rsid w:val="001A1CBB"/>
    <w:rsid w:val="001A1E7D"/>
    <w:rsid w:val="001A20F3"/>
    <w:rsid w:val="001A2295"/>
    <w:rsid w:val="001A2433"/>
    <w:rsid w:val="001A2471"/>
    <w:rsid w:val="001A2602"/>
    <w:rsid w:val="001A2651"/>
    <w:rsid w:val="001A270D"/>
    <w:rsid w:val="001A2CF4"/>
    <w:rsid w:val="001A2D4F"/>
    <w:rsid w:val="001A2D8D"/>
    <w:rsid w:val="001A2F16"/>
    <w:rsid w:val="001A2F95"/>
    <w:rsid w:val="001A319B"/>
    <w:rsid w:val="001A31AC"/>
    <w:rsid w:val="001A3294"/>
    <w:rsid w:val="001A35E0"/>
    <w:rsid w:val="001A363D"/>
    <w:rsid w:val="001A382D"/>
    <w:rsid w:val="001A38CD"/>
    <w:rsid w:val="001A3C85"/>
    <w:rsid w:val="001A3CF1"/>
    <w:rsid w:val="001A3D16"/>
    <w:rsid w:val="001A3E45"/>
    <w:rsid w:val="001A3E78"/>
    <w:rsid w:val="001A3FA7"/>
    <w:rsid w:val="001A41EC"/>
    <w:rsid w:val="001A4603"/>
    <w:rsid w:val="001A49C8"/>
    <w:rsid w:val="001A49E9"/>
    <w:rsid w:val="001A4AA4"/>
    <w:rsid w:val="001A4AEB"/>
    <w:rsid w:val="001A4B26"/>
    <w:rsid w:val="001A4B51"/>
    <w:rsid w:val="001A4D2A"/>
    <w:rsid w:val="001A50DD"/>
    <w:rsid w:val="001A515B"/>
    <w:rsid w:val="001A525F"/>
    <w:rsid w:val="001A52C2"/>
    <w:rsid w:val="001A52F1"/>
    <w:rsid w:val="001A52FC"/>
    <w:rsid w:val="001A5380"/>
    <w:rsid w:val="001A5390"/>
    <w:rsid w:val="001A54B4"/>
    <w:rsid w:val="001A5523"/>
    <w:rsid w:val="001A55C9"/>
    <w:rsid w:val="001A57D5"/>
    <w:rsid w:val="001A5846"/>
    <w:rsid w:val="001A5BA8"/>
    <w:rsid w:val="001A5BEB"/>
    <w:rsid w:val="001A5C0C"/>
    <w:rsid w:val="001A5C8E"/>
    <w:rsid w:val="001A5CFB"/>
    <w:rsid w:val="001A5E02"/>
    <w:rsid w:val="001A5E6E"/>
    <w:rsid w:val="001A6017"/>
    <w:rsid w:val="001A60C7"/>
    <w:rsid w:val="001A6152"/>
    <w:rsid w:val="001A61A0"/>
    <w:rsid w:val="001A6265"/>
    <w:rsid w:val="001A633B"/>
    <w:rsid w:val="001A6483"/>
    <w:rsid w:val="001A64B1"/>
    <w:rsid w:val="001A660E"/>
    <w:rsid w:val="001A66B5"/>
    <w:rsid w:val="001A6B64"/>
    <w:rsid w:val="001A6C3C"/>
    <w:rsid w:val="001A6DC9"/>
    <w:rsid w:val="001A7132"/>
    <w:rsid w:val="001A7206"/>
    <w:rsid w:val="001A77CB"/>
    <w:rsid w:val="001A785A"/>
    <w:rsid w:val="001A7950"/>
    <w:rsid w:val="001A7983"/>
    <w:rsid w:val="001A798E"/>
    <w:rsid w:val="001A7B11"/>
    <w:rsid w:val="001A7CD3"/>
    <w:rsid w:val="001A7CF5"/>
    <w:rsid w:val="001A7F50"/>
    <w:rsid w:val="001B002B"/>
    <w:rsid w:val="001B0039"/>
    <w:rsid w:val="001B00FB"/>
    <w:rsid w:val="001B0170"/>
    <w:rsid w:val="001B0251"/>
    <w:rsid w:val="001B026A"/>
    <w:rsid w:val="001B02B0"/>
    <w:rsid w:val="001B0395"/>
    <w:rsid w:val="001B04FF"/>
    <w:rsid w:val="001B0690"/>
    <w:rsid w:val="001B07FE"/>
    <w:rsid w:val="001B0856"/>
    <w:rsid w:val="001B09B8"/>
    <w:rsid w:val="001B0B85"/>
    <w:rsid w:val="001B0C22"/>
    <w:rsid w:val="001B0F14"/>
    <w:rsid w:val="001B0F61"/>
    <w:rsid w:val="001B13AA"/>
    <w:rsid w:val="001B13FE"/>
    <w:rsid w:val="001B1460"/>
    <w:rsid w:val="001B14B1"/>
    <w:rsid w:val="001B1862"/>
    <w:rsid w:val="001B1A0C"/>
    <w:rsid w:val="001B1B6B"/>
    <w:rsid w:val="001B1B82"/>
    <w:rsid w:val="001B1BEF"/>
    <w:rsid w:val="001B1D0A"/>
    <w:rsid w:val="001B1DED"/>
    <w:rsid w:val="001B1F17"/>
    <w:rsid w:val="001B1F46"/>
    <w:rsid w:val="001B2080"/>
    <w:rsid w:val="001B225F"/>
    <w:rsid w:val="001B2375"/>
    <w:rsid w:val="001B24C3"/>
    <w:rsid w:val="001B24D0"/>
    <w:rsid w:val="001B24E2"/>
    <w:rsid w:val="001B25CF"/>
    <w:rsid w:val="001B2C5D"/>
    <w:rsid w:val="001B2CF0"/>
    <w:rsid w:val="001B3020"/>
    <w:rsid w:val="001B30C4"/>
    <w:rsid w:val="001B3270"/>
    <w:rsid w:val="001B329A"/>
    <w:rsid w:val="001B32E3"/>
    <w:rsid w:val="001B33ED"/>
    <w:rsid w:val="001B365B"/>
    <w:rsid w:val="001B36EB"/>
    <w:rsid w:val="001B376D"/>
    <w:rsid w:val="001B386C"/>
    <w:rsid w:val="001B3944"/>
    <w:rsid w:val="001B399C"/>
    <w:rsid w:val="001B3C2D"/>
    <w:rsid w:val="001B3E36"/>
    <w:rsid w:val="001B3EFA"/>
    <w:rsid w:val="001B400E"/>
    <w:rsid w:val="001B4026"/>
    <w:rsid w:val="001B421B"/>
    <w:rsid w:val="001B423F"/>
    <w:rsid w:val="001B4247"/>
    <w:rsid w:val="001B4304"/>
    <w:rsid w:val="001B4460"/>
    <w:rsid w:val="001B4841"/>
    <w:rsid w:val="001B498C"/>
    <w:rsid w:val="001B49B0"/>
    <w:rsid w:val="001B49FF"/>
    <w:rsid w:val="001B4A4A"/>
    <w:rsid w:val="001B4ACB"/>
    <w:rsid w:val="001B4B84"/>
    <w:rsid w:val="001B4BB0"/>
    <w:rsid w:val="001B4CC9"/>
    <w:rsid w:val="001B4D83"/>
    <w:rsid w:val="001B4E37"/>
    <w:rsid w:val="001B5093"/>
    <w:rsid w:val="001B5147"/>
    <w:rsid w:val="001B5292"/>
    <w:rsid w:val="001B529D"/>
    <w:rsid w:val="001B545C"/>
    <w:rsid w:val="001B5473"/>
    <w:rsid w:val="001B56F4"/>
    <w:rsid w:val="001B571B"/>
    <w:rsid w:val="001B5842"/>
    <w:rsid w:val="001B5989"/>
    <w:rsid w:val="001B5A29"/>
    <w:rsid w:val="001B5B19"/>
    <w:rsid w:val="001B5CEC"/>
    <w:rsid w:val="001B5D15"/>
    <w:rsid w:val="001B5D3F"/>
    <w:rsid w:val="001B5ED1"/>
    <w:rsid w:val="001B5FA9"/>
    <w:rsid w:val="001B5FC7"/>
    <w:rsid w:val="001B614E"/>
    <w:rsid w:val="001B61D1"/>
    <w:rsid w:val="001B621F"/>
    <w:rsid w:val="001B630E"/>
    <w:rsid w:val="001B64B8"/>
    <w:rsid w:val="001B654E"/>
    <w:rsid w:val="001B657B"/>
    <w:rsid w:val="001B65C9"/>
    <w:rsid w:val="001B6782"/>
    <w:rsid w:val="001B6956"/>
    <w:rsid w:val="001B6B60"/>
    <w:rsid w:val="001B6E5D"/>
    <w:rsid w:val="001B6F7B"/>
    <w:rsid w:val="001B7052"/>
    <w:rsid w:val="001B70B0"/>
    <w:rsid w:val="001B7148"/>
    <w:rsid w:val="001B7425"/>
    <w:rsid w:val="001B74BF"/>
    <w:rsid w:val="001B74C0"/>
    <w:rsid w:val="001B7768"/>
    <w:rsid w:val="001B7771"/>
    <w:rsid w:val="001B78D2"/>
    <w:rsid w:val="001B7B46"/>
    <w:rsid w:val="001B7BAD"/>
    <w:rsid w:val="001B7C7A"/>
    <w:rsid w:val="001B7CC3"/>
    <w:rsid w:val="001B7F54"/>
    <w:rsid w:val="001B7FD5"/>
    <w:rsid w:val="001C0270"/>
    <w:rsid w:val="001C0371"/>
    <w:rsid w:val="001C038E"/>
    <w:rsid w:val="001C08AD"/>
    <w:rsid w:val="001C09A3"/>
    <w:rsid w:val="001C09F8"/>
    <w:rsid w:val="001C0B61"/>
    <w:rsid w:val="001C0B69"/>
    <w:rsid w:val="001C0C0D"/>
    <w:rsid w:val="001C0C58"/>
    <w:rsid w:val="001C0CA9"/>
    <w:rsid w:val="001C0CAE"/>
    <w:rsid w:val="001C0CC9"/>
    <w:rsid w:val="001C0CE8"/>
    <w:rsid w:val="001C0DA1"/>
    <w:rsid w:val="001C0DA2"/>
    <w:rsid w:val="001C0F61"/>
    <w:rsid w:val="001C0FC4"/>
    <w:rsid w:val="001C0FD4"/>
    <w:rsid w:val="001C125F"/>
    <w:rsid w:val="001C12C0"/>
    <w:rsid w:val="001C12E8"/>
    <w:rsid w:val="001C12F6"/>
    <w:rsid w:val="001C12F8"/>
    <w:rsid w:val="001C1450"/>
    <w:rsid w:val="001C14F7"/>
    <w:rsid w:val="001C151F"/>
    <w:rsid w:val="001C16A3"/>
    <w:rsid w:val="001C1A27"/>
    <w:rsid w:val="001C1CA8"/>
    <w:rsid w:val="001C1CDF"/>
    <w:rsid w:val="001C1D37"/>
    <w:rsid w:val="001C1F59"/>
    <w:rsid w:val="001C204C"/>
    <w:rsid w:val="001C227C"/>
    <w:rsid w:val="001C22B6"/>
    <w:rsid w:val="001C2339"/>
    <w:rsid w:val="001C24C1"/>
    <w:rsid w:val="001C26B0"/>
    <w:rsid w:val="001C2A1F"/>
    <w:rsid w:val="001C2B32"/>
    <w:rsid w:val="001C2CA0"/>
    <w:rsid w:val="001C2F67"/>
    <w:rsid w:val="001C2F9A"/>
    <w:rsid w:val="001C3052"/>
    <w:rsid w:val="001C305F"/>
    <w:rsid w:val="001C31E7"/>
    <w:rsid w:val="001C339F"/>
    <w:rsid w:val="001C35AC"/>
    <w:rsid w:val="001C3631"/>
    <w:rsid w:val="001C37DD"/>
    <w:rsid w:val="001C382E"/>
    <w:rsid w:val="001C3948"/>
    <w:rsid w:val="001C3A1A"/>
    <w:rsid w:val="001C3A21"/>
    <w:rsid w:val="001C3A8B"/>
    <w:rsid w:val="001C3BE5"/>
    <w:rsid w:val="001C3C59"/>
    <w:rsid w:val="001C3D56"/>
    <w:rsid w:val="001C3D6E"/>
    <w:rsid w:val="001C415D"/>
    <w:rsid w:val="001C419F"/>
    <w:rsid w:val="001C428C"/>
    <w:rsid w:val="001C42E7"/>
    <w:rsid w:val="001C4395"/>
    <w:rsid w:val="001C44A4"/>
    <w:rsid w:val="001C4539"/>
    <w:rsid w:val="001C47A7"/>
    <w:rsid w:val="001C48B9"/>
    <w:rsid w:val="001C4901"/>
    <w:rsid w:val="001C4AE0"/>
    <w:rsid w:val="001C4BB0"/>
    <w:rsid w:val="001C4D20"/>
    <w:rsid w:val="001C4DCA"/>
    <w:rsid w:val="001C4F57"/>
    <w:rsid w:val="001C4F5B"/>
    <w:rsid w:val="001C4F66"/>
    <w:rsid w:val="001C51A3"/>
    <w:rsid w:val="001C542A"/>
    <w:rsid w:val="001C55FB"/>
    <w:rsid w:val="001C5842"/>
    <w:rsid w:val="001C592C"/>
    <w:rsid w:val="001C5C07"/>
    <w:rsid w:val="001C5EE3"/>
    <w:rsid w:val="001C5EE5"/>
    <w:rsid w:val="001C60F0"/>
    <w:rsid w:val="001C625E"/>
    <w:rsid w:val="001C62B4"/>
    <w:rsid w:val="001C654E"/>
    <w:rsid w:val="001C6693"/>
    <w:rsid w:val="001C6877"/>
    <w:rsid w:val="001C68FC"/>
    <w:rsid w:val="001C6A9D"/>
    <w:rsid w:val="001C6C0B"/>
    <w:rsid w:val="001C6CD5"/>
    <w:rsid w:val="001C6D60"/>
    <w:rsid w:val="001C6D6B"/>
    <w:rsid w:val="001C6E86"/>
    <w:rsid w:val="001C7117"/>
    <w:rsid w:val="001C7218"/>
    <w:rsid w:val="001C7277"/>
    <w:rsid w:val="001C72C9"/>
    <w:rsid w:val="001C732F"/>
    <w:rsid w:val="001C7374"/>
    <w:rsid w:val="001C73BA"/>
    <w:rsid w:val="001C762B"/>
    <w:rsid w:val="001C762E"/>
    <w:rsid w:val="001C7660"/>
    <w:rsid w:val="001C7B91"/>
    <w:rsid w:val="001C7C90"/>
    <w:rsid w:val="001C7DDC"/>
    <w:rsid w:val="001C7E30"/>
    <w:rsid w:val="001C7E85"/>
    <w:rsid w:val="001C7F07"/>
    <w:rsid w:val="001D016A"/>
    <w:rsid w:val="001D018F"/>
    <w:rsid w:val="001D021A"/>
    <w:rsid w:val="001D03DE"/>
    <w:rsid w:val="001D0496"/>
    <w:rsid w:val="001D0588"/>
    <w:rsid w:val="001D062E"/>
    <w:rsid w:val="001D066C"/>
    <w:rsid w:val="001D0707"/>
    <w:rsid w:val="001D081F"/>
    <w:rsid w:val="001D0929"/>
    <w:rsid w:val="001D0B86"/>
    <w:rsid w:val="001D0C18"/>
    <w:rsid w:val="001D0CDF"/>
    <w:rsid w:val="001D0DAC"/>
    <w:rsid w:val="001D0DB8"/>
    <w:rsid w:val="001D0DE2"/>
    <w:rsid w:val="001D0F64"/>
    <w:rsid w:val="001D0F6A"/>
    <w:rsid w:val="001D109A"/>
    <w:rsid w:val="001D10DB"/>
    <w:rsid w:val="001D1113"/>
    <w:rsid w:val="001D11DD"/>
    <w:rsid w:val="001D1536"/>
    <w:rsid w:val="001D1556"/>
    <w:rsid w:val="001D155C"/>
    <w:rsid w:val="001D15F7"/>
    <w:rsid w:val="001D16E9"/>
    <w:rsid w:val="001D1973"/>
    <w:rsid w:val="001D1A41"/>
    <w:rsid w:val="001D1A4C"/>
    <w:rsid w:val="001D1ABF"/>
    <w:rsid w:val="001D1CEF"/>
    <w:rsid w:val="001D2199"/>
    <w:rsid w:val="001D2261"/>
    <w:rsid w:val="001D23C8"/>
    <w:rsid w:val="001D2435"/>
    <w:rsid w:val="001D24C7"/>
    <w:rsid w:val="001D256B"/>
    <w:rsid w:val="001D264A"/>
    <w:rsid w:val="001D2685"/>
    <w:rsid w:val="001D27C7"/>
    <w:rsid w:val="001D27D4"/>
    <w:rsid w:val="001D2A38"/>
    <w:rsid w:val="001D2C05"/>
    <w:rsid w:val="001D2D2D"/>
    <w:rsid w:val="001D2F88"/>
    <w:rsid w:val="001D3318"/>
    <w:rsid w:val="001D3327"/>
    <w:rsid w:val="001D3333"/>
    <w:rsid w:val="001D339C"/>
    <w:rsid w:val="001D34BE"/>
    <w:rsid w:val="001D3536"/>
    <w:rsid w:val="001D3570"/>
    <w:rsid w:val="001D3626"/>
    <w:rsid w:val="001D365D"/>
    <w:rsid w:val="001D36F7"/>
    <w:rsid w:val="001D3A57"/>
    <w:rsid w:val="001D3F55"/>
    <w:rsid w:val="001D4021"/>
    <w:rsid w:val="001D4187"/>
    <w:rsid w:val="001D42FE"/>
    <w:rsid w:val="001D4438"/>
    <w:rsid w:val="001D459B"/>
    <w:rsid w:val="001D462A"/>
    <w:rsid w:val="001D477F"/>
    <w:rsid w:val="001D4A13"/>
    <w:rsid w:val="001D4B00"/>
    <w:rsid w:val="001D4C6B"/>
    <w:rsid w:val="001D4E20"/>
    <w:rsid w:val="001D504D"/>
    <w:rsid w:val="001D50A1"/>
    <w:rsid w:val="001D5158"/>
    <w:rsid w:val="001D5281"/>
    <w:rsid w:val="001D5518"/>
    <w:rsid w:val="001D55ED"/>
    <w:rsid w:val="001D57FE"/>
    <w:rsid w:val="001D58BE"/>
    <w:rsid w:val="001D5A72"/>
    <w:rsid w:val="001D5B4B"/>
    <w:rsid w:val="001D5BEC"/>
    <w:rsid w:val="001D5CA8"/>
    <w:rsid w:val="001D5CEB"/>
    <w:rsid w:val="001D5E13"/>
    <w:rsid w:val="001D5EA0"/>
    <w:rsid w:val="001D5EE1"/>
    <w:rsid w:val="001D5F60"/>
    <w:rsid w:val="001D5FE1"/>
    <w:rsid w:val="001D62FE"/>
    <w:rsid w:val="001D637B"/>
    <w:rsid w:val="001D6535"/>
    <w:rsid w:val="001D6553"/>
    <w:rsid w:val="001D6A64"/>
    <w:rsid w:val="001D6B53"/>
    <w:rsid w:val="001D6B8A"/>
    <w:rsid w:val="001D6C32"/>
    <w:rsid w:val="001D6CE4"/>
    <w:rsid w:val="001D6D8C"/>
    <w:rsid w:val="001D6DD5"/>
    <w:rsid w:val="001D6E38"/>
    <w:rsid w:val="001D6F45"/>
    <w:rsid w:val="001D6F4A"/>
    <w:rsid w:val="001D705A"/>
    <w:rsid w:val="001D7060"/>
    <w:rsid w:val="001D71CD"/>
    <w:rsid w:val="001D73E8"/>
    <w:rsid w:val="001D7424"/>
    <w:rsid w:val="001D742F"/>
    <w:rsid w:val="001D7630"/>
    <w:rsid w:val="001D78F1"/>
    <w:rsid w:val="001D7AD7"/>
    <w:rsid w:val="001D7CEC"/>
    <w:rsid w:val="001D7CF8"/>
    <w:rsid w:val="001D7DC9"/>
    <w:rsid w:val="001D7E8A"/>
    <w:rsid w:val="001D7F26"/>
    <w:rsid w:val="001D7FBE"/>
    <w:rsid w:val="001E0017"/>
    <w:rsid w:val="001E003B"/>
    <w:rsid w:val="001E0118"/>
    <w:rsid w:val="001E016C"/>
    <w:rsid w:val="001E01EE"/>
    <w:rsid w:val="001E033A"/>
    <w:rsid w:val="001E03DE"/>
    <w:rsid w:val="001E066F"/>
    <w:rsid w:val="001E0793"/>
    <w:rsid w:val="001E0940"/>
    <w:rsid w:val="001E0A15"/>
    <w:rsid w:val="001E0A58"/>
    <w:rsid w:val="001E0E5E"/>
    <w:rsid w:val="001E0E65"/>
    <w:rsid w:val="001E0F5C"/>
    <w:rsid w:val="001E1003"/>
    <w:rsid w:val="001E106A"/>
    <w:rsid w:val="001E1076"/>
    <w:rsid w:val="001E1113"/>
    <w:rsid w:val="001E11B8"/>
    <w:rsid w:val="001E11E9"/>
    <w:rsid w:val="001E1210"/>
    <w:rsid w:val="001E126E"/>
    <w:rsid w:val="001E1737"/>
    <w:rsid w:val="001E1834"/>
    <w:rsid w:val="001E1D3A"/>
    <w:rsid w:val="001E1D46"/>
    <w:rsid w:val="001E1E19"/>
    <w:rsid w:val="001E2224"/>
    <w:rsid w:val="001E26E4"/>
    <w:rsid w:val="001E2750"/>
    <w:rsid w:val="001E27A6"/>
    <w:rsid w:val="001E2839"/>
    <w:rsid w:val="001E2E1D"/>
    <w:rsid w:val="001E2E9B"/>
    <w:rsid w:val="001E2EE6"/>
    <w:rsid w:val="001E2FEC"/>
    <w:rsid w:val="001E30EB"/>
    <w:rsid w:val="001E35ED"/>
    <w:rsid w:val="001E3861"/>
    <w:rsid w:val="001E3C49"/>
    <w:rsid w:val="001E3C87"/>
    <w:rsid w:val="001E3D61"/>
    <w:rsid w:val="001E3D89"/>
    <w:rsid w:val="001E3D91"/>
    <w:rsid w:val="001E3DBA"/>
    <w:rsid w:val="001E3FA3"/>
    <w:rsid w:val="001E41B2"/>
    <w:rsid w:val="001E42A6"/>
    <w:rsid w:val="001E42CB"/>
    <w:rsid w:val="001E46B1"/>
    <w:rsid w:val="001E4A83"/>
    <w:rsid w:val="001E4B45"/>
    <w:rsid w:val="001E4C1D"/>
    <w:rsid w:val="001E4C65"/>
    <w:rsid w:val="001E4EA9"/>
    <w:rsid w:val="001E50BA"/>
    <w:rsid w:val="001E50D1"/>
    <w:rsid w:val="001E5289"/>
    <w:rsid w:val="001E5481"/>
    <w:rsid w:val="001E54EF"/>
    <w:rsid w:val="001E572C"/>
    <w:rsid w:val="001E5891"/>
    <w:rsid w:val="001E5A7E"/>
    <w:rsid w:val="001E5B5E"/>
    <w:rsid w:val="001E5D15"/>
    <w:rsid w:val="001E5DE1"/>
    <w:rsid w:val="001E5E2E"/>
    <w:rsid w:val="001E5F33"/>
    <w:rsid w:val="001E608D"/>
    <w:rsid w:val="001E61DF"/>
    <w:rsid w:val="001E64D5"/>
    <w:rsid w:val="001E6757"/>
    <w:rsid w:val="001E6792"/>
    <w:rsid w:val="001E67D3"/>
    <w:rsid w:val="001E67FB"/>
    <w:rsid w:val="001E6919"/>
    <w:rsid w:val="001E69B3"/>
    <w:rsid w:val="001E6A7B"/>
    <w:rsid w:val="001E6AC8"/>
    <w:rsid w:val="001E6BA7"/>
    <w:rsid w:val="001E6BC7"/>
    <w:rsid w:val="001E6C61"/>
    <w:rsid w:val="001E6FCD"/>
    <w:rsid w:val="001E7075"/>
    <w:rsid w:val="001E70FB"/>
    <w:rsid w:val="001E7225"/>
    <w:rsid w:val="001E7389"/>
    <w:rsid w:val="001E75C5"/>
    <w:rsid w:val="001E7889"/>
    <w:rsid w:val="001E7900"/>
    <w:rsid w:val="001E7954"/>
    <w:rsid w:val="001E7A08"/>
    <w:rsid w:val="001E7A2C"/>
    <w:rsid w:val="001E7A9D"/>
    <w:rsid w:val="001E7CE8"/>
    <w:rsid w:val="001E7D4D"/>
    <w:rsid w:val="001E7EEB"/>
    <w:rsid w:val="001E7F68"/>
    <w:rsid w:val="001F006F"/>
    <w:rsid w:val="001F00D0"/>
    <w:rsid w:val="001F01B2"/>
    <w:rsid w:val="001F020D"/>
    <w:rsid w:val="001F0472"/>
    <w:rsid w:val="001F0777"/>
    <w:rsid w:val="001F07CD"/>
    <w:rsid w:val="001F0816"/>
    <w:rsid w:val="001F083B"/>
    <w:rsid w:val="001F0889"/>
    <w:rsid w:val="001F0B17"/>
    <w:rsid w:val="001F0B21"/>
    <w:rsid w:val="001F0D69"/>
    <w:rsid w:val="001F0FA1"/>
    <w:rsid w:val="001F101D"/>
    <w:rsid w:val="001F1026"/>
    <w:rsid w:val="001F10A3"/>
    <w:rsid w:val="001F10B4"/>
    <w:rsid w:val="001F1667"/>
    <w:rsid w:val="001F18A4"/>
    <w:rsid w:val="001F1B5E"/>
    <w:rsid w:val="001F1B6C"/>
    <w:rsid w:val="001F1CFE"/>
    <w:rsid w:val="001F1D12"/>
    <w:rsid w:val="001F1D2A"/>
    <w:rsid w:val="001F1E87"/>
    <w:rsid w:val="001F1FF4"/>
    <w:rsid w:val="001F1FF7"/>
    <w:rsid w:val="001F2130"/>
    <w:rsid w:val="001F228D"/>
    <w:rsid w:val="001F22D2"/>
    <w:rsid w:val="001F246C"/>
    <w:rsid w:val="001F2470"/>
    <w:rsid w:val="001F257F"/>
    <w:rsid w:val="001F2840"/>
    <w:rsid w:val="001F2930"/>
    <w:rsid w:val="001F298B"/>
    <w:rsid w:val="001F29E7"/>
    <w:rsid w:val="001F2D97"/>
    <w:rsid w:val="001F2E64"/>
    <w:rsid w:val="001F2FC8"/>
    <w:rsid w:val="001F2FD0"/>
    <w:rsid w:val="001F30DE"/>
    <w:rsid w:val="001F3181"/>
    <w:rsid w:val="001F3216"/>
    <w:rsid w:val="001F32B7"/>
    <w:rsid w:val="001F348C"/>
    <w:rsid w:val="001F34DA"/>
    <w:rsid w:val="001F3565"/>
    <w:rsid w:val="001F3585"/>
    <w:rsid w:val="001F359B"/>
    <w:rsid w:val="001F36BE"/>
    <w:rsid w:val="001F3739"/>
    <w:rsid w:val="001F3759"/>
    <w:rsid w:val="001F376F"/>
    <w:rsid w:val="001F37FB"/>
    <w:rsid w:val="001F3849"/>
    <w:rsid w:val="001F3ABB"/>
    <w:rsid w:val="001F3AC7"/>
    <w:rsid w:val="001F3CAC"/>
    <w:rsid w:val="001F3DE3"/>
    <w:rsid w:val="001F3E1C"/>
    <w:rsid w:val="001F3F5F"/>
    <w:rsid w:val="001F3F7B"/>
    <w:rsid w:val="001F4205"/>
    <w:rsid w:val="001F42AA"/>
    <w:rsid w:val="001F42DE"/>
    <w:rsid w:val="001F4329"/>
    <w:rsid w:val="001F43A0"/>
    <w:rsid w:val="001F43C2"/>
    <w:rsid w:val="001F4472"/>
    <w:rsid w:val="001F44D0"/>
    <w:rsid w:val="001F459D"/>
    <w:rsid w:val="001F4659"/>
    <w:rsid w:val="001F46E6"/>
    <w:rsid w:val="001F4782"/>
    <w:rsid w:val="001F4A30"/>
    <w:rsid w:val="001F4A3D"/>
    <w:rsid w:val="001F4AD4"/>
    <w:rsid w:val="001F4AD6"/>
    <w:rsid w:val="001F4B9E"/>
    <w:rsid w:val="001F4C21"/>
    <w:rsid w:val="001F4C4D"/>
    <w:rsid w:val="001F4CF0"/>
    <w:rsid w:val="001F4D30"/>
    <w:rsid w:val="001F4EBB"/>
    <w:rsid w:val="001F4F0B"/>
    <w:rsid w:val="001F4F27"/>
    <w:rsid w:val="001F4FD3"/>
    <w:rsid w:val="001F51B8"/>
    <w:rsid w:val="001F51BE"/>
    <w:rsid w:val="001F52EE"/>
    <w:rsid w:val="001F535D"/>
    <w:rsid w:val="001F573B"/>
    <w:rsid w:val="001F5B71"/>
    <w:rsid w:val="001F5BCE"/>
    <w:rsid w:val="001F5D36"/>
    <w:rsid w:val="001F5E58"/>
    <w:rsid w:val="001F5EFF"/>
    <w:rsid w:val="001F5F7C"/>
    <w:rsid w:val="001F6008"/>
    <w:rsid w:val="001F60B4"/>
    <w:rsid w:val="001F60E1"/>
    <w:rsid w:val="001F612D"/>
    <w:rsid w:val="001F6304"/>
    <w:rsid w:val="001F6452"/>
    <w:rsid w:val="001F64C2"/>
    <w:rsid w:val="001F6772"/>
    <w:rsid w:val="001F6949"/>
    <w:rsid w:val="001F6A25"/>
    <w:rsid w:val="001F6AAE"/>
    <w:rsid w:val="001F6BFC"/>
    <w:rsid w:val="001F6E43"/>
    <w:rsid w:val="001F6ED3"/>
    <w:rsid w:val="001F7163"/>
    <w:rsid w:val="001F7194"/>
    <w:rsid w:val="001F7488"/>
    <w:rsid w:val="001F7616"/>
    <w:rsid w:val="001F769B"/>
    <w:rsid w:val="001F779E"/>
    <w:rsid w:val="001F79B6"/>
    <w:rsid w:val="001F7C87"/>
    <w:rsid w:val="001F7CA6"/>
    <w:rsid w:val="001F7D52"/>
    <w:rsid w:val="001F7D6D"/>
    <w:rsid w:val="001F7EE9"/>
    <w:rsid w:val="001F7FE2"/>
    <w:rsid w:val="00200005"/>
    <w:rsid w:val="00200036"/>
    <w:rsid w:val="002002BF"/>
    <w:rsid w:val="0020058C"/>
    <w:rsid w:val="002005AF"/>
    <w:rsid w:val="002005FF"/>
    <w:rsid w:val="00200751"/>
    <w:rsid w:val="00200B96"/>
    <w:rsid w:val="00200C73"/>
    <w:rsid w:val="00200CFD"/>
    <w:rsid w:val="00200D51"/>
    <w:rsid w:val="00200D5D"/>
    <w:rsid w:val="00200FAF"/>
    <w:rsid w:val="00201029"/>
    <w:rsid w:val="0020132B"/>
    <w:rsid w:val="00201412"/>
    <w:rsid w:val="00201483"/>
    <w:rsid w:val="002014D9"/>
    <w:rsid w:val="002015EA"/>
    <w:rsid w:val="00201630"/>
    <w:rsid w:val="00201685"/>
    <w:rsid w:val="0020173F"/>
    <w:rsid w:val="00201890"/>
    <w:rsid w:val="002019F1"/>
    <w:rsid w:val="002019F8"/>
    <w:rsid w:val="00202009"/>
    <w:rsid w:val="00202021"/>
    <w:rsid w:val="0020204D"/>
    <w:rsid w:val="002020FF"/>
    <w:rsid w:val="00202199"/>
    <w:rsid w:val="00202815"/>
    <w:rsid w:val="00202A26"/>
    <w:rsid w:val="00202A30"/>
    <w:rsid w:val="00202ABA"/>
    <w:rsid w:val="00202B40"/>
    <w:rsid w:val="00202E70"/>
    <w:rsid w:val="0020320D"/>
    <w:rsid w:val="0020338E"/>
    <w:rsid w:val="0020345E"/>
    <w:rsid w:val="002034DC"/>
    <w:rsid w:val="00203699"/>
    <w:rsid w:val="00203753"/>
    <w:rsid w:val="00203882"/>
    <w:rsid w:val="00203908"/>
    <w:rsid w:val="00203909"/>
    <w:rsid w:val="00203A47"/>
    <w:rsid w:val="00203AD1"/>
    <w:rsid w:val="00203B3E"/>
    <w:rsid w:val="00203C6F"/>
    <w:rsid w:val="00203D53"/>
    <w:rsid w:val="00203D82"/>
    <w:rsid w:val="00203DBF"/>
    <w:rsid w:val="00203F1F"/>
    <w:rsid w:val="002042F3"/>
    <w:rsid w:val="002043D1"/>
    <w:rsid w:val="002043DD"/>
    <w:rsid w:val="00204537"/>
    <w:rsid w:val="0020464F"/>
    <w:rsid w:val="0020494F"/>
    <w:rsid w:val="0020498D"/>
    <w:rsid w:val="00204A4D"/>
    <w:rsid w:val="00204B97"/>
    <w:rsid w:val="00205024"/>
    <w:rsid w:val="00205058"/>
    <w:rsid w:val="00205230"/>
    <w:rsid w:val="002055E1"/>
    <w:rsid w:val="0020566B"/>
    <w:rsid w:val="002057A1"/>
    <w:rsid w:val="00205859"/>
    <w:rsid w:val="00205A05"/>
    <w:rsid w:val="00205C94"/>
    <w:rsid w:val="00205CD6"/>
    <w:rsid w:val="00205DD7"/>
    <w:rsid w:val="00205DEF"/>
    <w:rsid w:val="00205FB3"/>
    <w:rsid w:val="0020613B"/>
    <w:rsid w:val="002061E6"/>
    <w:rsid w:val="00206289"/>
    <w:rsid w:val="0020628A"/>
    <w:rsid w:val="002062AE"/>
    <w:rsid w:val="0020637F"/>
    <w:rsid w:val="002064B9"/>
    <w:rsid w:val="002064C4"/>
    <w:rsid w:val="002065AE"/>
    <w:rsid w:val="0020667C"/>
    <w:rsid w:val="0020675B"/>
    <w:rsid w:val="00206782"/>
    <w:rsid w:val="002067B2"/>
    <w:rsid w:val="00206817"/>
    <w:rsid w:val="00206872"/>
    <w:rsid w:val="00206A03"/>
    <w:rsid w:val="00206A18"/>
    <w:rsid w:val="00206C83"/>
    <w:rsid w:val="00206CA5"/>
    <w:rsid w:val="00206D36"/>
    <w:rsid w:val="00206D85"/>
    <w:rsid w:val="00206F45"/>
    <w:rsid w:val="002070B6"/>
    <w:rsid w:val="002070DC"/>
    <w:rsid w:val="0020715D"/>
    <w:rsid w:val="00207317"/>
    <w:rsid w:val="00207427"/>
    <w:rsid w:val="00207554"/>
    <w:rsid w:val="0020767A"/>
    <w:rsid w:val="0020781B"/>
    <w:rsid w:val="00207B33"/>
    <w:rsid w:val="00207BF4"/>
    <w:rsid w:val="00207D74"/>
    <w:rsid w:val="00207E6C"/>
    <w:rsid w:val="00207E8D"/>
    <w:rsid w:val="00207EAC"/>
    <w:rsid w:val="00207EE9"/>
    <w:rsid w:val="00210085"/>
    <w:rsid w:val="00210123"/>
    <w:rsid w:val="00210141"/>
    <w:rsid w:val="002101D0"/>
    <w:rsid w:val="002102A4"/>
    <w:rsid w:val="002102F3"/>
    <w:rsid w:val="00210384"/>
    <w:rsid w:val="00210418"/>
    <w:rsid w:val="00210452"/>
    <w:rsid w:val="00210545"/>
    <w:rsid w:val="002105F5"/>
    <w:rsid w:val="0021087F"/>
    <w:rsid w:val="002108F5"/>
    <w:rsid w:val="00210955"/>
    <w:rsid w:val="00210B1C"/>
    <w:rsid w:val="00210B58"/>
    <w:rsid w:val="00210D51"/>
    <w:rsid w:val="00210D94"/>
    <w:rsid w:val="00210DDB"/>
    <w:rsid w:val="00210F83"/>
    <w:rsid w:val="00210F8B"/>
    <w:rsid w:val="0021122E"/>
    <w:rsid w:val="0021129F"/>
    <w:rsid w:val="0021130B"/>
    <w:rsid w:val="00211342"/>
    <w:rsid w:val="00211401"/>
    <w:rsid w:val="002114B7"/>
    <w:rsid w:val="002115F8"/>
    <w:rsid w:val="0021165C"/>
    <w:rsid w:val="002118D3"/>
    <w:rsid w:val="002118F1"/>
    <w:rsid w:val="0021196C"/>
    <w:rsid w:val="00211A19"/>
    <w:rsid w:val="00211D25"/>
    <w:rsid w:val="00211EE8"/>
    <w:rsid w:val="002125F4"/>
    <w:rsid w:val="0021277B"/>
    <w:rsid w:val="0021279B"/>
    <w:rsid w:val="00212975"/>
    <w:rsid w:val="0021299D"/>
    <w:rsid w:val="002129BE"/>
    <w:rsid w:val="00212B6B"/>
    <w:rsid w:val="00212C5C"/>
    <w:rsid w:val="00212D04"/>
    <w:rsid w:val="00212D13"/>
    <w:rsid w:val="00212D1C"/>
    <w:rsid w:val="00212D22"/>
    <w:rsid w:val="00212EB1"/>
    <w:rsid w:val="00212F2B"/>
    <w:rsid w:val="00212F51"/>
    <w:rsid w:val="002134B8"/>
    <w:rsid w:val="00213694"/>
    <w:rsid w:val="002136A9"/>
    <w:rsid w:val="00213777"/>
    <w:rsid w:val="00213915"/>
    <w:rsid w:val="00213A17"/>
    <w:rsid w:val="00213A4C"/>
    <w:rsid w:val="00213B08"/>
    <w:rsid w:val="00213B33"/>
    <w:rsid w:val="00213B4F"/>
    <w:rsid w:val="00213BC8"/>
    <w:rsid w:val="00213CF0"/>
    <w:rsid w:val="00213E28"/>
    <w:rsid w:val="0021404F"/>
    <w:rsid w:val="0021410E"/>
    <w:rsid w:val="002141E8"/>
    <w:rsid w:val="002142A1"/>
    <w:rsid w:val="002143C3"/>
    <w:rsid w:val="00214588"/>
    <w:rsid w:val="0021458A"/>
    <w:rsid w:val="002147B0"/>
    <w:rsid w:val="002148D2"/>
    <w:rsid w:val="00214944"/>
    <w:rsid w:val="00214A27"/>
    <w:rsid w:val="002159AA"/>
    <w:rsid w:val="00215A65"/>
    <w:rsid w:val="00215B3A"/>
    <w:rsid w:val="00215CC1"/>
    <w:rsid w:val="00215CE9"/>
    <w:rsid w:val="00215D2E"/>
    <w:rsid w:val="00215DA6"/>
    <w:rsid w:val="00215DD5"/>
    <w:rsid w:val="00215ED6"/>
    <w:rsid w:val="00216117"/>
    <w:rsid w:val="002161D8"/>
    <w:rsid w:val="002161FB"/>
    <w:rsid w:val="0021623A"/>
    <w:rsid w:val="0021628C"/>
    <w:rsid w:val="0021647B"/>
    <w:rsid w:val="0021654D"/>
    <w:rsid w:val="002165A4"/>
    <w:rsid w:val="0021664D"/>
    <w:rsid w:val="00216719"/>
    <w:rsid w:val="002168CB"/>
    <w:rsid w:val="002168DB"/>
    <w:rsid w:val="002168F6"/>
    <w:rsid w:val="00216A1A"/>
    <w:rsid w:val="00216A29"/>
    <w:rsid w:val="00216A4A"/>
    <w:rsid w:val="00216B02"/>
    <w:rsid w:val="00216B6C"/>
    <w:rsid w:val="00216C8F"/>
    <w:rsid w:val="00216F65"/>
    <w:rsid w:val="00217072"/>
    <w:rsid w:val="00217383"/>
    <w:rsid w:val="002173A7"/>
    <w:rsid w:val="00217409"/>
    <w:rsid w:val="00217512"/>
    <w:rsid w:val="0021757A"/>
    <w:rsid w:val="002176E8"/>
    <w:rsid w:val="00217736"/>
    <w:rsid w:val="002178F9"/>
    <w:rsid w:val="0021792D"/>
    <w:rsid w:val="0021796C"/>
    <w:rsid w:val="00217A1C"/>
    <w:rsid w:val="00217A58"/>
    <w:rsid w:val="00217C1B"/>
    <w:rsid w:val="00217DAC"/>
    <w:rsid w:val="00217DB3"/>
    <w:rsid w:val="00217EDD"/>
    <w:rsid w:val="00217F69"/>
    <w:rsid w:val="00217FB6"/>
    <w:rsid w:val="002201DE"/>
    <w:rsid w:val="00220216"/>
    <w:rsid w:val="002202F5"/>
    <w:rsid w:val="0022030E"/>
    <w:rsid w:val="0022031C"/>
    <w:rsid w:val="002203DE"/>
    <w:rsid w:val="0022053F"/>
    <w:rsid w:val="00220550"/>
    <w:rsid w:val="002205F1"/>
    <w:rsid w:val="0022065B"/>
    <w:rsid w:val="00220732"/>
    <w:rsid w:val="0022087E"/>
    <w:rsid w:val="002209FC"/>
    <w:rsid w:val="00220D66"/>
    <w:rsid w:val="00220D99"/>
    <w:rsid w:val="00220DCC"/>
    <w:rsid w:val="00220E7C"/>
    <w:rsid w:val="00220F18"/>
    <w:rsid w:val="00220F66"/>
    <w:rsid w:val="002210F1"/>
    <w:rsid w:val="00221315"/>
    <w:rsid w:val="0022132A"/>
    <w:rsid w:val="0022161D"/>
    <w:rsid w:val="0022161F"/>
    <w:rsid w:val="00221637"/>
    <w:rsid w:val="002216BB"/>
    <w:rsid w:val="002218BE"/>
    <w:rsid w:val="00221922"/>
    <w:rsid w:val="00221948"/>
    <w:rsid w:val="00221BC9"/>
    <w:rsid w:val="00221BD9"/>
    <w:rsid w:val="00221BE1"/>
    <w:rsid w:val="00221C11"/>
    <w:rsid w:val="00221C51"/>
    <w:rsid w:val="00221C8A"/>
    <w:rsid w:val="00221D61"/>
    <w:rsid w:val="0022212A"/>
    <w:rsid w:val="0022225C"/>
    <w:rsid w:val="0022244E"/>
    <w:rsid w:val="0022248B"/>
    <w:rsid w:val="002225E5"/>
    <w:rsid w:val="002229C1"/>
    <w:rsid w:val="00222C28"/>
    <w:rsid w:val="00222D13"/>
    <w:rsid w:val="00222DED"/>
    <w:rsid w:val="002230A3"/>
    <w:rsid w:val="00223108"/>
    <w:rsid w:val="0022313E"/>
    <w:rsid w:val="002231DB"/>
    <w:rsid w:val="002232D3"/>
    <w:rsid w:val="00223306"/>
    <w:rsid w:val="00223314"/>
    <w:rsid w:val="00223553"/>
    <w:rsid w:val="00223610"/>
    <w:rsid w:val="0022363A"/>
    <w:rsid w:val="0022363B"/>
    <w:rsid w:val="0022363F"/>
    <w:rsid w:val="0022377A"/>
    <w:rsid w:val="0022378D"/>
    <w:rsid w:val="00223899"/>
    <w:rsid w:val="002239AA"/>
    <w:rsid w:val="002239D8"/>
    <w:rsid w:val="00223BB4"/>
    <w:rsid w:val="00223CAA"/>
    <w:rsid w:val="00223E28"/>
    <w:rsid w:val="00223E79"/>
    <w:rsid w:val="00223F81"/>
    <w:rsid w:val="0022401F"/>
    <w:rsid w:val="0022402C"/>
    <w:rsid w:val="0022406D"/>
    <w:rsid w:val="002242AB"/>
    <w:rsid w:val="002242D4"/>
    <w:rsid w:val="00224322"/>
    <w:rsid w:val="0022437B"/>
    <w:rsid w:val="002243F2"/>
    <w:rsid w:val="00224441"/>
    <w:rsid w:val="00224515"/>
    <w:rsid w:val="00224585"/>
    <w:rsid w:val="00224601"/>
    <w:rsid w:val="0022464F"/>
    <w:rsid w:val="00224A4B"/>
    <w:rsid w:val="00224B66"/>
    <w:rsid w:val="00224C1B"/>
    <w:rsid w:val="00224D2A"/>
    <w:rsid w:val="00224DF6"/>
    <w:rsid w:val="00224EA2"/>
    <w:rsid w:val="0022511C"/>
    <w:rsid w:val="0022511E"/>
    <w:rsid w:val="0022539C"/>
    <w:rsid w:val="00225538"/>
    <w:rsid w:val="00225616"/>
    <w:rsid w:val="00225655"/>
    <w:rsid w:val="002256EC"/>
    <w:rsid w:val="0022571C"/>
    <w:rsid w:val="00225796"/>
    <w:rsid w:val="00225800"/>
    <w:rsid w:val="00225840"/>
    <w:rsid w:val="0022585F"/>
    <w:rsid w:val="00225A19"/>
    <w:rsid w:val="00225AEF"/>
    <w:rsid w:val="00225BBD"/>
    <w:rsid w:val="00225C4F"/>
    <w:rsid w:val="00225C93"/>
    <w:rsid w:val="00225D4E"/>
    <w:rsid w:val="00225F69"/>
    <w:rsid w:val="00225F70"/>
    <w:rsid w:val="0022602B"/>
    <w:rsid w:val="0022604C"/>
    <w:rsid w:val="00226116"/>
    <w:rsid w:val="00226152"/>
    <w:rsid w:val="00226369"/>
    <w:rsid w:val="00226551"/>
    <w:rsid w:val="002266E3"/>
    <w:rsid w:val="00226877"/>
    <w:rsid w:val="0022689D"/>
    <w:rsid w:val="0022697D"/>
    <w:rsid w:val="002269C3"/>
    <w:rsid w:val="002269F1"/>
    <w:rsid w:val="00226AEB"/>
    <w:rsid w:val="00226D7B"/>
    <w:rsid w:val="00226F10"/>
    <w:rsid w:val="00226F28"/>
    <w:rsid w:val="0022713A"/>
    <w:rsid w:val="0022754A"/>
    <w:rsid w:val="002277FF"/>
    <w:rsid w:val="00227863"/>
    <w:rsid w:val="00227925"/>
    <w:rsid w:val="00227C52"/>
    <w:rsid w:val="00227C99"/>
    <w:rsid w:val="00227E0A"/>
    <w:rsid w:val="00227ED2"/>
    <w:rsid w:val="00227EF1"/>
    <w:rsid w:val="00227F2A"/>
    <w:rsid w:val="00227F69"/>
    <w:rsid w:val="002301AA"/>
    <w:rsid w:val="0023028A"/>
    <w:rsid w:val="002303B0"/>
    <w:rsid w:val="00230546"/>
    <w:rsid w:val="002306CB"/>
    <w:rsid w:val="00230B15"/>
    <w:rsid w:val="00230C18"/>
    <w:rsid w:val="00230C58"/>
    <w:rsid w:val="00230CA6"/>
    <w:rsid w:val="00230D12"/>
    <w:rsid w:val="00230FEF"/>
    <w:rsid w:val="002310FB"/>
    <w:rsid w:val="00231296"/>
    <w:rsid w:val="002312EB"/>
    <w:rsid w:val="00231359"/>
    <w:rsid w:val="00231436"/>
    <w:rsid w:val="00231B75"/>
    <w:rsid w:val="00231C85"/>
    <w:rsid w:val="00231F70"/>
    <w:rsid w:val="00232004"/>
    <w:rsid w:val="002320EA"/>
    <w:rsid w:val="002320EF"/>
    <w:rsid w:val="002320F4"/>
    <w:rsid w:val="00232164"/>
    <w:rsid w:val="00232256"/>
    <w:rsid w:val="0023225A"/>
    <w:rsid w:val="0023231A"/>
    <w:rsid w:val="002324C3"/>
    <w:rsid w:val="00232501"/>
    <w:rsid w:val="002326AA"/>
    <w:rsid w:val="00232842"/>
    <w:rsid w:val="00232AB3"/>
    <w:rsid w:val="00232AB6"/>
    <w:rsid w:val="00232B48"/>
    <w:rsid w:val="00232C8F"/>
    <w:rsid w:val="00232DCD"/>
    <w:rsid w:val="00232DF4"/>
    <w:rsid w:val="00232F4F"/>
    <w:rsid w:val="00233015"/>
    <w:rsid w:val="0023317F"/>
    <w:rsid w:val="00233213"/>
    <w:rsid w:val="00233440"/>
    <w:rsid w:val="002334C7"/>
    <w:rsid w:val="0023351D"/>
    <w:rsid w:val="00233584"/>
    <w:rsid w:val="002335B2"/>
    <w:rsid w:val="002336EF"/>
    <w:rsid w:val="002337F3"/>
    <w:rsid w:val="0023386C"/>
    <w:rsid w:val="002339B4"/>
    <w:rsid w:val="00233A0A"/>
    <w:rsid w:val="00233A77"/>
    <w:rsid w:val="00233C3C"/>
    <w:rsid w:val="00233D6A"/>
    <w:rsid w:val="00233EA4"/>
    <w:rsid w:val="00233F0B"/>
    <w:rsid w:val="00234051"/>
    <w:rsid w:val="00234190"/>
    <w:rsid w:val="0023425C"/>
    <w:rsid w:val="002342A0"/>
    <w:rsid w:val="00234331"/>
    <w:rsid w:val="002346C5"/>
    <w:rsid w:val="00234713"/>
    <w:rsid w:val="00234717"/>
    <w:rsid w:val="00234766"/>
    <w:rsid w:val="002347AA"/>
    <w:rsid w:val="002347B0"/>
    <w:rsid w:val="002347B8"/>
    <w:rsid w:val="0023498C"/>
    <w:rsid w:val="00234D80"/>
    <w:rsid w:val="00234DC6"/>
    <w:rsid w:val="00234E6C"/>
    <w:rsid w:val="00234F8F"/>
    <w:rsid w:val="00235129"/>
    <w:rsid w:val="00235185"/>
    <w:rsid w:val="002351BF"/>
    <w:rsid w:val="0023529C"/>
    <w:rsid w:val="00235334"/>
    <w:rsid w:val="00235529"/>
    <w:rsid w:val="002355B1"/>
    <w:rsid w:val="002355B3"/>
    <w:rsid w:val="00235653"/>
    <w:rsid w:val="002356B5"/>
    <w:rsid w:val="002357DC"/>
    <w:rsid w:val="002358DD"/>
    <w:rsid w:val="0023595E"/>
    <w:rsid w:val="00235B11"/>
    <w:rsid w:val="00235B96"/>
    <w:rsid w:val="00235C50"/>
    <w:rsid w:val="00235D2C"/>
    <w:rsid w:val="00235DFD"/>
    <w:rsid w:val="00235EA7"/>
    <w:rsid w:val="00235EC9"/>
    <w:rsid w:val="00235F78"/>
    <w:rsid w:val="0023601C"/>
    <w:rsid w:val="002361D6"/>
    <w:rsid w:val="002361F8"/>
    <w:rsid w:val="00236258"/>
    <w:rsid w:val="002362EE"/>
    <w:rsid w:val="002363CD"/>
    <w:rsid w:val="0023670B"/>
    <w:rsid w:val="00236844"/>
    <w:rsid w:val="0023693F"/>
    <w:rsid w:val="00236A1A"/>
    <w:rsid w:val="00236A5C"/>
    <w:rsid w:val="00236BAE"/>
    <w:rsid w:val="00236E1D"/>
    <w:rsid w:val="00237022"/>
    <w:rsid w:val="00237093"/>
    <w:rsid w:val="0023725D"/>
    <w:rsid w:val="0023726E"/>
    <w:rsid w:val="002372F9"/>
    <w:rsid w:val="00237432"/>
    <w:rsid w:val="0023774C"/>
    <w:rsid w:val="00237771"/>
    <w:rsid w:val="00237780"/>
    <w:rsid w:val="00237865"/>
    <w:rsid w:val="002378D3"/>
    <w:rsid w:val="00237B0B"/>
    <w:rsid w:val="00237D7D"/>
    <w:rsid w:val="00237E73"/>
    <w:rsid w:val="00237F4B"/>
    <w:rsid w:val="00240135"/>
    <w:rsid w:val="00240138"/>
    <w:rsid w:val="002401F2"/>
    <w:rsid w:val="0024066B"/>
    <w:rsid w:val="002406AE"/>
    <w:rsid w:val="00240704"/>
    <w:rsid w:val="00240B94"/>
    <w:rsid w:val="00240B96"/>
    <w:rsid w:val="00240E7C"/>
    <w:rsid w:val="00241014"/>
    <w:rsid w:val="002410D8"/>
    <w:rsid w:val="00241191"/>
    <w:rsid w:val="00241204"/>
    <w:rsid w:val="00241281"/>
    <w:rsid w:val="0024139E"/>
    <w:rsid w:val="002414F9"/>
    <w:rsid w:val="002415E7"/>
    <w:rsid w:val="0024161F"/>
    <w:rsid w:val="00241B0D"/>
    <w:rsid w:val="00241B90"/>
    <w:rsid w:val="00241CBE"/>
    <w:rsid w:val="00241D02"/>
    <w:rsid w:val="00241D10"/>
    <w:rsid w:val="00241EF6"/>
    <w:rsid w:val="00242060"/>
    <w:rsid w:val="002420AE"/>
    <w:rsid w:val="0024210A"/>
    <w:rsid w:val="00242181"/>
    <w:rsid w:val="002421E2"/>
    <w:rsid w:val="00242288"/>
    <w:rsid w:val="00242312"/>
    <w:rsid w:val="00242655"/>
    <w:rsid w:val="0024268C"/>
    <w:rsid w:val="00242CEF"/>
    <w:rsid w:val="00242DEC"/>
    <w:rsid w:val="00242DF0"/>
    <w:rsid w:val="00242F3F"/>
    <w:rsid w:val="0024314D"/>
    <w:rsid w:val="002434D9"/>
    <w:rsid w:val="00243680"/>
    <w:rsid w:val="00243746"/>
    <w:rsid w:val="00243761"/>
    <w:rsid w:val="0024386B"/>
    <w:rsid w:val="00243946"/>
    <w:rsid w:val="002439CA"/>
    <w:rsid w:val="00243C93"/>
    <w:rsid w:val="00243E1A"/>
    <w:rsid w:val="00243EF7"/>
    <w:rsid w:val="00243F66"/>
    <w:rsid w:val="0024409E"/>
    <w:rsid w:val="00244196"/>
    <w:rsid w:val="00244407"/>
    <w:rsid w:val="002444E8"/>
    <w:rsid w:val="00244502"/>
    <w:rsid w:val="0024452C"/>
    <w:rsid w:val="00244B30"/>
    <w:rsid w:val="00244F14"/>
    <w:rsid w:val="00244F63"/>
    <w:rsid w:val="0024571F"/>
    <w:rsid w:val="002458A4"/>
    <w:rsid w:val="002458AA"/>
    <w:rsid w:val="002458EE"/>
    <w:rsid w:val="002458F6"/>
    <w:rsid w:val="00245939"/>
    <w:rsid w:val="0024596B"/>
    <w:rsid w:val="00245A34"/>
    <w:rsid w:val="00245B09"/>
    <w:rsid w:val="00245C23"/>
    <w:rsid w:val="00245CB6"/>
    <w:rsid w:val="00245D18"/>
    <w:rsid w:val="00245D24"/>
    <w:rsid w:val="00245E1C"/>
    <w:rsid w:val="00245E6D"/>
    <w:rsid w:val="00245E9A"/>
    <w:rsid w:val="00245EC8"/>
    <w:rsid w:val="0024606C"/>
    <w:rsid w:val="00246102"/>
    <w:rsid w:val="002462ED"/>
    <w:rsid w:val="002463AC"/>
    <w:rsid w:val="0024649A"/>
    <w:rsid w:val="0024653B"/>
    <w:rsid w:val="002466CC"/>
    <w:rsid w:val="0024674E"/>
    <w:rsid w:val="00246857"/>
    <w:rsid w:val="00246885"/>
    <w:rsid w:val="00246992"/>
    <w:rsid w:val="00246C32"/>
    <w:rsid w:val="00246D27"/>
    <w:rsid w:val="00246D4A"/>
    <w:rsid w:val="00246DB2"/>
    <w:rsid w:val="00246F00"/>
    <w:rsid w:val="00246F74"/>
    <w:rsid w:val="002470AB"/>
    <w:rsid w:val="002470E0"/>
    <w:rsid w:val="00247109"/>
    <w:rsid w:val="00247185"/>
    <w:rsid w:val="00247484"/>
    <w:rsid w:val="00247524"/>
    <w:rsid w:val="00247730"/>
    <w:rsid w:val="00247870"/>
    <w:rsid w:val="002478F9"/>
    <w:rsid w:val="00247942"/>
    <w:rsid w:val="00247976"/>
    <w:rsid w:val="00247B26"/>
    <w:rsid w:val="00247BE1"/>
    <w:rsid w:val="00247D73"/>
    <w:rsid w:val="00247D9B"/>
    <w:rsid w:val="00247DD2"/>
    <w:rsid w:val="00247EDC"/>
    <w:rsid w:val="00247EE8"/>
    <w:rsid w:val="00247F86"/>
    <w:rsid w:val="00250282"/>
    <w:rsid w:val="00250395"/>
    <w:rsid w:val="0025045E"/>
    <w:rsid w:val="00250484"/>
    <w:rsid w:val="00250550"/>
    <w:rsid w:val="00250635"/>
    <w:rsid w:val="0025077D"/>
    <w:rsid w:val="00250994"/>
    <w:rsid w:val="00250C13"/>
    <w:rsid w:val="00250D91"/>
    <w:rsid w:val="00250E88"/>
    <w:rsid w:val="00250F54"/>
    <w:rsid w:val="00250F8C"/>
    <w:rsid w:val="002514C4"/>
    <w:rsid w:val="0025155F"/>
    <w:rsid w:val="0025183D"/>
    <w:rsid w:val="00251DE1"/>
    <w:rsid w:val="00251F42"/>
    <w:rsid w:val="0025228A"/>
    <w:rsid w:val="002524CB"/>
    <w:rsid w:val="00252510"/>
    <w:rsid w:val="002526EF"/>
    <w:rsid w:val="00252874"/>
    <w:rsid w:val="00252A0F"/>
    <w:rsid w:val="00252B5D"/>
    <w:rsid w:val="00252B7B"/>
    <w:rsid w:val="00252F13"/>
    <w:rsid w:val="00253205"/>
    <w:rsid w:val="0025320B"/>
    <w:rsid w:val="002532A4"/>
    <w:rsid w:val="0025334B"/>
    <w:rsid w:val="0025339C"/>
    <w:rsid w:val="0025347D"/>
    <w:rsid w:val="00253655"/>
    <w:rsid w:val="002536BD"/>
    <w:rsid w:val="002538B3"/>
    <w:rsid w:val="00253978"/>
    <w:rsid w:val="00253A62"/>
    <w:rsid w:val="00253B17"/>
    <w:rsid w:val="00253B97"/>
    <w:rsid w:val="00253F96"/>
    <w:rsid w:val="00254072"/>
    <w:rsid w:val="002540BF"/>
    <w:rsid w:val="00254389"/>
    <w:rsid w:val="00254429"/>
    <w:rsid w:val="0025479E"/>
    <w:rsid w:val="002549E6"/>
    <w:rsid w:val="00254A16"/>
    <w:rsid w:val="00254CF7"/>
    <w:rsid w:val="00254DC4"/>
    <w:rsid w:val="00254DF5"/>
    <w:rsid w:val="00254F64"/>
    <w:rsid w:val="00255085"/>
    <w:rsid w:val="00255127"/>
    <w:rsid w:val="002551B7"/>
    <w:rsid w:val="0025539F"/>
    <w:rsid w:val="002555B4"/>
    <w:rsid w:val="0025591F"/>
    <w:rsid w:val="00255A95"/>
    <w:rsid w:val="00255ABA"/>
    <w:rsid w:val="00255B2F"/>
    <w:rsid w:val="00255B68"/>
    <w:rsid w:val="00255D30"/>
    <w:rsid w:val="00255EA5"/>
    <w:rsid w:val="00255EB2"/>
    <w:rsid w:val="00255EFB"/>
    <w:rsid w:val="00255FB9"/>
    <w:rsid w:val="00256143"/>
    <w:rsid w:val="00256262"/>
    <w:rsid w:val="002562E7"/>
    <w:rsid w:val="002562FE"/>
    <w:rsid w:val="002563CF"/>
    <w:rsid w:val="0025668B"/>
    <w:rsid w:val="00256728"/>
    <w:rsid w:val="0025672A"/>
    <w:rsid w:val="0025692F"/>
    <w:rsid w:val="00256983"/>
    <w:rsid w:val="00256AB1"/>
    <w:rsid w:val="00256C49"/>
    <w:rsid w:val="00256D75"/>
    <w:rsid w:val="0025702B"/>
    <w:rsid w:val="00257465"/>
    <w:rsid w:val="002575B9"/>
    <w:rsid w:val="00257706"/>
    <w:rsid w:val="00257750"/>
    <w:rsid w:val="002579C8"/>
    <w:rsid w:val="00257A02"/>
    <w:rsid w:val="00257D94"/>
    <w:rsid w:val="00257E03"/>
    <w:rsid w:val="00260081"/>
    <w:rsid w:val="002603D8"/>
    <w:rsid w:val="0026046E"/>
    <w:rsid w:val="00260474"/>
    <w:rsid w:val="002604FB"/>
    <w:rsid w:val="0026068E"/>
    <w:rsid w:val="0026076D"/>
    <w:rsid w:val="00260A02"/>
    <w:rsid w:val="00260B25"/>
    <w:rsid w:val="00260B5C"/>
    <w:rsid w:val="00260D1D"/>
    <w:rsid w:val="002610AB"/>
    <w:rsid w:val="00261103"/>
    <w:rsid w:val="002612AD"/>
    <w:rsid w:val="002612B6"/>
    <w:rsid w:val="00261368"/>
    <w:rsid w:val="002614D5"/>
    <w:rsid w:val="00261575"/>
    <w:rsid w:val="002617E5"/>
    <w:rsid w:val="00261CCB"/>
    <w:rsid w:val="00261DDC"/>
    <w:rsid w:val="00262060"/>
    <w:rsid w:val="0026207A"/>
    <w:rsid w:val="002620BA"/>
    <w:rsid w:val="0026219A"/>
    <w:rsid w:val="002621AE"/>
    <w:rsid w:val="0026220E"/>
    <w:rsid w:val="002622C4"/>
    <w:rsid w:val="00262314"/>
    <w:rsid w:val="002629B0"/>
    <w:rsid w:val="00262BF1"/>
    <w:rsid w:val="00262DC3"/>
    <w:rsid w:val="00262E9B"/>
    <w:rsid w:val="002630DD"/>
    <w:rsid w:val="00263220"/>
    <w:rsid w:val="00263228"/>
    <w:rsid w:val="00263262"/>
    <w:rsid w:val="002633BC"/>
    <w:rsid w:val="002634F7"/>
    <w:rsid w:val="002635EE"/>
    <w:rsid w:val="00263604"/>
    <w:rsid w:val="00263825"/>
    <w:rsid w:val="00263A66"/>
    <w:rsid w:val="00263A88"/>
    <w:rsid w:val="00263E7B"/>
    <w:rsid w:val="00264073"/>
    <w:rsid w:val="0026409B"/>
    <w:rsid w:val="002640BF"/>
    <w:rsid w:val="00264134"/>
    <w:rsid w:val="00264301"/>
    <w:rsid w:val="00264546"/>
    <w:rsid w:val="002646B2"/>
    <w:rsid w:val="00264751"/>
    <w:rsid w:val="0026490D"/>
    <w:rsid w:val="002649CC"/>
    <w:rsid w:val="00264AB5"/>
    <w:rsid w:val="00264B4A"/>
    <w:rsid w:val="00264B60"/>
    <w:rsid w:val="00264BA1"/>
    <w:rsid w:val="00264D05"/>
    <w:rsid w:val="00264D21"/>
    <w:rsid w:val="00264E0A"/>
    <w:rsid w:val="00264E5B"/>
    <w:rsid w:val="00264F27"/>
    <w:rsid w:val="00265103"/>
    <w:rsid w:val="0026513B"/>
    <w:rsid w:val="002652A0"/>
    <w:rsid w:val="002652D3"/>
    <w:rsid w:val="00265446"/>
    <w:rsid w:val="002654CE"/>
    <w:rsid w:val="0026565C"/>
    <w:rsid w:val="002656B1"/>
    <w:rsid w:val="0026574B"/>
    <w:rsid w:val="00265913"/>
    <w:rsid w:val="002659E0"/>
    <w:rsid w:val="002659E7"/>
    <w:rsid w:val="00265A0D"/>
    <w:rsid w:val="00265BB9"/>
    <w:rsid w:val="00265C3A"/>
    <w:rsid w:val="00265C57"/>
    <w:rsid w:val="00265C90"/>
    <w:rsid w:val="00265DF8"/>
    <w:rsid w:val="00265EC8"/>
    <w:rsid w:val="00265ED5"/>
    <w:rsid w:val="00266133"/>
    <w:rsid w:val="00266196"/>
    <w:rsid w:val="00266338"/>
    <w:rsid w:val="00266385"/>
    <w:rsid w:val="00266389"/>
    <w:rsid w:val="0026649D"/>
    <w:rsid w:val="002664D8"/>
    <w:rsid w:val="002664E8"/>
    <w:rsid w:val="00266516"/>
    <w:rsid w:val="00266710"/>
    <w:rsid w:val="002667AF"/>
    <w:rsid w:val="00266872"/>
    <w:rsid w:val="0026692B"/>
    <w:rsid w:val="00266941"/>
    <w:rsid w:val="002669A5"/>
    <w:rsid w:val="00266E4B"/>
    <w:rsid w:val="00266EF5"/>
    <w:rsid w:val="0026704A"/>
    <w:rsid w:val="0026730B"/>
    <w:rsid w:val="0026734D"/>
    <w:rsid w:val="00267455"/>
    <w:rsid w:val="0026749A"/>
    <w:rsid w:val="00267620"/>
    <w:rsid w:val="00267683"/>
    <w:rsid w:val="0026769D"/>
    <w:rsid w:val="002678A1"/>
    <w:rsid w:val="00267B14"/>
    <w:rsid w:val="00267DC0"/>
    <w:rsid w:val="00267F09"/>
    <w:rsid w:val="00267F24"/>
    <w:rsid w:val="00267F5B"/>
    <w:rsid w:val="00270166"/>
    <w:rsid w:val="00270594"/>
    <w:rsid w:val="0027078D"/>
    <w:rsid w:val="00270AAC"/>
    <w:rsid w:val="00270AE5"/>
    <w:rsid w:val="00270B70"/>
    <w:rsid w:val="00270BB0"/>
    <w:rsid w:val="00270D61"/>
    <w:rsid w:val="00270E2A"/>
    <w:rsid w:val="00271021"/>
    <w:rsid w:val="00271145"/>
    <w:rsid w:val="00271322"/>
    <w:rsid w:val="00271512"/>
    <w:rsid w:val="002715E1"/>
    <w:rsid w:val="002716AC"/>
    <w:rsid w:val="002716B6"/>
    <w:rsid w:val="00271714"/>
    <w:rsid w:val="00271822"/>
    <w:rsid w:val="002718D8"/>
    <w:rsid w:val="002719F1"/>
    <w:rsid w:val="00271AE6"/>
    <w:rsid w:val="00271BFA"/>
    <w:rsid w:val="00271C07"/>
    <w:rsid w:val="00271C82"/>
    <w:rsid w:val="00271FCB"/>
    <w:rsid w:val="00272064"/>
    <w:rsid w:val="002722F5"/>
    <w:rsid w:val="00272365"/>
    <w:rsid w:val="00272488"/>
    <w:rsid w:val="00272499"/>
    <w:rsid w:val="00272900"/>
    <w:rsid w:val="0027298C"/>
    <w:rsid w:val="002729EB"/>
    <w:rsid w:val="00272B19"/>
    <w:rsid w:val="00272B27"/>
    <w:rsid w:val="00272CBB"/>
    <w:rsid w:val="00272CD6"/>
    <w:rsid w:val="00272D03"/>
    <w:rsid w:val="00272D56"/>
    <w:rsid w:val="00272EF2"/>
    <w:rsid w:val="00272FF6"/>
    <w:rsid w:val="00273081"/>
    <w:rsid w:val="002731D4"/>
    <w:rsid w:val="00273345"/>
    <w:rsid w:val="00273420"/>
    <w:rsid w:val="002734E1"/>
    <w:rsid w:val="00273624"/>
    <w:rsid w:val="00273750"/>
    <w:rsid w:val="00273755"/>
    <w:rsid w:val="0027381B"/>
    <w:rsid w:val="002738EB"/>
    <w:rsid w:val="0027391A"/>
    <w:rsid w:val="00273939"/>
    <w:rsid w:val="00273B0E"/>
    <w:rsid w:val="00273B14"/>
    <w:rsid w:val="00273B4C"/>
    <w:rsid w:val="00273C8D"/>
    <w:rsid w:val="00273CD0"/>
    <w:rsid w:val="00273F76"/>
    <w:rsid w:val="00274028"/>
    <w:rsid w:val="002743E5"/>
    <w:rsid w:val="00274514"/>
    <w:rsid w:val="0027456A"/>
    <w:rsid w:val="00274873"/>
    <w:rsid w:val="002749A1"/>
    <w:rsid w:val="00274C39"/>
    <w:rsid w:val="00274C4C"/>
    <w:rsid w:val="00274DAF"/>
    <w:rsid w:val="00274DE0"/>
    <w:rsid w:val="00274E48"/>
    <w:rsid w:val="00274E5D"/>
    <w:rsid w:val="00275060"/>
    <w:rsid w:val="00275067"/>
    <w:rsid w:val="002750AF"/>
    <w:rsid w:val="002751F9"/>
    <w:rsid w:val="002752BA"/>
    <w:rsid w:val="00275345"/>
    <w:rsid w:val="002755AC"/>
    <w:rsid w:val="00275620"/>
    <w:rsid w:val="00275763"/>
    <w:rsid w:val="0027579C"/>
    <w:rsid w:val="0027589F"/>
    <w:rsid w:val="00275A12"/>
    <w:rsid w:val="00275AA8"/>
    <w:rsid w:val="00275C19"/>
    <w:rsid w:val="00275D4C"/>
    <w:rsid w:val="00275D68"/>
    <w:rsid w:val="00275E13"/>
    <w:rsid w:val="00275F5F"/>
    <w:rsid w:val="00276096"/>
    <w:rsid w:val="0027611F"/>
    <w:rsid w:val="002761F3"/>
    <w:rsid w:val="00276284"/>
    <w:rsid w:val="0027635F"/>
    <w:rsid w:val="002763B5"/>
    <w:rsid w:val="002765E4"/>
    <w:rsid w:val="00276678"/>
    <w:rsid w:val="002767FD"/>
    <w:rsid w:val="00276959"/>
    <w:rsid w:val="00276B05"/>
    <w:rsid w:val="00276B43"/>
    <w:rsid w:val="00276B6A"/>
    <w:rsid w:val="00277033"/>
    <w:rsid w:val="0027712C"/>
    <w:rsid w:val="0027712E"/>
    <w:rsid w:val="002772DF"/>
    <w:rsid w:val="0027737E"/>
    <w:rsid w:val="002774B4"/>
    <w:rsid w:val="00277692"/>
    <w:rsid w:val="00277743"/>
    <w:rsid w:val="0027777E"/>
    <w:rsid w:val="002777C6"/>
    <w:rsid w:val="0027781A"/>
    <w:rsid w:val="002778AD"/>
    <w:rsid w:val="002779B1"/>
    <w:rsid w:val="002779CD"/>
    <w:rsid w:val="00277B19"/>
    <w:rsid w:val="00277BC8"/>
    <w:rsid w:val="00277C6A"/>
    <w:rsid w:val="00277CA4"/>
    <w:rsid w:val="00277D64"/>
    <w:rsid w:val="00280069"/>
    <w:rsid w:val="002800F3"/>
    <w:rsid w:val="002802BF"/>
    <w:rsid w:val="002802D4"/>
    <w:rsid w:val="002804EA"/>
    <w:rsid w:val="0028050C"/>
    <w:rsid w:val="00280947"/>
    <w:rsid w:val="002809C8"/>
    <w:rsid w:val="00280C8F"/>
    <w:rsid w:val="00280D74"/>
    <w:rsid w:val="00281061"/>
    <w:rsid w:val="00281134"/>
    <w:rsid w:val="0028119C"/>
    <w:rsid w:val="00281287"/>
    <w:rsid w:val="0028147C"/>
    <w:rsid w:val="002815BB"/>
    <w:rsid w:val="00281634"/>
    <w:rsid w:val="0028172F"/>
    <w:rsid w:val="0028175F"/>
    <w:rsid w:val="00281804"/>
    <w:rsid w:val="00281883"/>
    <w:rsid w:val="0028191C"/>
    <w:rsid w:val="002819E2"/>
    <w:rsid w:val="00281D2E"/>
    <w:rsid w:val="00281D72"/>
    <w:rsid w:val="00281E88"/>
    <w:rsid w:val="0028211B"/>
    <w:rsid w:val="0028211F"/>
    <w:rsid w:val="00282152"/>
    <w:rsid w:val="0028227D"/>
    <w:rsid w:val="002822BC"/>
    <w:rsid w:val="002822F6"/>
    <w:rsid w:val="0028231B"/>
    <w:rsid w:val="002823AB"/>
    <w:rsid w:val="00282766"/>
    <w:rsid w:val="0028285D"/>
    <w:rsid w:val="00282877"/>
    <w:rsid w:val="00282A72"/>
    <w:rsid w:val="00282B3D"/>
    <w:rsid w:val="00282BAA"/>
    <w:rsid w:val="00282C36"/>
    <w:rsid w:val="00282D30"/>
    <w:rsid w:val="00282DA1"/>
    <w:rsid w:val="00282E16"/>
    <w:rsid w:val="00282ECC"/>
    <w:rsid w:val="002830B5"/>
    <w:rsid w:val="002830BC"/>
    <w:rsid w:val="00283160"/>
    <w:rsid w:val="002832C3"/>
    <w:rsid w:val="00283311"/>
    <w:rsid w:val="002833FC"/>
    <w:rsid w:val="0028383F"/>
    <w:rsid w:val="00283933"/>
    <w:rsid w:val="00283B57"/>
    <w:rsid w:val="00283B5A"/>
    <w:rsid w:val="00283C7A"/>
    <w:rsid w:val="00283FDC"/>
    <w:rsid w:val="00283FFA"/>
    <w:rsid w:val="00284050"/>
    <w:rsid w:val="002840F4"/>
    <w:rsid w:val="002844F4"/>
    <w:rsid w:val="0028452F"/>
    <w:rsid w:val="0028472B"/>
    <w:rsid w:val="00284766"/>
    <w:rsid w:val="0028487A"/>
    <w:rsid w:val="0028494C"/>
    <w:rsid w:val="002849AE"/>
    <w:rsid w:val="00284A22"/>
    <w:rsid w:val="00284D91"/>
    <w:rsid w:val="00284E3A"/>
    <w:rsid w:val="00284F57"/>
    <w:rsid w:val="00284F61"/>
    <w:rsid w:val="002850C4"/>
    <w:rsid w:val="0028521D"/>
    <w:rsid w:val="002852EC"/>
    <w:rsid w:val="00285399"/>
    <w:rsid w:val="002854EF"/>
    <w:rsid w:val="0028563C"/>
    <w:rsid w:val="0028587A"/>
    <w:rsid w:val="00285924"/>
    <w:rsid w:val="002859FA"/>
    <w:rsid w:val="00285A6D"/>
    <w:rsid w:val="00285A89"/>
    <w:rsid w:val="00285B4C"/>
    <w:rsid w:val="00285C21"/>
    <w:rsid w:val="00285F9E"/>
    <w:rsid w:val="00285FCE"/>
    <w:rsid w:val="002860EF"/>
    <w:rsid w:val="00286268"/>
    <w:rsid w:val="002867C7"/>
    <w:rsid w:val="00286AEE"/>
    <w:rsid w:val="00286DF1"/>
    <w:rsid w:val="00286E77"/>
    <w:rsid w:val="00286EF1"/>
    <w:rsid w:val="0028701B"/>
    <w:rsid w:val="002871F8"/>
    <w:rsid w:val="00287414"/>
    <w:rsid w:val="002878C8"/>
    <w:rsid w:val="0028790D"/>
    <w:rsid w:val="00287A8C"/>
    <w:rsid w:val="00287AD8"/>
    <w:rsid w:val="00287BCD"/>
    <w:rsid w:val="00287C70"/>
    <w:rsid w:val="00287E48"/>
    <w:rsid w:val="00287E71"/>
    <w:rsid w:val="00287F86"/>
    <w:rsid w:val="0029010B"/>
    <w:rsid w:val="002901A3"/>
    <w:rsid w:val="00290262"/>
    <w:rsid w:val="0029035F"/>
    <w:rsid w:val="002903CC"/>
    <w:rsid w:val="0029056D"/>
    <w:rsid w:val="00290633"/>
    <w:rsid w:val="00290751"/>
    <w:rsid w:val="0029087E"/>
    <w:rsid w:val="00290A1A"/>
    <w:rsid w:val="00290B26"/>
    <w:rsid w:val="00290B7E"/>
    <w:rsid w:val="00290B9D"/>
    <w:rsid w:val="00290BFE"/>
    <w:rsid w:val="00290D1F"/>
    <w:rsid w:val="00290D24"/>
    <w:rsid w:val="00290D6E"/>
    <w:rsid w:val="00290E4F"/>
    <w:rsid w:val="0029103F"/>
    <w:rsid w:val="00291272"/>
    <w:rsid w:val="00291377"/>
    <w:rsid w:val="002916A1"/>
    <w:rsid w:val="00291745"/>
    <w:rsid w:val="00291977"/>
    <w:rsid w:val="00291A11"/>
    <w:rsid w:val="00291B09"/>
    <w:rsid w:val="00291B63"/>
    <w:rsid w:val="00291BA6"/>
    <w:rsid w:val="00291C1E"/>
    <w:rsid w:val="00291C68"/>
    <w:rsid w:val="00291CFC"/>
    <w:rsid w:val="00291D57"/>
    <w:rsid w:val="00291D87"/>
    <w:rsid w:val="002920A2"/>
    <w:rsid w:val="00292269"/>
    <w:rsid w:val="002922C4"/>
    <w:rsid w:val="0029242A"/>
    <w:rsid w:val="00292888"/>
    <w:rsid w:val="00292AAB"/>
    <w:rsid w:val="00292AED"/>
    <w:rsid w:val="00292B45"/>
    <w:rsid w:val="00292CB0"/>
    <w:rsid w:val="00292DC6"/>
    <w:rsid w:val="00292E97"/>
    <w:rsid w:val="0029318A"/>
    <w:rsid w:val="002931DA"/>
    <w:rsid w:val="002931FE"/>
    <w:rsid w:val="0029334F"/>
    <w:rsid w:val="00293590"/>
    <w:rsid w:val="00293B98"/>
    <w:rsid w:val="00293C90"/>
    <w:rsid w:val="00293CEF"/>
    <w:rsid w:val="00293F92"/>
    <w:rsid w:val="00294360"/>
    <w:rsid w:val="00294626"/>
    <w:rsid w:val="002948FE"/>
    <w:rsid w:val="002949B2"/>
    <w:rsid w:val="00294B36"/>
    <w:rsid w:val="00294DA1"/>
    <w:rsid w:val="00294F8D"/>
    <w:rsid w:val="00295026"/>
    <w:rsid w:val="00295096"/>
    <w:rsid w:val="00295106"/>
    <w:rsid w:val="00295109"/>
    <w:rsid w:val="00295311"/>
    <w:rsid w:val="002955CF"/>
    <w:rsid w:val="0029560B"/>
    <w:rsid w:val="0029574F"/>
    <w:rsid w:val="00295781"/>
    <w:rsid w:val="00295805"/>
    <w:rsid w:val="00295B82"/>
    <w:rsid w:val="00295D10"/>
    <w:rsid w:val="00295D2E"/>
    <w:rsid w:val="00295D3B"/>
    <w:rsid w:val="00295F43"/>
    <w:rsid w:val="00295FB2"/>
    <w:rsid w:val="00296237"/>
    <w:rsid w:val="002962D2"/>
    <w:rsid w:val="0029643D"/>
    <w:rsid w:val="0029654A"/>
    <w:rsid w:val="002965DA"/>
    <w:rsid w:val="002967AD"/>
    <w:rsid w:val="00296976"/>
    <w:rsid w:val="00296B65"/>
    <w:rsid w:val="00296C12"/>
    <w:rsid w:val="00296D83"/>
    <w:rsid w:val="00296DEA"/>
    <w:rsid w:val="0029715A"/>
    <w:rsid w:val="002971D1"/>
    <w:rsid w:val="002972C5"/>
    <w:rsid w:val="00297484"/>
    <w:rsid w:val="00297706"/>
    <w:rsid w:val="00297843"/>
    <w:rsid w:val="0029784B"/>
    <w:rsid w:val="00297920"/>
    <w:rsid w:val="00297B71"/>
    <w:rsid w:val="00297BB7"/>
    <w:rsid w:val="00297D13"/>
    <w:rsid w:val="00297E17"/>
    <w:rsid w:val="00297F75"/>
    <w:rsid w:val="002A0066"/>
    <w:rsid w:val="002A0096"/>
    <w:rsid w:val="002A00F5"/>
    <w:rsid w:val="002A044C"/>
    <w:rsid w:val="002A0457"/>
    <w:rsid w:val="002A058A"/>
    <w:rsid w:val="002A0659"/>
    <w:rsid w:val="002A0950"/>
    <w:rsid w:val="002A0974"/>
    <w:rsid w:val="002A09CA"/>
    <w:rsid w:val="002A0A53"/>
    <w:rsid w:val="002A0A8A"/>
    <w:rsid w:val="002A0E21"/>
    <w:rsid w:val="002A0E6D"/>
    <w:rsid w:val="002A0FB0"/>
    <w:rsid w:val="002A1053"/>
    <w:rsid w:val="002A12D0"/>
    <w:rsid w:val="002A1300"/>
    <w:rsid w:val="002A135F"/>
    <w:rsid w:val="002A1482"/>
    <w:rsid w:val="002A15B9"/>
    <w:rsid w:val="002A1643"/>
    <w:rsid w:val="002A1822"/>
    <w:rsid w:val="002A18B3"/>
    <w:rsid w:val="002A1A55"/>
    <w:rsid w:val="002A1AA6"/>
    <w:rsid w:val="002A1BE4"/>
    <w:rsid w:val="002A1C04"/>
    <w:rsid w:val="002A1C1C"/>
    <w:rsid w:val="002A1C9F"/>
    <w:rsid w:val="002A1DC3"/>
    <w:rsid w:val="002A1DDC"/>
    <w:rsid w:val="002A21D5"/>
    <w:rsid w:val="002A23B8"/>
    <w:rsid w:val="002A2764"/>
    <w:rsid w:val="002A28F4"/>
    <w:rsid w:val="002A2B59"/>
    <w:rsid w:val="002A2CB0"/>
    <w:rsid w:val="002A2DE3"/>
    <w:rsid w:val="002A2E1D"/>
    <w:rsid w:val="002A2E5F"/>
    <w:rsid w:val="002A3096"/>
    <w:rsid w:val="002A3126"/>
    <w:rsid w:val="002A34B7"/>
    <w:rsid w:val="002A34E6"/>
    <w:rsid w:val="002A3514"/>
    <w:rsid w:val="002A3706"/>
    <w:rsid w:val="002A3B1D"/>
    <w:rsid w:val="002A3B88"/>
    <w:rsid w:val="002A3BBD"/>
    <w:rsid w:val="002A3F5C"/>
    <w:rsid w:val="002A3FB2"/>
    <w:rsid w:val="002A4050"/>
    <w:rsid w:val="002A407A"/>
    <w:rsid w:val="002A40D3"/>
    <w:rsid w:val="002A4165"/>
    <w:rsid w:val="002A42AE"/>
    <w:rsid w:val="002A44F2"/>
    <w:rsid w:val="002A454C"/>
    <w:rsid w:val="002A45CB"/>
    <w:rsid w:val="002A4656"/>
    <w:rsid w:val="002A47EA"/>
    <w:rsid w:val="002A48AB"/>
    <w:rsid w:val="002A4C01"/>
    <w:rsid w:val="002A4FA8"/>
    <w:rsid w:val="002A4FB5"/>
    <w:rsid w:val="002A4FF7"/>
    <w:rsid w:val="002A50CD"/>
    <w:rsid w:val="002A5325"/>
    <w:rsid w:val="002A5592"/>
    <w:rsid w:val="002A5604"/>
    <w:rsid w:val="002A5850"/>
    <w:rsid w:val="002A587E"/>
    <w:rsid w:val="002A59A0"/>
    <w:rsid w:val="002A5A86"/>
    <w:rsid w:val="002A5A95"/>
    <w:rsid w:val="002A5D99"/>
    <w:rsid w:val="002A5E8A"/>
    <w:rsid w:val="002A5F15"/>
    <w:rsid w:val="002A602D"/>
    <w:rsid w:val="002A6050"/>
    <w:rsid w:val="002A607A"/>
    <w:rsid w:val="002A6085"/>
    <w:rsid w:val="002A6116"/>
    <w:rsid w:val="002A61D7"/>
    <w:rsid w:val="002A6348"/>
    <w:rsid w:val="002A64B4"/>
    <w:rsid w:val="002A67D2"/>
    <w:rsid w:val="002A682A"/>
    <w:rsid w:val="002A6839"/>
    <w:rsid w:val="002A683B"/>
    <w:rsid w:val="002A691E"/>
    <w:rsid w:val="002A6AD9"/>
    <w:rsid w:val="002A6AE0"/>
    <w:rsid w:val="002A6CAB"/>
    <w:rsid w:val="002A6F7E"/>
    <w:rsid w:val="002A7093"/>
    <w:rsid w:val="002A77B7"/>
    <w:rsid w:val="002A7804"/>
    <w:rsid w:val="002A7855"/>
    <w:rsid w:val="002A7880"/>
    <w:rsid w:val="002A78A3"/>
    <w:rsid w:val="002A78C4"/>
    <w:rsid w:val="002A7AA9"/>
    <w:rsid w:val="002A7AFC"/>
    <w:rsid w:val="002A7C93"/>
    <w:rsid w:val="002A7D2E"/>
    <w:rsid w:val="002A7DC2"/>
    <w:rsid w:val="002A7E79"/>
    <w:rsid w:val="002A7E8C"/>
    <w:rsid w:val="002A7EB6"/>
    <w:rsid w:val="002B001E"/>
    <w:rsid w:val="002B004D"/>
    <w:rsid w:val="002B0099"/>
    <w:rsid w:val="002B0353"/>
    <w:rsid w:val="002B048F"/>
    <w:rsid w:val="002B04E4"/>
    <w:rsid w:val="002B05C5"/>
    <w:rsid w:val="002B05DB"/>
    <w:rsid w:val="002B06ED"/>
    <w:rsid w:val="002B077F"/>
    <w:rsid w:val="002B0891"/>
    <w:rsid w:val="002B0922"/>
    <w:rsid w:val="002B0A8B"/>
    <w:rsid w:val="002B0A94"/>
    <w:rsid w:val="002B0B63"/>
    <w:rsid w:val="002B0C60"/>
    <w:rsid w:val="002B0C7F"/>
    <w:rsid w:val="002B0CDF"/>
    <w:rsid w:val="002B0D40"/>
    <w:rsid w:val="002B0D59"/>
    <w:rsid w:val="002B0EAD"/>
    <w:rsid w:val="002B0FD4"/>
    <w:rsid w:val="002B114B"/>
    <w:rsid w:val="002B1244"/>
    <w:rsid w:val="002B133F"/>
    <w:rsid w:val="002B13CC"/>
    <w:rsid w:val="002B1423"/>
    <w:rsid w:val="002B1678"/>
    <w:rsid w:val="002B167D"/>
    <w:rsid w:val="002B17B6"/>
    <w:rsid w:val="002B197C"/>
    <w:rsid w:val="002B19AE"/>
    <w:rsid w:val="002B1A5D"/>
    <w:rsid w:val="002B1A97"/>
    <w:rsid w:val="002B1C21"/>
    <w:rsid w:val="002B1C6C"/>
    <w:rsid w:val="002B1D3D"/>
    <w:rsid w:val="002B1E54"/>
    <w:rsid w:val="002B1F44"/>
    <w:rsid w:val="002B20BC"/>
    <w:rsid w:val="002B2269"/>
    <w:rsid w:val="002B232F"/>
    <w:rsid w:val="002B2598"/>
    <w:rsid w:val="002B2906"/>
    <w:rsid w:val="002B296E"/>
    <w:rsid w:val="002B29A2"/>
    <w:rsid w:val="002B2A0B"/>
    <w:rsid w:val="002B2A61"/>
    <w:rsid w:val="002B2BD5"/>
    <w:rsid w:val="002B2C35"/>
    <w:rsid w:val="002B2D81"/>
    <w:rsid w:val="002B2EF5"/>
    <w:rsid w:val="002B2FA7"/>
    <w:rsid w:val="002B30F7"/>
    <w:rsid w:val="002B3148"/>
    <w:rsid w:val="002B318C"/>
    <w:rsid w:val="002B33A8"/>
    <w:rsid w:val="002B3424"/>
    <w:rsid w:val="002B3488"/>
    <w:rsid w:val="002B34E8"/>
    <w:rsid w:val="002B3521"/>
    <w:rsid w:val="002B371D"/>
    <w:rsid w:val="002B3742"/>
    <w:rsid w:val="002B38DB"/>
    <w:rsid w:val="002B393F"/>
    <w:rsid w:val="002B3984"/>
    <w:rsid w:val="002B3B3C"/>
    <w:rsid w:val="002B3C44"/>
    <w:rsid w:val="002B3DC5"/>
    <w:rsid w:val="002B3E69"/>
    <w:rsid w:val="002B3FE6"/>
    <w:rsid w:val="002B404C"/>
    <w:rsid w:val="002B4113"/>
    <w:rsid w:val="002B41B8"/>
    <w:rsid w:val="002B428D"/>
    <w:rsid w:val="002B42C9"/>
    <w:rsid w:val="002B4333"/>
    <w:rsid w:val="002B4381"/>
    <w:rsid w:val="002B4419"/>
    <w:rsid w:val="002B45A0"/>
    <w:rsid w:val="002B4739"/>
    <w:rsid w:val="002B480A"/>
    <w:rsid w:val="002B4824"/>
    <w:rsid w:val="002B49DC"/>
    <w:rsid w:val="002B49EE"/>
    <w:rsid w:val="002B4A0C"/>
    <w:rsid w:val="002B4A59"/>
    <w:rsid w:val="002B4AE4"/>
    <w:rsid w:val="002B4CAC"/>
    <w:rsid w:val="002B4E71"/>
    <w:rsid w:val="002B4F31"/>
    <w:rsid w:val="002B5173"/>
    <w:rsid w:val="002B5192"/>
    <w:rsid w:val="002B5492"/>
    <w:rsid w:val="002B5615"/>
    <w:rsid w:val="002B584A"/>
    <w:rsid w:val="002B58DE"/>
    <w:rsid w:val="002B5A30"/>
    <w:rsid w:val="002B5EFE"/>
    <w:rsid w:val="002B5FE6"/>
    <w:rsid w:val="002B60DE"/>
    <w:rsid w:val="002B617B"/>
    <w:rsid w:val="002B6320"/>
    <w:rsid w:val="002B6413"/>
    <w:rsid w:val="002B6695"/>
    <w:rsid w:val="002B66AB"/>
    <w:rsid w:val="002B680C"/>
    <w:rsid w:val="002B6984"/>
    <w:rsid w:val="002B69A2"/>
    <w:rsid w:val="002B69C6"/>
    <w:rsid w:val="002B69E2"/>
    <w:rsid w:val="002B6A45"/>
    <w:rsid w:val="002B6B01"/>
    <w:rsid w:val="002B6B20"/>
    <w:rsid w:val="002B6BE4"/>
    <w:rsid w:val="002B6D22"/>
    <w:rsid w:val="002B6E79"/>
    <w:rsid w:val="002B6EB0"/>
    <w:rsid w:val="002B70D7"/>
    <w:rsid w:val="002B71EF"/>
    <w:rsid w:val="002B73CE"/>
    <w:rsid w:val="002B76B5"/>
    <w:rsid w:val="002B78BC"/>
    <w:rsid w:val="002B78F5"/>
    <w:rsid w:val="002B7BAC"/>
    <w:rsid w:val="002B7BD9"/>
    <w:rsid w:val="002B7C05"/>
    <w:rsid w:val="002B7D99"/>
    <w:rsid w:val="002B7E28"/>
    <w:rsid w:val="002B7EEB"/>
    <w:rsid w:val="002C005A"/>
    <w:rsid w:val="002C01F9"/>
    <w:rsid w:val="002C021B"/>
    <w:rsid w:val="002C02C4"/>
    <w:rsid w:val="002C0373"/>
    <w:rsid w:val="002C0467"/>
    <w:rsid w:val="002C05DB"/>
    <w:rsid w:val="002C066D"/>
    <w:rsid w:val="002C0672"/>
    <w:rsid w:val="002C06EE"/>
    <w:rsid w:val="002C0ACB"/>
    <w:rsid w:val="002C0C46"/>
    <w:rsid w:val="002C0CBC"/>
    <w:rsid w:val="002C0D9E"/>
    <w:rsid w:val="002C0F85"/>
    <w:rsid w:val="002C0F86"/>
    <w:rsid w:val="002C0FC8"/>
    <w:rsid w:val="002C1137"/>
    <w:rsid w:val="002C1184"/>
    <w:rsid w:val="002C13FF"/>
    <w:rsid w:val="002C1574"/>
    <w:rsid w:val="002C163C"/>
    <w:rsid w:val="002C1688"/>
    <w:rsid w:val="002C171B"/>
    <w:rsid w:val="002C1742"/>
    <w:rsid w:val="002C1765"/>
    <w:rsid w:val="002C1893"/>
    <w:rsid w:val="002C1A84"/>
    <w:rsid w:val="002C1AE1"/>
    <w:rsid w:val="002C1BF9"/>
    <w:rsid w:val="002C1C93"/>
    <w:rsid w:val="002C1D27"/>
    <w:rsid w:val="002C1D3F"/>
    <w:rsid w:val="002C1D75"/>
    <w:rsid w:val="002C1EAB"/>
    <w:rsid w:val="002C220B"/>
    <w:rsid w:val="002C22E6"/>
    <w:rsid w:val="002C24EB"/>
    <w:rsid w:val="002C24FB"/>
    <w:rsid w:val="002C260E"/>
    <w:rsid w:val="002C270D"/>
    <w:rsid w:val="002C271F"/>
    <w:rsid w:val="002C2879"/>
    <w:rsid w:val="002C28DB"/>
    <w:rsid w:val="002C2BB0"/>
    <w:rsid w:val="002C2C3D"/>
    <w:rsid w:val="002C2C96"/>
    <w:rsid w:val="002C2FEA"/>
    <w:rsid w:val="002C3290"/>
    <w:rsid w:val="002C32F6"/>
    <w:rsid w:val="002C3338"/>
    <w:rsid w:val="002C35DF"/>
    <w:rsid w:val="002C3651"/>
    <w:rsid w:val="002C36CC"/>
    <w:rsid w:val="002C383D"/>
    <w:rsid w:val="002C384C"/>
    <w:rsid w:val="002C388A"/>
    <w:rsid w:val="002C38CC"/>
    <w:rsid w:val="002C3960"/>
    <w:rsid w:val="002C3AB1"/>
    <w:rsid w:val="002C3AE7"/>
    <w:rsid w:val="002C3B03"/>
    <w:rsid w:val="002C3B2C"/>
    <w:rsid w:val="002C3B31"/>
    <w:rsid w:val="002C3B3C"/>
    <w:rsid w:val="002C3CB1"/>
    <w:rsid w:val="002C3E84"/>
    <w:rsid w:val="002C4153"/>
    <w:rsid w:val="002C41EA"/>
    <w:rsid w:val="002C42AA"/>
    <w:rsid w:val="002C42E1"/>
    <w:rsid w:val="002C4437"/>
    <w:rsid w:val="002C443C"/>
    <w:rsid w:val="002C4475"/>
    <w:rsid w:val="002C44A6"/>
    <w:rsid w:val="002C461D"/>
    <w:rsid w:val="002C476B"/>
    <w:rsid w:val="002C47CC"/>
    <w:rsid w:val="002C4999"/>
    <w:rsid w:val="002C49B5"/>
    <w:rsid w:val="002C4A14"/>
    <w:rsid w:val="002C4ADC"/>
    <w:rsid w:val="002C4BC5"/>
    <w:rsid w:val="002C4D3C"/>
    <w:rsid w:val="002C4D7F"/>
    <w:rsid w:val="002C4E1F"/>
    <w:rsid w:val="002C4E7F"/>
    <w:rsid w:val="002C4F66"/>
    <w:rsid w:val="002C50F7"/>
    <w:rsid w:val="002C5234"/>
    <w:rsid w:val="002C53C9"/>
    <w:rsid w:val="002C55AB"/>
    <w:rsid w:val="002C5669"/>
    <w:rsid w:val="002C56E7"/>
    <w:rsid w:val="002C5788"/>
    <w:rsid w:val="002C5885"/>
    <w:rsid w:val="002C58D7"/>
    <w:rsid w:val="002C596F"/>
    <w:rsid w:val="002C59E1"/>
    <w:rsid w:val="002C5A13"/>
    <w:rsid w:val="002C5A48"/>
    <w:rsid w:val="002C5B2D"/>
    <w:rsid w:val="002C5B7F"/>
    <w:rsid w:val="002C5BF0"/>
    <w:rsid w:val="002C5DD8"/>
    <w:rsid w:val="002C5E62"/>
    <w:rsid w:val="002C5ED6"/>
    <w:rsid w:val="002C5F17"/>
    <w:rsid w:val="002C60B2"/>
    <w:rsid w:val="002C619D"/>
    <w:rsid w:val="002C63FB"/>
    <w:rsid w:val="002C6488"/>
    <w:rsid w:val="002C64F5"/>
    <w:rsid w:val="002C6505"/>
    <w:rsid w:val="002C6678"/>
    <w:rsid w:val="002C675D"/>
    <w:rsid w:val="002C6787"/>
    <w:rsid w:val="002C682D"/>
    <w:rsid w:val="002C6BB2"/>
    <w:rsid w:val="002C6C01"/>
    <w:rsid w:val="002C6C9D"/>
    <w:rsid w:val="002C6D2D"/>
    <w:rsid w:val="002C6FAC"/>
    <w:rsid w:val="002C7163"/>
    <w:rsid w:val="002C72A3"/>
    <w:rsid w:val="002C73D9"/>
    <w:rsid w:val="002C74B4"/>
    <w:rsid w:val="002C74B7"/>
    <w:rsid w:val="002C761E"/>
    <w:rsid w:val="002C7639"/>
    <w:rsid w:val="002C7641"/>
    <w:rsid w:val="002C7C38"/>
    <w:rsid w:val="002C7CC2"/>
    <w:rsid w:val="002C7D3D"/>
    <w:rsid w:val="002C7DA2"/>
    <w:rsid w:val="002C7DA9"/>
    <w:rsid w:val="002C7E34"/>
    <w:rsid w:val="002C7FD1"/>
    <w:rsid w:val="002D0046"/>
    <w:rsid w:val="002D00B5"/>
    <w:rsid w:val="002D0507"/>
    <w:rsid w:val="002D05B2"/>
    <w:rsid w:val="002D070C"/>
    <w:rsid w:val="002D080B"/>
    <w:rsid w:val="002D08E2"/>
    <w:rsid w:val="002D0AD0"/>
    <w:rsid w:val="002D0B44"/>
    <w:rsid w:val="002D0BAB"/>
    <w:rsid w:val="002D0F22"/>
    <w:rsid w:val="002D0FF5"/>
    <w:rsid w:val="002D116C"/>
    <w:rsid w:val="002D1219"/>
    <w:rsid w:val="002D1226"/>
    <w:rsid w:val="002D12E9"/>
    <w:rsid w:val="002D144E"/>
    <w:rsid w:val="002D145D"/>
    <w:rsid w:val="002D1527"/>
    <w:rsid w:val="002D1569"/>
    <w:rsid w:val="002D17D9"/>
    <w:rsid w:val="002D1823"/>
    <w:rsid w:val="002D1947"/>
    <w:rsid w:val="002D1BD4"/>
    <w:rsid w:val="002D1C1A"/>
    <w:rsid w:val="002D1C45"/>
    <w:rsid w:val="002D2228"/>
    <w:rsid w:val="002D2289"/>
    <w:rsid w:val="002D2485"/>
    <w:rsid w:val="002D25B0"/>
    <w:rsid w:val="002D25D3"/>
    <w:rsid w:val="002D2773"/>
    <w:rsid w:val="002D2BA4"/>
    <w:rsid w:val="002D2DB3"/>
    <w:rsid w:val="002D2DDB"/>
    <w:rsid w:val="002D2E35"/>
    <w:rsid w:val="002D3178"/>
    <w:rsid w:val="002D336F"/>
    <w:rsid w:val="002D33B0"/>
    <w:rsid w:val="002D3576"/>
    <w:rsid w:val="002D3863"/>
    <w:rsid w:val="002D39E7"/>
    <w:rsid w:val="002D3A43"/>
    <w:rsid w:val="002D3B84"/>
    <w:rsid w:val="002D3D7A"/>
    <w:rsid w:val="002D3DB0"/>
    <w:rsid w:val="002D3EA0"/>
    <w:rsid w:val="002D3F8D"/>
    <w:rsid w:val="002D4011"/>
    <w:rsid w:val="002D402F"/>
    <w:rsid w:val="002D404C"/>
    <w:rsid w:val="002D40A5"/>
    <w:rsid w:val="002D41D9"/>
    <w:rsid w:val="002D41DC"/>
    <w:rsid w:val="002D476B"/>
    <w:rsid w:val="002D4777"/>
    <w:rsid w:val="002D495B"/>
    <w:rsid w:val="002D4A67"/>
    <w:rsid w:val="002D4AEE"/>
    <w:rsid w:val="002D4D20"/>
    <w:rsid w:val="002D4E4F"/>
    <w:rsid w:val="002D4E97"/>
    <w:rsid w:val="002D5176"/>
    <w:rsid w:val="002D518F"/>
    <w:rsid w:val="002D51BA"/>
    <w:rsid w:val="002D548F"/>
    <w:rsid w:val="002D54B8"/>
    <w:rsid w:val="002D5591"/>
    <w:rsid w:val="002D55A3"/>
    <w:rsid w:val="002D56B4"/>
    <w:rsid w:val="002D57AF"/>
    <w:rsid w:val="002D5822"/>
    <w:rsid w:val="002D5854"/>
    <w:rsid w:val="002D5936"/>
    <w:rsid w:val="002D5A41"/>
    <w:rsid w:val="002D5A54"/>
    <w:rsid w:val="002D5A79"/>
    <w:rsid w:val="002D5ABE"/>
    <w:rsid w:val="002D5C23"/>
    <w:rsid w:val="002D5CA8"/>
    <w:rsid w:val="002D5D07"/>
    <w:rsid w:val="002D5DAF"/>
    <w:rsid w:val="002D62A7"/>
    <w:rsid w:val="002D6307"/>
    <w:rsid w:val="002D63AB"/>
    <w:rsid w:val="002D64B0"/>
    <w:rsid w:val="002D65C6"/>
    <w:rsid w:val="002D6798"/>
    <w:rsid w:val="002D681A"/>
    <w:rsid w:val="002D6C54"/>
    <w:rsid w:val="002D6D7E"/>
    <w:rsid w:val="002D6DD2"/>
    <w:rsid w:val="002D6DE3"/>
    <w:rsid w:val="002D6F48"/>
    <w:rsid w:val="002D6FBC"/>
    <w:rsid w:val="002D704A"/>
    <w:rsid w:val="002D7059"/>
    <w:rsid w:val="002D7257"/>
    <w:rsid w:val="002D72EA"/>
    <w:rsid w:val="002D7405"/>
    <w:rsid w:val="002D7441"/>
    <w:rsid w:val="002D7453"/>
    <w:rsid w:val="002D7454"/>
    <w:rsid w:val="002D74A7"/>
    <w:rsid w:val="002D7625"/>
    <w:rsid w:val="002D77B3"/>
    <w:rsid w:val="002D7845"/>
    <w:rsid w:val="002D7848"/>
    <w:rsid w:val="002D78A9"/>
    <w:rsid w:val="002D7A17"/>
    <w:rsid w:val="002D7B11"/>
    <w:rsid w:val="002D7B9D"/>
    <w:rsid w:val="002D7E56"/>
    <w:rsid w:val="002D7F87"/>
    <w:rsid w:val="002D7FE9"/>
    <w:rsid w:val="002E002C"/>
    <w:rsid w:val="002E0223"/>
    <w:rsid w:val="002E0830"/>
    <w:rsid w:val="002E08F9"/>
    <w:rsid w:val="002E0AEC"/>
    <w:rsid w:val="002E0D7C"/>
    <w:rsid w:val="002E0F06"/>
    <w:rsid w:val="002E0F6B"/>
    <w:rsid w:val="002E0F79"/>
    <w:rsid w:val="002E1131"/>
    <w:rsid w:val="002E1148"/>
    <w:rsid w:val="002E1396"/>
    <w:rsid w:val="002E1399"/>
    <w:rsid w:val="002E1709"/>
    <w:rsid w:val="002E1A71"/>
    <w:rsid w:val="002E1D02"/>
    <w:rsid w:val="002E1DA5"/>
    <w:rsid w:val="002E1E3A"/>
    <w:rsid w:val="002E1F54"/>
    <w:rsid w:val="002E207B"/>
    <w:rsid w:val="002E2214"/>
    <w:rsid w:val="002E2277"/>
    <w:rsid w:val="002E23C1"/>
    <w:rsid w:val="002E2471"/>
    <w:rsid w:val="002E24DF"/>
    <w:rsid w:val="002E24E2"/>
    <w:rsid w:val="002E25C5"/>
    <w:rsid w:val="002E2720"/>
    <w:rsid w:val="002E2722"/>
    <w:rsid w:val="002E27F8"/>
    <w:rsid w:val="002E2857"/>
    <w:rsid w:val="002E28EC"/>
    <w:rsid w:val="002E2948"/>
    <w:rsid w:val="002E295B"/>
    <w:rsid w:val="002E2B26"/>
    <w:rsid w:val="002E2B62"/>
    <w:rsid w:val="002E2B96"/>
    <w:rsid w:val="002E2C33"/>
    <w:rsid w:val="002E2C5A"/>
    <w:rsid w:val="002E2DDA"/>
    <w:rsid w:val="002E2E06"/>
    <w:rsid w:val="002E2E7F"/>
    <w:rsid w:val="002E2EFB"/>
    <w:rsid w:val="002E2F4C"/>
    <w:rsid w:val="002E301B"/>
    <w:rsid w:val="002E30A8"/>
    <w:rsid w:val="002E30D5"/>
    <w:rsid w:val="002E3488"/>
    <w:rsid w:val="002E34C5"/>
    <w:rsid w:val="002E355C"/>
    <w:rsid w:val="002E35F4"/>
    <w:rsid w:val="002E36B4"/>
    <w:rsid w:val="002E3797"/>
    <w:rsid w:val="002E38EE"/>
    <w:rsid w:val="002E3A41"/>
    <w:rsid w:val="002E3C98"/>
    <w:rsid w:val="002E3D03"/>
    <w:rsid w:val="002E3E60"/>
    <w:rsid w:val="002E4024"/>
    <w:rsid w:val="002E4056"/>
    <w:rsid w:val="002E4058"/>
    <w:rsid w:val="002E4090"/>
    <w:rsid w:val="002E4172"/>
    <w:rsid w:val="002E43D6"/>
    <w:rsid w:val="002E442E"/>
    <w:rsid w:val="002E4509"/>
    <w:rsid w:val="002E4692"/>
    <w:rsid w:val="002E46B8"/>
    <w:rsid w:val="002E4A76"/>
    <w:rsid w:val="002E4B3A"/>
    <w:rsid w:val="002E4BD0"/>
    <w:rsid w:val="002E4C5D"/>
    <w:rsid w:val="002E4CE7"/>
    <w:rsid w:val="002E4F3E"/>
    <w:rsid w:val="002E4FD7"/>
    <w:rsid w:val="002E50E9"/>
    <w:rsid w:val="002E50F9"/>
    <w:rsid w:val="002E547C"/>
    <w:rsid w:val="002E5541"/>
    <w:rsid w:val="002E558F"/>
    <w:rsid w:val="002E5694"/>
    <w:rsid w:val="002E585D"/>
    <w:rsid w:val="002E5BDA"/>
    <w:rsid w:val="002E5C2F"/>
    <w:rsid w:val="002E5C34"/>
    <w:rsid w:val="002E5D2A"/>
    <w:rsid w:val="002E5F00"/>
    <w:rsid w:val="002E5F31"/>
    <w:rsid w:val="002E5F77"/>
    <w:rsid w:val="002E62F1"/>
    <w:rsid w:val="002E63C4"/>
    <w:rsid w:val="002E647D"/>
    <w:rsid w:val="002E64AE"/>
    <w:rsid w:val="002E64DC"/>
    <w:rsid w:val="002E6510"/>
    <w:rsid w:val="002E6537"/>
    <w:rsid w:val="002E6632"/>
    <w:rsid w:val="002E666A"/>
    <w:rsid w:val="002E66F9"/>
    <w:rsid w:val="002E6740"/>
    <w:rsid w:val="002E694E"/>
    <w:rsid w:val="002E6A9B"/>
    <w:rsid w:val="002E6B35"/>
    <w:rsid w:val="002E6BE1"/>
    <w:rsid w:val="002E6CA5"/>
    <w:rsid w:val="002E6E5F"/>
    <w:rsid w:val="002E7096"/>
    <w:rsid w:val="002E7106"/>
    <w:rsid w:val="002E727E"/>
    <w:rsid w:val="002E7295"/>
    <w:rsid w:val="002E72D3"/>
    <w:rsid w:val="002E730D"/>
    <w:rsid w:val="002E738E"/>
    <w:rsid w:val="002E73BD"/>
    <w:rsid w:val="002E7468"/>
    <w:rsid w:val="002E7501"/>
    <w:rsid w:val="002E7527"/>
    <w:rsid w:val="002E759C"/>
    <w:rsid w:val="002E774C"/>
    <w:rsid w:val="002E7883"/>
    <w:rsid w:val="002E79A8"/>
    <w:rsid w:val="002E79D1"/>
    <w:rsid w:val="002E7D40"/>
    <w:rsid w:val="002E7D43"/>
    <w:rsid w:val="002F00BA"/>
    <w:rsid w:val="002F026E"/>
    <w:rsid w:val="002F02FC"/>
    <w:rsid w:val="002F0545"/>
    <w:rsid w:val="002F0587"/>
    <w:rsid w:val="002F072D"/>
    <w:rsid w:val="002F0778"/>
    <w:rsid w:val="002F07AA"/>
    <w:rsid w:val="002F0891"/>
    <w:rsid w:val="002F08B4"/>
    <w:rsid w:val="002F0BF6"/>
    <w:rsid w:val="002F0D21"/>
    <w:rsid w:val="002F0DE8"/>
    <w:rsid w:val="002F0EE2"/>
    <w:rsid w:val="002F0F3A"/>
    <w:rsid w:val="002F0F46"/>
    <w:rsid w:val="002F0FB6"/>
    <w:rsid w:val="002F1019"/>
    <w:rsid w:val="002F11F5"/>
    <w:rsid w:val="002F12C8"/>
    <w:rsid w:val="002F1341"/>
    <w:rsid w:val="002F1483"/>
    <w:rsid w:val="002F1604"/>
    <w:rsid w:val="002F1645"/>
    <w:rsid w:val="002F17D8"/>
    <w:rsid w:val="002F19D9"/>
    <w:rsid w:val="002F1B31"/>
    <w:rsid w:val="002F1B6E"/>
    <w:rsid w:val="002F1B86"/>
    <w:rsid w:val="002F1C6F"/>
    <w:rsid w:val="002F1CBF"/>
    <w:rsid w:val="002F1CE9"/>
    <w:rsid w:val="002F1D10"/>
    <w:rsid w:val="002F1E79"/>
    <w:rsid w:val="002F215E"/>
    <w:rsid w:val="002F2207"/>
    <w:rsid w:val="002F221D"/>
    <w:rsid w:val="002F2244"/>
    <w:rsid w:val="002F22D2"/>
    <w:rsid w:val="002F22E9"/>
    <w:rsid w:val="002F2419"/>
    <w:rsid w:val="002F249F"/>
    <w:rsid w:val="002F24A2"/>
    <w:rsid w:val="002F24FE"/>
    <w:rsid w:val="002F25C1"/>
    <w:rsid w:val="002F2671"/>
    <w:rsid w:val="002F279D"/>
    <w:rsid w:val="002F2811"/>
    <w:rsid w:val="002F2896"/>
    <w:rsid w:val="002F2AC7"/>
    <w:rsid w:val="002F2C35"/>
    <w:rsid w:val="002F2C6B"/>
    <w:rsid w:val="002F2C96"/>
    <w:rsid w:val="002F2D2E"/>
    <w:rsid w:val="002F2E2B"/>
    <w:rsid w:val="002F30CA"/>
    <w:rsid w:val="002F32D4"/>
    <w:rsid w:val="002F3379"/>
    <w:rsid w:val="002F3457"/>
    <w:rsid w:val="002F350F"/>
    <w:rsid w:val="002F351D"/>
    <w:rsid w:val="002F359A"/>
    <w:rsid w:val="002F3787"/>
    <w:rsid w:val="002F37E7"/>
    <w:rsid w:val="002F398C"/>
    <w:rsid w:val="002F3A12"/>
    <w:rsid w:val="002F3A3F"/>
    <w:rsid w:val="002F3A89"/>
    <w:rsid w:val="002F3A8B"/>
    <w:rsid w:val="002F3A9C"/>
    <w:rsid w:val="002F3B34"/>
    <w:rsid w:val="002F3F85"/>
    <w:rsid w:val="002F40F9"/>
    <w:rsid w:val="002F4210"/>
    <w:rsid w:val="002F4223"/>
    <w:rsid w:val="002F424B"/>
    <w:rsid w:val="002F4321"/>
    <w:rsid w:val="002F437D"/>
    <w:rsid w:val="002F44D0"/>
    <w:rsid w:val="002F44E6"/>
    <w:rsid w:val="002F45AB"/>
    <w:rsid w:val="002F4630"/>
    <w:rsid w:val="002F469C"/>
    <w:rsid w:val="002F46CD"/>
    <w:rsid w:val="002F4759"/>
    <w:rsid w:val="002F482F"/>
    <w:rsid w:val="002F49BA"/>
    <w:rsid w:val="002F4D0E"/>
    <w:rsid w:val="002F4DE7"/>
    <w:rsid w:val="002F4E0C"/>
    <w:rsid w:val="002F4E23"/>
    <w:rsid w:val="002F4E82"/>
    <w:rsid w:val="002F5041"/>
    <w:rsid w:val="002F51D3"/>
    <w:rsid w:val="002F54DC"/>
    <w:rsid w:val="002F54F2"/>
    <w:rsid w:val="002F5514"/>
    <w:rsid w:val="002F5873"/>
    <w:rsid w:val="002F59EA"/>
    <w:rsid w:val="002F5AB9"/>
    <w:rsid w:val="002F5BC0"/>
    <w:rsid w:val="002F5C53"/>
    <w:rsid w:val="002F5CD1"/>
    <w:rsid w:val="002F5E36"/>
    <w:rsid w:val="002F5E66"/>
    <w:rsid w:val="002F5F67"/>
    <w:rsid w:val="002F5F84"/>
    <w:rsid w:val="002F5F8A"/>
    <w:rsid w:val="002F6042"/>
    <w:rsid w:val="002F60D5"/>
    <w:rsid w:val="002F641F"/>
    <w:rsid w:val="002F6525"/>
    <w:rsid w:val="002F66BF"/>
    <w:rsid w:val="002F68A6"/>
    <w:rsid w:val="002F6937"/>
    <w:rsid w:val="002F69C9"/>
    <w:rsid w:val="002F6A3C"/>
    <w:rsid w:val="002F6C00"/>
    <w:rsid w:val="002F6CE2"/>
    <w:rsid w:val="002F6E78"/>
    <w:rsid w:val="002F7026"/>
    <w:rsid w:val="002F70D4"/>
    <w:rsid w:val="002F7257"/>
    <w:rsid w:val="002F7545"/>
    <w:rsid w:val="002F7935"/>
    <w:rsid w:val="002F7CFE"/>
    <w:rsid w:val="002F7DFA"/>
    <w:rsid w:val="002F7F0D"/>
    <w:rsid w:val="002F7F41"/>
    <w:rsid w:val="002F7F99"/>
    <w:rsid w:val="00300097"/>
    <w:rsid w:val="003000F7"/>
    <w:rsid w:val="00300101"/>
    <w:rsid w:val="00300133"/>
    <w:rsid w:val="00300189"/>
    <w:rsid w:val="003001CD"/>
    <w:rsid w:val="0030024E"/>
    <w:rsid w:val="00300259"/>
    <w:rsid w:val="00300498"/>
    <w:rsid w:val="003004F3"/>
    <w:rsid w:val="0030056C"/>
    <w:rsid w:val="003006C8"/>
    <w:rsid w:val="003006EE"/>
    <w:rsid w:val="00300776"/>
    <w:rsid w:val="00300825"/>
    <w:rsid w:val="00300885"/>
    <w:rsid w:val="003009A6"/>
    <w:rsid w:val="00300AB1"/>
    <w:rsid w:val="00300AF2"/>
    <w:rsid w:val="00300C95"/>
    <w:rsid w:val="00300D64"/>
    <w:rsid w:val="00300F87"/>
    <w:rsid w:val="0030114A"/>
    <w:rsid w:val="0030120F"/>
    <w:rsid w:val="00301550"/>
    <w:rsid w:val="003015B6"/>
    <w:rsid w:val="00301638"/>
    <w:rsid w:val="0030165E"/>
    <w:rsid w:val="00301677"/>
    <w:rsid w:val="003018BD"/>
    <w:rsid w:val="003018E6"/>
    <w:rsid w:val="00301975"/>
    <w:rsid w:val="00301A94"/>
    <w:rsid w:val="00301A9A"/>
    <w:rsid w:val="00301B1D"/>
    <w:rsid w:val="00301B28"/>
    <w:rsid w:val="00301B2C"/>
    <w:rsid w:val="00301BBC"/>
    <w:rsid w:val="00301EA7"/>
    <w:rsid w:val="00301F8D"/>
    <w:rsid w:val="00301FB6"/>
    <w:rsid w:val="00302158"/>
    <w:rsid w:val="0030217F"/>
    <w:rsid w:val="003021F8"/>
    <w:rsid w:val="003021FC"/>
    <w:rsid w:val="00302273"/>
    <w:rsid w:val="00302577"/>
    <w:rsid w:val="00302582"/>
    <w:rsid w:val="003027B6"/>
    <w:rsid w:val="003027F7"/>
    <w:rsid w:val="00302A0F"/>
    <w:rsid w:val="00302BB4"/>
    <w:rsid w:val="00302C6C"/>
    <w:rsid w:val="00302CE1"/>
    <w:rsid w:val="00302CF0"/>
    <w:rsid w:val="00302D49"/>
    <w:rsid w:val="00302DF5"/>
    <w:rsid w:val="00302EDF"/>
    <w:rsid w:val="00302F9C"/>
    <w:rsid w:val="00303139"/>
    <w:rsid w:val="0030350C"/>
    <w:rsid w:val="0030376A"/>
    <w:rsid w:val="003038B1"/>
    <w:rsid w:val="00303934"/>
    <w:rsid w:val="003039D1"/>
    <w:rsid w:val="003039D2"/>
    <w:rsid w:val="00303B9F"/>
    <w:rsid w:val="00303DE5"/>
    <w:rsid w:val="00303F25"/>
    <w:rsid w:val="00304182"/>
    <w:rsid w:val="0030427D"/>
    <w:rsid w:val="003049CD"/>
    <w:rsid w:val="00304B7F"/>
    <w:rsid w:val="00304D0E"/>
    <w:rsid w:val="00304D7F"/>
    <w:rsid w:val="00304EA5"/>
    <w:rsid w:val="00304ECF"/>
    <w:rsid w:val="00304F33"/>
    <w:rsid w:val="00304FBC"/>
    <w:rsid w:val="003050A5"/>
    <w:rsid w:val="003050CE"/>
    <w:rsid w:val="003053BD"/>
    <w:rsid w:val="003055E5"/>
    <w:rsid w:val="0030576D"/>
    <w:rsid w:val="00305786"/>
    <w:rsid w:val="003057B6"/>
    <w:rsid w:val="003058DC"/>
    <w:rsid w:val="00305D2F"/>
    <w:rsid w:val="00305DC7"/>
    <w:rsid w:val="00305DEC"/>
    <w:rsid w:val="00305EDA"/>
    <w:rsid w:val="00305F0C"/>
    <w:rsid w:val="00305F1D"/>
    <w:rsid w:val="003060C4"/>
    <w:rsid w:val="0030615E"/>
    <w:rsid w:val="0030629B"/>
    <w:rsid w:val="003064E4"/>
    <w:rsid w:val="003068FB"/>
    <w:rsid w:val="00306AAA"/>
    <w:rsid w:val="0030719E"/>
    <w:rsid w:val="003071EF"/>
    <w:rsid w:val="0030724A"/>
    <w:rsid w:val="003073E3"/>
    <w:rsid w:val="0030754F"/>
    <w:rsid w:val="003075B8"/>
    <w:rsid w:val="00307630"/>
    <w:rsid w:val="003079DF"/>
    <w:rsid w:val="003079EC"/>
    <w:rsid w:val="003079FF"/>
    <w:rsid w:val="00307AFE"/>
    <w:rsid w:val="00307D44"/>
    <w:rsid w:val="00307F07"/>
    <w:rsid w:val="00310183"/>
    <w:rsid w:val="003102D0"/>
    <w:rsid w:val="003102F0"/>
    <w:rsid w:val="0031031E"/>
    <w:rsid w:val="003104F1"/>
    <w:rsid w:val="00310680"/>
    <w:rsid w:val="003106CA"/>
    <w:rsid w:val="0031095C"/>
    <w:rsid w:val="00310997"/>
    <w:rsid w:val="00310C0F"/>
    <w:rsid w:val="00310CC2"/>
    <w:rsid w:val="00310E87"/>
    <w:rsid w:val="00310EB5"/>
    <w:rsid w:val="00310F91"/>
    <w:rsid w:val="00311182"/>
    <w:rsid w:val="003112A9"/>
    <w:rsid w:val="00311391"/>
    <w:rsid w:val="003113E5"/>
    <w:rsid w:val="00311456"/>
    <w:rsid w:val="00311481"/>
    <w:rsid w:val="00311550"/>
    <w:rsid w:val="003115E8"/>
    <w:rsid w:val="003116B3"/>
    <w:rsid w:val="003116E7"/>
    <w:rsid w:val="003116EE"/>
    <w:rsid w:val="0031180F"/>
    <w:rsid w:val="00311853"/>
    <w:rsid w:val="003118A0"/>
    <w:rsid w:val="00311BB6"/>
    <w:rsid w:val="00311CC8"/>
    <w:rsid w:val="00311D16"/>
    <w:rsid w:val="00311D31"/>
    <w:rsid w:val="00311D72"/>
    <w:rsid w:val="00311E0D"/>
    <w:rsid w:val="00311E4A"/>
    <w:rsid w:val="00311E83"/>
    <w:rsid w:val="00311F15"/>
    <w:rsid w:val="00311F68"/>
    <w:rsid w:val="00312071"/>
    <w:rsid w:val="00312321"/>
    <w:rsid w:val="003123AF"/>
    <w:rsid w:val="00312409"/>
    <w:rsid w:val="00312557"/>
    <w:rsid w:val="0031258A"/>
    <w:rsid w:val="00312596"/>
    <w:rsid w:val="0031265E"/>
    <w:rsid w:val="0031272D"/>
    <w:rsid w:val="003127B9"/>
    <w:rsid w:val="00312800"/>
    <w:rsid w:val="003128FF"/>
    <w:rsid w:val="00312A50"/>
    <w:rsid w:val="00312C64"/>
    <w:rsid w:val="00312C71"/>
    <w:rsid w:val="00312EB2"/>
    <w:rsid w:val="00312EE6"/>
    <w:rsid w:val="00312EEB"/>
    <w:rsid w:val="00312FD3"/>
    <w:rsid w:val="00313343"/>
    <w:rsid w:val="003133CF"/>
    <w:rsid w:val="00313435"/>
    <w:rsid w:val="003136D3"/>
    <w:rsid w:val="0031375D"/>
    <w:rsid w:val="003138CF"/>
    <w:rsid w:val="0031391A"/>
    <w:rsid w:val="00313951"/>
    <w:rsid w:val="003139B0"/>
    <w:rsid w:val="00313A86"/>
    <w:rsid w:val="00313DAB"/>
    <w:rsid w:val="00313E4B"/>
    <w:rsid w:val="00314050"/>
    <w:rsid w:val="00314214"/>
    <w:rsid w:val="0031423F"/>
    <w:rsid w:val="003143B5"/>
    <w:rsid w:val="0031459D"/>
    <w:rsid w:val="003147FD"/>
    <w:rsid w:val="00314976"/>
    <w:rsid w:val="00314A3F"/>
    <w:rsid w:val="00314A95"/>
    <w:rsid w:val="00314BAC"/>
    <w:rsid w:val="00314BE4"/>
    <w:rsid w:val="00314C8A"/>
    <w:rsid w:val="00314DFA"/>
    <w:rsid w:val="00314F49"/>
    <w:rsid w:val="00314FC2"/>
    <w:rsid w:val="003150E8"/>
    <w:rsid w:val="003150F3"/>
    <w:rsid w:val="0031520D"/>
    <w:rsid w:val="00315343"/>
    <w:rsid w:val="0031560F"/>
    <w:rsid w:val="0031564F"/>
    <w:rsid w:val="00315864"/>
    <w:rsid w:val="0031590D"/>
    <w:rsid w:val="00315CC8"/>
    <w:rsid w:val="00315E45"/>
    <w:rsid w:val="00315FDC"/>
    <w:rsid w:val="00315FDE"/>
    <w:rsid w:val="0031606B"/>
    <w:rsid w:val="003160DD"/>
    <w:rsid w:val="003163A6"/>
    <w:rsid w:val="003164E9"/>
    <w:rsid w:val="0031651D"/>
    <w:rsid w:val="00316551"/>
    <w:rsid w:val="0031657A"/>
    <w:rsid w:val="003165DF"/>
    <w:rsid w:val="00316813"/>
    <w:rsid w:val="0031686A"/>
    <w:rsid w:val="0031693C"/>
    <w:rsid w:val="00316940"/>
    <w:rsid w:val="003169DF"/>
    <w:rsid w:val="00316BC7"/>
    <w:rsid w:val="00316BE8"/>
    <w:rsid w:val="00316C4F"/>
    <w:rsid w:val="00316D7C"/>
    <w:rsid w:val="00316EC0"/>
    <w:rsid w:val="00316EE1"/>
    <w:rsid w:val="003170BA"/>
    <w:rsid w:val="003175B5"/>
    <w:rsid w:val="003176C7"/>
    <w:rsid w:val="003177FC"/>
    <w:rsid w:val="0031783D"/>
    <w:rsid w:val="00317A2C"/>
    <w:rsid w:val="00317E5B"/>
    <w:rsid w:val="00317E64"/>
    <w:rsid w:val="00317F3F"/>
    <w:rsid w:val="0032003E"/>
    <w:rsid w:val="00320412"/>
    <w:rsid w:val="00320581"/>
    <w:rsid w:val="003206B1"/>
    <w:rsid w:val="00320900"/>
    <w:rsid w:val="00320927"/>
    <w:rsid w:val="00320C7A"/>
    <w:rsid w:val="00320D4C"/>
    <w:rsid w:val="00320F98"/>
    <w:rsid w:val="003210D4"/>
    <w:rsid w:val="003211B6"/>
    <w:rsid w:val="00321299"/>
    <w:rsid w:val="003213F9"/>
    <w:rsid w:val="00321426"/>
    <w:rsid w:val="003214D6"/>
    <w:rsid w:val="003215D6"/>
    <w:rsid w:val="0032174B"/>
    <w:rsid w:val="0032186D"/>
    <w:rsid w:val="003218BB"/>
    <w:rsid w:val="00321979"/>
    <w:rsid w:val="00321A3B"/>
    <w:rsid w:val="00321B11"/>
    <w:rsid w:val="00321B50"/>
    <w:rsid w:val="00321B84"/>
    <w:rsid w:val="00321B8C"/>
    <w:rsid w:val="00321CC6"/>
    <w:rsid w:val="00321DA8"/>
    <w:rsid w:val="003220BB"/>
    <w:rsid w:val="003220CE"/>
    <w:rsid w:val="003220EA"/>
    <w:rsid w:val="00322224"/>
    <w:rsid w:val="00322248"/>
    <w:rsid w:val="00322295"/>
    <w:rsid w:val="00322371"/>
    <w:rsid w:val="00322377"/>
    <w:rsid w:val="003225DA"/>
    <w:rsid w:val="00322629"/>
    <w:rsid w:val="00322698"/>
    <w:rsid w:val="00322745"/>
    <w:rsid w:val="00322781"/>
    <w:rsid w:val="003227D0"/>
    <w:rsid w:val="00322820"/>
    <w:rsid w:val="0032282D"/>
    <w:rsid w:val="00322970"/>
    <w:rsid w:val="00322B54"/>
    <w:rsid w:val="00322B55"/>
    <w:rsid w:val="00322C08"/>
    <w:rsid w:val="00322C14"/>
    <w:rsid w:val="00322C37"/>
    <w:rsid w:val="00322C67"/>
    <w:rsid w:val="00322C8F"/>
    <w:rsid w:val="00322E7E"/>
    <w:rsid w:val="00322FE6"/>
    <w:rsid w:val="0032301A"/>
    <w:rsid w:val="003230C9"/>
    <w:rsid w:val="0032323F"/>
    <w:rsid w:val="0032328A"/>
    <w:rsid w:val="003234F2"/>
    <w:rsid w:val="00323C10"/>
    <w:rsid w:val="00323C83"/>
    <w:rsid w:val="00323F7D"/>
    <w:rsid w:val="00323FDF"/>
    <w:rsid w:val="00324239"/>
    <w:rsid w:val="00324341"/>
    <w:rsid w:val="0032436E"/>
    <w:rsid w:val="0032449F"/>
    <w:rsid w:val="003245D1"/>
    <w:rsid w:val="00324761"/>
    <w:rsid w:val="0032495C"/>
    <w:rsid w:val="00324966"/>
    <w:rsid w:val="00324B17"/>
    <w:rsid w:val="00325057"/>
    <w:rsid w:val="00325169"/>
    <w:rsid w:val="00325235"/>
    <w:rsid w:val="00325370"/>
    <w:rsid w:val="003255DA"/>
    <w:rsid w:val="003255EB"/>
    <w:rsid w:val="00325682"/>
    <w:rsid w:val="003256AE"/>
    <w:rsid w:val="003256F8"/>
    <w:rsid w:val="003257FF"/>
    <w:rsid w:val="00325EEE"/>
    <w:rsid w:val="0032603C"/>
    <w:rsid w:val="003261FE"/>
    <w:rsid w:val="00326293"/>
    <w:rsid w:val="003262E9"/>
    <w:rsid w:val="003264A0"/>
    <w:rsid w:val="0032664E"/>
    <w:rsid w:val="003266D9"/>
    <w:rsid w:val="003269AA"/>
    <w:rsid w:val="003269EC"/>
    <w:rsid w:val="00326A5D"/>
    <w:rsid w:val="00326AD0"/>
    <w:rsid w:val="00326AFA"/>
    <w:rsid w:val="00326C33"/>
    <w:rsid w:val="00326CBC"/>
    <w:rsid w:val="00326CC0"/>
    <w:rsid w:val="00326D34"/>
    <w:rsid w:val="00326E0F"/>
    <w:rsid w:val="00326E63"/>
    <w:rsid w:val="00327107"/>
    <w:rsid w:val="003272C9"/>
    <w:rsid w:val="0032736E"/>
    <w:rsid w:val="00327668"/>
    <w:rsid w:val="00327716"/>
    <w:rsid w:val="003277D5"/>
    <w:rsid w:val="0032782B"/>
    <w:rsid w:val="00327932"/>
    <w:rsid w:val="00327A19"/>
    <w:rsid w:val="00327A52"/>
    <w:rsid w:val="00327AD8"/>
    <w:rsid w:val="00327C84"/>
    <w:rsid w:val="00327D8F"/>
    <w:rsid w:val="00327ED7"/>
    <w:rsid w:val="00327FBF"/>
    <w:rsid w:val="0033002C"/>
    <w:rsid w:val="00330065"/>
    <w:rsid w:val="00330098"/>
    <w:rsid w:val="003301D6"/>
    <w:rsid w:val="00330768"/>
    <w:rsid w:val="00330A4D"/>
    <w:rsid w:val="00330E8E"/>
    <w:rsid w:val="003311CC"/>
    <w:rsid w:val="0033121E"/>
    <w:rsid w:val="00331432"/>
    <w:rsid w:val="00331673"/>
    <w:rsid w:val="00331718"/>
    <w:rsid w:val="003317B2"/>
    <w:rsid w:val="00331810"/>
    <w:rsid w:val="00331BC0"/>
    <w:rsid w:val="00331DED"/>
    <w:rsid w:val="00331DEF"/>
    <w:rsid w:val="00331E18"/>
    <w:rsid w:val="00331E22"/>
    <w:rsid w:val="0033228A"/>
    <w:rsid w:val="0033242A"/>
    <w:rsid w:val="00332430"/>
    <w:rsid w:val="003324D8"/>
    <w:rsid w:val="00332524"/>
    <w:rsid w:val="0033256B"/>
    <w:rsid w:val="0033263C"/>
    <w:rsid w:val="0033296B"/>
    <w:rsid w:val="00332AB0"/>
    <w:rsid w:val="00332B2F"/>
    <w:rsid w:val="00332BB3"/>
    <w:rsid w:val="00332C77"/>
    <w:rsid w:val="00332F62"/>
    <w:rsid w:val="0033309B"/>
    <w:rsid w:val="0033310B"/>
    <w:rsid w:val="0033310C"/>
    <w:rsid w:val="0033320F"/>
    <w:rsid w:val="00333363"/>
    <w:rsid w:val="00333378"/>
    <w:rsid w:val="003333AA"/>
    <w:rsid w:val="003333DD"/>
    <w:rsid w:val="00333447"/>
    <w:rsid w:val="00333568"/>
    <w:rsid w:val="0033359D"/>
    <w:rsid w:val="003335AC"/>
    <w:rsid w:val="00333764"/>
    <w:rsid w:val="00333803"/>
    <w:rsid w:val="0033384F"/>
    <w:rsid w:val="00333935"/>
    <w:rsid w:val="003339DC"/>
    <w:rsid w:val="00333A05"/>
    <w:rsid w:val="00333B5C"/>
    <w:rsid w:val="00333DA5"/>
    <w:rsid w:val="00333DCA"/>
    <w:rsid w:val="00333E34"/>
    <w:rsid w:val="00333EA3"/>
    <w:rsid w:val="003341EB"/>
    <w:rsid w:val="00334315"/>
    <w:rsid w:val="00334504"/>
    <w:rsid w:val="00334531"/>
    <w:rsid w:val="00334834"/>
    <w:rsid w:val="00334A14"/>
    <w:rsid w:val="00334B03"/>
    <w:rsid w:val="00334D44"/>
    <w:rsid w:val="00334D57"/>
    <w:rsid w:val="00334FCC"/>
    <w:rsid w:val="00335032"/>
    <w:rsid w:val="0033503D"/>
    <w:rsid w:val="0033527D"/>
    <w:rsid w:val="00335319"/>
    <w:rsid w:val="003354FA"/>
    <w:rsid w:val="003355E6"/>
    <w:rsid w:val="003356F8"/>
    <w:rsid w:val="00335744"/>
    <w:rsid w:val="00335B0A"/>
    <w:rsid w:val="00335B1A"/>
    <w:rsid w:val="00335B6E"/>
    <w:rsid w:val="00335C63"/>
    <w:rsid w:val="00335D96"/>
    <w:rsid w:val="00335D9F"/>
    <w:rsid w:val="00335DBB"/>
    <w:rsid w:val="00335E17"/>
    <w:rsid w:val="00335EB7"/>
    <w:rsid w:val="00335F17"/>
    <w:rsid w:val="0033616B"/>
    <w:rsid w:val="003363F4"/>
    <w:rsid w:val="0033646A"/>
    <w:rsid w:val="0033647E"/>
    <w:rsid w:val="0033648A"/>
    <w:rsid w:val="003365ED"/>
    <w:rsid w:val="0033668A"/>
    <w:rsid w:val="00336A5F"/>
    <w:rsid w:val="00336AA1"/>
    <w:rsid w:val="00336AA9"/>
    <w:rsid w:val="00336C48"/>
    <w:rsid w:val="00336C91"/>
    <w:rsid w:val="00336EFB"/>
    <w:rsid w:val="00336FC0"/>
    <w:rsid w:val="003370FD"/>
    <w:rsid w:val="003372D2"/>
    <w:rsid w:val="00337303"/>
    <w:rsid w:val="003373CE"/>
    <w:rsid w:val="00337477"/>
    <w:rsid w:val="00337485"/>
    <w:rsid w:val="00337621"/>
    <w:rsid w:val="0033768D"/>
    <w:rsid w:val="00337741"/>
    <w:rsid w:val="00337954"/>
    <w:rsid w:val="003379B8"/>
    <w:rsid w:val="003379FE"/>
    <w:rsid w:val="00337AF0"/>
    <w:rsid w:val="00337B0D"/>
    <w:rsid w:val="00337B24"/>
    <w:rsid w:val="00337BC2"/>
    <w:rsid w:val="00337C22"/>
    <w:rsid w:val="00337E6C"/>
    <w:rsid w:val="00337EE0"/>
    <w:rsid w:val="00337F6F"/>
    <w:rsid w:val="00337FA5"/>
    <w:rsid w:val="0034005A"/>
    <w:rsid w:val="0034005F"/>
    <w:rsid w:val="00340087"/>
    <w:rsid w:val="003402EC"/>
    <w:rsid w:val="0034030D"/>
    <w:rsid w:val="003403E2"/>
    <w:rsid w:val="00340590"/>
    <w:rsid w:val="00340745"/>
    <w:rsid w:val="003407F9"/>
    <w:rsid w:val="0034081B"/>
    <w:rsid w:val="00340E73"/>
    <w:rsid w:val="00340F06"/>
    <w:rsid w:val="00340F0D"/>
    <w:rsid w:val="00340F76"/>
    <w:rsid w:val="00340FF3"/>
    <w:rsid w:val="0034112F"/>
    <w:rsid w:val="00341204"/>
    <w:rsid w:val="003412A1"/>
    <w:rsid w:val="003412B8"/>
    <w:rsid w:val="003412CB"/>
    <w:rsid w:val="003412DE"/>
    <w:rsid w:val="003412EE"/>
    <w:rsid w:val="003413D7"/>
    <w:rsid w:val="0034142E"/>
    <w:rsid w:val="00341568"/>
    <w:rsid w:val="003416AB"/>
    <w:rsid w:val="003417F0"/>
    <w:rsid w:val="00341833"/>
    <w:rsid w:val="003418AD"/>
    <w:rsid w:val="0034198A"/>
    <w:rsid w:val="00341AE6"/>
    <w:rsid w:val="00341B86"/>
    <w:rsid w:val="00341E11"/>
    <w:rsid w:val="00341F81"/>
    <w:rsid w:val="00341F86"/>
    <w:rsid w:val="00342185"/>
    <w:rsid w:val="0034245A"/>
    <w:rsid w:val="0034248F"/>
    <w:rsid w:val="00342583"/>
    <w:rsid w:val="00342955"/>
    <w:rsid w:val="00342B7E"/>
    <w:rsid w:val="00342C90"/>
    <w:rsid w:val="00342CAB"/>
    <w:rsid w:val="00342DF9"/>
    <w:rsid w:val="003433DB"/>
    <w:rsid w:val="00343905"/>
    <w:rsid w:val="00343B76"/>
    <w:rsid w:val="00343BE9"/>
    <w:rsid w:val="00343C40"/>
    <w:rsid w:val="00343FD2"/>
    <w:rsid w:val="0034406F"/>
    <w:rsid w:val="003440D1"/>
    <w:rsid w:val="0034414B"/>
    <w:rsid w:val="00344175"/>
    <w:rsid w:val="0034421E"/>
    <w:rsid w:val="003443BC"/>
    <w:rsid w:val="003445BC"/>
    <w:rsid w:val="003445DB"/>
    <w:rsid w:val="0034467F"/>
    <w:rsid w:val="00344738"/>
    <w:rsid w:val="00344911"/>
    <w:rsid w:val="00344C8A"/>
    <w:rsid w:val="00345125"/>
    <w:rsid w:val="00345140"/>
    <w:rsid w:val="003451BC"/>
    <w:rsid w:val="0034555B"/>
    <w:rsid w:val="00345D33"/>
    <w:rsid w:val="00345D78"/>
    <w:rsid w:val="00345EE6"/>
    <w:rsid w:val="003460A4"/>
    <w:rsid w:val="003462A5"/>
    <w:rsid w:val="003464AB"/>
    <w:rsid w:val="003465BC"/>
    <w:rsid w:val="0034669B"/>
    <w:rsid w:val="003466AF"/>
    <w:rsid w:val="003467B9"/>
    <w:rsid w:val="00346821"/>
    <w:rsid w:val="0034690A"/>
    <w:rsid w:val="00346B91"/>
    <w:rsid w:val="00346C24"/>
    <w:rsid w:val="00346C80"/>
    <w:rsid w:val="00346CC0"/>
    <w:rsid w:val="00346CC8"/>
    <w:rsid w:val="00346D19"/>
    <w:rsid w:val="00346E62"/>
    <w:rsid w:val="003474A3"/>
    <w:rsid w:val="003474F6"/>
    <w:rsid w:val="003476DE"/>
    <w:rsid w:val="00347700"/>
    <w:rsid w:val="003477C1"/>
    <w:rsid w:val="003477F8"/>
    <w:rsid w:val="00347846"/>
    <w:rsid w:val="00347897"/>
    <w:rsid w:val="00347899"/>
    <w:rsid w:val="00347ABC"/>
    <w:rsid w:val="00347C31"/>
    <w:rsid w:val="00347E21"/>
    <w:rsid w:val="00347ED4"/>
    <w:rsid w:val="00347FBD"/>
    <w:rsid w:val="0035027F"/>
    <w:rsid w:val="003502A7"/>
    <w:rsid w:val="0035054F"/>
    <w:rsid w:val="00350664"/>
    <w:rsid w:val="00350721"/>
    <w:rsid w:val="003507F3"/>
    <w:rsid w:val="00350814"/>
    <w:rsid w:val="00350A3F"/>
    <w:rsid w:val="00350B51"/>
    <w:rsid w:val="00350C54"/>
    <w:rsid w:val="00350C9C"/>
    <w:rsid w:val="00350DBC"/>
    <w:rsid w:val="00350DEC"/>
    <w:rsid w:val="00350EC5"/>
    <w:rsid w:val="00350F28"/>
    <w:rsid w:val="0035113A"/>
    <w:rsid w:val="0035115A"/>
    <w:rsid w:val="0035115E"/>
    <w:rsid w:val="0035127E"/>
    <w:rsid w:val="0035128F"/>
    <w:rsid w:val="00351390"/>
    <w:rsid w:val="0035140A"/>
    <w:rsid w:val="00351576"/>
    <w:rsid w:val="00351664"/>
    <w:rsid w:val="00351BD6"/>
    <w:rsid w:val="00351CE4"/>
    <w:rsid w:val="00352095"/>
    <w:rsid w:val="003522C3"/>
    <w:rsid w:val="0035230E"/>
    <w:rsid w:val="00352456"/>
    <w:rsid w:val="0035248A"/>
    <w:rsid w:val="00352738"/>
    <w:rsid w:val="00352833"/>
    <w:rsid w:val="003528A9"/>
    <w:rsid w:val="0035298A"/>
    <w:rsid w:val="00352AC6"/>
    <w:rsid w:val="00352FB5"/>
    <w:rsid w:val="003530AF"/>
    <w:rsid w:val="00353158"/>
    <w:rsid w:val="003531AF"/>
    <w:rsid w:val="003532AA"/>
    <w:rsid w:val="003533CD"/>
    <w:rsid w:val="003535CA"/>
    <w:rsid w:val="00353650"/>
    <w:rsid w:val="00353677"/>
    <w:rsid w:val="00353722"/>
    <w:rsid w:val="003538CD"/>
    <w:rsid w:val="003538F1"/>
    <w:rsid w:val="00353A04"/>
    <w:rsid w:val="00353DAA"/>
    <w:rsid w:val="00353EDD"/>
    <w:rsid w:val="00353F4F"/>
    <w:rsid w:val="0035439D"/>
    <w:rsid w:val="00354419"/>
    <w:rsid w:val="00354471"/>
    <w:rsid w:val="0035450D"/>
    <w:rsid w:val="0035460F"/>
    <w:rsid w:val="003547E9"/>
    <w:rsid w:val="003547FF"/>
    <w:rsid w:val="00354832"/>
    <w:rsid w:val="00354E5B"/>
    <w:rsid w:val="003550EB"/>
    <w:rsid w:val="003551A2"/>
    <w:rsid w:val="0035543D"/>
    <w:rsid w:val="00355487"/>
    <w:rsid w:val="0035551E"/>
    <w:rsid w:val="003556AE"/>
    <w:rsid w:val="003556C0"/>
    <w:rsid w:val="0035588C"/>
    <w:rsid w:val="003559EA"/>
    <w:rsid w:val="00355A69"/>
    <w:rsid w:val="00355B09"/>
    <w:rsid w:val="00355BB3"/>
    <w:rsid w:val="00355C02"/>
    <w:rsid w:val="00355E0E"/>
    <w:rsid w:val="00355EA4"/>
    <w:rsid w:val="00355F23"/>
    <w:rsid w:val="00356012"/>
    <w:rsid w:val="00356092"/>
    <w:rsid w:val="0035617A"/>
    <w:rsid w:val="003561CC"/>
    <w:rsid w:val="00356404"/>
    <w:rsid w:val="0035664F"/>
    <w:rsid w:val="003566CA"/>
    <w:rsid w:val="00356820"/>
    <w:rsid w:val="00356881"/>
    <w:rsid w:val="003568A1"/>
    <w:rsid w:val="003568A7"/>
    <w:rsid w:val="00356ADB"/>
    <w:rsid w:val="00356AFB"/>
    <w:rsid w:val="00356B25"/>
    <w:rsid w:val="00356B65"/>
    <w:rsid w:val="00356DA5"/>
    <w:rsid w:val="00356EFB"/>
    <w:rsid w:val="0035710C"/>
    <w:rsid w:val="00357210"/>
    <w:rsid w:val="0035743A"/>
    <w:rsid w:val="003576BE"/>
    <w:rsid w:val="003576D8"/>
    <w:rsid w:val="003577D0"/>
    <w:rsid w:val="00357837"/>
    <w:rsid w:val="00357BFA"/>
    <w:rsid w:val="00357CAC"/>
    <w:rsid w:val="00357E41"/>
    <w:rsid w:val="00357E51"/>
    <w:rsid w:val="00357E68"/>
    <w:rsid w:val="00357FE8"/>
    <w:rsid w:val="0036010B"/>
    <w:rsid w:val="00360235"/>
    <w:rsid w:val="0036028E"/>
    <w:rsid w:val="003602CF"/>
    <w:rsid w:val="0036043A"/>
    <w:rsid w:val="003604F6"/>
    <w:rsid w:val="00360516"/>
    <w:rsid w:val="003606F0"/>
    <w:rsid w:val="00360799"/>
    <w:rsid w:val="0036081B"/>
    <w:rsid w:val="00360877"/>
    <w:rsid w:val="00360923"/>
    <w:rsid w:val="003609F6"/>
    <w:rsid w:val="00360A66"/>
    <w:rsid w:val="00360B9C"/>
    <w:rsid w:val="00360C06"/>
    <w:rsid w:val="00360C07"/>
    <w:rsid w:val="00360C7E"/>
    <w:rsid w:val="00360CB2"/>
    <w:rsid w:val="00360DA4"/>
    <w:rsid w:val="00360F05"/>
    <w:rsid w:val="003610FA"/>
    <w:rsid w:val="0036125C"/>
    <w:rsid w:val="0036129C"/>
    <w:rsid w:val="00361303"/>
    <w:rsid w:val="00361334"/>
    <w:rsid w:val="003613BA"/>
    <w:rsid w:val="00361537"/>
    <w:rsid w:val="00361623"/>
    <w:rsid w:val="003616AB"/>
    <w:rsid w:val="003616BD"/>
    <w:rsid w:val="003616DD"/>
    <w:rsid w:val="003616E9"/>
    <w:rsid w:val="003616FB"/>
    <w:rsid w:val="003617BF"/>
    <w:rsid w:val="0036194F"/>
    <w:rsid w:val="0036199F"/>
    <w:rsid w:val="003619DF"/>
    <w:rsid w:val="00361A82"/>
    <w:rsid w:val="00361D6B"/>
    <w:rsid w:val="00361D9B"/>
    <w:rsid w:val="00361F2C"/>
    <w:rsid w:val="0036205C"/>
    <w:rsid w:val="00362128"/>
    <w:rsid w:val="00362222"/>
    <w:rsid w:val="00362306"/>
    <w:rsid w:val="00362346"/>
    <w:rsid w:val="003623AB"/>
    <w:rsid w:val="003623D4"/>
    <w:rsid w:val="0036250A"/>
    <w:rsid w:val="0036250E"/>
    <w:rsid w:val="0036262D"/>
    <w:rsid w:val="0036268E"/>
    <w:rsid w:val="00362779"/>
    <w:rsid w:val="00362830"/>
    <w:rsid w:val="003629CB"/>
    <w:rsid w:val="00362B9B"/>
    <w:rsid w:val="00362E02"/>
    <w:rsid w:val="00362F00"/>
    <w:rsid w:val="00362F10"/>
    <w:rsid w:val="00363058"/>
    <w:rsid w:val="00363069"/>
    <w:rsid w:val="003630CD"/>
    <w:rsid w:val="00363130"/>
    <w:rsid w:val="00363298"/>
    <w:rsid w:val="003632E1"/>
    <w:rsid w:val="0036331B"/>
    <w:rsid w:val="00363381"/>
    <w:rsid w:val="00363576"/>
    <w:rsid w:val="00363584"/>
    <w:rsid w:val="003635DF"/>
    <w:rsid w:val="003636E9"/>
    <w:rsid w:val="00363918"/>
    <w:rsid w:val="00363A5D"/>
    <w:rsid w:val="00363AEE"/>
    <w:rsid w:val="00363B41"/>
    <w:rsid w:val="00363C98"/>
    <w:rsid w:val="00363CBC"/>
    <w:rsid w:val="00363CBF"/>
    <w:rsid w:val="00363D8A"/>
    <w:rsid w:val="00363EA1"/>
    <w:rsid w:val="00364079"/>
    <w:rsid w:val="003640FC"/>
    <w:rsid w:val="0036411C"/>
    <w:rsid w:val="0036418E"/>
    <w:rsid w:val="0036428A"/>
    <w:rsid w:val="0036433F"/>
    <w:rsid w:val="003644CF"/>
    <w:rsid w:val="00364553"/>
    <w:rsid w:val="00364566"/>
    <w:rsid w:val="00364586"/>
    <w:rsid w:val="003648E4"/>
    <w:rsid w:val="00364981"/>
    <w:rsid w:val="00364BDE"/>
    <w:rsid w:val="00364C9F"/>
    <w:rsid w:val="00364CB4"/>
    <w:rsid w:val="00364D2B"/>
    <w:rsid w:val="00364D79"/>
    <w:rsid w:val="00364D86"/>
    <w:rsid w:val="00364E81"/>
    <w:rsid w:val="00364F23"/>
    <w:rsid w:val="00364F42"/>
    <w:rsid w:val="00365267"/>
    <w:rsid w:val="00365275"/>
    <w:rsid w:val="003652B7"/>
    <w:rsid w:val="00365339"/>
    <w:rsid w:val="0036551F"/>
    <w:rsid w:val="003655D7"/>
    <w:rsid w:val="003656CC"/>
    <w:rsid w:val="003656E0"/>
    <w:rsid w:val="0036571E"/>
    <w:rsid w:val="0036575A"/>
    <w:rsid w:val="003658A2"/>
    <w:rsid w:val="00365A2B"/>
    <w:rsid w:val="00365A3A"/>
    <w:rsid w:val="00365BD8"/>
    <w:rsid w:val="00365C7F"/>
    <w:rsid w:val="00365D66"/>
    <w:rsid w:val="00365DE6"/>
    <w:rsid w:val="00365EF7"/>
    <w:rsid w:val="00365FF9"/>
    <w:rsid w:val="00366216"/>
    <w:rsid w:val="0036626F"/>
    <w:rsid w:val="00366321"/>
    <w:rsid w:val="00366578"/>
    <w:rsid w:val="0036665A"/>
    <w:rsid w:val="00366812"/>
    <w:rsid w:val="00366899"/>
    <w:rsid w:val="00366921"/>
    <w:rsid w:val="00366932"/>
    <w:rsid w:val="00366967"/>
    <w:rsid w:val="00366A9F"/>
    <w:rsid w:val="00366AC8"/>
    <w:rsid w:val="00366C87"/>
    <w:rsid w:val="00366E4D"/>
    <w:rsid w:val="00367109"/>
    <w:rsid w:val="00367193"/>
    <w:rsid w:val="00367204"/>
    <w:rsid w:val="00367390"/>
    <w:rsid w:val="00367509"/>
    <w:rsid w:val="003678A9"/>
    <w:rsid w:val="003678C0"/>
    <w:rsid w:val="00367A1D"/>
    <w:rsid w:val="00367AB2"/>
    <w:rsid w:val="00367D1B"/>
    <w:rsid w:val="00367EFC"/>
    <w:rsid w:val="00367FD3"/>
    <w:rsid w:val="00370277"/>
    <w:rsid w:val="00370327"/>
    <w:rsid w:val="00370374"/>
    <w:rsid w:val="00370382"/>
    <w:rsid w:val="0037069E"/>
    <w:rsid w:val="00370A56"/>
    <w:rsid w:val="00370B46"/>
    <w:rsid w:val="00370C5C"/>
    <w:rsid w:val="00370DF6"/>
    <w:rsid w:val="00370FF6"/>
    <w:rsid w:val="003711BD"/>
    <w:rsid w:val="00371223"/>
    <w:rsid w:val="0037142C"/>
    <w:rsid w:val="00371776"/>
    <w:rsid w:val="00371B4A"/>
    <w:rsid w:val="00371C7A"/>
    <w:rsid w:val="00371D7C"/>
    <w:rsid w:val="00371E2D"/>
    <w:rsid w:val="00371EE1"/>
    <w:rsid w:val="0037210E"/>
    <w:rsid w:val="003721FB"/>
    <w:rsid w:val="003722E7"/>
    <w:rsid w:val="00372436"/>
    <w:rsid w:val="003724AC"/>
    <w:rsid w:val="00372554"/>
    <w:rsid w:val="00372644"/>
    <w:rsid w:val="0037264A"/>
    <w:rsid w:val="003726ED"/>
    <w:rsid w:val="003728AD"/>
    <w:rsid w:val="00372917"/>
    <w:rsid w:val="003729DA"/>
    <w:rsid w:val="00372B67"/>
    <w:rsid w:val="00372BA3"/>
    <w:rsid w:val="00372BF0"/>
    <w:rsid w:val="00372D07"/>
    <w:rsid w:val="00372E22"/>
    <w:rsid w:val="00372F6A"/>
    <w:rsid w:val="003730D2"/>
    <w:rsid w:val="003732A0"/>
    <w:rsid w:val="0037342F"/>
    <w:rsid w:val="00373510"/>
    <w:rsid w:val="00373671"/>
    <w:rsid w:val="003736AC"/>
    <w:rsid w:val="00373816"/>
    <w:rsid w:val="00373823"/>
    <w:rsid w:val="00373837"/>
    <w:rsid w:val="003738FB"/>
    <w:rsid w:val="00373938"/>
    <w:rsid w:val="00373961"/>
    <w:rsid w:val="00373A09"/>
    <w:rsid w:val="00373AEE"/>
    <w:rsid w:val="00373DA4"/>
    <w:rsid w:val="00373E51"/>
    <w:rsid w:val="00373E81"/>
    <w:rsid w:val="00373E86"/>
    <w:rsid w:val="00373FBF"/>
    <w:rsid w:val="0037406A"/>
    <w:rsid w:val="003740C4"/>
    <w:rsid w:val="0037439D"/>
    <w:rsid w:val="00374443"/>
    <w:rsid w:val="0037453E"/>
    <w:rsid w:val="003745F6"/>
    <w:rsid w:val="00374753"/>
    <w:rsid w:val="003749BE"/>
    <w:rsid w:val="00374CB0"/>
    <w:rsid w:val="00374DCB"/>
    <w:rsid w:val="00374E95"/>
    <w:rsid w:val="0037504E"/>
    <w:rsid w:val="003751CD"/>
    <w:rsid w:val="00375331"/>
    <w:rsid w:val="003753A5"/>
    <w:rsid w:val="003755A3"/>
    <w:rsid w:val="00375751"/>
    <w:rsid w:val="00375828"/>
    <w:rsid w:val="003758E7"/>
    <w:rsid w:val="0037596A"/>
    <w:rsid w:val="0037598D"/>
    <w:rsid w:val="00375BEA"/>
    <w:rsid w:val="00375F28"/>
    <w:rsid w:val="003760CB"/>
    <w:rsid w:val="003761DA"/>
    <w:rsid w:val="0037629E"/>
    <w:rsid w:val="00376544"/>
    <w:rsid w:val="003765AB"/>
    <w:rsid w:val="003767BD"/>
    <w:rsid w:val="003767E4"/>
    <w:rsid w:val="0037693E"/>
    <w:rsid w:val="00376951"/>
    <w:rsid w:val="003769B1"/>
    <w:rsid w:val="00376B59"/>
    <w:rsid w:val="00376BB7"/>
    <w:rsid w:val="00376BFF"/>
    <w:rsid w:val="00376D2F"/>
    <w:rsid w:val="00376EF0"/>
    <w:rsid w:val="00376F62"/>
    <w:rsid w:val="00377273"/>
    <w:rsid w:val="00377537"/>
    <w:rsid w:val="0037756C"/>
    <w:rsid w:val="003775DD"/>
    <w:rsid w:val="00377649"/>
    <w:rsid w:val="00377718"/>
    <w:rsid w:val="00377A64"/>
    <w:rsid w:val="00377E22"/>
    <w:rsid w:val="00377E31"/>
    <w:rsid w:val="00377E9A"/>
    <w:rsid w:val="00377F50"/>
    <w:rsid w:val="00380069"/>
    <w:rsid w:val="003800B2"/>
    <w:rsid w:val="003802DA"/>
    <w:rsid w:val="003804C4"/>
    <w:rsid w:val="0038066E"/>
    <w:rsid w:val="0038066F"/>
    <w:rsid w:val="003807EC"/>
    <w:rsid w:val="00380910"/>
    <w:rsid w:val="00380CCD"/>
    <w:rsid w:val="003812E9"/>
    <w:rsid w:val="00381462"/>
    <w:rsid w:val="0038152C"/>
    <w:rsid w:val="00381566"/>
    <w:rsid w:val="003815CF"/>
    <w:rsid w:val="0038161F"/>
    <w:rsid w:val="00381674"/>
    <w:rsid w:val="003818D7"/>
    <w:rsid w:val="00381947"/>
    <w:rsid w:val="003819CC"/>
    <w:rsid w:val="00381BEA"/>
    <w:rsid w:val="00381C8D"/>
    <w:rsid w:val="00381CCB"/>
    <w:rsid w:val="00381E11"/>
    <w:rsid w:val="00381E4E"/>
    <w:rsid w:val="00381F63"/>
    <w:rsid w:val="00381FAB"/>
    <w:rsid w:val="0038213E"/>
    <w:rsid w:val="003822B5"/>
    <w:rsid w:val="003824FF"/>
    <w:rsid w:val="00382631"/>
    <w:rsid w:val="00382899"/>
    <w:rsid w:val="00382942"/>
    <w:rsid w:val="0038294D"/>
    <w:rsid w:val="003829BB"/>
    <w:rsid w:val="00382A66"/>
    <w:rsid w:val="00382A67"/>
    <w:rsid w:val="00382B08"/>
    <w:rsid w:val="00382B95"/>
    <w:rsid w:val="00382BB5"/>
    <w:rsid w:val="00382BFF"/>
    <w:rsid w:val="00382C48"/>
    <w:rsid w:val="00382CFB"/>
    <w:rsid w:val="00382DDA"/>
    <w:rsid w:val="00382F46"/>
    <w:rsid w:val="003831BC"/>
    <w:rsid w:val="003831BF"/>
    <w:rsid w:val="00383378"/>
    <w:rsid w:val="00383404"/>
    <w:rsid w:val="00383488"/>
    <w:rsid w:val="00383983"/>
    <w:rsid w:val="00383D3F"/>
    <w:rsid w:val="00383E4D"/>
    <w:rsid w:val="00383E77"/>
    <w:rsid w:val="00383F94"/>
    <w:rsid w:val="003843CA"/>
    <w:rsid w:val="00384470"/>
    <w:rsid w:val="0038462E"/>
    <w:rsid w:val="003846C3"/>
    <w:rsid w:val="00384704"/>
    <w:rsid w:val="003847AB"/>
    <w:rsid w:val="003847B3"/>
    <w:rsid w:val="00384817"/>
    <w:rsid w:val="00384830"/>
    <w:rsid w:val="00384AC1"/>
    <w:rsid w:val="00384BAC"/>
    <w:rsid w:val="00384FA3"/>
    <w:rsid w:val="0038502E"/>
    <w:rsid w:val="003850A9"/>
    <w:rsid w:val="0038510F"/>
    <w:rsid w:val="00385205"/>
    <w:rsid w:val="0038535B"/>
    <w:rsid w:val="00385928"/>
    <w:rsid w:val="00385980"/>
    <w:rsid w:val="00385AB7"/>
    <w:rsid w:val="00385C51"/>
    <w:rsid w:val="00385E9A"/>
    <w:rsid w:val="00385EA2"/>
    <w:rsid w:val="00385F86"/>
    <w:rsid w:val="00385FEE"/>
    <w:rsid w:val="00386179"/>
    <w:rsid w:val="003861A9"/>
    <w:rsid w:val="0038624A"/>
    <w:rsid w:val="00386332"/>
    <w:rsid w:val="0038644E"/>
    <w:rsid w:val="00386540"/>
    <w:rsid w:val="003865D7"/>
    <w:rsid w:val="00386691"/>
    <w:rsid w:val="003867D1"/>
    <w:rsid w:val="0038688F"/>
    <w:rsid w:val="00386D02"/>
    <w:rsid w:val="00386EEC"/>
    <w:rsid w:val="00386F13"/>
    <w:rsid w:val="00386F96"/>
    <w:rsid w:val="00386FD8"/>
    <w:rsid w:val="003872C0"/>
    <w:rsid w:val="0038747D"/>
    <w:rsid w:val="003875FC"/>
    <w:rsid w:val="00387852"/>
    <w:rsid w:val="00387855"/>
    <w:rsid w:val="00387B09"/>
    <w:rsid w:val="00387CF2"/>
    <w:rsid w:val="00387E6C"/>
    <w:rsid w:val="00387FB4"/>
    <w:rsid w:val="003900E8"/>
    <w:rsid w:val="003903EA"/>
    <w:rsid w:val="0039069C"/>
    <w:rsid w:val="0039087C"/>
    <w:rsid w:val="00390897"/>
    <w:rsid w:val="003909C6"/>
    <w:rsid w:val="003909FE"/>
    <w:rsid w:val="00390C09"/>
    <w:rsid w:val="00390D63"/>
    <w:rsid w:val="00390DD7"/>
    <w:rsid w:val="00390FE0"/>
    <w:rsid w:val="0039106D"/>
    <w:rsid w:val="00391110"/>
    <w:rsid w:val="003911C9"/>
    <w:rsid w:val="00391285"/>
    <w:rsid w:val="0039133E"/>
    <w:rsid w:val="00391376"/>
    <w:rsid w:val="003913BD"/>
    <w:rsid w:val="0039145F"/>
    <w:rsid w:val="0039151E"/>
    <w:rsid w:val="00391568"/>
    <w:rsid w:val="003915EC"/>
    <w:rsid w:val="003915ED"/>
    <w:rsid w:val="00391765"/>
    <w:rsid w:val="00391871"/>
    <w:rsid w:val="00391964"/>
    <w:rsid w:val="003919D4"/>
    <w:rsid w:val="00391B57"/>
    <w:rsid w:val="0039215F"/>
    <w:rsid w:val="00392197"/>
    <w:rsid w:val="003921A6"/>
    <w:rsid w:val="00392346"/>
    <w:rsid w:val="00392390"/>
    <w:rsid w:val="00392551"/>
    <w:rsid w:val="0039269E"/>
    <w:rsid w:val="003928DB"/>
    <w:rsid w:val="003929EA"/>
    <w:rsid w:val="00392ACA"/>
    <w:rsid w:val="00392BBB"/>
    <w:rsid w:val="003930AE"/>
    <w:rsid w:val="0039322E"/>
    <w:rsid w:val="00393355"/>
    <w:rsid w:val="0039336A"/>
    <w:rsid w:val="00393496"/>
    <w:rsid w:val="0039357F"/>
    <w:rsid w:val="00393640"/>
    <w:rsid w:val="003937E0"/>
    <w:rsid w:val="00393958"/>
    <w:rsid w:val="00393AA2"/>
    <w:rsid w:val="0039403A"/>
    <w:rsid w:val="003940B9"/>
    <w:rsid w:val="0039422D"/>
    <w:rsid w:val="00394377"/>
    <w:rsid w:val="00394597"/>
    <w:rsid w:val="003945AD"/>
    <w:rsid w:val="00394949"/>
    <w:rsid w:val="00394A00"/>
    <w:rsid w:val="00394A3F"/>
    <w:rsid w:val="00394BF4"/>
    <w:rsid w:val="00394D82"/>
    <w:rsid w:val="00394E81"/>
    <w:rsid w:val="00394F36"/>
    <w:rsid w:val="0039501D"/>
    <w:rsid w:val="00395076"/>
    <w:rsid w:val="0039512A"/>
    <w:rsid w:val="0039515D"/>
    <w:rsid w:val="00395266"/>
    <w:rsid w:val="0039531E"/>
    <w:rsid w:val="003955D8"/>
    <w:rsid w:val="00395620"/>
    <w:rsid w:val="0039570A"/>
    <w:rsid w:val="00395780"/>
    <w:rsid w:val="003958BE"/>
    <w:rsid w:val="00395907"/>
    <w:rsid w:val="003959AC"/>
    <w:rsid w:val="00395ACC"/>
    <w:rsid w:val="00395CA9"/>
    <w:rsid w:val="00395DBC"/>
    <w:rsid w:val="00395F79"/>
    <w:rsid w:val="00396181"/>
    <w:rsid w:val="003961C6"/>
    <w:rsid w:val="003961F3"/>
    <w:rsid w:val="0039626A"/>
    <w:rsid w:val="003965AF"/>
    <w:rsid w:val="003966C0"/>
    <w:rsid w:val="003967AB"/>
    <w:rsid w:val="003967DD"/>
    <w:rsid w:val="003968EC"/>
    <w:rsid w:val="003968ED"/>
    <w:rsid w:val="0039697F"/>
    <w:rsid w:val="003969B4"/>
    <w:rsid w:val="00396B8D"/>
    <w:rsid w:val="00396C56"/>
    <w:rsid w:val="00396D03"/>
    <w:rsid w:val="00396D06"/>
    <w:rsid w:val="00396EA2"/>
    <w:rsid w:val="00396F8F"/>
    <w:rsid w:val="0039701D"/>
    <w:rsid w:val="00397167"/>
    <w:rsid w:val="0039717B"/>
    <w:rsid w:val="003971DD"/>
    <w:rsid w:val="00397397"/>
    <w:rsid w:val="003973D5"/>
    <w:rsid w:val="00397486"/>
    <w:rsid w:val="00397529"/>
    <w:rsid w:val="00397538"/>
    <w:rsid w:val="00397626"/>
    <w:rsid w:val="003976C3"/>
    <w:rsid w:val="003976EE"/>
    <w:rsid w:val="003977DA"/>
    <w:rsid w:val="00397B77"/>
    <w:rsid w:val="00397C00"/>
    <w:rsid w:val="00397C35"/>
    <w:rsid w:val="00397CD8"/>
    <w:rsid w:val="00397D1D"/>
    <w:rsid w:val="00397E26"/>
    <w:rsid w:val="003A00A3"/>
    <w:rsid w:val="003A00F6"/>
    <w:rsid w:val="003A017C"/>
    <w:rsid w:val="003A01B0"/>
    <w:rsid w:val="003A01B8"/>
    <w:rsid w:val="003A01E3"/>
    <w:rsid w:val="003A02F5"/>
    <w:rsid w:val="003A0502"/>
    <w:rsid w:val="003A05DC"/>
    <w:rsid w:val="003A0701"/>
    <w:rsid w:val="003A08B2"/>
    <w:rsid w:val="003A08BA"/>
    <w:rsid w:val="003A0948"/>
    <w:rsid w:val="003A0B8A"/>
    <w:rsid w:val="003A0CD7"/>
    <w:rsid w:val="003A0DD8"/>
    <w:rsid w:val="003A0DED"/>
    <w:rsid w:val="003A0F26"/>
    <w:rsid w:val="003A0F57"/>
    <w:rsid w:val="003A1398"/>
    <w:rsid w:val="003A14CE"/>
    <w:rsid w:val="003A176C"/>
    <w:rsid w:val="003A179C"/>
    <w:rsid w:val="003A18B1"/>
    <w:rsid w:val="003A1930"/>
    <w:rsid w:val="003A1AE6"/>
    <w:rsid w:val="003A1C0F"/>
    <w:rsid w:val="003A1C13"/>
    <w:rsid w:val="003A1C39"/>
    <w:rsid w:val="003A1C6D"/>
    <w:rsid w:val="003A1C83"/>
    <w:rsid w:val="003A1CBE"/>
    <w:rsid w:val="003A1D11"/>
    <w:rsid w:val="003A1D3B"/>
    <w:rsid w:val="003A1F6F"/>
    <w:rsid w:val="003A2014"/>
    <w:rsid w:val="003A2019"/>
    <w:rsid w:val="003A214F"/>
    <w:rsid w:val="003A24E1"/>
    <w:rsid w:val="003A272F"/>
    <w:rsid w:val="003A298B"/>
    <w:rsid w:val="003A29C4"/>
    <w:rsid w:val="003A2A32"/>
    <w:rsid w:val="003A2AB0"/>
    <w:rsid w:val="003A2AE4"/>
    <w:rsid w:val="003A2DED"/>
    <w:rsid w:val="003A2E0D"/>
    <w:rsid w:val="003A2E96"/>
    <w:rsid w:val="003A2FB7"/>
    <w:rsid w:val="003A2FB8"/>
    <w:rsid w:val="003A3182"/>
    <w:rsid w:val="003A32F3"/>
    <w:rsid w:val="003A335C"/>
    <w:rsid w:val="003A340C"/>
    <w:rsid w:val="003A3429"/>
    <w:rsid w:val="003A368E"/>
    <w:rsid w:val="003A3A18"/>
    <w:rsid w:val="003A3A9B"/>
    <w:rsid w:val="003A3E6B"/>
    <w:rsid w:val="003A4042"/>
    <w:rsid w:val="003A4122"/>
    <w:rsid w:val="003A4228"/>
    <w:rsid w:val="003A429B"/>
    <w:rsid w:val="003A437F"/>
    <w:rsid w:val="003A44B5"/>
    <w:rsid w:val="003A46EE"/>
    <w:rsid w:val="003A4776"/>
    <w:rsid w:val="003A486B"/>
    <w:rsid w:val="003A4878"/>
    <w:rsid w:val="003A4963"/>
    <w:rsid w:val="003A4986"/>
    <w:rsid w:val="003A49DE"/>
    <w:rsid w:val="003A4AC6"/>
    <w:rsid w:val="003A4B1A"/>
    <w:rsid w:val="003A4CE6"/>
    <w:rsid w:val="003A519E"/>
    <w:rsid w:val="003A51ED"/>
    <w:rsid w:val="003A52A3"/>
    <w:rsid w:val="003A5458"/>
    <w:rsid w:val="003A54A1"/>
    <w:rsid w:val="003A5561"/>
    <w:rsid w:val="003A55AF"/>
    <w:rsid w:val="003A5659"/>
    <w:rsid w:val="003A57DA"/>
    <w:rsid w:val="003A5808"/>
    <w:rsid w:val="003A59FB"/>
    <w:rsid w:val="003A59FD"/>
    <w:rsid w:val="003A5A06"/>
    <w:rsid w:val="003A5AD2"/>
    <w:rsid w:val="003A5AD4"/>
    <w:rsid w:val="003A5ADD"/>
    <w:rsid w:val="003A5BE1"/>
    <w:rsid w:val="003A5C0A"/>
    <w:rsid w:val="003A5C10"/>
    <w:rsid w:val="003A5C78"/>
    <w:rsid w:val="003A5D05"/>
    <w:rsid w:val="003A5D87"/>
    <w:rsid w:val="003A5D93"/>
    <w:rsid w:val="003A5F1E"/>
    <w:rsid w:val="003A6543"/>
    <w:rsid w:val="003A6A90"/>
    <w:rsid w:val="003A6B0F"/>
    <w:rsid w:val="003A6E99"/>
    <w:rsid w:val="003A709C"/>
    <w:rsid w:val="003A70D2"/>
    <w:rsid w:val="003A71B3"/>
    <w:rsid w:val="003A7484"/>
    <w:rsid w:val="003A7583"/>
    <w:rsid w:val="003A76E5"/>
    <w:rsid w:val="003A7737"/>
    <w:rsid w:val="003A77FC"/>
    <w:rsid w:val="003A7894"/>
    <w:rsid w:val="003A78C6"/>
    <w:rsid w:val="003A7AF6"/>
    <w:rsid w:val="003A7BD3"/>
    <w:rsid w:val="003A7C10"/>
    <w:rsid w:val="003A7CAA"/>
    <w:rsid w:val="003A7D41"/>
    <w:rsid w:val="003A7EA3"/>
    <w:rsid w:val="003B0403"/>
    <w:rsid w:val="003B052F"/>
    <w:rsid w:val="003B0560"/>
    <w:rsid w:val="003B059F"/>
    <w:rsid w:val="003B07D2"/>
    <w:rsid w:val="003B0A8E"/>
    <w:rsid w:val="003B0D37"/>
    <w:rsid w:val="003B1077"/>
    <w:rsid w:val="003B12A3"/>
    <w:rsid w:val="003B1388"/>
    <w:rsid w:val="003B13AD"/>
    <w:rsid w:val="003B144E"/>
    <w:rsid w:val="003B1469"/>
    <w:rsid w:val="003B1474"/>
    <w:rsid w:val="003B14F8"/>
    <w:rsid w:val="003B1576"/>
    <w:rsid w:val="003B1588"/>
    <w:rsid w:val="003B15FE"/>
    <w:rsid w:val="003B160A"/>
    <w:rsid w:val="003B16E9"/>
    <w:rsid w:val="003B1734"/>
    <w:rsid w:val="003B1763"/>
    <w:rsid w:val="003B1984"/>
    <w:rsid w:val="003B1DB2"/>
    <w:rsid w:val="003B1EAD"/>
    <w:rsid w:val="003B1EEF"/>
    <w:rsid w:val="003B1F4B"/>
    <w:rsid w:val="003B21FE"/>
    <w:rsid w:val="003B223F"/>
    <w:rsid w:val="003B2478"/>
    <w:rsid w:val="003B2645"/>
    <w:rsid w:val="003B27D6"/>
    <w:rsid w:val="003B2931"/>
    <w:rsid w:val="003B2F04"/>
    <w:rsid w:val="003B2F2F"/>
    <w:rsid w:val="003B30CC"/>
    <w:rsid w:val="003B30E6"/>
    <w:rsid w:val="003B3118"/>
    <w:rsid w:val="003B3125"/>
    <w:rsid w:val="003B3160"/>
    <w:rsid w:val="003B3169"/>
    <w:rsid w:val="003B316C"/>
    <w:rsid w:val="003B32F8"/>
    <w:rsid w:val="003B34F1"/>
    <w:rsid w:val="003B3507"/>
    <w:rsid w:val="003B35C8"/>
    <w:rsid w:val="003B36E3"/>
    <w:rsid w:val="003B383E"/>
    <w:rsid w:val="003B3862"/>
    <w:rsid w:val="003B39FF"/>
    <w:rsid w:val="003B3A22"/>
    <w:rsid w:val="003B3AA8"/>
    <w:rsid w:val="003B3B15"/>
    <w:rsid w:val="003B3C9D"/>
    <w:rsid w:val="003B3D24"/>
    <w:rsid w:val="003B3D58"/>
    <w:rsid w:val="003B3F60"/>
    <w:rsid w:val="003B41AA"/>
    <w:rsid w:val="003B41FE"/>
    <w:rsid w:val="003B43B4"/>
    <w:rsid w:val="003B43C2"/>
    <w:rsid w:val="003B43DE"/>
    <w:rsid w:val="003B44A4"/>
    <w:rsid w:val="003B44D9"/>
    <w:rsid w:val="003B4623"/>
    <w:rsid w:val="003B47AD"/>
    <w:rsid w:val="003B4813"/>
    <w:rsid w:val="003B497B"/>
    <w:rsid w:val="003B49D5"/>
    <w:rsid w:val="003B4A9B"/>
    <w:rsid w:val="003B4A9E"/>
    <w:rsid w:val="003B4C04"/>
    <w:rsid w:val="003B4C49"/>
    <w:rsid w:val="003B4CC8"/>
    <w:rsid w:val="003B4CDC"/>
    <w:rsid w:val="003B4D32"/>
    <w:rsid w:val="003B4D5A"/>
    <w:rsid w:val="003B4ED8"/>
    <w:rsid w:val="003B4EF3"/>
    <w:rsid w:val="003B4FE1"/>
    <w:rsid w:val="003B51AD"/>
    <w:rsid w:val="003B5220"/>
    <w:rsid w:val="003B52DB"/>
    <w:rsid w:val="003B54B4"/>
    <w:rsid w:val="003B5559"/>
    <w:rsid w:val="003B5588"/>
    <w:rsid w:val="003B57B9"/>
    <w:rsid w:val="003B57E0"/>
    <w:rsid w:val="003B59B1"/>
    <w:rsid w:val="003B5B43"/>
    <w:rsid w:val="003B5FA3"/>
    <w:rsid w:val="003B623F"/>
    <w:rsid w:val="003B6349"/>
    <w:rsid w:val="003B63FC"/>
    <w:rsid w:val="003B64BF"/>
    <w:rsid w:val="003B6784"/>
    <w:rsid w:val="003B6940"/>
    <w:rsid w:val="003B6B20"/>
    <w:rsid w:val="003B6C93"/>
    <w:rsid w:val="003B6DE9"/>
    <w:rsid w:val="003B6E0F"/>
    <w:rsid w:val="003B6EB8"/>
    <w:rsid w:val="003B7010"/>
    <w:rsid w:val="003B7119"/>
    <w:rsid w:val="003B7136"/>
    <w:rsid w:val="003B718B"/>
    <w:rsid w:val="003B7192"/>
    <w:rsid w:val="003B720E"/>
    <w:rsid w:val="003B72FE"/>
    <w:rsid w:val="003B73E0"/>
    <w:rsid w:val="003B747A"/>
    <w:rsid w:val="003B759D"/>
    <w:rsid w:val="003B77D7"/>
    <w:rsid w:val="003B7872"/>
    <w:rsid w:val="003B7A39"/>
    <w:rsid w:val="003B7BDA"/>
    <w:rsid w:val="003B7D03"/>
    <w:rsid w:val="003B7EDB"/>
    <w:rsid w:val="003B7F2E"/>
    <w:rsid w:val="003B7F96"/>
    <w:rsid w:val="003C01B7"/>
    <w:rsid w:val="003C0293"/>
    <w:rsid w:val="003C0343"/>
    <w:rsid w:val="003C039A"/>
    <w:rsid w:val="003C0474"/>
    <w:rsid w:val="003C047F"/>
    <w:rsid w:val="003C057F"/>
    <w:rsid w:val="003C05C7"/>
    <w:rsid w:val="003C0691"/>
    <w:rsid w:val="003C07A5"/>
    <w:rsid w:val="003C096F"/>
    <w:rsid w:val="003C09C9"/>
    <w:rsid w:val="003C0A04"/>
    <w:rsid w:val="003C0C14"/>
    <w:rsid w:val="003C0D27"/>
    <w:rsid w:val="003C0FE2"/>
    <w:rsid w:val="003C128A"/>
    <w:rsid w:val="003C12C6"/>
    <w:rsid w:val="003C1472"/>
    <w:rsid w:val="003C14C9"/>
    <w:rsid w:val="003C151F"/>
    <w:rsid w:val="003C1682"/>
    <w:rsid w:val="003C1902"/>
    <w:rsid w:val="003C1B2C"/>
    <w:rsid w:val="003C1B38"/>
    <w:rsid w:val="003C1BAF"/>
    <w:rsid w:val="003C1BC6"/>
    <w:rsid w:val="003C1C2D"/>
    <w:rsid w:val="003C1C78"/>
    <w:rsid w:val="003C1CC6"/>
    <w:rsid w:val="003C1CFF"/>
    <w:rsid w:val="003C1DDE"/>
    <w:rsid w:val="003C1E0A"/>
    <w:rsid w:val="003C1EAF"/>
    <w:rsid w:val="003C1FD3"/>
    <w:rsid w:val="003C218C"/>
    <w:rsid w:val="003C221E"/>
    <w:rsid w:val="003C2277"/>
    <w:rsid w:val="003C2405"/>
    <w:rsid w:val="003C2612"/>
    <w:rsid w:val="003C2686"/>
    <w:rsid w:val="003C2819"/>
    <w:rsid w:val="003C28E1"/>
    <w:rsid w:val="003C2963"/>
    <w:rsid w:val="003C2972"/>
    <w:rsid w:val="003C2A12"/>
    <w:rsid w:val="003C2B52"/>
    <w:rsid w:val="003C2C9B"/>
    <w:rsid w:val="003C2CEF"/>
    <w:rsid w:val="003C2D7A"/>
    <w:rsid w:val="003C2E65"/>
    <w:rsid w:val="003C30EF"/>
    <w:rsid w:val="003C32E5"/>
    <w:rsid w:val="003C3444"/>
    <w:rsid w:val="003C356A"/>
    <w:rsid w:val="003C3587"/>
    <w:rsid w:val="003C3602"/>
    <w:rsid w:val="003C3666"/>
    <w:rsid w:val="003C3721"/>
    <w:rsid w:val="003C377D"/>
    <w:rsid w:val="003C39F3"/>
    <w:rsid w:val="003C3A66"/>
    <w:rsid w:val="003C3CC4"/>
    <w:rsid w:val="003C3D0B"/>
    <w:rsid w:val="003C3DAB"/>
    <w:rsid w:val="003C3DFC"/>
    <w:rsid w:val="003C3E1A"/>
    <w:rsid w:val="003C417A"/>
    <w:rsid w:val="003C4537"/>
    <w:rsid w:val="003C45DA"/>
    <w:rsid w:val="003C461D"/>
    <w:rsid w:val="003C4648"/>
    <w:rsid w:val="003C4870"/>
    <w:rsid w:val="003C48AE"/>
    <w:rsid w:val="003C4BD1"/>
    <w:rsid w:val="003C4D5F"/>
    <w:rsid w:val="003C4FE4"/>
    <w:rsid w:val="003C501A"/>
    <w:rsid w:val="003C5151"/>
    <w:rsid w:val="003C527F"/>
    <w:rsid w:val="003C53F6"/>
    <w:rsid w:val="003C53FD"/>
    <w:rsid w:val="003C5511"/>
    <w:rsid w:val="003C552C"/>
    <w:rsid w:val="003C598A"/>
    <w:rsid w:val="003C5AA5"/>
    <w:rsid w:val="003C5C5E"/>
    <w:rsid w:val="003C5D33"/>
    <w:rsid w:val="003C5E2C"/>
    <w:rsid w:val="003C5E47"/>
    <w:rsid w:val="003C5ED1"/>
    <w:rsid w:val="003C5F30"/>
    <w:rsid w:val="003C5F40"/>
    <w:rsid w:val="003C606E"/>
    <w:rsid w:val="003C61C1"/>
    <w:rsid w:val="003C6624"/>
    <w:rsid w:val="003C667D"/>
    <w:rsid w:val="003C670F"/>
    <w:rsid w:val="003C678B"/>
    <w:rsid w:val="003C6BB1"/>
    <w:rsid w:val="003C6BF8"/>
    <w:rsid w:val="003C6C65"/>
    <w:rsid w:val="003C6C75"/>
    <w:rsid w:val="003C6C91"/>
    <w:rsid w:val="003C6C98"/>
    <w:rsid w:val="003C6F40"/>
    <w:rsid w:val="003C7130"/>
    <w:rsid w:val="003C7209"/>
    <w:rsid w:val="003C72C3"/>
    <w:rsid w:val="003C73DE"/>
    <w:rsid w:val="003C7718"/>
    <w:rsid w:val="003C78F4"/>
    <w:rsid w:val="003C79A6"/>
    <w:rsid w:val="003C79BA"/>
    <w:rsid w:val="003C7A6C"/>
    <w:rsid w:val="003C7AF4"/>
    <w:rsid w:val="003C7B60"/>
    <w:rsid w:val="003C7D86"/>
    <w:rsid w:val="003C7EDC"/>
    <w:rsid w:val="003C7F49"/>
    <w:rsid w:val="003D003E"/>
    <w:rsid w:val="003D0055"/>
    <w:rsid w:val="003D0244"/>
    <w:rsid w:val="003D0271"/>
    <w:rsid w:val="003D02AE"/>
    <w:rsid w:val="003D03E0"/>
    <w:rsid w:val="003D04A7"/>
    <w:rsid w:val="003D07E7"/>
    <w:rsid w:val="003D08C0"/>
    <w:rsid w:val="003D08CD"/>
    <w:rsid w:val="003D0909"/>
    <w:rsid w:val="003D0A10"/>
    <w:rsid w:val="003D0A56"/>
    <w:rsid w:val="003D0A9E"/>
    <w:rsid w:val="003D0D16"/>
    <w:rsid w:val="003D0F66"/>
    <w:rsid w:val="003D103C"/>
    <w:rsid w:val="003D1190"/>
    <w:rsid w:val="003D11F6"/>
    <w:rsid w:val="003D1222"/>
    <w:rsid w:val="003D1226"/>
    <w:rsid w:val="003D12B6"/>
    <w:rsid w:val="003D1471"/>
    <w:rsid w:val="003D1524"/>
    <w:rsid w:val="003D1734"/>
    <w:rsid w:val="003D1736"/>
    <w:rsid w:val="003D17BB"/>
    <w:rsid w:val="003D1860"/>
    <w:rsid w:val="003D18AA"/>
    <w:rsid w:val="003D1976"/>
    <w:rsid w:val="003D19E5"/>
    <w:rsid w:val="003D1A40"/>
    <w:rsid w:val="003D1AE3"/>
    <w:rsid w:val="003D1CBF"/>
    <w:rsid w:val="003D1E00"/>
    <w:rsid w:val="003D2075"/>
    <w:rsid w:val="003D20CB"/>
    <w:rsid w:val="003D21CE"/>
    <w:rsid w:val="003D2228"/>
    <w:rsid w:val="003D223A"/>
    <w:rsid w:val="003D2260"/>
    <w:rsid w:val="003D22A4"/>
    <w:rsid w:val="003D238B"/>
    <w:rsid w:val="003D24C2"/>
    <w:rsid w:val="003D24FD"/>
    <w:rsid w:val="003D25AB"/>
    <w:rsid w:val="003D29C6"/>
    <w:rsid w:val="003D2BE1"/>
    <w:rsid w:val="003D2C5F"/>
    <w:rsid w:val="003D2D4C"/>
    <w:rsid w:val="003D2D59"/>
    <w:rsid w:val="003D2D92"/>
    <w:rsid w:val="003D3244"/>
    <w:rsid w:val="003D33CF"/>
    <w:rsid w:val="003D346C"/>
    <w:rsid w:val="003D35C5"/>
    <w:rsid w:val="003D367D"/>
    <w:rsid w:val="003D3CAB"/>
    <w:rsid w:val="003D3D9A"/>
    <w:rsid w:val="003D3E05"/>
    <w:rsid w:val="003D3E73"/>
    <w:rsid w:val="003D3F3D"/>
    <w:rsid w:val="003D3FDE"/>
    <w:rsid w:val="003D3FE8"/>
    <w:rsid w:val="003D41A6"/>
    <w:rsid w:val="003D4294"/>
    <w:rsid w:val="003D42E4"/>
    <w:rsid w:val="003D43DF"/>
    <w:rsid w:val="003D4529"/>
    <w:rsid w:val="003D45DF"/>
    <w:rsid w:val="003D4819"/>
    <w:rsid w:val="003D48A6"/>
    <w:rsid w:val="003D48BC"/>
    <w:rsid w:val="003D4991"/>
    <w:rsid w:val="003D49DF"/>
    <w:rsid w:val="003D4BF3"/>
    <w:rsid w:val="003D4C26"/>
    <w:rsid w:val="003D4C5F"/>
    <w:rsid w:val="003D4D4B"/>
    <w:rsid w:val="003D4EB3"/>
    <w:rsid w:val="003D4FBB"/>
    <w:rsid w:val="003D54EC"/>
    <w:rsid w:val="003D54F4"/>
    <w:rsid w:val="003D550E"/>
    <w:rsid w:val="003D568D"/>
    <w:rsid w:val="003D5858"/>
    <w:rsid w:val="003D589E"/>
    <w:rsid w:val="003D5AF2"/>
    <w:rsid w:val="003D5B54"/>
    <w:rsid w:val="003D5BAF"/>
    <w:rsid w:val="003D5D90"/>
    <w:rsid w:val="003D5EAC"/>
    <w:rsid w:val="003D5F6A"/>
    <w:rsid w:val="003D621D"/>
    <w:rsid w:val="003D654E"/>
    <w:rsid w:val="003D6774"/>
    <w:rsid w:val="003D681A"/>
    <w:rsid w:val="003D6A0C"/>
    <w:rsid w:val="003D6C4D"/>
    <w:rsid w:val="003D6C81"/>
    <w:rsid w:val="003D6C88"/>
    <w:rsid w:val="003D6F03"/>
    <w:rsid w:val="003D70EE"/>
    <w:rsid w:val="003D7104"/>
    <w:rsid w:val="003D7110"/>
    <w:rsid w:val="003D721F"/>
    <w:rsid w:val="003D7363"/>
    <w:rsid w:val="003D73B3"/>
    <w:rsid w:val="003D7436"/>
    <w:rsid w:val="003D74C2"/>
    <w:rsid w:val="003D7677"/>
    <w:rsid w:val="003D76D2"/>
    <w:rsid w:val="003D76D5"/>
    <w:rsid w:val="003D773B"/>
    <w:rsid w:val="003D7A1B"/>
    <w:rsid w:val="003D7A6C"/>
    <w:rsid w:val="003D7C0F"/>
    <w:rsid w:val="003D7F18"/>
    <w:rsid w:val="003E0013"/>
    <w:rsid w:val="003E010A"/>
    <w:rsid w:val="003E01E9"/>
    <w:rsid w:val="003E0761"/>
    <w:rsid w:val="003E086A"/>
    <w:rsid w:val="003E08ED"/>
    <w:rsid w:val="003E0931"/>
    <w:rsid w:val="003E0AA8"/>
    <w:rsid w:val="003E0BA4"/>
    <w:rsid w:val="003E10C3"/>
    <w:rsid w:val="003E10CF"/>
    <w:rsid w:val="003E1109"/>
    <w:rsid w:val="003E1291"/>
    <w:rsid w:val="003E1413"/>
    <w:rsid w:val="003E142B"/>
    <w:rsid w:val="003E1615"/>
    <w:rsid w:val="003E1810"/>
    <w:rsid w:val="003E18B9"/>
    <w:rsid w:val="003E1A18"/>
    <w:rsid w:val="003E1A61"/>
    <w:rsid w:val="003E1C69"/>
    <w:rsid w:val="003E1D5A"/>
    <w:rsid w:val="003E1D5D"/>
    <w:rsid w:val="003E1E55"/>
    <w:rsid w:val="003E1EFA"/>
    <w:rsid w:val="003E2015"/>
    <w:rsid w:val="003E217D"/>
    <w:rsid w:val="003E221C"/>
    <w:rsid w:val="003E2319"/>
    <w:rsid w:val="003E25D5"/>
    <w:rsid w:val="003E25DC"/>
    <w:rsid w:val="003E275B"/>
    <w:rsid w:val="003E2979"/>
    <w:rsid w:val="003E2AE0"/>
    <w:rsid w:val="003E2B85"/>
    <w:rsid w:val="003E2B98"/>
    <w:rsid w:val="003E2C73"/>
    <w:rsid w:val="003E2CCA"/>
    <w:rsid w:val="003E2DCC"/>
    <w:rsid w:val="003E2E03"/>
    <w:rsid w:val="003E2E16"/>
    <w:rsid w:val="003E2F28"/>
    <w:rsid w:val="003E2F35"/>
    <w:rsid w:val="003E2F4F"/>
    <w:rsid w:val="003E303F"/>
    <w:rsid w:val="003E309C"/>
    <w:rsid w:val="003E30E4"/>
    <w:rsid w:val="003E3331"/>
    <w:rsid w:val="003E34CF"/>
    <w:rsid w:val="003E350F"/>
    <w:rsid w:val="003E357E"/>
    <w:rsid w:val="003E362E"/>
    <w:rsid w:val="003E36ED"/>
    <w:rsid w:val="003E36FB"/>
    <w:rsid w:val="003E3723"/>
    <w:rsid w:val="003E3845"/>
    <w:rsid w:val="003E3935"/>
    <w:rsid w:val="003E393F"/>
    <w:rsid w:val="003E3BC7"/>
    <w:rsid w:val="003E3C27"/>
    <w:rsid w:val="003E3D74"/>
    <w:rsid w:val="003E3DAB"/>
    <w:rsid w:val="003E3DC1"/>
    <w:rsid w:val="003E4001"/>
    <w:rsid w:val="003E4124"/>
    <w:rsid w:val="003E434B"/>
    <w:rsid w:val="003E44A6"/>
    <w:rsid w:val="003E45C1"/>
    <w:rsid w:val="003E46ED"/>
    <w:rsid w:val="003E472C"/>
    <w:rsid w:val="003E478F"/>
    <w:rsid w:val="003E4790"/>
    <w:rsid w:val="003E47EE"/>
    <w:rsid w:val="003E4835"/>
    <w:rsid w:val="003E486E"/>
    <w:rsid w:val="003E4A79"/>
    <w:rsid w:val="003E4F89"/>
    <w:rsid w:val="003E50A7"/>
    <w:rsid w:val="003E51CF"/>
    <w:rsid w:val="003E52C5"/>
    <w:rsid w:val="003E5312"/>
    <w:rsid w:val="003E54E2"/>
    <w:rsid w:val="003E56CC"/>
    <w:rsid w:val="003E56E8"/>
    <w:rsid w:val="003E5759"/>
    <w:rsid w:val="003E5829"/>
    <w:rsid w:val="003E5A52"/>
    <w:rsid w:val="003E5CC0"/>
    <w:rsid w:val="003E5CC4"/>
    <w:rsid w:val="003E5F9F"/>
    <w:rsid w:val="003E60B5"/>
    <w:rsid w:val="003E60E7"/>
    <w:rsid w:val="003E6126"/>
    <w:rsid w:val="003E63F8"/>
    <w:rsid w:val="003E6412"/>
    <w:rsid w:val="003E642F"/>
    <w:rsid w:val="003E6B92"/>
    <w:rsid w:val="003E6CFC"/>
    <w:rsid w:val="003E6F7A"/>
    <w:rsid w:val="003E70BE"/>
    <w:rsid w:val="003E7506"/>
    <w:rsid w:val="003E77B9"/>
    <w:rsid w:val="003E79C4"/>
    <w:rsid w:val="003E7B90"/>
    <w:rsid w:val="003E7F13"/>
    <w:rsid w:val="003F0010"/>
    <w:rsid w:val="003F007D"/>
    <w:rsid w:val="003F011C"/>
    <w:rsid w:val="003F020B"/>
    <w:rsid w:val="003F042D"/>
    <w:rsid w:val="003F04E8"/>
    <w:rsid w:val="003F0546"/>
    <w:rsid w:val="003F0638"/>
    <w:rsid w:val="003F070E"/>
    <w:rsid w:val="003F0858"/>
    <w:rsid w:val="003F090F"/>
    <w:rsid w:val="003F0A08"/>
    <w:rsid w:val="003F0B45"/>
    <w:rsid w:val="003F0B9B"/>
    <w:rsid w:val="003F0BD9"/>
    <w:rsid w:val="003F0BED"/>
    <w:rsid w:val="003F0F26"/>
    <w:rsid w:val="003F0F8E"/>
    <w:rsid w:val="003F11A8"/>
    <w:rsid w:val="003F12B3"/>
    <w:rsid w:val="003F1BE7"/>
    <w:rsid w:val="003F1E89"/>
    <w:rsid w:val="003F1EBA"/>
    <w:rsid w:val="003F20B4"/>
    <w:rsid w:val="003F21AF"/>
    <w:rsid w:val="003F2316"/>
    <w:rsid w:val="003F2342"/>
    <w:rsid w:val="003F2362"/>
    <w:rsid w:val="003F278A"/>
    <w:rsid w:val="003F27A2"/>
    <w:rsid w:val="003F2850"/>
    <w:rsid w:val="003F297C"/>
    <w:rsid w:val="003F29F3"/>
    <w:rsid w:val="003F2A5F"/>
    <w:rsid w:val="003F2B52"/>
    <w:rsid w:val="003F2CAD"/>
    <w:rsid w:val="003F2DB5"/>
    <w:rsid w:val="003F2E18"/>
    <w:rsid w:val="003F2F07"/>
    <w:rsid w:val="003F2FC2"/>
    <w:rsid w:val="003F2FE6"/>
    <w:rsid w:val="003F32DC"/>
    <w:rsid w:val="003F3634"/>
    <w:rsid w:val="003F3834"/>
    <w:rsid w:val="003F3837"/>
    <w:rsid w:val="003F3871"/>
    <w:rsid w:val="003F3A81"/>
    <w:rsid w:val="003F3BB2"/>
    <w:rsid w:val="003F3C2F"/>
    <w:rsid w:val="003F3D89"/>
    <w:rsid w:val="003F3F04"/>
    <w:rsid w:val="003F3F1F"/>
    <w:rsid w:val="003F3F98"/>
    <w:rsid w:val="003F3FE0"/>
    <w:rsid w:val="003F3FFD"/>
    <w:rsid w:val="003F4014"/>
    <w:rsid w:val="003F4109"/>
    <w:rsid w:val="003F418B"/>
    <w:rsid w:val="003F41FF"/>
    <w:rsid w:val="003F428A"/>
    <w:rsid w:val="003F472C"/>
    <w:rsid w:val="003F4741"/>
    <w:rsid w:val="003F4936"/>
    <w:rsid w:val="003F4A6A"/>
    <w:rsid w:val="003F4C47"/>
    <w:rsid w:val="003F4CAA"/>
    <w:rsid w:val="003F4CB4"/>
    <w:rsid w:val="003F4F2D"/>
    <w:rsid w:val="003F4F65"/>
    <w:rsid w:val="003F4FB4"/>
    <w:rsid w:val="003F4FB5"/>
    <w:rsid w:val="003F50A7"/>
    <w:rsid w:val="003F51BB"/>
    <w:rsid w:val="003F5557"/>
    <w:rsid w:val="003F5564"/>
    <w:rsid w:val="003F5667"/>
    <w:rsid w:val="003F5693"/>
    <w:rsid w:val="003F5775"/>
    <w:rsid w:val="003F587A"/>
    <w:rsid w:val="003F587D"/>
    <w:rsid w:val="003F5BD0"/>
    <w:rsid w:val="003F5C4E"/>
    <w:rsid w:val="003F5CC9"/>
    <w:rsid w:val="003F5D7E"/>
    <w:rsid w:val="003F5E5F"/>
    <w:rsid w:val="003F6051"/>
    <w:rsid w:val="003F62B3"/>
    <w:rsid w:val="003F6394"/>
    <w:rsid w:val="003F649D"/>
    <w:rsid w:val="003F6608"/>
    <w:rsid w:val="003F6744"/>
    <w:rsid w:val="003F67C6"/>
    <w:rsid w:val="003F68C1"/>
    <w:rsid w:val="003F6983"/>
    <w:rsid w:val="003F6A28"/>
    <w:rsid w:val="003F6A7E"/>
    <w:rsid w:val="003F6BD8"/>
    <w:rsid w:val="003F6BEF"/>
    <w:rsid w:val="003F6E2F"/>
    <w:rsid w:val="003F6E42"/>
    <w:rsid w:val="003F7189"/>
    <w:rsid w:val="003F72C4"/>
    <w:rsid w:val="003F72ED"/>
    <w:rsid w:val="003F7392"/>
    <w:rsid w:val="003F73FF"/>
    <w:rsid w:val="003F7486"/>
    <w:rsid w:val="003F758A"/>
    <w:rsid w:val="003F7ABD"/>
    <w:rsid w:val="003F7AEC"/>
    <w:rsid w:val="003F7CCE"/>
    <w:rsid w:val="003F7D01"/>
    <w:rsid w:val="003F7D18"/>
    <w:rsid w:val="003F7E0B"/>
    <w:rsid w:val="003F7FA0"/>
    <w:rsid w:val="003F7FBC"/>
    <w:rsid w:val="00400020"/>
    <w:rsid w:val="004001AF"/>
    <w:rsid w:val="00400268"/>
    <w:rsid w:val="0040027A"/>
    <w:rsid w:val="00400290"/>
    <w:rsid w:val="0040037B"/>
    <w:rsid w:val="004003A3"/>
    <w:rsid w:val="004003BD"/>
    <w:rsid w:val="00400510"/>
    <w:rsid w:val="004005CE"/>
    <w:rsid w:val="00400A4D"/>
    <w:rsid w:val="00400B2B"/>
    <w:rsid w:val="00400D43"/>
    <w:rsid w:val="00400F16"/>
    <w:rsid w:val="00400F30"/>
    <w:rsid w:val="00400F56"/>
    <w:rsid w:val="00401097"/>
    <w:rsid w:val="0040117B"/>
    <w:rsid w:val="004011C0"/>
    <w:rsid w:val="004014E8"/>
    <w:rsid w:val="004015DB"/>
    <w:rsid w:val="00401864"/>
    <w:rsid w:val="00401912"/>
    <w:rsid w:val="004019E5"/>
    <w:rsid w:val="004019F1"/>
    <w:rsid w:val="00401A7C"/>
    <w:rsid w:val="00401BF4"/>
    <w:rsid w:val="00401F7A"/>
    <w:rsid w:val="00401FE3"/>
    <w:rsid w:val="004020DC"/>
    <w:rsid w:val="0040213E"/>
    <w:rsid w:val="0040235F"/>
    <w:rsid w:val="00402478"/>
    <w:rsid w:val="00402593"/>
    <w:rsid w:val="004025AD"/>
    <w:rsid w:val="004025CE"/>
    <w:rsid w:val="004026BB"/>
    <w:rsid w:val="004027FD"/>
    <w:rsid w:val="0040280F"/>
    <w:rsid w:val="00402BC4"/>
    <w:rsid w:val="00402C63"/>
    <w:rsid w:val="004033C2"/>
    <w:rsid w:val="0040356C"/>
    <w:rsid w:val="00403A66"/>
    <w:rsid w:val="00403A93"/>
    <w:rsid w:val="00403AB5"/>
    <w:rsid w:val="00403CD0"/>
    <w:rsid w:val="00403DDB"/>
    <w:rsid w:val="0040402A"/>
    <w:rsid w:val="00404111"/>
    <w:rsid w:val="0040416D"/>
    <w:rsid w:val="0040417A"/>
    <w:rsid w:val="00404270"/>
    <w:rsid w:val="00404323"/>
    <w:rsid w:val="004043CE"/>
    <w:rsid w:val="004043ED"/>
    <w:rsid w:val="004044C3"/>
    <w:rsid w:val="0040450D"/>
    <w:rsid w:val="0040463C"/>
    <w:rsid w:val="00404642"/>
    <w:rsid w:val="004046DE"/>
    <w:rsid w:val="00404991"/>
    <w:rsid w:val="00404BB2"/>
    <w:rsid w:val="00404BD3"/>
    <w:rsid w:val="00404C30"/>
    <w:rsid w:val="00404D03"/>
    <w:rsid w:val="00404D16"/>
    <w:rsid w:val="00404D69"/>
    <w:rsid w:val="00404E9B"/>
    <w:rsid w:val="00405042"/>
    <w:rsid w:val="004054CD"/>
    <w:rsid w:val="004055D9"/>
    <w:rsid w:val="004057D2"/>
    <w:rsid w:val="004058BC"/>
    <w:rsid w:val="00405E86"/>
    <w:rsid w:val="00405F75"/>
    <w:rsid w:val="0040618F"/>
    <w:rsid w:val="0040619F"/>
    <w:rsid w:val="004062FE"/>
    <w:rsid w:val="00406301"/>
    <w:rsid w:val="00406324"/>
    <w:rsid w:val="004063E5"/>
    <w:rsid w:val="0040651D"/>
    <w:rsid w:val="0040656F"/>
    <w:rsid w:val="004065F4"/>
    <w:rsid w:val="00406709"/>
    <w:rsid w:val="00406895"/>
    <w:rsid w:val="00406BE2"/>
    <w:rsid w:val="00406ECA"/>
    <w:rsid w:val="00406ED1"/>
    <w:rsid w:val="0040705E"/>
    <w:rsid w:val="00407070"/>
    <w:rsid w:val="00407176"/>
    <w:rsid w:val="00407379"/>
    <w:rsid w:val="004075A4"/>
    <w:rsid w:val="004075D4"/>
    <w:rsid w:val="004075E4"/>
    <w:rsid w:val="0040779A"/>
    <w:rsid w:val="00407803"/>
    <w:rsid w:val="00407855"/>
    <w:rsid w:val="00407B60"/>
    <w:rsid w:val="00407D2D"/>
    <w:rsid w:val="00407DD0"/>
    <w:rsid w:val="00407EA1"/>
    <w:rsid w:val="00407F79"/>
    <w:rsid w:val="00407FF0"/>
    <w:rsid w:val="00410019"/>
    <w:rsid w:val="004102B4"/>
    <w:rsid w:val="004102D9"/>
    <w:rsid w:val="0041038C"/>
    <w:rsid w:val="0041039C"/>
    <w:rsid w:val="0041039D"/>
    <w:rsid w:val="004104B7"/>
    <w:rsid w:val="00410631"/>
    <w:rsid w:val="00410637"/>
    <w:rsid w:val="004106EA"/>
    <w:rsid w:val="00410971"/>
    <w:rsid w:val="00410A09"/>
    <w:rsid w:val="00410AF8"/>
    <w:rsid w:val="00410B2B"/>
    <w:rsid w:val="00410B50"/>
    <w:rsid w:val="00410C6D"/>
    <w:rsid w:val="00410DFE"/>
    <w:rsid w:val="00410E38"/>
    <w:rsid w:val="004110D7"/>
    <w:rsid w:val="004111BC"/>
    <w:rsid w:val="004113B5"/>
    <w:rsid w:val="00411450"/>
    <w:rsid w:val="004115C6"/>
    <w:rsid w:val="00411600"/>
    <w:rsid w:val="004119C4"/>
    <w:rsid w:val="00411A6C"/>
    <w:rsid w:val="00411AB0"/>
    <w:rsid w:val="00411B53"/>
    <w:rsid w:val="00411B55"/>
    <w:rsid w:val="00411E41"/>
    <w:rsid w:val="00411EA3"/>
    <w:rsid w:val="00411FC3"/>
    <w:rsid w:val="00412034"/>
    <w:rsid w:val="004120AC"/>
    <w:rsid w:val="0041218F"/>
    <w:rsid w:val="0041248A"/>
    <w:rsid w:val="00412718"/>
    <w:rsid w:val="0041290A"/>
    <w:rsid w:val="00412913"/>
    <w:rsid w:val="0041291A"/>
    <w:rsid w:val="00412964"/>
    <w:rsid w:val="00412B6E"/>
    <w:rsid w:val="00412C6C"/>
    <w:rsid w:val="00412CEF"/>
    <w:rsid w:val="00412CFA"/>
    <w:rsid w:val="00412D6D"/>
    <w:rsid w:val="00413228"/>
    <w:rsid w:val="004132F3"/>
    <w:rsid w:val="0041335C"/>
    <w:rsid w:val="00413396"/>
    <w:rsid w:val="004135BB"/>
    <w:rsid w:val="00413619"/>
    <w:rsid w:val="004136E6"/>
    <w:rsid w:val="00413818"/>
    <w:rsid w:val="0041383A"/>
    <w:rsid w:val="004138C5"/>
    <w:rsid w:val="00413A45"/>
    <w:rsid w:val="00413ACC"/>
    <w:rsid w:val="00413B28"/>
    <w:rsid w:val="00413B5C"/>
    <w:rsid w:val="00413D43"/>
    <w:rsid w:val="00413DF2"/>
    <w:rsid w:val="00413FAF"/>
    <w:rsid w:val="00414172"/>
    <w:rsid w:val="004141A1"/>
    <w:rsid w:val="004141BC"/>
    <w:rsid w:val="00414240"/>
    <w:rsid w:val="004142CE"/>
    <w:rsid w:val="004143F2"/>
    <w:rsid w:val="004144F5"/>
    <w:rsid w:val="004145F2"/>
    <w:rsid w:val="0041461F"/>
    <w:rsid w:val="004146C4"/>
    <w:rsid w:val="00414712"/>
    <w:rsid w:val="0041472E"/>
    <w:rsid w:val="00414847"/>
    <w:rsid w:val="00414A8B"/>
    <w:rsid w:val="00414B11"/>
    <w:rsid w:val="00414D5E"/>
    <w:rsid w:val="00414F7C"/>
    <w:rsid w:val="004150AA"/>
    <w:rsid w:val="00415144"/>
    <w:rsid w:val="004152A9"/>
    <w:rsid w:val="0041547F"/>
    <w:rsid w:val="004157CA"/>
    <w:rsid w:val="004157D5"/>
    <w:rsid w:val="00415866"/>
    <w:rsid w:val="00415909"/>
    <w:rsid w:val="0041591D"/>
    <w:rsid w:val="00415945"/>
    <w:rsid w:val="00415A2F"/>
    <w:rsid w:val="00415B1F"/>
    <w:rsid w:val="00415B71"/>
    <w:rsid w:val="00415D6C"/>
    <w:rsid w:val="00415D7C"/>
    <w:rsid w:val="00415E85"/>
    <w:rsid w:val="00415EDE"/>
    <w:rsid w:val="00416016"/>
    <w:rsid w:val="0041607E"/>
    <w:rsid w:val="0041614E"/>
    <w:rsid w:val="004161F8"/>
    <w:rsid w:val="004164F0"/>
    <w:rsid w:val="00416528"/>
    <w:rsid w:val="004165D7"/>
    <w:rsid w:val="0041668F"/>
    <w:rsid w:val="0041671A"/>
    <w:rsid w:val="00416753"/>
    <w:rsid w:val="004169A5"/>
    <w:rsid w:val="00416AD4"/>
    <w:rsid w:val="00416B2C"/>
    <w:rsid w:val="00416C0C"/>
    <w:rsid w:val="00416DAC"/>
    <w:rsid w:val="00416F03"/>
    <w:rsid w:val="00417022"/>
    <w:rsid w:val="00417060"/>
    <w:rsid w:val="00417157"/>
    <w:rsid w:val="0041739F"/>
    <w:rsid w:val="00417493"/>
    <w:rsid w:val="00417540"/>
    <w:rsid w:val="004177FC"/>
    <w:rsid w:val="00417808"/>
    <w:rsid w:val="00417873"/>
    <w:rsid w:val="00417A76"/>
    <w:rsid w:val="00417DC7"/>
    <w:rsid w:val="00417F4A"/>
    <w:rsid w:val="00417F54"/>
    <w:rsid w:val="00420154"/>
    <w:rsid w:val="0042018B"/>
    <w:rsid w:val="00420191"/>
    <w:rsid w:val="004202FC"/>
    <w:rsid w:val="0042043B"/>
    <w:rsid w:val="00420460"/>
    <w:rsid w:val="004205F5"/>
    <w:rsid w:val="00420603"/>
    <w:rsid w:val="00420774"/>
    <w:rsid w:val="00420783"/>
    <w:rsid w:val="004207BA"/>
    <w:rsid w:val="0042084F"/>
    <w:rsid w:val="00420898"/>
    <w:rsid w:val="0042089E"/>
    <w:rsid w:val="00420A36"/>
    <w:rsid w:val="00420E8D"/>
    <w:rsid w:val="00420FFA"/>
    <w:rsid w:val="0042108D"/>
    <w:rsid w:val="0042141C"/>
    <w:rsid w:val="00421518"/>
    <w:rsid w:val="00421519"/>
    <w:rsid w:val="004216FE"/>
    <w:rsid w:val="00421720"/>
    <w:rsid w:val="00421760"/>
    <w:rsid w:val="00421800"/>
    <w:rsid w:val="0042183A"/>
    <w:rsid w:val="0042196E"/>
    <w:rsid w:val="004219CC"/>
    <w:rsid w:val="00421A0E"/>
    <w:rsid w:val="00421B3C"/>
    <w:rsid w:val="00421B51"/>
    <w:rsid w:val="00421B55"/>
    <w:rsid w:val="00421CC0"/>
    <w:rsid w:val="00421F49"/>
    <w:rsid w:val="00421FB9"/>
    <w:rsid w:val="00421FC4"/>
    <w:rsid w:val="004221CC"/>
    <w:rsid w:val="00422554"/>
    <w:rsid w:val="00422760"/>
    <w:rsid w:val="004228C5"/>
    <w:rsid w:val="00422DB2"/>
    <w:rsid w:val="00422E93"/>
    <w:rsid w:val="00422FA3"/>
    <w:rsid w:val="00423028"/>
    <w:rsid w:val="00423154"/>
    <w:rsid w:val="004231F1"/>
    <w:rsid w:val="004232E8"/>
    <w:rsid w:val="0042332D"/>
    <w:rsid w:val="0042333A"/>
    <w:rsid w:val="00423534"/>
    <w:rsid w:val="00423586"/>
    <w:rsid w:val="00423606"/>
    <w:rsid w:val="00423654"/>
    <w:rsid w:val="00423750"/>
    <w:rsid w:val="00423777"/>
    <w:rsid w:val="0042382B"/>
    <w:rsid w:val="00423A1B"/>
    <w:rsid w:val="00423B1A"/>
    <w:rsid w:val="00423C2C"/>
    <w:rsid w:val="00423C46"/>
    <w:rsid w:val="00423D8E"/>
    <w:rsid w:val="00423E96"/>
    <w:rsid w:val="00423F94"/>
    <w:rsid w:val="004240BB"/>
    <w:rsid w:val="0042410C"/>
    <w:rsid w:val="004241A0"/>
    <w:rsid w:val="00424210"/>
    <w:rsid w:val="00424276"/>
    <w:rsid w:val="004242A1"/>
    <w:rsid w:val="00424442"/>
    <w:rsid w:val="00424480"/>
    <w:rsid w:val="00424496"/>
    <w:rsid w:val="0042453F"/>
    <w:rsid w:val="00424635"/>
    <w:rsid w:val="00424637"/>
    <w:rsid w:val="00424689"/>
    <w:rsid w:val="004246A8"/>
    <w:rsid w:val="00424AB9"/>
    <w:rsid w:val="00424BDD"/>
    <w:rsid w:val="00424C9F"/>
    <w:rsid w:val="00424D58"/>
    <w:rsid w:val="00424E7B"/>
    <w:rsid w:val="00424EE4"/>
    <w:rsid w:val="00424F15"/>
    <w:rsid w:val="00424F20"/>
    <w:rsid w:val="00424F3D"/>
    <w:rsid w:val="004255F2"/>
    <w:rsid w:val="004256BC"/>
    <w:rsid w:val="00425847"/>
    <w:rsid w:val="004258AE"/>
    <w:rsid w:val="00425AA0"/>
    <w:rsid w:val="00425CE3"/>
    <w:rsid w:val="00425D13"/>
    <w:rsid w:val="00425E3D"/>
    <w:rsid w:val="00425F78"/>
    <w:rsid w:val="0042614A"/>
    <w:rsid w:val="0042614C"/>
    <w:rsid w:val="00426234"/>
    <w:rsid w:val="004262D3"/>
    <w:rsid w:val="004262F2"/>
    <w:rsid w:val="0042664B"/>
    <w:rsid w:val="00426658"/>
    <w:rsid w:val="0042671F"/>
    <w:rsid w:val="00426A5C"/>
    <w:rsid w:val="00426B10"/>
    <w:rsid w:val="00426CA5"/>
    <w:rsid w:val="00426D3F"/>
    <w:rsid w:val="004271CC"/>
    <w:rsid w:val="00427419"/>
    <w:rsid w:val="00427576"/>
    <w:rsid w:val="0042764A"/>
    <w:rsid w:val="00427688"/>
    <w:rsid w:val="004279C5"/>
    <w:rsid w:val="00427B83"/>
    <w:rsid w:val="00427CED"/>
    <w:rsid w:val="00427DA7"/>
    <w:rsid w:val="00427E7A"/>
    <w:rsid w:val="00427E86"/>
    <w:rsid w:val="00427F26"/>
    <w:rsid w:val="004301B6"/>
    <w:rsid w:val="00430410"/>
    <w:rsid w:val="0043067C"/>
    <w:rsid w:val="00430694"/>
    <w:rsid w:val="004308BC"/>
    <w:rsid w:val="004308C7"/>
    <w:rsid w:val="00430AD8"/>
    <w:rsid w:val="00430BF8"/>
    <w:rsid w:val="00430D79"/>
    <w:rsid w:val="00430E4A"/>
    <w:rsid w:val="00430F74"/>
    <w:rsid w:val="0043104A"/>
    <w:rsid w:val="004311F6"/>
    <w:rsid w:val="0043121C"/>
    <w:rsid w:val="00431278"/>
    <w:rsid w:val="00431502"/>
    <w:rsid w:val="00431622"/>
    <w:rsid w:val="0043165B"/>
    <w:rsid w:val="00431762"/>
    <w:rsid w:val="0043181C"/>
    <w:rsid w:val="0043197D"/>
    <w:rsid w:val="00431A1C"/>
    <w:rsid w:val="00431AAC"/>
    <w:rsid w:val="00431CC0"/>
    <w:rsid w:val="00431E05"/>
    <w:rsid w:val="00431E45"/>
    <w:rsid w:val="00431E46"/>
    <w:rsid w:val="00431E6E"/>
    <w:rsid w:val="004322A6"/>
    <w:rsid w:val="004322D4"/>
    <w:rsid w:val="004322DE"/>
    <w:rsid w:val="004323DA"/>
    <w:rsid w:val="00432408"/>
    <w:rsid w:val="00432584"/>
    <w:rsid w:val="0043263C"/>
    <w:rsid w:val="00432698"/>
    <w:rsid w:val="00432700"/>
    <w:rsid w:val="00432791"/>
    <w:rsid w:val="00432847"/>
    <w:rsid w:val="004328FC"/>
    <w:rsid w:val="00432A4E"/>
    <w:rsid w:val="00432A6E"/>
    <w:rsid w:val="00432B2A"/>
    <w:rsid w:val="00432CA7"/>
    <w:rsid w:val="00432EBA"/>
    <w:rsid w:val="0043314F"/>
    <w:rsid w:val="00433254"/>
    <w:rsid w:val="004335E8"/>
    <w:rsid w:val="0043370D"/>
    <w:rsid w:val="004337DC"/>
    <w:rsid w:val="004339B4"/>
    <w:rsid w:val="00433C2E"/>
    <w:rsid w:val="00433DAC"/>
    <w:rsid w:val="00433F49"/>
    <w:rsid w:val="0043403D"/>
    <w:rsid w:val="0043407A"/>
    <w:rsid w:val="00434113"/>
    <w:rsid w:val="004342A0"/>
    <w:rsid w:val="0043436E"/>
    <w:rsid w:val="004343CC"/>
    <w:rsid w:val="004344C8"/>
    <w:rsid w:val="0043453D"/>
    <w:rsid w:val="00434624"/>
    <w:rsid w:val="0043482A"/>
    <w:rsid w:val="00434AAF"/>
    <w:rsid w:val="00434D2F"/>
    <w:rsid w:val="00434D41"/>
    <w:rsid w:val="00434E24"/>
    <w:rsid w:val="00434EFD"/>
    <w:rsid w:val="00435038"/>
    <w:rsid w:val="00435107"/>
    <w:rsid w:val="00435298"/>
    <w:rsid w:val="00435439"/>
    <w:rsid w:val="004356A0"/>
    <w:rsid w:val="00435736"/>
    <w:rsid w:val="0043583A"/>
    <w:rsid w:val="004358E0"/>
    <w:rsid w:val="0043597B"/>
    <w:rsid w:val="00435B0E"/>
    <w:rsid w:val="00435C87"/>
    <w:rsid w:val="00435DAA"/>
    <w:rsid w:val="00435EED"/>
    <w:rsid w:val="00435F1C"/>
    <w:rsid w:val="00435FAA"/>
    <w:rsid w:val="00435FB4"/>
    <w:rsid w:val="00436119"/>
    <w:rsid w:val="00436345"/>
    <w:rsid w:val="004363E9"/>
    <w:rsid w:val="00436462"/>
    <w:rsid w:val="004364BD"/>
    <w:rsid w:val="004366C0"/>
    <w:rsid w:val="00436757"/>
    <w:rsid w:val="0043682D"/>
    <w:rsid w:val="00436D6A"/>
    <w:rsid w:val="00436EBD"/>
    <w:rsid w:val="00436F0E"/>
    <w:rsid w:val="00436F40"/>
    <w:rsid w:val="00436F72"/>
    <w:rsid w:val="00436F7B"/>
    <w:rsid w:val="00436FA8"/>
    <w:rsid w:val="004371FF"/>
    <w:rsid w:val="0043727D"/>
    <w:rsid w:val="0043743C"/>
    <w:rsid w:val="00437535"/>
    <w:rsid w:val="00437602"/>
    <w:rsid w:val="00437623"/>
    <w:rsid w:val="004377EA"/>
    <w:rsid w:val="00437833"/>
    <w:rsid w:val="0043799E"/>
    <w:rsid w:val="004379E1"/>
    <w:rsid w:val="00437AE8"/>
    <w:rsid w:val="00437B57"/>
    <w:rsid w:val="00437CF5"/>
    <w:rsid w:val="00437D9E"/>
    <w:rsid w:val="00437EE6"/>
    <w:rsid w:val="00437F06"/>
    <w:rsid w:val="00437F0C"/>
    <w:rsid w:val="00437F90"/>
    <w:rsid w:val="0044013D"/>
    <w:rsid w:val="00440225"/>
    <w:rsid w:val="0044030E"/>
    <w:rsid w:val="00440466"/>
    <w:rsid w:val="00440623"/>
    <w:rsid w:val="00440914"/>
    <w:rsid w:val="00440A82"/>
    <w:rsid w:val="00440A9D"/>
    <w:rsid w:val="00440B39"/>
    <w:rsid w:val="00440B3E"/>
    <w:rsid w:val="00440B49"/>
    <w:rsid w:val="00440C1A"/>
    <w:rsid w:val="00440DC2"/>
    <w:rsid w:val="00440DCB"/>
    <w:rsid w:val="00440E50"/>
    <w:rsid w:val="00440E98"/>
    <w:rsid w:val="00441011"/>
    <w:rsid w:val="00441051"/>
    <w:rsid w:val="00441404"/>
    <w:rsid w:val="004414B2"/>
    <w:rsid w:val="0044157A"/>
    <w:rsid w:val="004416C8"/>
    <w:rsid w:val="004416F8"/>
    <w:rsid w:val="00441748"/>
    <w:rsid w:val="0044185E"/>
    <w:rsid w:val="0044189B"/>
    <w:rsid w:val="00441904"/>
    <w:rsid w:val="00441B53"/>
    <w:rsid w:val="00441B8F"/>
    <w:rsid w:val="00441D92"/>
    <w:rsid w:val="00441E2C"/>
    <w:rsid w:val="00441F4D"/>
    <w:rsid w:val="00442186"/>
    <w:rsid w:val="004422EC"/>
    <w:rsid w:val="00442341"/>
    <w:rsid w:val="004423CC"/>
    <w:rsid w:val="004423CF"/>
    <w:rsid w:val="0044254D"/>
    <w:rsid w:val="0044266C"/>
    <w:rsid w:val="0044277D"/>
    <w:rsid w:val="00442A32"/>
    <w:rsid w:val="00442B43"/>
    <w:rsid w:val="00442B73"/>
    <w:rsid w:val="00442C6A"/>
    <w:rsid w:val="00442CA3"/>
    <w:rsid w:val="00442DD8"/>
    <w:rsid w:val="00442EB1"/>
    <w:rsid w:val="00442EC4"/>
    <w:rsid w:val="00442FCA"/>
    <w:rsid w:val="004433BE"/>
    <w:rsid w:val="00443780"/>
    <w:rsid w:val="00443845"/>
    <w:rsid w:val="00443A36"/>
    <w:rsid w:val="00443A93"/>
    <w:rsid w:val="00443B02"/>
    <w:rsid w:val="00443C7B"/>
    <w:rsid w:val="00443CDC"/>
    <w:rsid w:val="00443E23"/>
    <w:rsid w:val="00443ECD"/>
    <w:rsid w:val="004441A9"/>
    <w:rsid w:val="00444575"/>
    <w:rsid w:val="004446BB"/>
    <w:rsid w:val="00444728"/>
    <w:rsid w:val="0044475D"/>
    <w:rsid w:val="00444818"/>
    <w:rsid w:val="0044489D"/>
    <w:rsid w:val="00444A3F"/>
    <w:rsid w:val="00444BED"/>
    <w:rsid w:val="00444C09"/>
    <w:rsid w:val="00444C79"/>
    <w:rsid w:val="00444E7E"/>
    <w:rsid w:val="00444F89"/>
    <w:rsid w:val="004452D5"/>
    <w:rsid w:val="00445406"/>
    <w:rsid w:val="0044547B"/>
    <w:rsid w:val="004454F3"/>
    <w:rsid w:val="00445571"/>
    <w:rsid w:val="00445737"/>
    <w:rsid w:val="0044597A"/>
    <w:rsid w:val="00445A34"/>
    <w:rsid w:val="00445B60"/>
    <w:rsid w:val="00445BAF"/>
    <w:rsid w:val="00445C0C"/>
    <w:rsid w:val="00445DEA"/>
    <w:rsid w:val="00445FC3"/>
    <w:rsid w:val="00445FD7"/>
    <w:rsid w:val="0044638B"/>
    <w:rsid w:val="004463E9"/>
    <w:rsid w:val="0044645E"/>
    <w:rsid w:val="0044651A"/>
    <w:rsid w:val="00446523"/>
    <w:rsid w:val="0044664F"/>
    <w:rsid w:val="0044666B"/>
    <w:rsid w:val="00446750"/>
    <w:rsid w:val="00446793"/>
    <w:rsid w:val="0044681A"/>
    <w:rsid w:val="004468A6"/>
    <w:rsid w:val="004468BF"/>
    <w:rsid w:val="004468EC"/>
    <w:rsid w:val="00446B56"/>
    <w:rsid w:val="00446DBD"/>
    <w:rsid w:val="00446E01"/>
    <w:rsid w:val="00446E65"/>
    <w:rsid w:val="00446E96"/>
    <w:rsid w:val="00446EA0"/>
    <w:rsid w:val="00446FD2"/>
    <w:rsid w:val="00447161"/>
    <w:rsid w:val="004471EF"/>
    <w:rsid w:val="00447541"/>
    <w:rsid w:val="004478A1"/>
    <w:rsid w:val="00447A71"/>
    <w:rsid w:val="00447A75"/>
    <w:rsid w:val="00447EF3"/>
    <w:rsid w:val="00447F01"/>
    <w:rsid w:val="00450085"/>
    <w:rsid w:val="0045010B"/>
    <w:rsid w:val="004506D4"/>
    <w:rsid w:val="00450854"/>
    <w:rsid w:val="00450E87"/>
    <w:rsid w:val="0045112C"/>
    <w:rsid w:val="004511C0"/>
    <w:rsid w:val="00451228"/>
    <w:rsid w:val="00451297"/>
    <w:rsid w:val="004513BC"/>
    <w:rsid w:val="00451408"/>
    <w:rsid w:val="004515C6"/>
    <w:rsid w:val="00451663"/>
    <w:rsid w:val="00451776"/>
    <w:rsid w:val="004518D4"/>
    <w:rsid w:val="0045195B"/>
    <w:rsid w:val="00451AE2"/>
    <w:rsid w:val="00451BC6"/>
    <w:rsid w:val="00451D37"/>
    <w:rsid w:val="00451D4D"/>
    <w:rsid w:val="00451DB0"/>
    <w:rsid w:val="0045215F"/>
    <w:rsid w:val="0045232D"/>
    <w:rsid w:val="0045243F"/>
    <w:rsid w:val="00452497"/>
    <w:rsid w:val="004526A3"/>
    <w:rsid w:val="004526F3"/>
    <w:rsid w:val="00452757"/>
    <w:rsid w:val="0045283E"/>
    <w:rsid w:val="00452A27"/>
    <w:rsid w:val="00452CA8"/>
    <w:rsid w:val="00452D7E"/>
    <w:rsid w:val="00452E1D"/>
    <w:rsid w:val="00453000"/>
    <w:rsid w:val="004530C8"/>
    <w:rsid w:val="004532BE"/>
    <w:rsid w:val="00453502"/>
    <w:rsid w:val="004535AA"/>
    <w:rsid w:val="004539D5"/>
    <w:rsid w:val="004539FE"/>
    <w:rsid w:val="00453A24"/>
    <w:rsid w:val="00453AE3"/>
    <w:rsid w:val="00453C49"/>
    <w:rsid w:val="00453CD9"/>
    <w:rsid w:val="00453D57"/>
    <w:rsid w:val="00453E2B"/>
    <w:rsid w:val="00453E4C"/>
    <w:rsid w:val="00453F5C"/>
    <w:rsid w:val="00453F6B"/>
    <w:rsid w:val="004540CC"/>
    <w:rsid w:val="00454226"/>
    <w:rsid w:val="0045438B"/>
    <w:rsid w:val="004545DE"/>
    <w:rsid w:val="00454626"/>
    <w:rsid w:val="00454785"/>
    <w:rsid w:val="00454ACF"/>
    <w:rsid w:val="00454CB3"/>
    <w:rsid w:val="00454FC1"/>
    <w:rsid w:val="00454FD2"/>
    <w:rsid w:val="00455007"/>
    <w:rsid w:val="0045509E"/>
    <w:rsid w:val="00455169"/>
    <w:rsid w:val="0045526A"/>
    <w:rsid w:val="004552E2"/>
    <w:rsid w:val="004553F4"/>
    <w:rsid w:val="00455461"/>
    <w:rsid w:val="004555FE"/>
    <w:rsid w:val="00455770"/>
    <w:rsid w:val="004558EC"/>
    <w:rsid w:val="0045592B"/>
    <w:rsid w:val="004559A7"/>
    <w:rsid w:val="00455AFE"/>
    <w:rsid w:val="00455B80"/>
    <w:rsid w:val="00455C92"/>
    <w:rsid w:val="00455D39"/>
    <w:rsid w:val="00455E73"/>
    <w:rsid w:val="00455F54"/>
    <w:rsid w:val="00455F83"/>
    <w:rsid w:val="00455FDB"/>
    <w:rsid w:val="004560DE"/>
    <w:rsid w:val="00456120"/>
    <w:rsid w:val="0045643D"/>
    <w:rsid w:val="004565D2"/>
    <w:rsid w:val="004566EE"/>
    <w:rsid w:val="00456782"/>
    <w:rsid w:val="00456793"/>
    <w:rsid w:val="00456804"/>
    <w:rsid w:val="00456BDB"/>
    <w:rsid w:val="00456F45"/>
    <w:rsid w:val="00456FB4"/>
    <w:rsid w:val="00456FBB"/>
    <w:rsid w:val="004570AE"/>
    <w:rsid w:val="00457135"/>
    <w:rsid w:val="0045723B"/>
    <w:rsid w:val="004572E8"/>
    <w:rsid w:val="004574E6"/>
    <w:rsid w:val="00457555"/>
    <w:rsid w:val="004575B3"/>
    <w:rsid w:val="00457A3C"/>
    <w:rsid w:val="00457A66"/>
    <w:rsid w:val="00457CA3"/>
    <w:rsid w:val="00457CBF"/>
    <w:rsid w:val="00457E85"/>
    <w:rsid w:val="00457FF9"/>
    <w:rsid w:val="00460066"/>
    <w:rsid w:val="00460379"/>
    <w:rsid w:val="0046041D"/>
    <w:rsid w:val="00460685"/>
    <w:rsid w:val="00460785"/>
    <w:rsid w:val="00460795"/>
    <w:rsid w:val="004607FC"/>
    <w:rsid w:val="0046094F"/>
    <w:rsid w:val="00460C08"/>
    <w:rsid w:val="00460D52"/>
    <w:rsid w:val="00460DEA"/>
    <w:rsid w:val="00460F24"/>
    <w:rsid w:val="00460F2B"/>
    <w:rsid w:val="00460F3E"/>
    <w:rsid w:val="00461190"/>
    <w:rsid w:val="004611BC"/>
    <w:rsid w:val="0046140B"/>
    <w:rsid w:val="0046145C"/>
    <w:rsid w:val="004615FB"/>
    <w:rsid w:val="004616CE"/>
    <w:rsid w:val="0046173A"/>
    <w:rsid w:val="004617AC"/>
    <w:rsid w:val="004617BC"/>
    <w:rsid w:val="00461828"/>
    <w:rsid w:val="004619F3"/>
    <w:rsid w:val="00461AE2"/>
    <w:rsid w:val="00461BAA"/>
    <w:rsid w:val="00461BF3"/>
    <w:rsid w:val="00461C3C"/>
    <w:rsid w:val="00461F51"/>
    <w:rsid w:val="00462006"/>
    <w:rsid w:val="004620CE"/>
    <w:rsid w:val="00462184"/>
    <w:rsid w:val="004621A7"/>
    <w:rsid w:val="00462255"/>
    <w:rsid w:val="0046230C"/>
    <w:rsid w:val="004623E9"/>
    <w:rsid w:val="004624D8"/>
    <w:rsid w:val="00462758"/>
    <w:rsid w:val="00462759"/>
    <w:rsid w:val="004628F0"/>
    <w:rsid w:val="004628FE"/>
    <w:rsid w:val="00462910"/>
    <w:rsid w:val="00462985"/>
    <w:rsid w:val="00462A8F"/>
    <w:rsid w:val="00462A9F"/>
    <w:rsid w:val="00463050"/>
    <w:rsid w:val="004636C3"/>
    <w:rsid w:val="00463733"/>
    <w:rsid w:val="004637C4"/>
    <w:rsid w:val="0046392E"/>
    <w:rsid w:val="00463993"/>
    <w:rsid w:val="004639C2"/>
    <w:rsid w:val="00463A68"/>
    <w:rsid w:val="00463CD0"/>
    <w:rsid w:val="00463D88"/>
    <w:rsid w:val="00463FE2"/>
    <w:rsid w:val="00464156"/>
    <w:rsid w:val="004641D4"/>
    <w:rsid w:val="0046439F"/>
    <w:rsid w:val="0046450A"/>
    <w:rsid w:val="00464537"/>
    <w:rsid w:val="00464677"/>
    <w:rsid w:val="00464764"/>
    <w:rsid w:val="00464768"/>
    <w:rsid w:val="004647F5"/>
    <w:rsid w:val="00464843"/>
    <w:rsid w:val="00464883"/>
    <w:rsid w:val="004648D5"/>
    <w:rsid w:val="00464B5B"/>
    <w:rsid w:val="00464C22"/>
    <w:rsid w:val="00464CED"/>
    <w:rsid w:val="00464F7C"/>
    <w:rsid w:val="00465146"/>
    <w:rsid w:val="004653E9"/>
    <w:rsid w:val="004654C2"/>
    <w:rsid w:val="00465508"/>
    <w:rsid w:val="004656D5"/>
    <w:rsid w:val="0046573D"/>
    <w:rsid w:val="004658D5"/>
    <w:rsid w:val="00465ABB"/>
    <w:rsid w:val="00465BE4"/>
    <w:rsid w:val="00465D02"/>
    <w:rsid w:val="00465DA8"/>
    <w:rsid w:val="00466004"/>
    <w:rsid w:val="0046605A"/>
    <w:rsid w:val="004660BB"/>
    <w:rsid w:val="004661CF"/>
    <w:rsid w:val="00466248"/>
    <w:rsid w:val="004666DA"/>
    <w:rsid w:val="004667C3"/>
    <w:rsid w:val="00466842"/>
    <w:rsid w:val="00466844"/>
    <w:rsid w:val="00466A88"/>
    <w:rsid w:val="00466AFA"/>
    <w:rsid w:val="00466B51"/>
    <w:rsid w:val="00466BE4"/>
    <w:rsid w:val="00466DE6"/>
    <w:rsid w:val="00466FA8"/>
    <w:rsid w:val="004670FB"/>
    <w:rsid w:val="00467123"/>
    <w:rsid w:val="0046715C"/>
    <w:rsid w:val="0046754A"/>
    <w:rsid w:val="004676BF"/>
    <w:rsid w:val="00467722"/>
    <w:rsid w:val="00467730"/>
    <w:rsid w:val="004677AA"/>
    <w:rsid w:val="004678B6"/>
    <w:rsid w:val="00467965"/>
    <w:rsid w:val="004679D2"/>
    <w:rsid w:val="004679FA"/>
    <w:rsid w:val="00467BB9"/>
    <w:rsid w:val="00467D3A"/>
    <w:rsid w:val="00467D85"/>
    <w:rsid w:val="0047008E"/>
    <w:rsid w:val="00470099"/>
    <w:rsid w:val="0047016A"/>
    <w:rsid w:val="004703F8"/>
    <w:rsid w:val="00470447"/>
    <w:rsid w:val="00470720"/>
    <w:rsid w:val="004707CE"/>
    <w:rsid w:val="00470856"/>
    <w:rsid w:val="004708D3"/>
    <w:rsid w:val="004708D5"/>
    <w:rsid w:val="004709E5"/>
    <w:rsid w:val="00470A67"/>
    <w:rsid w:val="00470AFF"/>
    <w:rsid w:val="00470B8E"/>
    <w:rsid w:val="00470BA2"/>
    <w:rsid w:val="00470BA6"/>
    <w:rsid w:val="00470D91"/>
    <w:rsid w:val="00470DF8"/>
    <w:rsid w:val="00470E12"/>
    <w:rsid w:val="00470ECF"/>
    <w:rsid w:val="00470F82"/>
    <w:rsid w:val="004711A3"/>
    <w:rsid w:val="00471276"/>
    <w:rsid w:val="00471382"/>
    <w:rsid w:val="004714EB"/>
    <w:rsid w:val="004714F9"/>
    <w:rsid w:val="00471542"/>
    <w:rsid w:val="00471545"/>
    <w:rsid w:val="004715F8"/>
    <w:rsid w:val="004716B2"/>
    <w:rsid w:val="00471810"/>
    <w:rsid w:val="004719FB"/>
    <w:rsid w:val="00471AB6"/>
    <w:rsid w:val="00471E85"/>
    <w:rsid w:val="004720BB"/>
    <w:rsid w:val="004721D9"/>
    <w:rsid w:val="004721F3"/>
    <w:rsid w:val="0047227E"/>
    <w:rsid w:val="00472571"/>
    <w:rsid w:val="0047276D"/>
    <w:rsid w:val="00472892"/>
    <w:rsid w:val="00472B0B"/>
    <w:rsid w:val="00472BA2"/>
    <w:rsid w:val="00472C17"/>
    <w:rsid w:val="00472E81"/>
    <w:rsid w:val="00472EDC"/>
    <w:rsid w:val="00472F49"/>
    <w:rsid w:val="004730A8"/>
    <w:rsid w:val="0047313F"/>
    <w:rsid w:val="0047340C"/>
    <w:rsid w:val="00473421"/>
    <w:rsid w:val="004735CE"/>
    <w:rsid w:val="004735E4"/>
    <w:rsid w:val="004737B8"/>
    <w:rsid w:val="00473B10"/>
    <w:rsid w:val="00473BAB"/>
    <w:rsid w:val="004740BD"/>
    <w:rsid w:val="00474109"/>
    <w:rsid w:val="0047426C"/>
    <w:rsid w:val="004743B7"/>
    <w:rsid w:val="004745B4"/>
    <w:rsid w:val="00474696"/>
    <w:rsid w:val="00474A56"/>
    <w:rsid w:val="00474B65"/>
    <w:rsid w:val="00474B6E"/>
    <w:rsid w:val="00474B85"/>
    <w:rsid w:val="00474C5B"/>
    <w:rsid w:val="00474E94"/>
    <w:rsid w:val="00474ECB"/>
    <w:rsid w:val="00475150"/>
    <w:rsid w:val="0047516B"/>
    <w:rsid w:val="00475468"/>
    <w:rsid w:val="00475477"/>
    <w:rsid w:val="00475520"/>
    <w:rsid w:val="0047554B"/>
    <w:rsid w:val="00475585"/>
    <w:rsid w:val="004755D7"/>
    <w:rsid w:val="00475814"/>
    <w:rsid w:val="00475818"/>
    <w:rsid w:val="00475819"/>
    <w:rsid w:val="004758CF"/>
    <w:rsid w:val="00475B0A"/>
    <w:rsid w:val="00475BDF"/>
    <w:rsid w:val="00475DB3"/>
    <w:rsid w:val="00475E1B"/>
    <w:rsid w:val="00475E4B"/>
    <w:rsid w:val="00475ED3"/>
    <w:rsid w:val="00475F51"/>
    <w:rsid w:val="004762B3"/>
    <w:rsid w:val="004762E2"/>
    <w:rsid w:val="0047648F"/>
    <w:rsid w:val="004766A0"/>
    <w:rsid w:val="004767F6"/>
    <w:rsid w:val="00476802"/>
    <w:rsid w:val="00476C9F"/>
    <w:rsid w:val="00476F7B"/>
    <w:rsid w:val="00476FDD"/>
    <w:rsid w:val="00477030"/>
    <w:rsid w:val="0047703D"/>
    <w:rsid w:val="004770B6"/>
    <w:rsid w:val="004771C3"/>
    <w:rsid w:val="0047725A"/>
    <w:rsid w:val="004773B7"/>
    <w:rsid w:val="004774C2"/>
    <w:rsid w:val="004776E2"/>
    <w:rsid w:val="0047770A"/>
    <w:rsid w:val="00477DCE"/>
    <w:rsid w:val="004801A5"/>
    <w:rsid w:val="00480395"/>
    <w:rsid w:val="0048043A"/>
    <w:rsid w:val="004804AA"/>
    <w:rsid w:val="0048054E"/>
    <w:rsid w:val="004806E3"/>
    <w:rsid w:val="004809B4"/>
    <w:rsid w:val="00480B8D"/>
    <w:rsid w:val="00480D09"/>
    <w:rsid w:val="00480D29"/>
    <w:rsid w:val="00480E2A"/>
    <w:rsid w:val="00480FEE"/>
    <w:rsid w:val="00481168"/>
    <w:rsid w:val="00481221"/>
    <w:rsid w:val="0048142C"/>
    <w:rsid w:val="00481603"/>
    <w:rsid w:val="004816D7"/>
    <w:rsid w:val="004817AE"/>
    <w:rsid w:val="00481994"/>
    <w:rsid w:val="00481B31"/>
    <w:rsid w:val="00481B6D"/>
    <w:rsid w:val="00481CB0"/>
    <w:rsid w:val="00481D42"/>
    <w:rsid w:val="00481FDC"/>
    <w:rsid w:val="00482090"/>
    <w:rsid w:val="00482108"/>
    <w:rsid w:val="00482169"/>
    <w:rsid w:val="0048216F"/>
    <w:rsid w:val="00482270"/>
    <w:rsid w:val="0048235D"/>
    <w:rsid w:val="00482397"/>
    <w:rsid w:val="00482412"/>
    <w:rsid w:val="0048243F"/>
    <w:rsid w:val="0048250D"/>
    <w:rsid w:val="0048256B"/>
    <w:rsid w:val="004825A2"/>
    <w:rsid w:val="00482742"/>
    <w:rsid w:val="004827C5"/>
    <w:rsid w:val="00482AC0"/>
    <w:rsid w:val="00482C08"/>
    <w:rsid w:val="00482C7C"/>
    <w:rsid w:val="00482C8C"/>
    <w:rsid w:val="00482CB6"/>
    <w:rsid w:val="00482EB0"/>
    <w:rsid w:val="00482ED7"/>
    <w:rsid w:val="00482F03"/>
    <w:rsid w:val="00482FDB"/>
    <w:rsid w:val="0048325C"/>
    <w:rsid w:val="0048336F"/>
    <w:rsid w:val="00483596"/>
    <w:rsid w:val="00483660"/>
    <w:rsid w:val="00483736"/>
    <w:rsid w:val="00483772"/>
    <w:rsid w:val="004838BC"/>
    <w:rsid w:val="00483AB2"/>
    <w:rsid w:val="00483E91"/>
    <w:rsid w:val="00483F0F"/>
    <w:rsid w:val="0048407A"/>
    <w:rsid w:val="004840F8"/>
    <w:rsid w:val="0048422D"/>
    <w:rsid w:val="00484327"/>
    <w:rsid w:val="00484517"/>
    <w:rsid w:val="00484652"/>
    <w:rsid w:val="00484882"/>
    <w:rsid w:val="00484A74"/>
    <w:rsid w:val="00484AA6"/>
    <w:rsid w:val="00484AF0"/>
    <w:rsid w:val="00484B07"/>
    <w:rsid w:val="00484B35"/>
    <w:rsid w:val="00484D63"/>
    <w:rsid w:val="00484DBB"/>
    <w:rsid w:val="00484DE0"/>
    <w:rsid w:val="00484E8C"/>
    <w:rsid w:val="0048514A"/>
    <w:rsid w:val="004854B0"/>
    <w:rsid w:val="0048554A"/>
    <w:rsid w:val="004855B5"/>
    <w:rsid w:val="00485668"/>
    <w:rsid w:val="0048568D"/>
    <w:rsid w:val="004856F0"/>
    <w:rsid w:val="004856FB"/>
    <w:rsid w:val="00485813"/>
    <w:rsid w:val="00485A34"/>
    <w:rsid w:val="00485AB5"/>
    <w:rsid w:val="00485AFC"/>
    <w:rsid w:val="00485B13"/>
    <w:rsid w:val="00485C58"/>
    <w:rsid w:val="00485E97"/>
    <w:rsid w:val="00485EA4"/>
    <w:rsid w:val="00485EA8"/>
    <w:rsid w:val="00485F51"/>
    <w:rsid w:val="00485F60"/>
    <w:rsid w:val="004861EE"/>
    <w:rsid w:val="00486284"/>
    <w:rsid w:val="0048629B"/>
    <w:rsid w:val="004862C7"/>
    <w:rsid w:val="004862D5"/>
    <w:rsid w:val="00486463"/>
    <w:rsid w:val="00486468"/>
    <w:rsid w:val="004865E4"/>
    <w:rsid w:val="004867F4"/>
    <w:rsid w:val="00486A08"/>
    <w:rsid w:val="00486A29"/>
    <w:rsid w:val="00486B3F"/>
    <w:rsid w:val="00486BA5"/>
    <w:rsid w:val="00486BF1"/>
    <w:rsid w:val="00486D1B"/>
    <w:rsid w:val="00486D5A"/>
    <w:rsid w:val="00486DE9"/>
    <w:rsid w:val="00486EB4"/>
    <w:rsid w:val="0048701E"/>
    <w:rsid w:val="0048703A"/>
    <w:rsid w:val="004874C8"/>
    <w:rsid w:val="00487500"/>
    <w:rsid w:val="00487574"/>
    <w:rsid w:val="00487581"/>
    <w:rsid w:val="0048773F"/>
    <w:rsid w:val="0048785F"/>
    <w:rsid w:val="00487A12"/>
    <w:rsid w:val="00487D7C"/>
    <w:rsid w:val="00487DB6"/>
    <w:rsid w:val="00487E33"/>
    <w:rsid w:val="00487E94"/>
    <w:rsid w:val="00487F98"/>
    <w:rsid w:val="004900AB"/>
    <w:rsid w:val="00490204"/>
    <w:rsid w:val="00490232"/>
    <w:rsid w:val="004903F1"/>
    <w:rsid w:val="0049046E"/>
    <w:rsid w:val="00490515"/>
    <w:rsid w:val="004906D8"/>
    <w:rsid w:val="004907D7"/>
    <w:rsid w:val="0049081F"/>
    <w:rsid w:val="00490A0C"/>
    <w:rsid w:val="00490C53"/>
    <w:rsid w:val="00490C8C"/>
    <w:rsid w:val="00490D4A"/>
    <w:rsid w:val="00490D96"/>
    <w:rsid w:val="00490F47"/>
    <w:rsid w:val="00490FAE"/>
    <w:rsid w:val="00491057"/>
    <w:rsid w:val="00491299"/>
    <w:rsid w:val="0049148C"/>
    <w:rsid w:val="004914DC"/>
    <w:rsid w:val="00491538"/>
    <w:rsid w:val="004916B0"/>
    <w:rsid w:val="0049174F"/>
    <w:rsid w:val="00491793"/>
    <w:rsid w:val="004917C0"/>
    <w:rsid w:val="004917E6"/>
    <w:rsid w:val="00491882"/>
    <w:rsid w:val="004918B2"/>
    <w:rsid w:val="00491912"/>
    <w:rsid w:val="0049199A"/>
    <w:rsid w:val="00491BE2"/>
    <w:rsid w:val="00491D90"/>
    <w:rsid w:val="00491DA8"/>
    <w:rsid w:val="00491F00"/>
    <w:rsid w:val="0049200B"/>
    <w:rsid w:val="00492011"/>
    <w:rsid w:val="004920B0"/>
    <w:rsid w:val="0049252F"/>
    <w:rsid w:val="0049274A"/>
    <w:rsid w:val="00492861"/>
    <w:rsid w:val="0049294C"/>
    <w:rsid w:val="00492A36"/>
    <w:rsid w:val="00492A3C"/>
    <w:rsid w:val="00492A81"/>
    <w:rsid w:val="00492A9F"/>
    <w:rsid w:val="00492C8A"/>
    <w:rsid w:val="00493109"/>
    <w:rsid w:val="0049319B"/>
    <w:rsid w:val="004931F8"/>
    <w:rsid w:val="004933CA"/>
    <w:rsid w:val="004933FD"/>
    <w:rsid w:val="00493495"/>
    <w:rsid w:val="004934DC"/>
    <w:rsid w:val="004938DD"/>
    <w:rsid w:val="004938EE"/>
    <w:rsid w:val="004939B0"/>
    <w:rsid w:val="00493A08"/>
    <w:rsid w:val="00493A4B"/>
    <w:rsid w:val="00493A4C"/>
    <w:rsid w:val="00493D1A"/>
    <w:rsid w:val="00493D96"/>
    <w:rsid w:val="00493DBD"/>
    <w:rsid w:val="00493DBF"/>
    <w:rsid w:val="00493DE0"/>
    <w:rsid w:val="004941CB"/>
    <w:rsid w:val="004941E2"/>
    <w:rsid w:val="00494361"/>
    <w:rsid w:val="00494462"/>
    <w:rsid w:val="00494646"/>
    <w:rsid w:val="00494A71"/>
    <w:rsid w:val="00494AC6"/>
    <w:rsid w:val="00494D29"/>
    <w:rsid w:val="00494D5A"/>
    <w:rsid w:val="00495073"/>
    <w:rsid w:val="004951E5"/>
    <w:rsid w:val="004951F5"/>
    <w:rsid w:val="004955D6"/>
    <w:rsid w:val="004956CF"/>
    <w:rsid w:val="00495858"/>
    <w:rsid w:val="00495D23"/>
    <w:rsid w:val="00495E33"/>
    <w:rsid w:val="00495E6F"/>
    <w:rsid w:val="00496014"/>
    <w:rsid w:val="0049606B"/>
    <w:rsid w:val="00496198"/>
    <w:rsid w:val="0049624A"/>
    <w:rsid w:val="00496283"/>
    <w:rsid w:val="004962C0"/>
    <w:rsid w:val="004966A7"/>
    <w:rsid w:val="004966C2"/>
    <w:rsid w:val="00496951"/>
    <w:rsid w:val="00496A3B"/>
    <w:rsid w:val="00496B1F"/>
    <w:rsid w:val="00497124"/>
    <w:rsid w:val="00497138"/>
    <w:rsid w:val="004971A7"/>
    <w:rsid w:val="004973CF"/>
    <w:rsid w:val="004976A9"/>
    <w:rsid w:val="004976E0"/>
    <w:rsid w:val="0049774F"/>
    <w:rsid w:val="00497781"/>
    <w:rsid w:val="00497874"/>
    <w:rsid w:val="004978A6"/>
    <w:rsid w:val="004978E2"/>
    <w:rsid w:val="00497906"/>
    <w:rsid w:val="00497A7A"/>
    <w:rsid w:val="00497FCB"/>
    <w:rsid w:val="004A01B5"/>
    <w:rsid w:val="004A0271"/>
    <w:rsid w:val="004A03AF"/>
    <w:rsid w:val="004A03D1"/>
    <w:rsid w:val="004A0464"/>
    <w:rsid w:val="004A0560"/>
    <w:rsid w:val="004A0636"/>
    <w:rsid w:val="004A07B5"/>
    <w:rsid w:val="004A0846"/>
    <w:rsid w:val="004A08B3"/>
    <w:rsid w:val="004A0A23"/>
    <w:rsid w:val="004A0B31"/>
    <w:rsid w:val="004A0C34"/>
    <w:rsid w:val="004A0C46"/>
    <w:rsid w:val="004A0D0F"/>
    <w:rsid w:val="004A0DE2"/>
    <w:rsid w:val="004A0E70"/>
    <w:rsid w:val="004A0FB5"/>
    <w:rsid w:val="004A103E"/>
    <w:rsid w:val="004A107C"/>
    <w:rsid w:val="004A1141"/>
    <w:rsid w:val="004A1161"/>
    <w:rsid w:val="004A11A9"/>
    <w:rsid w:val="004A141E"/>
    <w:rsid w:val="004A1704"/>
    <w:rsid w:val="004A1856"/>
    <w:rsid w:val="004A18F9"/>
    <w:rsid w:val="004A192A"/>
    <w:rsid w:val="004A1938"/>
    <w:rsid w:val="004A1B42"/>
    <w:rsid w:val="004A1D59"/>
    <w:rsid w:val="004A1DBD"/>
    <w:rsid w:val="004A1DD0"/>
    <w:rsid w:val="004A2024"/>
    <w:rsid w:val="004A2032"/>
    <w:rsid w:val="004A2101"/>
    <w:rsid w:val="004A22CF"/>
    <w:rsid w:val="004A2324"/>
    <w:rsid w:val="004A23D8"/>
    <w:rsid w:val="004A2641"/>
    <w:rsid w:val="004A26A9"/>
    <w:rsid w:val="004A2735"/>
    <w:rsid w:val="004A2CBC"/>
    <w:rsid w:val="004A2CE6"/>
    <w:rsid w:val="004A2D92"/>
    <w:rsid w:val="004A2E7C"/>
    <w:rsid w:val="004A2FA0"/>
    <w:rsid w:val="004A3225"/>
    <w:rsid w:val="004A3230"/>
    <w:rsid w:val="004A32D5"/>
    <w:rsid w:val="004A334E"/>
    <w:rsid w:val="004A3421"/>
    <w:rsid w:val="004A347E"/>
    <w:rsid w:val="004A34A9"/>
    <w:rsid w:val="004A35CE"/>
    <w:rsid w:val="004A39CA"/>
    <w:rsid w:val="004A3A21"/>
    <w:rsid w:val="004A3A53"/>
    <w:rsid w:val="004A3A59"/>
    <w:rsid w:val="004A3A62"/>
    <w:rsid w:val="004A3CE1"/>
    <w:rsid w:val="004A3DA3"/>
    <w:rsid w:val="004A3DDF"/>
    <w:rsid w:val="004A3FD0"/>
    <w:rsid w:val="004A4087"/>
    <w:rsid w:val="004A421A"/>
    <w:rsid w:val="004A427A"/>
    <w:rsid w:val="004A4639"/>
    <w:rsid w:val="004A4696"/>
    <w:rsid w:val="004A492B"/>
    <w:rsid w:val="004A493A"/>
    <w:rsid w:val="004A4955"/>
    <w:rsid w:val="004A4BD1"/>
    <w:rsid w:val="004A4BE6"/>
    <w:rsid w:val="004A4CB9"/>
    <w:rsid w:val="004A4CBB"/>
    <w:rsid w:val="004A5017"/>
    <w:rsid w:val="004A546D"/>
    <w:rsid w:val="004A547D"/>
    <w:rsid w:val="004A5562"/>
    <w:rsid w:val="004A55DB"/>
    <w:rsid w:val="004A58DE"/>
    <w:rsid w:val="004A594A"/>
    <w:rsid w:val="004A59AC"/>
    <w:rsid w:val="004A5AF3"/>
    <w:rsid w:val="004A5C46"/>
    <w:rsid w:val="004A5C86"/>
    <w:rsid w:val="004A5CA7"/>
    <w:rsid w:val="004A5DFB"/>
    <w:rsid w:val="004A5E66"/>
    <w:rsid w:val="004A5EFA"/>
    <w:rsid w:val="004A62F5"/>
    <w:rsid w:val="004A6389"/>
    <w:rsid w:val="004A64CE"/>
    <w:rsid w:val="004A68F5"/>
    <w:rsid w:val="004A6AB6"/>
    <w:rsid w:val="004A6BEF"/>
    <w:rsid w:val="004A6D8E"/>
    <w:rsid w:val="004A6E01"/>
    <w:rsid w:val="004A6EC0"/>
    <w:rsid w:val="004A6ED5"/>
    <w:rsid w:val="004A6F31"/>
    <w:rsid w:val="004A6FB1"/>
    <w:rsid w:val="004A6FF5"/>
    <w:rsid w:val="004A7096"/>
    <w:rsid w:val="004A719C"/>
    <w:rsid w:val="004A7237"/>
    <w:rsid w:val="004A724B"/>
    <w:rsid w:val="004A7686"/>
    <w:rsid w:val="004A7977"/>
    <w:rsid w:val="004A7E07"/>
    <w:rsid w:val="004A7F9E"/>
    <w:rsid w:val="004B00C3"/>
    <w:rsid w:val="004B00D4"/>
    <w:rsid w:val="004B00F1"/>
    <w:rsid w:val="004B0135"/>
    <w:rsid w:val="004B0275"/>
    <w:rsid w:val="004B0375"/>
    <w:rsid w:val="004B0390"/>
    <w:rsid w:val="004B047C"/>
    <w:rsid w:val="004B05D2"/>
    <w:rsid w:val="004B06B3"/>
    <w:rsid w:val="004B084F"/>
    <w:rsid w:val="004B0933"/>
    <w:rsid w:val="004B0BAE"/>
    <w:rsid w:val="004B0C9B"/>
    <w:rsid w:val="004B0D88"/>
    <w:rsid w:val="004B0E66"/>
    <w:rsid w:val="004B101E"/>
    <w:rsid w:val="004B1079"/>
    <w:rsid w:val="004B13AF"/>
    <w:rsid w:val="004B1524"/>
    <w:rsid w:val="004B1629"/>
    <w:rsid w:val="004B174C"/>
    <w:rsid w:val="004B1794"/>
    <w:rsid w:val="004B1795"/>
    <w:rsid w:val="004B187F"/>
    <w:rsid w:val="004B199A"/>
    <w:rsid w:val="004B1BA4"/>
    <w:rsid w:val="004B1BC0"/>
    <w:rsid w:val="004B1C2E"/>
    <w:rsid w:val="004B1C9E"/>
    <w:rsid w:val="004B1CA5"/>
    <w:rsid w:val="004B1CC4"/>
    <w:rsid w:val="004B1D7A"/>
    <w:rsid w:val="004B1E6B"/>
    <w:rsid w:val="004B1F4B"/>
    <w:rsid w:val="004B20FC"/>
    <w:rsid w:val="004B2241"/>
    <w:rsid w:val="004B24D4"/>
    <w:rsid w:val="004B2803"/>
    <w:rsid w:val="004B2884"/>
    <w:rsid w:val="004B28E5"/>
    <w:rsid w:val="004B2B23"/>
    <w:rsid w:val="004B2DA2"/>
    <w:rsid w:val="004B3033"/>
    <w:rsid w:val="004B3131"/>
    <w:rsid w:val="004B3138"/>
    <w:rsid w:val="004B31DF"/>
    <w:rsid w:val="004B3231"/>
    <w:rsid w:val="004B35D5"/>
    <w:rsid w:val="004B3617"/>
    <w:rsid w:val="004B363D"/>
    <w:rsid w:val="004B3801"/>
    <w:rsid w:val="004B3878"/>
    <w:rsid w:val="004B3995"/>
    <w:rsid w:val="004B39AA"/>
    <w:rsid w:val="004B3C2C"/>
    <w:rsid w:val="004B3CB4"/>
    <w:rsid w:val="004B3DEB"/>
    <w:rsid w:val="004B3E6D"/>
    <w:rsid w:val="004B3F75"/>
    <w:rsid w:val="004B40DF"/>
    <w:rsid w:val="004B4161"/>
    <w:rsid w:val="004B4165"/>
    <w:rsid w:val="004B41C6"/>
    <w:rsid w:val="004B4329"/>
    <w:rsid w:val="004B442D"/>
    <w:rsid w:val="004B44FE"/>
    <w:rsid w:val="004B45F7"/>
    <w:rsid w:val="004B478B"/>
    <w:rsid w:val="004B4906"/>
    <w:rsid w:val="004B4951"/>
    <w:rsid w:val="004B4969"/>
    <w:rsid w:val="004B4A7A"/>
    <w:rsid w:val="004B4B6B"/>
    <w:rsid w:val="004B4BAA"/>
    <w:rsid w:val="004B4CFA"/>
    <w:rsid w:val="004B4D6B"/>
    <w:rsid w:val="004B5145"/>
    <w:rsid w:val="004B51E2"/>
    <w:rsid w:val="004B522F"/>
    <w:rsid w:val="004B53ED"/>
    <w:rsid w:val="004B54E4"/>
    <w:rsid w:val="004B569F"/>
    <w:rsid w:val="004B573B"/>
    <w:rsid w:val="004B576A"/>
    <w:rsid w:val="004B5843"/>
    <w:rsid w:val="004B5978"/>
    <w:rsid w:val="004B5A4B"/>
    <w:rsid w:val="004B5B99"/>
    <w:rsid w:val="004B5BFB"/>
    <w:rsid w:val="004B5C26"/>
    <w:rsid w:val="004B5CF9"/>
    <w:rsid w:val="004B5EEE"/>
    <w:rsid w:val="004B5F08"/>
    <w:rsid w:val="004B5F2F"/>
    <w:rsid w:val="004B5FD6"/>
    <w:rsid w:val="004B61E6"/>
    <w:rsid w:val="004B62F5"/>
    <w:rsid w:val="004B63BA"/>
    <w:rsid w:val="004B6512"/>
    <w:rsid w:val="004B65F2"/>
    <w:rsid w:val="004B66B3"/>
    <w:rsid w:val="004B6955"/>
    <w:rsid w:val="004B69A3"/>
    <w:rsid w:val="004B6A20"/>
    <w:rsid w:val="004B6D43"/>
    <w:rsid w:val="004B6F66"/>
    <w:rsid w:val="004B709F"/>
    <w:rsid w:val="004B70BF"/>
    <w:rsid w:val="004B70F9"/>
    <w:rsid w:val="004B7110"/>
    <w:rsid w:val="004B71F6"/>
    <w:rsid w:val="004B7224"/>
    <w:rsid w:val="004B75F5"/>
    <w:rsid w:val="004B764E"/>
    <w:rsid w:val="004B78DE"/>
    <w:rsid w:val="004B7964"/>
    <w:rsid w:val="004B797D"/>
    <w:rsid w:val="004B7A7F"/>
    <w:rsid w:val="004B7C76"/>
    <w:rsid w:val="004B7CF2"/>
    <w:rsid w:val="004B7DF2"/>
    <w:rsid w:val="004B7E86"/>
    <w:rsid w:val="004C003B"/>
    <w:rsid w:val="004C00A1"/>
    <w:rsid w:val="004C00C5"/>
    <w:rsid w:val="004C018B"/>
    <w:rsid w:val="004C01CC"/>
    <w:rsid w:val="004C0248"/>
    <w:rsid w:val="004C029F"/>
    <w:rsid w:val="004C0321"/>
    <w:rsid w:val="004C035A"/>
    <w:rsid w:val="004C0385"/>
    <w:rsid w:val="004C049F"/>
    <w:rsid w:val="004C04CE"/>
    <w:rsid w:val="004C04DF"/>
    <w:rsid w:val="004C04E0"/>
    <w:rsid w:val="004C05A6"/>
    <w:rsid w:val="004C08A7"/>
    <w:rsid w:val="004C08A9"/>
    <w:rsid w:val="004C0987"/>
    <w:rsid w:val="004C0A59"/>
    <w:rsid w:val="004C0DAB"/>
    <w:rsid w:val="004C0E85"/>
    <w:rsid w:val="004C0F1B"/>
    <w:rsid w:val="004C1045"/>
    <w:rsid w:val="004C1224"/>
    <w:rsid w:val="004C125B"/>
    <w:rsid w:val="004C1296"/>
    <w:rsid w:val="004C12D4"/>
    <w:rsid w:val="004C141F"/>
    <w:rsid w:val="004C15FC"/>
    <w:rsid w:val="004C16D9"/>
    <w:rsid w:val="004C180D"/>
    <w:rsid w:val="004C1A22"/>
    <w:rsid w:val="004C1A27"/>
    <w:rsid w:val="004C1AC9"/>
    <w:rsid w:val="004C1C4D"/>
    <w:rsid w:val="004C1EE9"/>
    <w:rsid w:val="004C2041"/>
    <w:rsid w:val="004C2072"/>
    <w:rsid w:val="004C2145"/>
    <w:rsid w:val="004C22AB"/>
    <w:rsid w:val="004C2431"/>
    <w:rsid w:val="004C26A2"/>
    <w:rsid w:val="004C2949"/>
    <w:rsid w:val="004C2AEB"/>
    <w:rsid w:val="004C2BFD"/>
    <w:rsid w:val="004C2E6C"/>
    <w:rsid w:val="004C2FD9"/>
    <w:rsid w:val="004C3138"/>
    <w:rsid w:val="004C32D8"/>
    <w:rsid w:val="004C33D4"/>
    <w:rsid w:val="004C3517"/>
    <w:rsid w:val="004C3741"/>
    <w:rsid w:val="004C3889"/>
    <w:rsid w:val="004C3A4D"/>
    <w:rsid w:val="004C3B32"/>
    <w:rsid w:val="004C3F1F"/>
    <w:rsid w:val="004C40A8"/>
    <w:rsid w:val="004C4298"/>
    <w:rsid w:val="004C4352"/>
    <w:rsid w:val="004C444B"/>
    <w:rsid w:val="004C4482"/>
    <w:rsid w:val="004C448E"/>
    <w:rsid w:val="004C4699"/>
    <w:rsid w:val="004C4786"/>
    <w:rsid w:val="004C4AF9"/>
    <w:rsid w:val="004C4D3A"/>
    <w:rsid w:val="004C4D66"/>
    <w:rsid w:val="004C4D93"/>
    <w:rsid w:val="004C4E0B"/>
    <w:rsid w:val="004C4F5C"/>
    <w:rsid w:val="004C4F7F"/>
    <w:rsid w:val="004C50BB"/>
    <w:rsid w:val="004C50BD"/>
    <w:rsid w:val="004C51DF"/>
    <w:rsid w:val="004C51E3"/>
    <w:rsid w:val="004C52EC"/>
    <w:rsid w:val="004C5378"/>
    <w:rsid w:val="004C5475"/>
    <w:rsid w:val="004C54F5"/>
    <w:rsid w:val="004C5523"/>
    <w:rsid w:val="004C558A"/>
    <w:rsid w:val="004C5631"/>
    <w:rsid w:val="004C57D4"/>
    <w:rsid w:val="004C580B"/>
    <w:rsid w:val="004C5860"/>
    <w:rsid w:val="004C58B8"/>
    <w:rsid w:val="004C5902"/>
    <w:rsid w:val="004C593D"/>
    <w:rsid w:val="004C5A2F"/>
    <w:rsid w:val="004C5B43"/>
    <w:rsid w:val="004C5B71"/>
    <w:rsid w:val="004C5D06"/>
    <w:rsid w:val="004C5D13"/>
    <w:rsid w:val="004C5DC7"/>
    <w:rsid w:val="004C5F03"/>
    <w:rsid w:val="004C607F"/>
    <w:rsid w:val="004C617D"/>
    <w:rsid w:val="004C621E"/>
    <w:rsid w:val="004C62BE"/>
    <w:rsid w:val="004C62F2"/>
    <w:rsid w:val="004C65EE"/>
    <w:rsid w:val="004C6609"/>
    <w:rsid w:val="004C6653"/>
    <w:rsid w:val="004C677F"/>
    <w:rsid w:val="004C68B4"/>
    <w:rsid w:val="004C6B01"/>
    <w:rsid w:val="004C6BBF"/>
    <w:rsid w:val="004C6C64"/>
    <w:rsid w:val="004C6CE1"/>
    <w:rsid w:val="004C6EE7"/>
    <w:rsid w:val="004C6F9D"/>
    <w:rsid w:val="004C70FC"/>
    <w:rsid w:val="004C7108"/>
    <w:rsid w:val="004C7277"/>
    <w:rsid w:val="004C7293"/>
    <w:rsid w:val="004C732D"/>
    <w:rsid w:val="004C741C"/>
    <w:rsid w:val="004C747F"/>
    <w:rsid w:val="004C755F"/>
    <w:rsid w:val="004C757E"/>
    <w:rsid w:val="004C764D"/>
    <w:rsid w:val="004C7867"/>
    <w:rsid w:val="004C78EF"/>
    <w:rsid w:val="004C792A"/>
    <w:rsid w:val="004C7A0C"/>
    <w:rsid w:val="004C7F13"/>
    <w:rsid w:val="004C7F6B"/>
    <w:rsid w:val="004D001C"/>
    <w:rsid w:val="004D015A"/>
    <w:rsid w:val="004D015B"/>
    <w:rsid w:val="004D0347"/>
    <w:rsid w:val="004D039F"/>
    <w:rsid w:val="004D03FD"/>
    <w:rsid w:val="004D045F"/>
    <w:rsid w:val="004D05C5"/>
    <w:rsid w:val="004D0612"/>
    <w:rsid w:val="004D072C"/>
    <w:rsid w:val="004D07DC"/>
    <w:rsid w:val="004D08B4"/>
    <w:rsid w:val="004D0A7F"/>
    <w:rsid w:val="004D0E2E"/>
    <w:rsid w:val="004D0EF8"/>
    <w:rsid w:val="004D0F34"/>
    <w:rsid w:val="004D116A"/>
    <w:rsid w:val="004D116B"/>
    <w:rsid w:val="004D13D1"/>
    <w:rsid w:val="004D163F"/>
    <w:rsid w:val="004D1746"/>
    <w:rsid w:val="004D1768"/>
    <w:rsid w:val="004D188C"/>
    <w:rsid w:val="004D18AA"/>
    <w:rsid w:val="004D18D0"/>
    <w:rsid w:val="004D1999"/>
    <w:rsid w:val="004D1A55"/>
    <w:rsid w:val="004D1C40"/>
    <w:rsid w:val="004D1C54"/>
    <w:rsid w:val="004D1D09"/>
    <w:rsid w:val="004D1D93"/>
    <w:rsid w:val="004D1EC0"/>
    <w:rsid w:val="004D203E"/>
    <w:rsid w:val="004D2287"/>
    <w:rsid w:val="004D22F2"/>
    <w:rsid w:val="004D2520"/>
    <w:rsid w:val="004D2740"/>
    <w:rsid w:val="004D295D"/>
    <w:rsid w:val="004D2C70"/>
    <w:rsid w:val="004D2F3B"/>
    <w:rsid w:val="004D2F8B"/>
    <w:rsid w:val="004D30C4"/>
    <w:rsid w:val="004D3104"/>
    <w:rsid w:val="004D3162"/>
    <w:rsid w:val="004D3163"/>
    <w:rsid w:val="004D321F"/>
    <w:rsid w:val="004D33B4"/>
    <w:rsid w:val="004D34C8"/>
    <w:rsid w:val="004D34EF"/>
    <w:rsid w:val="004D3582"/>
    <w:rsid w:val="004D3622"/>
    <w:rsid w:val="004D379F"/>
    <w:rsid w:val="004D3866"/>
    <w:rsid w:val="004D3959"/>
    <w:rsid w:val="004D3A58"/>
    <w:rsid w:val="004D3B4E"/>
    <w:rsid w:val="004D3C22"/>
    <w:rsid w:val="004D3DA6"/>
    <w:rsid w:val="004D3DCA"/>
    <w:rsid w:val="004D3E8A"/>
    <w:rsid w:val="004D4023"/>
    <w:rsid w:val="004D4560"/>
    <w:rsid w:val="004D4620"/>
    <w:rsid w:val="004D49CB"/>
    <w:rsid w:val="004D49F9"/>
    <w:rsid w:val="004D4A9D"/>
    <w:rsid w:val="004D4CF2"/>
    <w:rsid w:val="004D4D61"/>
    <w:rsid w:val="004D4F37"/>
    <w:rsid w:val="004D54B7"/>
    <w:rsid w:val="004D5656"/>
    <w:rsid w:val="004D5714"/>
    <w:rsid w:val="004D5878"/>
    <w:rsid w:val="004D58DF"/>
    <w:rsid w:val="004D59F4"/>
    <w:rsid w:val="004D5B2A"/>
    <w:rsid w:val="004D5B37"/>
    <w:rsid w:val="004D5B93"/>
    <w:rsid w:val="004D5CA4"/>
    <w:rsid w:val="004D5CBE"/>
    <w:rsid w:val="004D5E59"/>
    <w:rsid w:val="004D5E75"/>
    <w:rsid w:val="004D5E76"/>
    <w:rsid w:val="004D5FF4"/>
    <w:rsid w:val="004D6034"/>
    <w:rsid w:val="004D6146"/>
    <w:rsid w:val="004D62C6"/>
    <w:rsid w:val="004D663D"/>
    <w:rsid w:val="004D6862"/>
    <w:rsid w:val="004D687F"/>
    <w:rsid w:val="004D6A0F"/>
    <w:rsid w:val="004D6A37"/>
    <w:rsid w:val="004D6B70"/>
    <w:rsid w:val="004D6BC1"/>
    <w:rsid w:val="004D6C3F"/>
    <w:rsid w:val="004D6CB9"/>
    <w:rsid w:val="004D6D12"/>
    <w:rsid w:val="004D6D33"/>
    <w:rsid w:val="004D6DF8"/>
    <w:rsid w:val="004D6EA4"/>
    <w:rsid w:val="004D7056"/>
    <w:rsid w:val="004D7197"/>
    <w:rsid w:val="004D726A"/>
    <w:rsid w:val="004D728E"/>
    <w:rsid w:val="004D7571"/>
    <w:rsid w:val="004D75FF"/>
    <w:rsid w:val="004D7803"/>
    <w:rsid w:val="004D7837"/>
    <w:rsid w:val="004D7867"/>
    <w:rsid w:val="004D78D1"/>
    <w:rsid w:val="004D7A01"/>
    <w:rsid w:val="004D7AFE"/>
    <w:rsid w:val="004D7BBF"/>
    <w:rsid w:val="004D7D67"/>
    <w:rsid w:val="004D7EF6"/>
    <w:rsid w:val="004E00D8"/>
    <w:rsid w:val="004E00F2"/>
    <w:rsid w:val="004E01CE"/>
    <w:rsid w:val="004E031D"/>
    <w:rsid w:val="004E035C"/>
    <w:rsid w:val="004E045F"/>
    <w:rsid w:val="004E0613"/>
    <w:rsid w:val="004E0623"/>
    <w:rsid w:val="004E07BD"/>
    <w:rsid w:val="004E07DB"/>
    <w:rsid w:val="004E08A4"/>
    <w:rsid w:val="004E094A"/>
    <w:rsid w:val="004E0C61"/>
    <w:rsid w:val="004E0E03"/>
    <w:rsid w:val="004E0FF4"/>
    <w:rsid w:val="004E113C"/>
    <w:rsid w:val="004E13B0"/>
    <w:rsid w:val="004E14AE"/>
    <w:rsid w:val="004E16E5"/>
    <w:rsid w:val="004E16EA"/>
    <w:rsid w:val="004E1785"/>
    <w:rsid w:val="004E1827"/>
    <w:rsid w:val="004E1965"/>
    <w:rsid w:val="004E1A33"/>
    <w:rsid w:val="004E1B64"/>
    <w:rsid w:val="004E1E1A"/>
    <w:rsid w:val="004E1EAF"/>
    <w:rsid w:val="004E1FB5"/>
    <w:rsid w:val="004E1FF7"/>
    <w:rsid w:val="004E20A0"/>
    <w:rsid w:val="004E2138"/>
    <w:rsid w:val="004E227D"/>
    <w:rsid w:val="004E2349"/>
    <w:rsid w:val="004E2490"/>
    <w:rsid w:val="004E2532"/>
    <w:rsid w:val="004E2534"/>
    <w:rsid w:val="004E25BC"/>
    <w:rsid w:val="004E26D2"/>
    <w:rsid w:val="004E270A"/>
    <w:rsid w:val="004E28CB"/>
    <w:rsid w:val="004E2B79"/>
    <w:rsid w:val="004E2D54"/>
    <w:rsid w:val="004E2DC8"/>
    <w:rsid w:val="004E2E1F"/>
    <w:rsid w:val="004E2E70"/>
    <w:rsid w:val="004E2FEC"/>
    <w:rsid w:val="004E307E"/>
    <w:rsid w:val="004E30F2"/>
    <w:rsid w:val="004E30FD"/>
    <w:rsid w:val="004E324E"/>
    <w:rsid w:val="004E34DF"/>
    <w:rsid w:val="004E3623"/>
    <w:rsid w:val="004E3808"/>
    <w:rsid w:val="004E3884"/>
    <w:rsid w:val="004E3AE4"/>
    <w:rsid w:val="004E3B8B"/>
    <w:rsid w:val="004E3B93"/>
    <w:rsid w:val="004E3BA5"/>
    <w:rsid w:val="004E3D21"/>
    <w:rsid w:val="004E3EEF"/>
    <w:rsid w:val="004E4046"/>
    <w:rsid w:val="004E410B"/>
    <w:rsid w:val="004E414B"/>
    <w:rsid w:val="004E4155"/>
    <w:rsid w:val="004E41E5"/>
    <w:rsid w:val="004E4217"/>
    <w:rsid w:val="004E4229"/>
    <w:rsid w:val="004E447F"/>
    <w:rsid w:val="004E450E"/>
    <w:rsid w:val="004E4652"/>
    <w:rsid w:val="004E49CD"/>
    <w:rsid w:val="004E4B69"/>
    <w:rsid w:val="004E4C01"/>
    <w:rsid w:val="004E4C1D"/>
    <w:rsid w:val="004E4C8A"/>
    <w:rsid w:val="004E4E31"/>
    <w:rsid w:val="004E4EB1"/>
    <w:rsid w:val="004E5271"/>
    <w:rsid w:val="004E5499"/>
    <w:rsid w:val="004E5512"/>
    <w:rsid w:val="004E5A55"/>
    <w:rsid w:val="004E5C6E"/>
    <w:rsid w:val="004E5D39"/>
    <w:rsid w:val="004E5D77"/>
    <w:rsid w:val="004E5DE6"/>
    <w:rsid w:val="004E5EA9"/>
    <w:rsid w:val="004E5EEA"/>
    <w:rsid w:val="004E6002"/>
    <w:rsid w:val="004E6188"/>
    <w:rsid w:val="004E61E9"/>
    <w:rsid w:val="004E62D5"/>
    <w:rsid w:val="004E6343"/>
    <w:rsid w:val="004E6419"/>
    <w:rsid w:val="004E64FC"/>
    <w:rsid w:val="004E65BC"/>
    <w:rsid w:val="004E6725"/>
    <w:rsid w:val="004E6760"/>
    <w:rsid w:val="004E695C"/>
    <w:rsid w:val="004E6989"/>
    <w:rsid w:val="004E69E6"/>
    <w:rsid w:val="004E6A0D"/>
    <w:rsid w:val="004E6BC3"/>
    <w:rsid w:val="004E6C00"/>
    <w:rsid w:val="004E6C90"/>
    <w:rsid w:val="004E6F23"/>
    <w:rsid w:val="004E6F49"/>
    <w:rsid w:val="004E6FA6"/>
    <w:rsid w:val="004E6FEC"/>
    <w:rsid w:val="004E708E"/>
    <w:rsid w:val="004E719B"/>
    <w:rsid w:val="004E71DE"/>
    <w:rsid w:val="004E752A"/>
    <w:rsid w:val="004E75EF"/>
    <w:rsid w:val="004E7768"/>
    <w:rsid w:val="004E7808"/>
    <w:rsid w:val="004E7863"/>
    <w:rsid w:val="004E7AB5"/>
    <w:rsid w:val="004E7AD7"/>
    <w:rsid w:val="004E7ADF"/>
    <w:rsid w:val="004E7B66"/>
    <w:rsid w:val="004E7BE5"/>
    <w:rsid w:val="004E7FD5"/>
    <w:rsid w:val="004F001D"/>
    <w:rsid w:val="004F0110"/>
    <w:rsid w:val="004F01D0"/>
    <w:rsid w:val="004F04B4"/>
    <w:rsid w:val="004F04D8"/>
    <w:rsid w:val="004F0512"/>
    <w:rsid w:val="004F0860"/>
    <w:rsid w:val="004F0955"/>
    <w:rsid w:val="004F0C25"/>
    <w:rsid w:val="004F0E29"/>
    <w:rsid w:val="004F0EE7"/>
    <w:rsid w:val="004F11A0"/>
    <w:rsid w:val="004F144E"/>
    <w:rsid w:val="004F14D2"/>
    <w:rsid w:val="004F17D3"/>
    <w:rsid w:val="004F17D5"/>
    <w:rsid w:val="004F193D"/>
    <w:rsid w:val="004F1B17"/>
    <w:rsid w:val="004F1DF3"/>
    <w:rsid w:val="004F2017"/>
    <w:rsid w:val="004F2140"/>
    <w:rsid w:val="004F2302"/>
    <w:rsid w:val="004F23E5"/>
    <w:rsid w:val="004F2455"/>
    <w:rsid w:val="004F248D"/>
    <w:rsid w:val="004F2657"/>
    <w:rsid w:val="004F2747"/>
    <w:rsid w:val="004F283B"/>
    <w:rsid w:val="004F2BAA"/>
    <w:rsid w:val="004F2D7B"/>
    <w:rsid w:val="004F2EF5"/>
    <w:rsid w:val="004F3080"/>
    <w:rsid w:val="004F32D9"/>
    <w:rsid w:val="004F34FB"/>
    <w:rsid w:val="004F355F"/>
    <w:rsid w:val="004F3581"/>
    <w:rsid w:val="004F3622"/>
    <w:rsid w:val="004F3737"/>
    <w:rsid w:val="004F3779"/>
    <w:rsid w:val="004F37DE"/>
    <w:rsid w:val="004F3826"/>
    <w:rsid w:val="004F39BF"/>
    <w:rsid w:val="004F3CFD"/>
    <w:rsid w:val="004F3DDF"/>
    <w:rsid w:val="004F3EBB"/>
    <w:rsid w:val="004F3ED9"/>
    <w:rsid w:val="004F3F12"/>
    <w:rsid w:val="004F3F71"/>
    <w:rsid w:val="004F4069"/>
    <w:rsid w:val="004F40FC"/>
    <w:rsid w:val="004F4187"/>
    <w:rsid w:val="004F425F"/>
    <w:rsid w:val="004F460D"/>
    <w:rsid w:val="004F46CD"/>
    <w:rsid w:val="004F46D9"/>
    <w:rsid w:val="004F4A16"/>
    <w:rsid w:val="004F4AD7"/>
    <w:rsid w:val="004F4B2C"/>
    <w:rsid w:val="004F4B76"/>
    <w:rsid w:val="004F4D9C"/>
    <w:rsid w:val="004F4E6D"/>
    <w:rsid w:val="004F4EB1"/>
    <w:rsid w:val="004F4EDD"/>
    <w:rsid w:val="004F4FF4"/>
    <w:rsid w:val="004F5122"/>
    <w:rsid w:val="004F5199"/>
    <w:rsid w:val="004F526B"/>
    <w:rsid w:val="004F5353"/>
    <w:rsid w:val="004F5403"/>
    <w:rsid w:val="004F5457"/>
    <w:rsid w:val="004F54AF"/>
    <w:rsid w:val="004F54C2"/>
    <w:rsid w:val="004F56EB"/>
    <w:rsid w:val="004F57C8"/>
    <w:rsid w:val="004F58C9"/>
    <w:rsid w:val="004F58D4"/>
    <w:rsid w:val="004F5C9B"/>
    <w:rsid w:val="004F5CE6"/>
    <w:rsid w:val="004F5D06"/>
    <w:rsid w:val="004F5F5B"/>
    <w:rsid w:val="004F5FF0"/>
    <w:rsid w:val="004F6474"/>
    <w:rsid w:val="004F658E"/>
    <w:rsid w:val="004F66E6"/>
    <w:rsid w:val="004F66FF"/>
    <w:rsid w:val="004F6715"/>
    <w:rsid w:val="004F6A20"/>
    <w:rsid w:val="004F6AAE"/>
    <w:rsid w:val="004F6AC4"/>
    <w:rsid w:val="004F6B22"/>
    <w:rsid w:val="004F6D9E"/>
    <w:rsid w:val="004F6DE5"/>
    <w:rsid w:val="004F6F87"/>
    <w:rsid w:val="004F743D"/>
    <w:rsid w:val="004F75B0"/>
    <w:rsid w:val="004F75F0"/>
    <w:rsid w:val="004F75FB"/>
    <w:rsid w:val="004F7612"/>
    <w:rsid w:val="004F765B"/>
    <w:rsid w:val="004F78FB"/>
    <w:rsid w:val="004F79F5"/>
    <w:rsid w:val="004F7BFE"/>
    <w:rsid w:val="004F7C81"/>
    <w:rsid w:val="004F7CCA"/>
    <w:rsid w:val="004F7F0B"/>
    <w:rsid w:val="004F7F33"/>
    <w:rsid w:val="00500191"/>
    <w:rsid w:val="005001B0"/>
    <w:rsid w:val="005003F8"/>
    <w:rsid w:val="0050045C"/>
    <w:rsid w:val="00500509"/>
    <w:rsid w:val="00500530"/>
    <w:rsid w:val="0050057F"/>
    <w:rsid w:val="0050066E"/>
    <w:rsid w:val="005006AF"/>
    <w:rsid w:val="005009C1"/>
    <w:rsid w:val="00500A12"/>
    <w:rsid w:val="00500B03"/>
    <w:rsid w:val="00500B31"/>
    <w:rsid w:val="00500D7E"/>
    <w:rsid w:val="00500DEC"/>
    <w:rsid w:val="00500E1A"/>
    <w:rsid w:val="00500E96"/>
    <w:rsid w:val="00500F8D"/>
    <w:rsid w:val="005012EC"/>
    <w:rsid w:val="0050131A"/>
    <w:rsid w:val="005013CD"/>
    <w:rsid w:val="00501486"/>
    <w:rsid w:val="005015D1"/>
    <w:rsid w:val="00501847"/>
    <w:rsid w:val="005018B0"/>
    <w:rsid w:val="00501A43"/>
    <w:rsid w:val="00501B54"/>
    <w:rsid w:val="00501D8F"/>
    <w:rsid w:val="00501DDC"/>
    <w:rsid w:val="00501E95"/>
    <w:rsid w:val="00501F33"/>
    <w:rsid w:val="00502233"/>
    <w:rsid w:val="00502488"/>
    <w:rsid w:val="00502539"/>
    <w:rsid w:val="005027AE"/>
    <w:rsid w:val="00502809"/>
    <w:rsid w:val="0050296F"/>
    <w:rsid w:val="005029A5"/>
    <w:rsid w:val="00502A18"/>
    <w:rsid w:val="00502C96"/>
    <w:rsid w:val="00502CDE"/>
    <w:rsid w:val="00502D02"/>
    <w:rsid w:val="00502D38"/>
    <w:rsid w:val="00502E3C"/>
    <w:rsid w:val="00502EBF"/>
    <w:rsid w:val="00502FDF"/>
    <w:rsid w:val="0050302D"/>
    <w:rsid w:val="0050309F"/>
    <w:rsid w:val="005030C4"/>
    <w:rsid w:val="00503240"/>
    <w:rsid w:val="00503324"/>
    <w:rsid w:val="005033C1"/>
    <w:rsid w:val="00503413"/>
    <w:rsid w:val="005034AE"/>
    <w:rsid w:val="0050359B"/>
    <w:rsid w:val="0050362E"/>
    <w:rsid w:val="0050381E"/>
    <w:rsid w:val="0050388D"/>
    <w:rsid w:val="00503985"/>
    <w:rsid w:val="00503A45"/>
    <w:rsid w:val="00503AF7"/>
    <w:rsid w:val="00503B83"/>
    <w:rsid w:val="00503C4C"/>
    <w:rsid w:val="00503E80"/>
    <w:rsid w:val="00503FE5"/>
    <w:rsid w:val="0050409C"/>
    <w:rsid w:val="005040D2"/>
    <w:rsid w:val="00504274"/>
    <w:rsid w:val="0050479B"/>
    <w:rsid w:val="00504809"/>
    <w:rsid w:val="005048A1"/>
    <w:rsid w:val="00504AAD"/>
    <w:rsid w:val="00504D38"/>
    <w:rsid w:val="00504FE9"/>
    <w:rsid w:val="005051DD"/>
    <w:rsid w:val="00505286"/>
    <w:rsid w:val="0050529C"/>
    <w:rsid w:val="0050547C"/>
    <w:rsid w:val="0050548E"/>
    <w:rsid w:val="00505578"/>
    <w:rsid w:val="005055A8"/>
    <w:rsid w:val="00505649"/>
    <w:rsid w:val="00505787"/>
    <w:rsid w:val="005057AC"/>
    <w:rsid w:val="005058EE"/>
    <w:rsid w:val="00505906"/>
    <w:rsid w:val="00505A0C"/>
    <w:rsid w:val="00505E3B"/>
    <w:rsid w:val="00505F02"/>
    <w:rsid w:val="00505F5D"/>
    <w:rsid w:val="00506050"/>
    <w:rsid w:val="005060D0"/>
    <w:rsid w:val="005060FB"/>
    <w:rsid w:val="005061C4"/>
    <w:rsid w:val="005061E4"/>
    <w:rsid w:val="00506214"/>
    <w:rsid w:val="0050622C"/>
    <w:rsid w:val="005062EF"/>
    <w:rsid w:val="00506317"/>
    <w:rsid w:val="00506483"/>
    <w:rsid w:val="005064AE"/>
    <w:rsid w:val="005067E3"/>
    <w:rsid w:val="00506A7B"/>
    <w:rsid w:val="00506B23"/>
    <w:rsid w:val="00506CCE"/>
    <w:rsid w:val="00506D91"/>
    <w:rsid w:val="00506E88"/>
    <w:rsid w:val="00506EC2"/>
    <w:rsid w:val="00506F16"/>
    <w:rsid w:val="00507037"/>
    <w:rsid w:val="0050737D"/>
    <w:rsid w:val="005075AC"/>
    <w:rsid w:val="005076B9"/>
    <w:rsid w:val="005077AE"/>
    <w:rsid w:val="00507AD8"/>
    <w:rsid w:val="00507B90"/>
    <w:rsid w:val="00507C33"/>
    <w:rsid w:val="00507D33"/>
    <w:rsid w:val="00507E1E"/>
    <w:rsid w:val="00507F71"/>
    <w:rsid w:val="00507F98"/>
    <w:rsid w:val="00510013"/>
    <w:rsid w:val="0051027B"/>
    <w:rsid w:val="00510390"/>
    <w:rsid w:val="00510469"/>
    <w:rsid w:val="00510624"/>
    <w:rsid w:val="00510786"/>
    <w:rsid w:val="00510797"/>
    <w:rsid w:val="00510847"/>
    <w:rsid w:val="005108C6"/>
    <w:rsid w:val="005109DB"/>
    <w:rsid w:val="00510A3A"/>
    <w:rsid w:val="00510AAE"/>
    <w:rsid w:val="00510AB5"/>
    <w:rsid w:val="00510B89"/>
    <w:rsid w:val="00510E4E"/>
    <w:rsid w:val="00511151"/>
    <w:rsid w:val="005113C5"/>
    <w:rsid w:val="00511411"/>
    <w:rsid w:val="00511499"/>
    <w:rsid w:val="005114E7"/>
    <w:rsid w:val="00511754"/>
    <w:rsid w:val="00511A5C"/>
    <w:rsid w:val="00511AB4"/>
    <w:rsid w:val="00511AD8"/>
    <w:rsid w:val="00511B1C"/>
    <w:rsid w:val="00511C1A"/>
    <w:rsid w:val="00511F6B"/>
    <w:rsid w:val="00512007"/>
    <w:rsid w:val="00512084"/>
    <w:rsid w:val="00512276"/>
    <w:rsid w:val="00512543"/>
    <w:rsid w:val="005128BE"/>
    <w:rsid w:val="005129B3"/>
    <w:rsid w:val="00512C84"/>
    <w:rsid w:val="00512D4F"/>
    <w:rsid w:val="00512DAB"/>
    <w:rsid w:val="00512E48"/>
    <w:rsid w:val="00512E88"/>
    <w:rsid w:val="00512EFF"/>
    <w:rsid w:val="00512F81"/>
    <w:rsid w:val="00513022"/>
    <w:rsid w:val="00513099"/>
    <w:rsid w:val="005131BB"/>
    <w:rsid w:val="005131D6"/>
    <w:rsid w:val="005131DA"/>
    <w:rsid w:val="0051344E"/>
    <w:rsid w:val="005134D9"/>
    <w:rsid w:val="005135E5"/>
    <w:rsid w:val="00513847"/>
    <w:rsid w:val="00513897"/>
    <w:rsid w:val="00513900"/>
    <w:rsid w:val="00513AD5"/>
    <w:rsid w:val="00513EEF"/>
    <w:rsid w:val="005140F1"/>
    <w:rsid w:val="00514153"/>
    <w:rsid w:val="005141B7"/>
    <w:rsid w:val="00514346"/>
    <w:rsid w:val="005145F6"/>
    <w:rsid w:val="00514603"/>
    <w:rsid w:val="00514A00"/>
    <w:rsid w:val="00514A25"/>
    <w:rsid w:val="00514A8D"/>
    <w:rsid w:val="00514B2B"/>
    <w:rsid w:val="00514B93"/>
    <w:rsid w:val="00514BDE"/>
    <w:rsid w:val="00514C6B"/>
    <w:rsid w:val="00514CD1"/>
    <w:rsid w:val="00514DE0"/>
    <w:rsid w:val="00514E58"/>
    <w:rsid w:val="00514E6C"/>
    <w:rsid w:val="00514EE7"/>
    <w:rsid w:val="0051508B"/>
    <w:rsid w:val="005151F0"/>
    <w:rsid w:val="0051531D"/>
    <w:rsid w:val="005153C0"/>
    <w:rsid w:val="0051554B"/>
    <w:rsid w:val="00515725"/>
    <w:rsid w:val="0051583C"/>
    <w:rsid w:val="0051587B"/>
    <w:rsid w:val="00515962"/>
    <w:rsid w:val="00515997"/>
    <w:rsid w:val="00515CD7"/>
    <w:rsid w:val="00515DC2"/>
    <w:rsid w:val="00515E4B"/>
    <w:rsid w:val="00515E64"/>
    <w:rsid w:val="00516077"/>
    <w:rsid w:val="005160A5"/>
    <w:rsid w:val="005160DE"/>
    <w:rsid w:val="00516176"/>
    <w:rsid w:val="0051619A"/>
    <w:rsid w:val="00516435"/>
    <w:rsid w:val="00516477"/>
    <w:rsid w:val="00516551"/>
    <w:rsid w:val="00516574"/>
    <w:rsid w:val="0051683D"/>
    <w:rsid w:val="00516C04"/>
    <w:rsid w:val="00516CB9"/>
    <w:rsid w:val="0051713C"/>
    <w:rsid w:val="005171B2"/>
    <w:rsid w:val="00517348"/>
    <w:rsid w:val="00517421"/>
    <w:rsid w:val="005176AA"/>
    <w:rsid w:val="005176D7"/>
    <w:rsid w:val="00517906"/>
    <w:rsid w:val="00517A25"/>
    <w:rsid w:val="00517BE9"/>
    <w:rsid w:val="00517D25"/>
    <w:rsid w:val="00517D34"/>
    <w:rsid w:val="00517EA1"/>
    <w:rsid w:val="0052013B"/>
    <w:rsid w:val="00520377"/>
    <w:rsid w:val="0052037B"/>
    <w:rsid w:val="00520561"/>
    <w:rsid w:val="005205A3"/>
    <w:rsid w:val="0052060D"/>
    <w:rsid w:val="0052073C"/>
    <w:rsid w:val="00520798"/>
    <w:rsid w:val="005207A9"/>
    <w:rsid w:val="005207DB"/>
    <w:rsid w:val="00520957"/>
    <w:rsid w:val="00520D63"/>
    <w:rsid w:val="00520D9A"/>
    <w:rsid w:val="00520DDA"/>
    <w:rsid w:val="005210A7"/>
    <w:rsid w:val="00521105"/>
    <w:rsid w:val="005211A6"/>
    <w:rsid w:val="005211BE"/>
    <w:rsid w:val="0052131A"/>
    <w:rsid w:val="00521354"/>
    <w:rsid w:val="00521483"/>
    <w:rsid w:val="0052167F"/>
    <w:rsid w:val="00521742"/>
    <w:rsid w:val="005219EB"/>
    <w:rsid w:val="00521C4D"/>
    <w:rsid w:val="00521C68"/>
    <w:rsid w:val="00521D62"/>
    <w:rsid w:val="00521DEA"/>
    <w:rsid w:val="00521E04"/>
    <w:rsid w:val="00521E25"/>
    <w:rsid w:val="00521F5B"/>
    <w:rsid w:val="00521F87"/>
    <w:rsid w:val="005223EE"/>
    <w:rsid w:val="0052246B"/>
    <w:rsid w:val="00522547"/>
    <w:rsid w:val="00522612"/>
    <w:rsid w:val="00522776"/>
    <w:rsid w:val="00522836"/>
    <w:rsid w:val="00522850"/>
    <w:rsid w:val="005228ED"/>
    <w:rsid w:val="00522956"/>
    <w:rsid w:val="0052296B"/>
    <w:rsid w:val="00522B80"/>
    <w:rsid w:val="00522BA0"/>
    <w:rsid w:val="00522CCC"/>
    <w:rsid w:val="00522EE0"/>
    <w:rsid w:val="00522F1D"/>
    <w:rsid w:val="00522FD2"/>
    <w:rsid w:val="005230F9"/>
    <w:rsid w:val="005231E9"/>
    <w:rsid w:val="005231FE"/>
    <w:rsid w:val="00523375"/>
    <w:rsid w:val="00523389"/>
    <w:rsid w:val="0052339F"/>
    <w:rsid w:val="005235C6"/>
    <w:rsid w:val="00523850"/>
    <w:rsid w:val="00523863"/>
    <w:rsid w:val="00523B9E"/>
    <w:rsid w:val="00523D3B"/>
    <w:rsid w:val="00523E05"/>
    <w:rsid w:val="00523EB3"/>
    <w:rsid w:val="00523F51"/>
    <w:rsid w:val="005241DC"/>
    <w:rsid w:val="005241FD"/>
    <w:rsid w:val="0052429D"/>
    <w:rsid w:val="00524375"/>
    <w:rsid w:val="00524380"/>
    <w:rsid w:val="00524485"/>
    <w:rsid w:val="005244E8"/>
    <w:rsid w:val="00524605"/>
    <w:rsid w:val="00524744"/>
    <w:rsid w:val="00524F7A"/>
    <w:rsid w:val="00525019"/>
    <w:rsid w:val="0052507A"/>
    <w:rsid w:val="005250C5"/>
    <w:rsid w:val="00525117"/>
    <w:rsid w:val="0052513F"/>
    <w:rsid w:val="005251AA"/>
    <w:rsid w:val="005252A6"/>
    <w:rsid w:val="00525324"/>
    <w:rsid w:val="00525451"/>
    <w:rsid w:val="0052549D"/>
    <w:rsid w:val="0052555C"/>
    <w:rsid w:val="0052565E"/>
    <w:rsid w:val="005256C7"/>
    <w:rsid w:val="005258D1"/>
    <w:rsid w:val="00525A14"/>
    <w:rsid w:val="00525A33"/>
    <w:rsid w:val="00525B8C"/>
    <w:rsid w:val="00525C40"/>
    <w:rsid w:val="00525E33"/>
    <w:rsid w:val="00525E82"/>
    <w:rsid w:val="00525EE8"/>
    <w:rsid w:val="00525FB4"/>
    <w:rsid w:val="005261D5"/>
    <w:rsid w:val="0052632C"/>
    <w:rsid w:val="00526331"/>
    <w:rsid w:val="00526381"/>
    <w:rsid w:val="00526427"/>
    <w:rsid w:val="00526477"/>
    <w:rsid w:val="005264A0"/>
    <w:rsid w:val="005265CA"/>
    <w:rsid w:val="0052667B"/>
    <w:rsid w:val="005267E1"/>
    <w:rsid w:val="00526901"/>
    <w:rsid w:val="005269D3"/>
    <w:rsid w:val="00526A81"/>
    <w:rsid w:val="00526AC4"/>
    <w:rsid w:val="00526ACA"/>
    <w:rsid w:val="00526C29"/>
    <w:rsid w:val="00526D21"/>
    <w:rsid w:val="00526D9C"/>
    <w:rsid w:val="00526EE5"/>
    <w:rsid w:val="00526FE4"/>
    <w:rsid w:val="0052721C"/>
    <w:rsid w:val="00527252"/>
    <w:rsid w:val="00527352"/>
    <w:rsid w:val="005273CB"/>
    <w:rsid w:val="00527413"/>
    <w:rsid w:val="0052755E"/>
    <w:rsid w:val="00527897"/>
    <w:rsid w:val="005278DE"/>
    <w:rsid w:val="005279DA"/>
    <w:rsid w:val="00527A16"/>
    <w:rsid w:val="00527ACF"/>
    <w:rsid w:val="00527B69"/>
    <w:rsid w:val="00527B84"/>
    <w:rsid w:val="00527DF5"/>
    <w:rsid w:val="00527E81"/>
    <w:rsid w:val="00527EBB"/>
    <w:rsid w:val="00527F2D"/>
    <w:rsid w:val="00527F7D"/>
    <w:rsid w:val="00530171"/>
    <w:rsid w:val="005302E9"/>
    <w:rsid w:val="0053036A"/>
    <w:rsid w:val="00530428"/>
    <w:rsid w:val="005304B4"/>
    <w:rsid w:val="005304D7"/>
    <w:rsid w:val="005305AC"/>
    <w:rsid w:val="0053071F"/>
    <w:rsid w:val="00530788"/>
    <w:rsid w:val="00530B24"/>
    <w:rsid w:val="00530D15"/>
    <w:rsid w:val="00530DAB"/>
    <w:rsid w:val="00530EC8"/>
    <w:rsid w:val="00530FA8"/>
    <w:rsid w:val="0053105A"/>
    <w:rsid w:val="0053110E"/>
    <w:rsid w:val="00531159"/>
    <w:rsid w:val="00531219"/>
    <w:rsid w:val="00531375"/>
    <w:rsid w:val="00531392"/>
    <w:rsid w:val="005314C8"/>
    <w:rsid w:val="00531659"/>
    <w:rsid w:val="0053170B"/>
    <w:rsid w:val="00531872"/>
    <w:rsid w:val="00531AEA"/>
    <w:rsid w:val="00531BCF"/>
    <w:rsid w:val="00531CA6"/>
    <w:rsid w:val="00531D0E"/>
    <w:rsid w:val="00531D30"/>
    <w:rsid w:val="00531DE9"/>
    <w:rsid w:val="00531F33"/>
    <w:rsid w:val="00531F6E"/>
    <w:rsid w:val="00531FD1"/>
    <w:rsid w:val="0053228F"/>
    <w:rsid w:val="00532295"/>
    <w:rsid w:val="0053246D"/>
    <w:rsid w:val="005324E3"/>
    <w:rsid w:val="005325AA"/>
    <w:rsid w:val="0053261E"/>
    <w:rsid w:val="00532704"/>
    <w:rsid w:val="00532780"/>
    <w:rsid w:val="00532794"/>
    <w:rsid w:val="0053299D"/>
    <w:rsid w:val="00532A20"/>
    <w:rsid w:val="00532B47"/>
    <w:rsid w:val="00532CB7"/>
    <w:rsid w:val="00532EAA"/>
    <w:rsid w:val="00532F7A"/>
    <w:rsid w:val="00532FC9"/>
    <w:rsid w:val="00532FEC"/>
    <w:rsid w:val="0053307F"/>
    <w:rsid w:val="005330B7"/>
    <w:rsid w:val="005331F1"/>
    <w:rsid w:val="005332F9"/>
    <w:rsid w:val="0053331D"/>
    <w:rsid w:val="0053339F"/>
    <w:rsid w:val="0053340A"/>
    <w:rsid w:val="005334DD"/>
    <w:rsid w:val="005334EA"/>
    <w:rsid w:val="005335DD"/>
    <w:rsid w:val="00533858"/>
    <w:rsid w:val="005338BB"/>
    <w:rsid w:val="005338D0"/>
    <w:rsid w:val="0053393B"/>
    <w:rsid w:val="00533A1B"/>
    <w:rsid w:val="00533BD5"/>
    <w:rsid w:val="00533C1B"/>
    <w:rsid w:val="00533D2C"/>
    <w:rsid w:val="00533D31"/>
    <w:rsid w:val="00533D43"/>
    <w:rsid w:val="00533E39"/>
    <w:rsid w:val="00533F82"/>
    <w:rsid w:val="0053425B"/>
    <w:rsid w:val="0053428B"/>
    <w:rsid w:val="005342C3"/>
    <w:rsid w:val="005345C1"/>
    <w:rsid w:val="00534655"/>
    <w:rsid w:val="0053477F"/>
    <w:rsid w:val="00534794"/>
    <w:rsid w:val="00534832"/>
    <w:rsid w:val="005349AD"/>
    <w:rsid w:val="005349B7"/>
    <w:rsid w:val="00534B30"/>
    <w:rsid w:val="00534CE0"/>
    <w:rsid w:val="00534F41"/>
    <w:rsid w:val="00534F84"/>
    <w:rsid w:val="00534FF3"/>
    <w:rsid w:val="00535072"/>
    <w:rsid w:val="00535099"/>
    <w:rsid w:val="0053522D"/>
    <w:rsid w:val="005355F7"/>
    <w:rsid w:val="0053561D"/>
    <w:rsid w:val="00535768"/>
    <w:rsid w:val="0053576F"/>
    <w:rsid w:val="005357D5"/>
    <w:rsid w:val="00535804"/>
    <w:rsid w:val="00535981"/>
    <w:rsid w:val="005359C6"/>
    <w:rsid w:val="005359FC"/>
    <w:rsid w:val="00535A83"/>
    <w:rsid w:val="00535AC4"/>
    <w:rsid w:val="00535ADC"/>
    <w:rsid w:val="00535B68"/>
    <w:rsid w:val="00535C20"/>
    <w:rsid w:val="00535D8D"/>
    <w:rsid w:val="00535DE2"/>
    <w:rsid w:val="00535DF9"/>
    <w:rsid w:val="00535E34"/>
    <w:rsid w:val="00535FC6"/>
    <w:rsid w:val="005361AC"/>
    <w:rsid w:val="0053643D"/>
    <w:rsid w:val="005364CE"/>
    <w:rsid w:val="005364E2"/>
    <w:rsid w:val="00536641"/>
    <w:rsid w:val="0053675C"/>
    <w:rsid w:val="005367AD"/>
    <w:rsid w:val="00536AD1"/>
    <w:rsid w:val="00536C5D"/>
    <w:rsid w:val="00536DB0"/>
    <w:rsid w:val="00536E03"/>
    <w:rsid w:val="00536EB9"/>
    <w:rsid w:val="00536F2A"/>
    <w:rsid w:val="00537195"/>
    <w:rsid w:val="005371A7"/>
    <w:rsid w:val="005371D0"/>
    <w:rsid w:val="0053726A"/>
    <w:rsid w:val="005372DA"/>
    <w:rsid w:val="005373C1"/>
    <w:rsid w:val="00537496"/>
    <w:rsid w:val="0053757F"/>
    <w:rsid w:val="005375D9"/>
    <w:rsid w:val="005377DD"/>
    <w:rsid w:val="00537855"/>
    <w:rsid w:val="005378E2"/>
    <w:rsid w:val="00537915"/>
    <w:rsid w:val="005379C5"/>
    <w:rsid w:val="00537D2E"/>
    <w:rsid w:val="00537D83"/>
    <w:rsid w:val="00537EDF"/>
    <w:rsid w:val="00540014"/>
    <w:rsid w:val="005400B3"/>
    <w:rsid w:val="005401B4"/>
    <w:rsid w:val="00540224"/>
    <w:rsid w:val="00540299"/>
    <w:rsid w:val="0054034A"/>
    <w:rsid w:val="00540364"/>
    <w:rsid w:val="005404DD"/>
    <w:rsid w:val="005405F0"/>
    <w:rsid w:val="005407BD"/>
    <w:rsid w:val="00540826"/>
    <w:rsid w:val="0054089B"/>
    <w:rsid w:val="005408A8"/>
    <w:rsid w:val="00540926"/>
    <w:rsid w:val="00540A3E"/>
    <w:rsid w:val="00540A8A"/>
    <w:rsid w:val="00540AF6"/>
    <w:rsid w:val="00540C3D"/>
    <w:rsid w:val="00540CEC"/>
    <w:rsid w:val="00540DAD"/>
    <w:rsid w:val="00540FEA"/>
    <w:rsid w:val="0054105F"/>
    <w:rsid w:val="00541158"/>
    <w:rsid w:val="005411E7"/>
    <w:rsid w:val="0054151D"/>
    <w:rsid w:val="00541572"/>
    <w:rsid w:val="005415BF"/>
    <w:rsid w:val="0054160D"/>
    <w:rsid w:val="005416E8"/>
    <w:rsid w:val="00541756"/>
    <w:rsid w:val="00541776"/>
    <w:rsid w:val="00541783"/>
    <w:rsid w:val="0054192D"/>
    <w:rsid w:val="00541E69"/>
    <w:rsid w:val="005420B8"/>
    <w:rsid w:val="005424D6"/>
    <w:rsid w:val="005424E1"/>
    <w:rsid w:val="005426D4"/>
    <w:rsid w:val="0054275E"/>
    <w:rsid w:val="00542825"/>
    <w:rsid w:val="005428F3"/>
    <w:rsid w:val="00542949"/>
    <w:rsid w:val="00542969"/>
    <w:rsid w:val="00542A38"/>
    <w:rsid w:val="00542AD4"/>
    <w:rsid w:val="00542AEA"/>
    <w:rsid w:val="00542B90"/>
    <w:rsid w:val="00542C9D"/>
    <w:rsid w:val="00542DF2"/>
    <w:rsid w:val="00542FDB"/>
    <w:rsid w:val="00543286"/>
    <w:rsid w:val="005433E6"/>
    <w:rsid w:val="0054341B"/>
    <w:rsid w:val="00543586"/>
    <w:rsid w:val="00543715"/>
    <w:rsid w:val="0054379E"/>
    <w:rsid w:val="005438C3"/>
    <w:rsid w:val="005438FD"/>
    <w:rsid w:val="00543A24"/>
    <w:rsid w:val="00543A51"/>
    <w:rsid w:val="00543A96"/>
    <w:rsid w:val="00543B7D"/>
    <w:rsid w:val="00543D66"/>
    <w:rsid w:val="00543F99"/>
    <w:rsid w:val="00544045"/>
    <w:rsid w:val="00544093"/>
    <w:rsid w:val="0054420E"/>
    <w:rsid w:val="005443E1"/>
    <w:rsid w:val="005444F7"/>
    <w:rsid w:val="00544551"/>
    <w:rsid w:val="005445E1"/>
    <w:rsid w:val="00544948"/>
    <w:rsid w:val="00544A7C"/>
    <w:rsid w:val="00544D28"/>
    <w:rsid w:val="00544E4F"/>
    <w:rsid w:val="0054500D"/>
    <w:rsid w:val="00545039"/>
    <w:rsid w:val="0054503B"/>
    <w:rsid w:val="00545281"/>
    <w:rsid w:val="0054545B"/>
    <w:rsid w:val="005454B1"/>
    <w:rsid w:val="00545640"/>
    <w:rsid w:val="00545A82"/>
    <w:rsid w:val="00545D99"/>
    <w:rsid w:val="00545E52"/>
    <w:rsid w:val="00545EC5"/>
    <w:rsid w:val="00545F4A"/>
    <w:rsid w:val="005460B3"/>
    <w:rsid w:val="005460EB"/>
    <w:rsid w:val="00546163"/>
    <w:rsid w:val="0054620C"/>
    <w:rsid w:val="00546248"/>
    <w:rsid w:val="0054627A"/>
    <w:rsid w:val="0054645F"/>
    <w:rsid w:val="0054656B"/>
    <w:rsid w:val="005467A2"/>
    <w:rsid w:val="00546840"/>
    <w:rsid w:val="0054687A"/>
    <w:rsid w:val="00546A0E"/>
    <w:rsid w:val="00546B93"/>
    <w:rsid w:val="00546BAD"/>
    <w:rsid w:val="00546BC5"/>
    <w:rsid w:val="00546CC2"/>
    <w:rsid w:val="00546CC7"/>
    <w:rsid w:val="00546D2C"/>
    <w:rsid w:val="00546D56"/>
    <w:rsid w:val="00546EE2"/>
    <w:rsid w:val="00546F01"/>
    <w:rsid w:val="00546FCB"/>
    <w:rsid w:val="00547083"/>
    <w:rsid w:val="005470EA"/>
    <w:rsid w:val="00547185"/>
    <w:rsid w:val="005471DB"/>
    <w:rsid w:val="00547262"/>
    <w:rsid w:val="00547625"/>
    <w:rsid w:val="00547782"/>
    <w:rsid w:val="0054786A"/>
    <w:rsid w:val="00547A50"/>
    <w:rsid w:val="005500BC"/>
    <w:rsid w:val="00550144"/>
    <w:rsid w:val="00550264"/>
    <w:rsid w:val="00550399"/>
    <w:rsid w:val="005503B5"/>
    <w:rsid w:val="005505A7"/>
    <w:rsid w:val="0055082C"/>
    <w:rsid w:val="0055085E"/>
    <w:rsid w:val="00550C75"/>
    <w:rsid w:val="00550F28"/>
    <w:rsid w:val="00550FF0"/>
    <w:rsid w:val="00551098"/>
    <w:rsid w:val="005510D9"/>
    <w:rsid w:val="00551233"/>
    <w:rsid w:val="005512A1"/>
    <w:rsid w:val="0055135C"/>
    <w:rsid w:val="00551476"/>
    <w:rsid w:val="005515E4"/>
    <w:rsid w:val="005518A6"/>
    <w:rsid w:val="005518C7"/>
    <w:rsid w:val="0055196F"/>
    <w:rsid w:val="00551AFB"/>
    <w:rsid w:val="00551B47"/>
    <w:rsid w:val="00551B9C"/>
    <w:rsid w:val="00551CE7"/>
    <w:rsid w:val="00551D43"/>
    <w:rsid w:val="00551D50"/>
    <w:rsid w:val="00551F21"/>
    <w:rsid w:val="00551FEF"/>
    <w:rsid w:val="0055238F"/>
    <w:rsid w:val="0055252C"/>
    <w:rsid w:val="00552641"/>
    <w:rsid w:val="005526A1"/>
    <w:rsid w:val="00552744"/>
    <w:rsid w:val="005527C5"/>
    <w:rsid w:val="005529B1"/>
    <w:rsid w:val="00552A43"/>
    <w:rsid w:val="00552A5E"/>
    <w:rsid w:val="00552A67"/>
    <w:rsid w:val="00552FA2"/>
    <w:rsid w:val="00553250"/>
    <w:rsid w:val="0055344D"/>
    <w:rsid w:val="005534DA"/>
    <w:rsid w:val="005535D1"/>
    <w:rsid w:val="00553880"/>
    <w:rsid w:val="005538BF"/>
    <w:rsid w:val="00553A36"/>
    <w:rsid w:val="00553AF2"/>
    <w:rsid w:val="00553B4F"/>
    <w:rsid w:val="00553DE3"/>
    <w:rsid w:val="00553FD2"/>
    <w:rsid w:val="0055406B"/>
    <w:rsid w:val="00554081"/>
    <w:rsid w:val="0055414F"/>
    <w:rsid w:val="0055417B"/>
    <w:rsid w:val="0055460B"/>
    <w:rsid w:val="005548C3"/>
    <w:rsid w:val="00554A63"/>
    <w:rsid w:val="00554AC7"/>
    <w:rsid w:val="00554B37"/>
    <w:rsid w:val="00554B73"/>
    <w:rsid w:val="00554D16"/>
    <w:rsid w:val="00554ED0"/>
    <w:rsid w:val="00554F42"/>
    <w:rsid w:val="00555015"/>
    <w:rsid w:val="005550A8"/>
    <w:rsid w:val="00555211"/>
    <w:rsid w:val="0055521F"/>
    <w:rsid w:val="00555221"/>
    <w:rsid w:val="00555741"/>
    <w:rsid w:val="00555816"/>
    <w:rsid w:val="005558A9"/>
    <w:rsid w:val="005558F9"/>
    <w:rsid w:val="00555929"/>
    <w:rsid w:val="00555BEA"/>
    <w:rsid w:val="00555C98"/>
    <w:rsid w:val="00555D4C"/>
    <w:rsid w:val="00555E12"/>
    <w:rsid w:val="00555ECD"/>
    <w:rsid w:val="00555F8C"/>
    <w:rsid w:val="00556095"/>
    <w:rsid w:val="005563F3"/>
    <w:rsid w:val="00556539"/>
    <w:rsid w:val="0055671E"/>
    <w:rsid w:val="005567B2"/>
    <w:rsid w:val="00556888"/>
    <w:rsid w:val="005568F8"/>
    <w:rsid w:val="00556934"/>
    <w:rsid w:val="00556B8E"/>
    <w:rsid w:val="00556E14"/>
    <w:rsid w:val="005571E9"/>
    <w:rsid w:val="00557266"/>
    <w:rsid w:val="00557303"/>
    <w:rsid w:val="005573F5"/>
    <w:rsid w:val="0055743A"/>
    <w:rsid w:val="005574C0"/>
    <w:rsid w:val="005574C8"/>
    <w:rsid w:val="0055752A"/>
    <w:rsid w:val="00557584"/>
    <w:rsid w:val="00557600"/>
    <w:rsid w:val="00557623"/>
    <w:rsid w:val="005577C3"/>
    <w:rsid w:val="00557810"/>
    <w:rsid w:val="0055786F"/>
    <w:rsid w:val="00557B45"/>
    <w:rsid w:val="00557C6B"/>
    <w:rsid w:val="00557DF2"/>
    <w:rsid w:val="00557F8C"/>
    <w:rsid w:val="00560051"/>
    <w:rsid w:val="0056027A"/>
    <w:rsid w:val="005602AB"/>
    <w:rsid w:val="005602B8"/>
    <w:rsid w:val="005603B7"/>
    <w:rsid w:val="0056042D"/>
    <w:rsid w:val="005605E5"/>
    <w:rsid w:val="0056067F"/>
    <w:rsid w:val="005606A0"/>
    <w:rsid w:val="005606DC"/>
    <w:rsid w:val="00560776"/>
    <w:rsid w:val="005608AA"/>
    <w:rsid w:val="005608C2"/>
    <w:rsid w:val="005609A5"/>
    <w:rsid w:val="00560BCB"/>
    <w:rsid w:val="00560E12"/>
    <w:rsid w:val="0056107B"/>
    <w:rsid w:val="00561139"/>
    <w:rsid w:val="0056114F"/>
    <w:rsid w:val="005612A3"/>
    <w:rsid w:val="005612D2"/>
    <w:rsid w:val="00561437"/>
    <w:rsid w:val="00561694"/>
    <w:rsid w:val="005616D6"/>
    <w:rsid w:val="00561775"/>
    <w:rsid w:val="005619BC"/>
    <w:rsid w:val="00561A67"/>
    <w:rsid w:val="00561CDD"/>
    <w:rsid w:val="00561CDF"/>
    <w:rsid w:val="00561D4D"/>
    <w:rsid w:val="00561D50"/>
    <w:rsid w:val="005621A9"/>
    <w:rsid w:val="0056222C"/>
    <w:rsid w:val="005622B5"/>
    <w:rsid w:val="005622CB"/>
    <w:rsid w:val="005622F0"/>
    <w:rsid w:val="005623D6"/>
    <w:rsid w:val="00562444"/>
    <w:rsid w:val="0056248C"/>
    <w:rsid w:val="00562493"/>
    <w:rsid w:val="005625E0"/>
    <w:rsid w:val="005625E5"/>
    <w:rsid w:val="00562839"/>
    <w:rsid w:val="0056293F"/>
    <w:rsid w:val="005629BA"/>
    <w:rsid w:val="00562F9A"/>
    <w:rsid w:val="00563012"/>
    <w:rsid w:val="005631B2"/>
    <w:rsid w:val="005631F4"/>
    <w:rsid w:val="0056328B"/>
    <w:rsid w:val="00563322"/>
    <w:rsid w:val="005633D4"/>
    <w:rsid w:val="005635FE"/>
    <w:rsid w:val="0056370E"/>
    <w:rsid w:val="00563825"/>
    <w:rsid w:val="0056384C"/>
    <w:rsid w:val="00563A4B"/>
    <w:rsid w:val="00563B12"/>
    <w:rsid w:val="00563C47"/>
    <w:rsid w:val="00563C73"/>
    <w:rsid w:val="00563C87"/>
    <w:rsid w:val="0056410B"/>
    <w:rsid w:val="0056411D"/>
    <w:rsid w:val="00564405"/>
    <w:rsid w:val="0056440A"/>
    <w:rsid w:val="0056442B"/>
    <w:rsid w:val="00564513"/>
    <w:rsid w:val="0056453A"/>
    <w:rsid w:val="005646FF"/>
    <w:rsid w:val="005648C4"/>
    <w:rsid w:val="00564A3B"/>
    <w:rsid w:val="00564B08"/>
    <w:rsid w:val="00564B3C"/>
    <w:rsid w:val="00564C6C"/>
    <w:rsid w:val="00564ECC"/>
    <w:rsid w:val="00565105"/>
    <w:rsid w:val="005652C0"/>
    <w:rsid w:val="005653AD"/>
    <w:rsid w:val="005655D1"/>
    <w:rsid w:val="0056560C"/>
    <w:rsid w:val="00565803"/>
    <w:rsid w:val="0056582D"/>
    <w:rsid w:val="005659FE"/>
    <w:rsid w:val="00565A2B"/>
    <w:rsid w:val="00565A8F"/>
    <w:rsid w:val="00565AB0"/>
    <w:rsid w:val="00565AFD"/>
    <w:rsid w:val="00565B37"/>
    <w:rsid w:val="00565CC0"/>
    <w:rsid w:val="00565F77"/>
    <w:rsid w:val="00565F7E"/>
    <w:rsid w:val="0056600C"/>
    <w:rsid w:val="0056601E"/>
    <w:rsid w:val="00566092"/>
    <w:rsid w:val="0056618D"/>
    <w:rsid w:val="00566357"/>
    <w:rsid w:val="00566451"/>
    <w:rsid w:val="00566821"/>
    <w:rsid w:val="0056691F"/>
    <w:rsid w:val="005669EF"/>
    <w:rsid w:val="00566A04"/>
    <w:rsid w:val="00566A77"/>
    <w:rsid w:val="00566ABC"/>
    <w:rsid w:val="00566AC4"/>
    <w:rsid w:val="00566AFF"/>
    <w:rsid w:val="00566C26"/>
    <w:rsid w:val="00566C74"/>
    <w:rsid w:val="00566CCB"/>
    <w:rsid w:val="00566E92"/>
    <w:rsid w:val="00567026"/>
    <w:rsid w:val="005670B1"/>
    <w:rsid w:val="00567224"/>
    <w:rsid w:val="00567311"/>
    <w:rsid w:val="005673F1"/>
    <w:rsid w:val="0056743E"/>
    <w:rsid w:val="00567536"/>
    <w:rsid w:val="005675DF"/>
    <w:rsid w:val="0056772A"/>
    <w:rsid w:val="0056774C"/>
    <w:rsid w:val="00567812"/>
    <w:rsid w:val="00567A69"/>
    <w:rsid w:val="00567A92"/>
    <w:rsid w:val="00567B5D"/>
    <w:rsid w:val="00567B7F"/>
    <w:rsid w:val="00567B8C"/>
    <w:rsid w:val="00567BBA"/>
    <w:rsid w:val="00567C2F"/>
    <w:rsid w:val="00567C59"/>
    <w:rsid w:val="00567FC1"/>
    <w:rsid w:val="00570149"/>
    <w:rsid w:val="0057026C"/>
    <w:rsid w:val="005702A8"/>
    <w:rsid w:val="005702C6"/>
    <w:rsid w:val="005703FE"/>
    <w:rsid w:val="005705CA"/>
    <w:rsid w:val="00570747"/>
    <w:rsid w:val="0057074E"/>
    <w:rsid w:val="0057085F"/>
    <w:rsid w:val="0057090D"/>
    <w:rsid w:val="005709A7"/>
    <w:rsid w:val="005709C9"/>
    <w:rsid w:val="00570A47"/>
    <w:rsid w:val="00570C77"/>
    <w:rsid w:val="00570EC5"/>
    <w:rsid w:val="005710D2"/>
    <w:rsid w:val="005711C6"/>
    <w:rsid w:val="005711D6"/>
    <w:rsid w:val="005711F1"/>
    <w:rsid w:val="00571304"/>
    <w:rsid w:val="00571CFE"/>
    <w:rsid w:val="00572425"/>
    <w:rsid w:val="0057245B"/>
    <w:rsid w:val="005725D1"/>
    <w:rsid w:val="00572611"/>
    <w:rsid w:val="00572A21"/>
    <w:rsid w:val="00572A26"/>
    <w:rsid w:val="00572AAE"/>
    <w:rsid w:val="00572BC9"/>
    <w:rsid w:val="00572C69"/>
    <w:rsid w:val="00572D57"/>
    <w:rsid w:val="00572D89"/>
    <w:rsid w:val="00572DA6"/>
    <w:rsid w:val="00572E58"/>
    <w:rsid w:val="00573162"/>
    <w:rsid w:val="005732A8"/>
    <w:rsid w:val="005732BF"/>
    <w:rsid w:val="00573315"/>
    <w:rsid w:val="00573478"/>
    <w:rsid w:val="0057348D"/>
    <w:rsid w:val="0057356E"/>
    <w:rsid w:val="005735A8"/>
    <w:rsid w:val="005736EF"/>
    <w:rsid w:val="0057393D"/>
    <w:rsid w:val="0057396B"/>
    <w:rsid w:val="00573A18"/>
    <w:rsid w:val="00573A39"/>
    <w:rsid w:val="00573A52"/>
    <w:rsid w:val="00573B62"/>
    <w:rsid w:val="00573BD1"/>
    <w:rsid w:val="00573D24"/>
    <w:rsid w:val="00573DAB"/>
    <w:rsid w:val="00573F6D"/>
    <w:rsid w:val="00573F97"/>
    <w:rsid w:val="00574032"/>
    <w:rsid w:val="005740CE"/>
    <w:rsid w:val="005741B9"/>
    <w:rsid w:val="0057425A"/>
    <w:rsid w:val="005744F3"/>
    <w:rsid w:val="005746B9"/>
    <w:rsid w:val="00574A63"/>
    <w:rsid w:val="00574B92"/>
    <w:rsid w:val="00574BF8"/>
    <w:rsid w:val="00574DB9"/>
    <w:rsid w:val="005750B8"/>
    <w:rsid w:val="005750C6"/>
    <w:rsid w:val="00575218"/>
    <w:rsid w:val="00575247"/>
    <w:rsid w:val="005755BD"/>
    <w:rsid w:val="005756D3"/>
    <w:rsid w:val="0057571A"/>
    <w:rsid w:val="0057591C"/>
    <w:rsid w:val="00575953"/>
    <w:rsid w:val="00575AFF"/>
    <w:rsid w:val="00575C5D"/>
    <w:rsid w:val="00575D7E"/>
    <w:rsid w:val="00575FDA"/>
    <w:rsid w:val="00576294"/>
    <w:rsid w:val="005763DA"/>
    <w:rsid w:val="005764A7"/>
    <w:rsid w:val="00576799"/>
    <w:rsid w:val="005768C8"/>
    <w:rsid w:val="00576BF9"/>
    <w:rsid w:val="00576C78"/>
    <w:rsid w:val="00576DEB"/>
    <w:rsid w:val="00576FC8"/>
    <w:rsid w:val="0057704B"/>
    <w:rsid w:val="0057710F"/>
    <w:rsid w:val="00577149"/>
    <w:rsid w:val="00577267"/>
    <w:rsid w:val="0057727B"/>
    <w:rsid w:val="00577286"/>
    <w:rsid w:val="005772C5"/>
    <w:rsid w:val="005773AF"/>
    <w:rsid w:val="00577402"/>
    <w:rsid w:val="0057743B"/>
    <w:rsid w:val="0057765B"/>
    <w:rsid w:val="005778DE"/>
    <w:rsid w:val="00577BC9"/>
    <w:rsid w:val="00577C35"/>
    <w:rsid w:val="00577F22"/>
    <w:rsid w:val="00577F5B"/>
    <w:rsid w:val="00577FA3"/>
    <w:rsid w:val="00580022"/>
    <w:rsid w:val="005801ED"/>
    <w:rsid w:val="00580309"/>
    <w:rsid w:val="00580699"/>
    <w:rsid w:val="00580E4D"/>
    <w:rsid w:val="00581284"/>
    <w:rsid w:val="005815C8"/>
    <w:rsid w:val="0058160B"/>
    <w:rsid w:val="00581857"/>
    <w:rsid w:val="005818D0"/>
    <w:rsid w:val="0058190A"/>
    <w:rsid w:val="00581912"/>
    <w:rsid w:val="0058195C"/>
    <w:rsid w:val="00581A22"/>
    <w:rsid w:val="00581AB0"/>
    <w:rsid w:val="00581B2F"/>
    <w:rsid w:val="00581B38"/>
    <w:rsid w:val="00581C54"/>
    <w:rsid w:val="00581C66"/>
    <w:rsid w:val="00581C75"/>
    <w:rsid w:val="00581CC9"/>
    <w:rsid w:val="00582017"/>
    <w:rsid w:val="0058206C"/>
    <w:rsid w:val="005820A0"/>
    <w:rsid w:val="00582168"/>
    <w:rsid w:val="005822CE"/>
    <w:rsid w:val="0058242A"/>
    <w:rsid w:val="005825B4"/>
    <w:rsid w:val="005826A1"/>
    <w:rsid w:val="0058273D"/>
    <w:rsid w:val="00582775"/>
    <w:rsid w:val="005827E6"/>
    <w:rsid w:val="005828D1"/>
    <w:rsid w:val="005829AD"/>
    <w:rsid w:val="005829DD"/>
    <w:rsid w:val="00582BFB"/>
    <w:rsid w:val="00582C57"/>
    <w:rsid w:val="00582CBE"/>
    <w:rsid w:val="00582CC1"/>
    <w:rsid w:val="00582D34"/>
    <w:rsid w:val="00582EBD"/>
    <w:rsid w:val="00582F89"/>
    <w:rsid w:val="00582F9B"/>
    <w:rsid w:val="005830DF"/>
    <w:rsid w:val="00583204"/>
    <w:rsid w:val="005832D8"/>
    <w:rsid w:val="00583378"/>
    <w:rsid w:val="0058338D"/>
    <w:rsid w:val="0058366E"/>
    <w:rsid w:val="00583928"/>
    <w:rsid w:val="0058395F"/>
    <w:rsid w:val="00583B50"/>
    <w:rsid w:val="00583B5B"/>
    <w:rsid w:val="00583BAD"/>
    <w:rsid w:val="00583D24"/>
    <w:rsid w:val="00583D27"/>
    <w:rsid w:val="00584038"/>
    <w:rsid w:val="00584047"/>
    <w:rsid w:val="00584054"/>
    <w:rsid w:val="0058408D"/>
    <w:rsid w:val="0058410E"/>
    <w:rsid w:val="00584150"/>
    <w:rsid w:val="005846E6"/>
    <w:rsid w:val="00584726"/>
    <w:rsid w:val="00584790"/>
    <w:rsid w:val="00584847"/>
    <w:rsid w:val="0058491B"/>
    <w:rsid w:val="00584943"/>
    <w:rsid w:val="00584966"/>
    <w:rsid w:val="00584C8C"/>
    <w:rsid w:val="00584D02"/>
    <w:rsid w:val="00584D64"/>
    <w:rsid w:val="00584DFB"/>
    <w:rsid w:val="00584E2A"/>
    <w:rsid w:val="00584FAC"/>
    <w:rsid w:val="00585065"/>
    <w:rsid w:val="005850F0"/>
    <w:rsid w:val="0058517E"/>
    <w:rsid w:val="00585489"/>
    <w:rsid w:val="005855F5"/>
    <w:rsid w:val="00585646"/>
    <w:rsid w:val="00585661"/>
    <w:rsid w:val="00585832"/>
    <w:rsid w:val="00585AF3"/>
    <w:rsid w:val="00585C18"/>
    <w:rsid w:val="00585E5F"/>
    <w:rsid w:val="005860D7"/>
    <w:rsid w:val="00586178"/>
    <w:rsid w:val="005861FE"/>
    <w:rsid w:val="00586716"/>
    <w:rsid w:val="005868D8"/>
    <w:rsid w:val="00586E71"/>
    <w:rsid w:val="00586F90"/>
    <w:rsid w:val="00586F96"/>
    <w:rsid w:val="005870F1"/>
    <w:rsid w:val="0058712A"/>
    <w:rsid w:val="00587289"/>
    <w:rsid w:val="0058740A"/>
    <w:rsid w:val="005877E1"/>
    <w:rsid w:val="00587811"/>
    <w:rsid w:val="00587A25"/>
    <w:rsid w:val="00587A30"/>
    <w:rsid w:val="00587AAE"/>
    <w:rsid w:val="00587E2C"/>
    <w:rsid w:val="00587E6C"/>
    <w:rsid w:val="00587EC3"/>
    <w:rsid w:val="0059025F"/>
    <w:rsid w:val="005902BB"/>
    <w:rsid w:val="005903C3"/>
    <w:rsid w:val="005903CF"/>
    <w:rsid w:val="0059059C"/>
    <w:rsid w:val="0059069B"/>
    <w:rsid w:val="00590847"/>
    <w:rsid w:val="00590942"/>
    <w:rsid w:val="00590D68"/>
    <w:rsid w:val="00591104"/>
    <w:rsid w:val="0059114A"/>
    <w:rsid w:val="00591223"/>
    <w:rsid w:val="00591437"/>
    <w:rsid w:val="0059161C"/>
    <w:rsid w:val="005916A7"/>
    <w:rsid w:val="00591794"/>
    <w:rsid w:val="00591974"/>
    <w:rsid w:val="00591986"/>
    <w:rsid w:val="0059199D"/>
    <w:rsid w:val="00591A3C"/>
    <w:rsid w:val="00591AEA"/>
    <w:rsid w:val="00591B4D"/>
    <w:rsid w:val="00591CB9"/>
    <w:rsid w:val="00591CF8"/>
    <w:rsid w:val="00591F40"/>
    <w:rsid w:val="00591F8E"/>
    <w:rsid w:val="00592149"/>
    <w:rsid w:val="005921D9"/>
    <w:rsid w:val="00592494"/>
    <w:rsid w:val="00592541"/>
    <w:rsid w:val="00592563"/>
    <w:rsid w:val="00592621"/>
    <w:rsid w:val="00592893"/>
    <w:rsid w:val="005928DC"/>
    <w:rsid w:val="00592A45"/>
    <w:rsid w:val="00592ADA"/>
    <w:rsid w:val="00592C52"/>
    <w:rsid w:val="00593013"/>
    <w:rsid w:val="0059309D"/>
    <w:rsid w:val="005931D3"/>
    <w:rsid w:val="00593240"/>
    <w:rsid w:val="0059324A"/>
    <w:rsid w:val="00593481"/>
    <w:rsid w:val="00593668"/>
    <w:rsid w:val="005936C7"/>
    <w:rsid w:val="005939DB"/>
    <w:rsid w:val="00593AEE"/>
    <w:rsid w:val="00593BA8"/>
    <w:rsid w:val="00593D33"/>
    <w:rsid w:val="00593D52"/>
    <w:rsid w:val="00593F3B"/>
    <w:rsid w:val="005940A8"/>
    <w:rsid w:val="00594227"/>
    <w:rsid w:val="00594286"/>
    <w:rsid w:val="00594399"/>
    <w:rsid w:val="00594456"/>
    <w:rsid w:val="005944BF"/>
    <w:rsid w:val="0059467B"/>
    <w:rsid w:val="0059471E"/>
    <w:rsid w:val="00594727"/>
    <w:rsid w:val="00594733"/>
    <w:rsid w:val="00594769"/>
    <w:rsid w:val="00594964"/>
    <w:rsid w:val="00594A3A"/>
    <w:rsid w:val="00594A5E"/>
    <w:rsid w:val="00594CCC"/>
    <w:rsid w:val="00594D08"/>
    <w:rsid w:val="00594E59"/>
    <w:rsid w:val="005950BB"/>
    <w:rsid w:val="005951BC"/>
    <w:rsid w:val="005951D0"/>
    <w:rsid w:val="00595254"/>
    <w:rsid w:val="005952BA"/>
    <w:rsid w:val="0059531D"/>
    <w:rsid w:val="00595395"/>
    <w:rsid w:val="005954A2"/>
    <w:rsid w:val="0059550F"/>
    <w:rsid w:val="005955D1"/>
    <w:rsid w:val="00595663"/>
    <w:rsid w:val="00595709"/>
    <w:rsid w:val="0059573E"/>
    <w:rsid w:val="005957B2"/>
    <w:rsid w:val="00595923"/>
    <w:rsid w:val="005960DE"/>
    <w:rsid w:val="0059617A"/>
    <w:rsid w:val="005961A7"/>
    <w:rsid w:val="005961D7"/>
    <w:rsid w:val="00596316"/>
    <w:rsid w:val="00596437"/>
    <w:rsid w:val="00596508"/>
    <w:rsid w:val="005966CF"/>
    <w:rsid w:val="005966F4"/>
    <w:rsid w:val="00596A0D"/>
    <w:rsid w:val="00596C48"/>
    <w:rsid w:val="00596C7F"/>
    <w:rsid w:val="00596D29"/>
    <w:rsid w:val="00596E8F"/>
    <w:rsid w:val="00596F74"/>
    <w:rsid w:val="00596FF8"/>
    <w:rsid w:val="0059701A"/>
    <w:rsid w:val="00597085"/>
    <w:rsid w:val="0059725A"/>
    <w:rsid w:val="00597283"/>
    <w:rsid w:val="00597392"/>
    <w:rsid w:val="0059747A"/>
    <w:rsid w:val="005974C6"/>
    <w:rsid w:val="00597869"/>
    <w:rsid w:val="005978A6"/>
    <w:rsid w:val="00597976"/>
    <w:rsid w:val="00597C31"/>
    <w:rsid w:val="00597CBD"/>
    <w:rsid w:val="00597CEF"/>
    <w:rsid w:val="00597D70"/>
    <w:rsid w:val="00597FDE"/>
    <w:rsid w:val="005A006A"/>
    <w:rsid w:val="005A03E7"/>
    <w:rsid w:val="005A0429"/>
    <w:rsid w:val="005A0432"/>
    <w:rsid w:val="005A05D1"/>
    <w:rsid w:val="005A05D8"/>
    <w:rsid w:val="005A09A8"/>
    <w:rsid w:val="005A0A16"/>
    <w:rsid w:val="005A0AC8"/>
    <w:rsid w:val="005A0E26"/>
    <w:rsid w:val="005A0F9C"/>
    <w:rsid w:val="005A10D4"/>
    <w:rsid w:val="005A10F2"/>
    <w:rsid w:val="005A14CB"/>
    <w:rsid w:val="005A162F"/>
    <w:rsid w:val="005A1679"/>
    <w:rsid w:val="005A195A"/>
    <w:rsid w:val="005A19A4"/>
    <w:rsid w:val="005A19C1"/>
    <w:rsid w:val="005A1B72"/>
    <w:rsid w:val="005A1D4A"/>
    <w:rsid w:val="005A1D9D"/>
    <w:rsid w:val="005A1DFE"/>
    <w:rsid w:val="005A1EF2"/>
    <w:rsid w:val="005A1FAA"/>
    <w:rsid w:val="005A1FCB"/>
    <w:rsid w:val="005A201B"/>
    <w:rsid w:val="005A2119"/>
    <w:rsid w:val="005A21B8"/>
    <w:rsid w:val="005A2276"/>
    <w:rsid w:val="005A2589"/>
    <w:rsid w:val="005A266C"/>
    <w:rsid w:val="005A2670"/>
    <w:rsid w:val="005A26B1"/>
    <w:rsid w:val="005A29AF"/>
    <w:rsid w:val="005A29D0"/>
    <w:rsid w:val="005A2AF1"/>
    <w:rsid w:val="005A2B1D"/>
    <w:rsid w:val="005A2DC4"/>
    <w:rsid w:val="005A2EEC"/>
    <w:rsid w:val="005A307C"/>
    <w:rsid w:val="005A3190"/>
    <w:rsid w:val="005A3259"/>
    <w:rsid w:val="005A33D2"/>
    <w:rsid w:val="005A34CC"/>
    <w:rsid w:val="005A35B4"/>
    <w:rsid w:val="005A35CA"/>
    <w:rsid w:val="005A390E"/>
    <w:rsid w:val="005A39D1"/>
    <w:rsid w:val="005A3A96"/>
    <w:rsid w:val="005A3AF2"/>
    <w:rsid w:val="005A3AFE"/>
    <w:rsid w:val="005A3B66"/>
    <w:rsid w:val="005A3CCA"/>
    <w:rsid w:val="005A3D16"/>
    <w:rsid w:val="005A3DD7"/>
    <w:rsid w:val="005A3E72"/>
    <w:rsid w:val="005A3E8B"/>
    <w:rsid w:val="005A3EBA"/>
    <w:rsid w:val="005A3F44"/>
    <w:rsid w:val="005A4176"/>
    <w:rsid w:val="005A4316"/>
    <w:rsid w:val="005A43AF"/>
    <w:rsid w:val="005A46DD"/>
    <w:rsid w:val="005A4C83"/>
    <w:rsid w:val="005A4C9D"/>
    <w:rsid w:val="005A4DEB"/>
    <w:rsid w:val="005A5031"/>
    <w:rsid w:val="005A5064"/>
    <w:rsid w:val="005A52B2"/>
    <w:rsid w:val="005A534A"/>
    <w:rsid w:val="005A56CF"/>
    <w:rsid w:val="005A57EF"/>
    <w:rsid w:val="005A5824"/>
    <w:rsid w:val="005A5ACE"/>
    <w:rsid w:val="005A5B0D"/>
    <w:rsid w:val="005A5E0F"/>
    <w:rsid w:val="005A5F50"/>
    <w:rsid w:val="005A601B"/>
    <w:rsid w:val="005A6187"/>
    <w:rsid w:val="005A62E7"/>
    <w:rsid w:val="005A6471"/>
    <w:rsid w:val="005A6484"/>
    <w:rsid w:val="005A6508"/>
    <w:rsid w:val="005A668F"/>
    <w:rsid w:val="005A66B8"/>
    <w:rsid w:val="005A68E7"/>
    <w:rsid w:val="005A6E32"/>
    <w:rsid w:val="005A7204"/>
    <w:rsid w:val="005A724D"/>
    <w:rsid w:val="005A7368"/>
    <w:rsid w:val="005A7435"/>
    <w:rsid w:val="005A75D3"/>
    <w:rsid w:val="005A782D"/>
    <w:rsid w:val="005A78E4"/>
    <w:rsid w:val="005A78FC"/>
    <w:rsid w:val="005A7A1A"/>
    <w:rsid w:val="005A7B5F"/>
    <w:rsid w:val="005A7D97"/>
    <w:rsid w:val="005A7DDF"/>
    <w:rsid w:val="005A7E83"/>
    <w:rsid w:val="005A7FC4"/>
    <w:rsid w:val="005A7FFE"/>
    <w:rsid w:val="005B01FA"/>
    <w:rsid w:val="005B0401"/>
    <w:rsid w:val="005B0411"/>
    <w:rsid w:val="005B0447"/>
    <w:rsid w:val="005B04F6"/>
    <w:rsid w:val="005B0608"/>
    <w:rsid w:val="005B06F8"/>
    <w:rsid w:val="005B0881"/>
    <w:rsid w:val="005B0BA1"/>
    <w:rsid w:val="005B0BC0"/>
    <w:rsid w:val="005B0C83"/>
    <w:rsid w:val="005B0CC3"/>
    <w:rsid w:val="005B0D17"/>
    <w:rsid w:val="005B0D7C"/>
    <w:rsid w:val="005B0E3C"/>
    <w:rsid w:val="005B0EB4"/>
    <w:rsid w:val="005B0F47"/>
    <w:rsid w:val="005B13F5"/>
    <w:rsid w:val="005B1709"/>
    <w:rsid w:val="005B19E6"/>
    <w:rsid w:val="005B1B2B"/>
    <w:rsid w:val="005B1B8A"/>
    <w:rsid w:val="005B1DB6"/>
    <w:rsid w:val="005B1EFC"/>
    <w:rsid w:val="005B2040"/>
    <w:rsid w:val="005B22E4"/>
    <w:rsid w:val="005B22FD"/>
    <w:rsid w:val="005B233B"/>
    <w:rsid w:val="005B24E6"/>
    <w:rsid w:val="005B2694"/>
    <w:rsid w:val="005B2945"/>
    <w:rsid w:val="005B29AD"/>
    <w:rsid w:val="005B2A58"/>
    <w:rsid w:val="005B2AFA"/>
    <w:rsid w:val="005B2BD2"/>
    <w:rsid w:val="005B2E3D"/>
    <w:rsid w:val="005B2FB1"/>
    <w:rsid w:val="005B2FC5"/>
    <w:rsid w:val="005B3189"/>
    <w:rsid w:val="005B3279"/>
    <w:rsid w:val="005B3606"/>
    <w:rsid w:val="005B3689"/>
    <w:rsid w:val="005B36F8"/>
    <w:rsid w:val="005B37F4"/>
    <w:rsid w:val="005B3B3C"/>
    <w:rsid w:val="005B3BA8"/>
    <w:rsid w:val="005B3CCA"/>
    <w:rsid w:val="005B3D21"/>
    <w:rsid w:val="005B3D22"/>
    <w:rsid w:val="005B3D2C"/>
    <w:rsid w:val="005B3DC6"/>
    <w:rsid w:val="005B3DD7"/>
    <w:rsid w:val="005B4063"/>
    <w:rsid w:val="005B4081"/>
    <w:rsid w:val="005B426D"/>
    <w:rsid w:val="005B4336"/>
    <w:rsid w:val="005B4390"/>
    <w:rsid w:val="005B43C4"/>
    <w:rsid w:val="005B43CC"/>
    <w:rsid w:val="005B4429"/>
    <w:rsid w:val="005B4589"/>
    <w:rsid w:val="005B466E"/>
    <w:rsid w:val="005B471B"/>
    <w:rsid w:val="005B475E"/>
    <w:rsid w:val="005B48C2"/>
    <w:rsid w:val="005B498D"/>
    <w:rsid w:val="005B49D6"/>
    <w:rsid w:val="005B49FC"/>
    <w:rsid w:val="005B4A4F"/>
    <w:rsid w:val="005B4CAB"/>
    <w:rsid w:val="005B4DDA"/>
    <w:rsid w:val="005B4DE6"/>
    <w:rsid w:val="005B4DF2"/>
    <w:rsid w:val="005B4E86"/>
    <w:rsid w:val="005B4F0A"/>
    <w:rsid w:val="005B5053"/>
    <w:rsid w:val="005B51E6"/>
    <w:rsid w:val="005B51F4"/>
    <w:rsid w:val="005B546E"/>
    <w:rsid w:val="005B55C7"/>
    <w:rsid w:val="005B55D4"/>
    <w:rsid w:val="005B55EB"/>
    <w:rsid w:val="005B5664"/>
    <w:rsid w:val="005B57F0"/>
    <w:rsid w:val="005B57FF"/>
    <w:rsid w:val="005B59B4"/>
    <w:rsid w:val="005B5A50"/>
    <w:rsid w:val="005B5AB2"/>
    <w:rsid w:val="005B5C70"/>
    <w:rsid w:val="005B5CA5"/>
    <w:rsid w:val="005B5D99"/>
    <w:rsid w:val="005B5DC0"/>
    <w:rsid w:val="005B5E15"/>
    <w:rsid w:val="005B5EB0"/>
    <w:rsid w:val="005B6132"/>
    <w:rsid w:val="005B6154"/>
    <w:rsid w:val="005B6158"/>
    <w:rsid w:val="005B6360"/>
    <w:rsid w:val="005B6542"/>
    <w:rsid w:val="005B65C8"/>
    <w:rsid w:val="005B65E2"/>
    <w:rsid w:val="005B66A7"/>
    <w:rsid w:val="005B671B"/>
    <w:rsid w:val="005B6812"/>
    <w:rsid w:val="005B6894"/>
    <w:rsid w:val="005B689A"/>
    <w:rsid w:val="005B691B"/>
    <w:rsid w:val="005B69C8"/>
    <w:rsid w:val="005B6A54"/>
    <w:rsid w:val="005B6C03"/>
    <w:rsid w:val="005B6CCA"/>
    <w:rsid w:val="005B6DCA"/>
    <w:rsid w:val="005B6E04"/>
    <w:rsid w:val="005B6E44"/>
    <w:rsid w:val="005B6F08"/>
    <w:rsid w:val="005B7078"/>
    <w:rsid w:val="005B7242"/>
    <w:rsid w:val="005B7307"/>
    <w:rsid w:val="005B73BF"/>
    <w:rsid w:val="005B73F2"/>
    <w:rsid w:val="005B74A7"/>
    <w:rsid w:val="005B7661"/>
    <w:rsid w:val="005B76D1"/>
    <w:rsid w:val="005B77E9"/>
    <w:rsid w:val="005B7853"/>
    <w:rsid w:val="005B78CF"/>
    <w:rsid w:val="005B78EF"/>
    <w:rsid w:val="005B7A3B"/>
    <w:rsid w:val="005B7CF8"/>
    <w:rsid w:val="005B7D80"/>
    <w:rsid w:val="005C0092"/>
    <w:rsid w:val="005C00D4"/>
    <w:rsid w:val="005C02E7"/>
    <w:rsid w:val="005C0358"/>
    <w:rsid w:val="005C049F"/>
    <w:rsid w:val="005C0807"/>
    <w:rsid w:val="005C08F8"/>
    <w:rsid w:val="005C0A29"/>
    <w:rsid w:val="005C0CF9"/>
    <w:rsid w:val="005C0E21"/>
    <w:rsid w:val="005C0E87"/>
    <w:rsid w:val="005C0FBE"/>
    <w:rsid w:val="005C1104"/>
    <w:rsid w:val="005C1268"/>
    <w:rsid w:val="005C1297"/>
    <w:rsid w:val="005C1402"/>
    <w:rsid w:val="005C1509"/>
    <w:rsid w:val="005C15AD"/>
    <w:rsid w:val="005C18F3"/>
    <w:rsid w:val="005C19A3"/>
    <w:rsid w:val="005C1A60"/>
    <w:rsid w:val="005C1AE6"/>
    <w:rsid w:val="005C1AEA"/>
    <w:rsid w:val="005C1B45"/>
    <w:rsid w:val="005C1C86"/>
    <w:rsid w:val="005C1CFA"/>
    <w:rsid w:val="005C1E09"/>
    <w:rsid w:val="005C1E30"/>
    <w:rsid w:val="005C1F6C"/>
    <w:rsid w:val="005C1FD2"/>
    <w:rsid w:val="005C208A"/>
    <w:rsid w:val="005C20C4"/>
    <w:rsid w:val="005C21EF"/>
    <w:rsid w:val="005C21FB"/>
    <w:rsid w:val="005C22E1"/>
    <w:rsid w:val="005C25E5"/>
    <w:rsid w:val="005C26D5"/>
    <w:rsid w:val="005C26E5"/>
    <w:rsid w:val="005C2AB9"/>
    <w:rsid w:val="005C2E82"/>
    <w:rsid w:val="005C2F20"/>
    <w:rsid w:val="005C329C"/>
    <w:rsid w:val="005C32AF"/>
    <w:rsid w:val="005C362A"/>
    <w:rsid w:val="005C36B4"/>
    <w:rsid w:val="005C386B"/>
    <w:rsid w:val="005C38E1"/>
    <w:rsid w:val="005C39F1"/>
    <w:rsid w:val="005C3A2D"/>
    <w:rsid w:val="005C3C24"/>
    <w:rsid w:val="005C3DD6"/>
    <w:rsid w:val="005C3E0E"/>
    <w:rsid w:val="005C3E8C"/>
    <w:rsid w:val="005C3FF2"/>
    <w:rsid w:val="005C40D1"/>
    <w:rsid w:val="005C4353"/>
    <w:rsid w:val="005C43B5"/>
    <w:rsid w:val="005C445E"/>
    <w:rsid w:val="005C467D"/>
    <w:rsid w:val="005C4746"/>
    <w:rsid w:val="005C47F6"/>
    <w:rsid w:val="005C4827"/>
    <w:rsid w:val="005C4829"/>
    <w:rsid w:val="005C4949"/>
    <w:rsid w:val="005C4A6D"/>
    <w:rsid w:val="005C4AB4"/>
    <w:rsid w:val="005C4B46"/>
    <w:rsid w:val="005C4D87"/>
    <w:rsid w:val="005C4E8D"/>
    <w:rsid w:val="005C4F0D"/>
    <w:rsid w:val="005C4F2F"/>
    <w:rsid w:val="005C500E"/>
    <w:rsid w:val="005C506F"/>
    <w:rsid w:val="005C50F7"/>
    <w:rsid w:val="005C51AE"/>
    <w:rsid w:val="005C52EF"/>
    <w:rsid w:val="005C5442"/>
    <w:rsid w:val="005C5461"/>
    <w:rsid w:val="005C569C"/>
    <w:rsid w:val="005C56AC"/>
    <w:rsid w:val="005C5797"/>
    <w:rsid w:val="005C599F"/>
    <w:rsid w:val="005C59B9"/>
    <w:rsid w:val="005C59EF"/>
    <w:rsid w:val="005C5A4A"/>
    <w:rsid w:val="005C5B6D"/>
    <w:rsid w:val="005C6218"/>
    <w:rsid w:val="005C6276"/>
    <w:rsid w:val="005C6283"/>
    <w:rsid w:val="005C6467"/>
    <w:rsid w:val="005C651F"/>
    <w:rsid w:val="005C65E3"/>
    <w:rsid w:val="005C6661"/>
    <w:rsid w:val="005C66F6"/>
    <w:rsid w:val="005C6740"/>
    <w:rsid w:val="005C6764"/>
    <w:rsid w:val="005C6B29"/>
    <w:rsid w:val="005C6B43"/>
    <w:rsid w:val="005C6C85"/>
    <w:rsid w:val="005C6DA7"/>
    <w:rsid w:val="005C6DF6"/>
    <w:rsid w:val="005C6E14"/>
    <w:rsid w:val="005C712E"/>
    <w:rsid w:val="005C714C"/>
    <w:rsid w:val="005C7230"/>
    <w:rsid w:val="005C744E"/>
    <w:rsid w:val="005C77B1"/>
    <w:rsid w:val="005C7A8D"/>
    <w:rsid w:val="005C7C57"/>
    <w:rsid w:val="005C7C5D"/>
    <w:rsid w:val="005D028D"/>
    <w:rsid w:val="005D02D6"/>
    <w:rsid w:val="005D0397"/>
    <w:rsid w:val="005D046B"/>
    <w:rsid w:val="005D0643"/>
    <w:rsid w:val="005D06AA"/>
    <w:rsid w:val="005D08F1"/>
    <w:rsid w:val="005D0AE6"/>
    <w:rsid w:val="005D0B1C"/>
    <w:rsid w:val="005D0B79"/>
    <w:rsid w:val="005D0D42"/>
    <w:rsid w:val="005D0DD6"/>
    <w:rsid w:val="005D0E15"/>
    <w:rsid w:val="005D0E1E"/>
    <w:rsid w:val="005D0EC1"/>
    <w:rsid w:val="005D0EEB"/>
    <w:rsid w:val="005D12A5"/>
    <w:rsid w:val="005D12C5"/>
    <w:rsid w:val="005D12E1"/>
    <w:rsid w:val="005D14AB"/>
    <w:rsid w:val="005D15DB"/>
    <w:rsid w:val="005D1788"/>
    <w:rsid w:val="005D17C0"/>
    <w:rsid w:val="005D17D5"/>
    <w:rsid w:val="005D1974"/>
    <w:rsid w:val="005D1CC5"/>
    <w:rsid w:val="005D1D26"/>
    <w:rsid w:val="005D1E6B"/>
    <w:rsid w:val="005D1E91"/>
    <w:rsid w:val="005D1F0A"/>
    <w:rsid w:val="005D1FC8"/>
    <w:rsid w:val="005D1FE2"/>
    <w:rsid w:val="005D21AF"/>
    <w:rsid w:val="005D2261"/>
    <w:rsid w:val="005D247B"/>
    <w:rsid w:val="005D2626"/>
    <w:rsid w:val="005D27FB"/>
    <w:rsid w:val="005D29FC"/>
    <w:rsid w:val="005D2A6C"/>
    <w:rsid w:val="005D2EB8"/>
    <w:rsid w:val="005D2F0C"/>
    <w:rsid w:val="005D2F2F"/>
    <w:rsid w:val="005D309A"/>
    <w:rsid w:val="005D3109"/>
    <w:rsid w:val="005D3137"/>
    <w:rsid w:val="005D31A5"/>
    <w:rsid w:val="005D3226"/>
    <w:rsid w:val="005D33A2"/>
    <w:rsid w:val="005D33E4"/>
    <w:rsid w:val="005D33F9"/>
    <w:rsid w:val="005D35F0"/>
    <w:rsid w:val="005D37D5"/>
    <w:rsid w:val="005D38B2"/>
    <w:rsid w:val="005D3A7C"/>
    <w:rsid w:val="005D3B3A"/>
    <w:rsid w:val="005D3F69"/>
    <w:rsid w:val="005D4179"/>
    <w:rsid w:val="005D41B6"/>
    <w:rsid w:val="005D420B"/>
    <w:rsid w:val="005D422D"/>
    <w:rsid w:val="005D4306"/>
    <w:rsid w:val="005D444C"/>
    <w:rsid w:val="005D44C1"/>
    <w:rsid w:val="005D4688"/>
    <w:rsid w:val="005D46A6"/>
    <w:rsid w:val="005D46FD"/>
    <w:rsid w:val="005D4715"/>
    <w:rsid w:val="005D471A"/>
    <w:rsid w:val="005D4845"/>
    <w:rsid w:val="005D4887"/>
    <w:rsid w:val="005D4892"/>
    <w:rsid w:val="005D4A69"/>
    <w:rsid w:val="005D4A6E"/>
    <w:rsid w:val="005D4AD8"/>
    <w:rsid w:val="005D4BF7"/>
    <w:rsid w:val="005D4D06"/>
    <w:rsid w:val="005D4EB6"/>
    <w:rsid w:val="005D4F87"/>
    <w:rsid w:val="005D5007"/>
    <w:rsid w:val="005D5037"/>
    <w:rsid w:val="005D5048"/>
    <w:rsid w:val="005D5451"/>
    <w:rsid w:val="005D55CD"/>
    <w:rsid w:val="005D5950"/>
    <w:rsid w:val="005D5C58"/>
    <w:rsid w:val="005D5CD6"/>
    <w:rsid w:val="005D5D3C"/>
    <w:rsid w:val="005D5D44"/>
    <w:rsid w:val="005D5DAA"/>
    <w:rsid w:val="005D5F4F"/>
    <w:rsid w:val="005D6413"/>
    <w:rsid w:val="005D6463"/>
    <w:rsid w:val="005D6564"/>
    <w:rsid w:val="005D6572"/>
    <w:rsid w:val="005D659A"/>
    <w:rsid w:val="005D65CD"/>
    <w:rsid w:val="005D66AD"/>
    <w:rsid w:val="005D6795"/>
    <w:rsid w:val="005D69E0"/>
    <w:rsid w:val="005D6CE5"/>
    <w:rsid w:val="005D6D8B"/>
    <w:rsid w:val="005D6DAD"/>
    <w:rsid w:val="005D7211"/>
    <w:rsid w:val="005D72BD"/>
    <w:rsid w:val="005D7348"/>
    <w:rsid w:val="005D73CE"/>
    <w:rsid w:val="005D7402"/>
    <w:rsid w:val="005D7585"/>
    <w:rsid w:val="005D75D5"/>
    <w:rsid w:val="005D761C"/>
    <w:rsid w:val="005D76C6"/>
    <w:rsid w:val="005D76CC"/>
    <w:rsid w:val="005D7736"/>
    <w:rsid w:val="005D778A"/>
    <w:rsid w:val="005D79A8"/>
    <w:rsid w:val="005D7B6C"/>
    <w:rsid w:val="005D7BDF"/>
    <w:rsid w:val="005D7E1D"/>
    <w:rsid w:val="005E005B"/>
    <w:rsid w:val="005E01E2"/>
    <w:rsid w:val="005E02AD"/>
    <w:rsid w:val="005E03DC"/>
    <w:rsid w:val="005E0497"/>
    <w:rsid w:val="005E04BC"/>
    <w:rsid w:val="005E05B7"/>
    <w:rsid w:val="005E05D7"/>
    <w:rsid w:val="005E06AD"/>
    <w:rsid w:val="005E07E8"/>
    <w:rsid w:val="005E0861"/>
    <w:rsid w:val="005E08E5"/>
    <w:rsid w:val="005E09F4"/>
    <w:rsid w:val="005E0A47"/>
    <w:rsid w:val="005E0BA3"/>
    <w:rsid w:val="005E0BD5"/>
    <w:rsid w:val="005E0D30"/>
    <w:rsid w:val="005E10C9"/>
    <w:rsid w:val="005E1265"/>
    <w:rsid w:val="005E12A8"/>
    <w:rsid w:val="005E149F"/>
    <w:rsid w:val="005E1855"/>
    <w:rsid w:val="005E191B"/>
    <w:rsid w:val="005E19D1"/>
    <w:rsid w:val="005E1B1A"/>
    <w:rsid w:val="005E1DB4"/>
    <w:rsid w:val="005E1F8B"/>
    <w:rsid w:val="005E1FC2"/>
    <w:rsid w:val="005E1FCC"/>
    <w:rsid w:val="005E2259"/>
    <w:rsid w:val="005E24DF"/>
    <w:rsid w:val="005E278C"/>
    <w:rsid w:val="005E28BC"/>
    <w:rsid w:val="005E2CDB"/>
    <w:rsid w:val="005E2D15"/>
    <w:rsid w:val="005E2E13"/>
    <w:rsid w:val="005E3251"/>
    <w:rsid w:val="005E3292"/>
    <w:rsid w:val="005E3297"/>
    <w:rsid w:val="005E329B"/>
    <w:rsid w:val="005E33D6"/>
    <w:rsid w:val="005E35BE"/>
    <w:rsid w:val="005E36F3"/>
    <w:rsid w:val="005E37F8"/>
    <w:rsid w:val="005E3956"/>
    <w:rsid w:val="005E3999"/>
    <w:rsid w:val="005E3BB9"/>
    <w:rsid w:val="005E3CAB"/>
    <w:rsid w:val="005E3D47"/>
    <w:rsid w:val="005E3DB0"/>
    <w:rsid w:val="005E3DE1"/>
    <w:rsid w:val="005E3E57"/>
    <w:rsid w:val="005E3FB0"/>
    <w:rsid w:val="005E3FF6"/>
    <w:rsid w:val="005E420D"/>
    <w:rsid w:val="005E431F"/>
    <w:rsid w:val="005E434C"/>
    <w:rsid w:val="005E43C5"/>
    <w:rsid w:val="005E444E"/>
    <w:rsid w:val="005E467F"/>
    <w:rsid w:val="005E4715"/>
    <w:rsid w:val="005E47DF"/>
    <w:rsid w:val="005E48D7"/>
    <w:rsid w:val="005E493E"/>
    <w:rsid w:val="005E49AB"/>
    <w:rsid w:val="005E4B9B"/>
    <w:rsid w:val="005E4CB1"/>
    <w:rsid w:val="005E4CE8"/>
    <w:rsid w:val="005E4E0D"/>
    <w:rsid w:val="005E4E4B"/>
    <w:rsid w:val="005E4E88"/>
    <w:rsid w:val="005E5147"/>
    <w:rsid w:val="005E5291"/>
    <w:rsid w:val="005E5464"/>
    <w:rsid w:val="005E548E"/>
    <w:rsid w:val="005E56BA"/>
    <w:rsid w:val="005E56D2"/>
    <w:rsid w:val="005E580D"/>
    <w:rsid w:val="005E5985"/>
    <w:rsid w:val="005E5AE1"/>
    <w:rsid w:val="005E5CBC"/>
    <w:rsid w:val="005E5DF7"/>
    <w:rsid w:val="005E5E3F"/>
    <w:rsid w:val="005E5F9F"/>
    <w:rsid w:val="005E6076"/>
    <w:rsid w:val="005E62B0"/>
    <w:rsid w:val="005E62F7"/>
    <w:rsid w:val="005E637A"/>
    <w:rsid w:val="005E6438"/>
    <w:rsid w:val="005E650D"/>
    <w:rsid w:val="005E6899"/>
    <w:rsid w:val="005E6ACE"/>
    <w:rsid w:val="005E6B03"/>
    <w:rsid w:val="005E6B1F"/>
    <w:rsid w:val="005E6B44"/>
    <w:rsid w:val="005E6B6B"/>
    <w:rsid w:val="005E70DA"/>
    <w:rsid w:val="005E7101"/>
    <w:rsid w:val="005E7117"/>
    <w:rsid w:val="005E7343"/>
    <w:rsid w:val="005E7414"/>
    <w:rsid w:val="005E78CC"/>
    <w:rsid w:val="005E795A"/>
    <w:rsid w:val="005E7A31"/>
    <w:rsid w:val="005E7ADA"/>
    <w:rsid w:val="005E7D47"/>
    <w:rsid w:val="005E7DFA"/>
    <w:rsid w:val="005E7EEC"/>
    <w:rsid w:val="005E7F95"/>
    <w:rsid w:val="005F0052"/>
    <w:rsid w:val="005F01AE"/>
    <w:rsid w:val="005F024D"/>
    <w:rsid w:val="005F0310"/>
    <w:rsid w:val="005F031D"/>
    <w:rsid w:val="005F03BF"/>
    <w:rsid w:val="005F03D6"/>
    <w:rsid w:val="005F0426"/>
    <w:rsid w:val="005F07B2"/>
    <w:rsid w:val="005F082D"/>
    <w:rsid w:val="005F0B8E"/>
    <w:rsid w:val="005F0F49"/>
    <w:rsid w:val="005F0F73"/>
    <w:rsid w:val="005F0FCE"/>
    <w:rsid w:val="005F0FEF"/>
    <w:rsid w:val="005F11A6"/>
    <w:rsid w:val="005F1286"/>
    <w:rsid w:val="005F13C1"/>
    <w:rsid w:val="005F14E5"/>
    <w:rsid w:val="005F153A"/>
    <w:rsid w:val="005F15A2"/>
    <w:rsid w:val="005F17A1"/>
    <w:rsid w:val="005F17F3"/>
    <w:rsid w:val="005F1A8B"/>
    <w:rsid w:val="005F1DD2"/>
    <w:rsid w:val="005F1F3E"/>
    <w:rsid w:val="005F1F7B"/>
    <w:rsid w:val="005F1FD8"/>
    <w:rsid w:val="005F2088"/>
    <w:rsid w:val="005F2111"/>
    <w:rsid w:val="005F21D3"/>
    <w:rsid w:val="005F21DF"/>
    <w:rsid w:val="005F2278"/>
    <w:rsid w:val="005F228B"/>
    <w:rsid w:val="005F244B"/>
    <w:rsid w:val="005F269D"/>
    <w:rsid w:val="005F286E"/>
    <w:rsid w:val="005F29CF"/>
    <w:rsid w:val="005F2A46"/>
    <w:rsid w:val="005F2A77"/>
    <w:rsid w:val="005F2B41"/>
    <w:rsid w:val="005F2BDF"/>
    <w:rsid w:val="005F2F85"/>
    <w:rsid w:val="005F33BE"/>
    <w:rsid w:val="005F349E"/>
    <w:rsid w:val="005F34A6"/>
    <w:rsid w:val="005F36F4"/>
    <w:rsid w:val="005F37AD"/>
    <w:rsid w:val="005F3858"/>
    <w:rsid w:val="005F39B7"/>
    <w:rsid w:val="005F3C58"/>
    <w:rsid w:val="005F3C76"/>
    <w:rsid w:val="005F3D51"/>
    <w:rsid w:val="005F3EF5"/>
    <w:rsid w:val="005F41D4"/>
    <w:rsid w:val="005F43CF"/>
    <w:rsid w:val="005F4410"/>
    <w:rsid w:val="005F4599"/>
    <w:rsid w:val="005F45CB"/>
    <w:rsid w:val="005F45D2"/>
    <w:rsid w:val="005F4834"/>
    <w:rsid w:val="005F483A"/>
    <w:rsid w:val="005F4892"/>
    <w:rsid w:val="005F4992"/>
    <w:rsid w:val="005F49A6"/>
    <w:rsid w:val="005F4A0F"/>
    <w:rsid w:val="005F4AE8"/>
    <w:rsid w:val="005F4E06"/>
    <w:rsid w:val="005F50DB"/>
    <w:rsid w:val="005F50E9"/>
    <w:rsid w:val="005F50EA"/>
    <w:rsid w:val="005F512B"/>
    <w:rsid w:val="005F5431"/>
    <w:rsid w:val="005F54DD"/>
    <w:rsid w:val="005F56DB"/>
    <w:rsid w:val="005F5836"/>
    <w:rsid w:val="005F584B"/>
    <w:rsid w:val="005F5A44"/>
    <w:rsid w:val="005F5CDB"/>
    <w:rsid w:val="005F5D74"/>
    <w:rsid w:val="005F5F2D"/>
    <w:rsid w:val="005F6015"/>
    <w:rsid w:val="005F6111"/>
    <w:rsid w:val="005F6259"/>
    <w:rsid w:val="005F631E"/>
    <w:rsid w:val="005F6402"/>
    <w:rsid w:val="005F6411"/>
    <w:rsid w:val="005F64F0"/>
    <w:rsid w:val="005F6723"/>
    <w:rsid w:val="005F6757"/>
    <w:rsid w:val="005F675C"/>
    <w:rsid w:val="005F6CCB"/>
    <w:rsid w:val="005F6E35"/>
    <w:rsid w:val="005F7074"/>
    <w:rsid w:val="005F7131"/>
    <w:rsid w:val="005F7168"/>
    <w:rsid w:val="005F718F"/>
    <w:rsid w:val="005F7232"/>
    <w:rsid w:val="005F72E9"/>
    <w:rsid w:val="005F7326"/>
    <w:rsid w:val="005F747B"/>
    <w:rsid w:val="005F748A"/>
    <w:rsid w:val="005F75E2"/>
    <w:rsid w:val="005F78B1"/>
    <w:rsid w:val="005F7933"/>
    <w:rsid w:val="005F798F"/>
    <w:rsid w:val="005F7C1D"/>
    <w:rsid w:val="005F7C54"/>
    <w:rsid w:val="005F7CD0"/>
    <w:rsid w:val="005F7DD6"/>
    <w:rsid w:val="005F7E55"/>
    <w:rsid w:val="006000F1"/>
    <w:rsid w:val="006002EB"/>
    <w:rsid w:val="00600309"/>
    <w:rsid w:val="0060039B"/>
    <w:rsid w:val="0060044C"/>
    <w:rsid w:val="0060046C"/>
    <w:rsid w:val="006004F7"/>
    <w:rsid w:val="006005FE"/>
    <w:rsid w:val="00600815"/>
    <w:rsid w:val="006008E7"/>
    <w:rsid w:val="006009F6"/>
    <w:rsid w:val="00600A11"/>
    <w:rsid w:val="00600AD3"/>
    <w:rsid w:val="00600C16"/>
    <w:rsid w:val="00600C8C"/>
    <w:rsid w:val="00600D9D"/>
    <w:rsid w:val="00600DC0"/>
    <w:rsid w:val="00600F86"/>
    <w:rsid w:val="0060104F"/>
    <w:rsid w:val="00601071"/>
    <w:rsid w:val="006011EC"/>
    <w:rsid w:val="006013F0"/>
    <w:rsid w:val="00601513"/>
    <w:rsid w:val="006015CA"/>
    <w:rsid w:val="006017FB"/>
    <w:rsid w:val="00601908"/>
    <w:rsid w:val="0060198A"/>
    <w:rsid w:val="00601C3E"/>
    <w:rsid w:val="00601CD9"/>
    <w:rsid w:val="00601D9E"/>
    <w:rsid w:val="00601EA7"/>
    <w:rsid w:val="00601FFC"/>
    <w:rsid w:val="00602158"/>
    <w:rsid w:val="006021BC"/>
    <w:rsid w:val="00602218"/>
    <w:rsid w:val="006023D4"/>
    <w:rsid w:val="006024C3"/>
    <w:rsid w:val="006024E8"/>
    <w:rsid w:val="00602645"/>
    <w:rsid w:val="00602667"/>
    <w:rsid w:val="00602748"/>
    <w:rsid w:val="00602891"/>
    <w:rsid w:val="0060296C"/>
    <w:rsid w:val="00602995"/>
    <w:rsid w:val="00602AEB"/>
    <w:rsid w:val="00602B72"/>
    <w:rsid w:val="00602BB9"/>
    <w:rsid w:val="00602D24"/>
    <w:rsid w:val="00602D7B"/>
    <w:rsid w:val="00602D97"/>
    <w:rsid w:val="00602FBF"/>
    <w:rsid w:val="00603258"/>
    <w:rsid w:val="00603273"/>
    <w:rsid w:val="00603386"/>
    <w:rsid w:val="00603457"/>
    <w:rsid w:val="006034DF"/>
    <w:rsid w:val="0060354C"/>
    <w:rsid w:val="006036E2"/>
    <w:rsid w:val="00603735"/>
    <w:rsid w:val="006038B9"/>
    <w:rsid w:val="00603B52"/>
    <w:rsid w:val="00603BBC"/>
    <w:rsid w:val="00603BD0"/>
    <w:rsid w:val="00603E65"/>
    <w:rsid w:val="00603E67"/>
    <w:rsid w:val="00603F32"/>
    <w:rsid w:val="006040C5"/>
    <w:rsid w:val="0060413B"/>
    <w:rsid w:val="006044FC"/>
    <w:rsid w:val="00604549"/>
    <w:rsid w:val="006045AD"/>
    <w:rsid w:val="00604AFA"/>
    <w:rsid w:val="00604B28"/>
    <w:rsid w:val="00604B29"/>
    <w:rsid w:val="00604C6E"/>
    <w:rsid w:val="00604CE8"/>
    <w:rsid w:val="00604D8C"/>
    <w:rsid w:val="00604F5F"/>
    <w:rsid w:val="006051F6"/>
    <w:rsid w:val="006052E7"/>
    <w:rsid w:val="00605583"/>
    <w:rsid w:val="00605668"/>
    <w:rsid w:val="00605827"/>
    <w:rsid w:val="00605AD6"/>
    <w:rsid w:val="00605CB2"/>
    <w:rsid w:val="00605D00"/>
    <w:rsid w:val="00605F90"/>
    <w:rsid w:val="00605FB9"/>
    <w:rsid w:val="00606124"/>
    <w:rsid w:val="00606150"/>
    <w:rsid w:val="00606285"/>
    <w:rsid w:val="006064F0"/>
    <w:rsid w:val="0060657F"/>
    <w:rsid w:val="00606768"/>
    <w:rsid w:val="00606986"/>
    <w:rsid w:val="00606A7E"/>
    <w:rsid w:val="00606B12"/>
    <w:rsid w:val="00606E9E"/>
    <w:rsid w:val="006070C9"/>
    <w:rsid w:val="0060710B"/>
    <w:rsid w:val="0060713C"/>
    <w:rsid w:val="0060758C"/>
    <w:rsid w:val="00607606"/>
    <w:rsid w:val="00607775"/>
    <w:rsid w:val="00607866"/>
    <w:rsid w:val="00607AAA"/>
    <w:rsid w:val="00607ACB"/>
    <w:rsid w:val="00607B5A"/>
    <w:rsid w:val="00607BF7"/>
    <w:rsid w:val="00607CEB"/>
    <w:rsid w:val="00607D56"/>
    <w:rsid w:val="00610153"/>
    <w:rsid w:val="00610301"/>
    <w:rsid w:val="0061038F"/>
    <w:rsid w:val="00610426"/>
    <w:rsid w:val="00610469"/>
    <w:rsid w:val="00610512"/>
    <w:rsid w:val="0061051C"/>
    <w:rsid w:val="006106A0"/>
    <w:rsid w:val="006106F3"/>
    <w:rsid w:val="0061075A"/>
    <w:rsid w:val="0061079F"/>
    <w:rsid w:val="006107AC"/>
    <w:rsid w:val="00610919"/>
    <w:rsid w:val="00610986"/>
    <w:rsid w:val="00610B96"/>
    <w:rsid w:val="00610C1C"/>
    <w:rsid w:val="00610E26"/>
    <w:rsid w:val="00611164"/>
    <w:rsid w:val="006111B9"/>
    <w:rsid w:val="006113CD"/>
    <w:rsid w:val="00611460"/>
    <w:rsid w:val="006114CA"/>
    <w:rsid w:val="00611758"/>
    <w:rsid w:val="006117D8"/>
    <w:rsid w:val="00611836"/>
    <w:rsid w:val="00611944"/>
    <w:rsid w:val="00611945"/>
    <w:rsid w:val="00611A9D"/>
    <w:rsid w:val="00611B4A"/>
    <w:rsid w:val="00611CE6"/>
    <w:rsid w:val="00611E8F"/>
    <w:rsid w:val="00611EBA"/>
    <w:rsid w:val="00611FC4"/>
    <w:rsid w:val="006120FC"/>
    <w:rsid w:val="00612220"/>
    <w:rsid w:val="006123AB"/>
    <w:rsid w:val="006123CC"/>
    <w:rsid w:val="006123EF"/>
    <w:rsid w:val="006123F1"/>
    <w:rsid w:val="006123F2"/>
    <w:rsid w:val="006124DC"/>
    <w:rsid w:val="006125C1"/>
    <w:rsid w:val="0061262D"/>
    <w:rsid w:val="006126A9"/>
    <w:rsid w:val="00612B0F"/>
    <w:rsid w:val="00612C4E"/>
    <w:rsid w:val="00612D49"/>
    <w:rsid w:val="00612D4B"/>
    <w:rsid w:val="00612D89"/>
    <w:rsid w:val="00612F40"/>
    <w:rsid w:val="00613146"/>
    <w:rsid w:val="00613214"/>
    <w:rsid w:val="006132A3"/>
    <w:rsid w:val="00613541"/>
    <w:rsid w:val="006136B3"/>
    <w:rsid w:val="00613840"/>
    <w:rsid w:val="006138DE"/>
    <w:rsid w:val="006139B1"/>
    <w:rsid w:val="00613A0F"/>
    <w:rsid w:val="00613D6B"/>
    <w:rsid w:val="00613E12"/>
    <w:rsid w:val="00613E4F"/>
    <w:rsid w:val="00613F19"/>
    <w:rsid w:val="00613F1F"/>
    <w:rsid w:val="00614048"/>
    <w:rsid w:val="00614105"/>
    <w:rsid w:val="00614143"/>
    <w:rsid w:val="00614147"/>
    <w:rsid w:val="00614292"/>
    <w:rsid w:val="0061433A"/>
    <w:rsid w:val="00614663"/>
    <w:rsid w:val="0061469E"/>
    <w:rsid w:val="006146FB"/>
    <w:rsid w:val="006148DF"/>
    <w:rsid w:val="00614BAD"/>
    <w:rsid w:val="00614D3F"/>
    <w:rsid w:val="00614E91"/>
    <w:rsid w:val="00615162"/>
    <w:rsid w:val="0061528C"/>
    <w:rsid w:val="0061537E"/>
    <w:rsid w:val="00615448"/>
    <w:rsid w:val="00615513"/>
    <w:rsid w:val="00615633"/>
    <w:rsid w:val="006158C2"/>
    <w:rsid w:val="006159F2"/>
    <w:rsid w:val="00615A07"/>
    <w:rsid w:val="00616204"/>
    <w:rsid w:val="00616225"/>
    <w:rsid w:val="0061635B"/>
    <w:rsid w:val="006163D4"/>
    <w:rsid w:val="0061643C"/>
    <w:rsid w:val="006164C8"/>
    <w:rsid w:val="006166D8"/>
    <w:rsid w:val="00616705"/>
    <w:rsid w:val="006167DA"/>
    <w:rsid w:val="00616C68"/>
    <w:rsid w:val="00616CB8"/>
    <w:rsid w:val="00616D93"/>
    <w:rsid w:val="00616DF2"/>
    <w:rsid w:val="00616DF7"/>
    <w:rsid w:val="00616E1A"/>
    <w:rsid w:val="00616E7F"/>
    <w:rsid w:val="00616EAA"/>
    <w:rsid w:val="00616EB6"/>
    <w:rsid w:val="00616FB7"/>
    <w:rsid w:val="00617156"/>
    <w:rsid w:val="00617194"/>
    <w:rsid w:val="006171C7"/>
    <w:rsid w:val="0061722B"/>
    <w:rsid w:val="0061726E"/>
    <w:rsid w:val="006174EE"/>
    <w:rsid w:val="00617638"/>
    <w:rsid w:val="00617650"/>
    <w:rsid w:val="006178AB"/>
    <w:rsid w:val="006178C0"/>
    <w:rsid w:val="00617A03"/>
    <w:rsid w:val="00617E1F"/>
    <w:rsid w:val="00620011"/>
    <w:rsid w:val="006201AC"/>
    <w:rsid w:val="006202A1"/>
    <w:rsid w:val="00620527"/>
    <w:rsid w:val="006206E2"/>
    <w:rsid w:val="00620A2D"/>
    <w:rsid w:val="00620C00"/>
    <w:rsid w:val="00620C69"/>
    <w:rsid w:val="00620D69"/>
    <w:rsid w:val="00620FA6"/>
    <w:rsid w:val="006210DF"/>
    <w:rsid w:val="0062118E"/>
    <w:rsid w:val="0062138E"/>
    <w:rsid w:val="006214A4"/>
    <w:rsid w:val="00621512"/>
    <w:rsid w:val="006215E6"/>
    <w:rsid w:val="00621A31"/>
    <w:rsid w:val="00621AFE"/>
    <w:rsid w:val="00621B33"/>
    <w:rsid w:val="00621CF8"/>
    <w:rsid w:val="00621EC7"/>
    <w:rsid w:val="006221AB"/>
    <w:rsid w:val="00622202"/>
    <w:rsid w:val="006222F1"/>
    <w:rsid w:val="0062232C"/>
    <w:rsid w:val="00622443"/>
    <w:rsid w:val="0062244C"/>
    <w:rsid w:val="0062252B"/>
    <w:rsid w:val="00622606"/>
    <w:rsid w:val="006226FB"/>
    <w:rsid w:val="0062272C"/>
    <w:rsid w:val="0062275D"/>
    <w:rsid w:val="00622801"/>
    <w:rsid w:val="0062290F"/>
    <w:rsid w:val="00622A09"/>
    <w:rsid w:val="00622B6B"/>
    <w:rsid w:val="00622CC0"/>
    <w:rsid w:val="00622CF6"/>
    <w:rsid w:val="00622F37"/>
    <w:rsid w:val="00622F47"/>
    <w:rsid w:val="00622F56"/>
    <w:rsid w:val="00622F64"/>
    <w:rsid w:val="00623173"/>
    <w:rsid w:val="006231D7"/>
    <w:rsid w:val="006233BA"/>
    <w:rsid w:val="0062340E"/>
    <w:rsid w:val="006236AC"/>
    <w:rsid w:val="0062379F"/>
    <w:rsid w:val="00623912"/>
    <w:rsid w:val="00623A46"/>
    <w:rsid w:val="00623B1B"/>
    <w:rsid w:val="00623B77"/>
    <w:rsid w:val="00623BE3"/>
    <w:rsid w:val="00623E32"/>
    <w:rsid w:val="00623F01"/>
    <w:rsid w:val="00624027"/>
    <w:rsid w:val="006241AD"/>
    <w:rsid w:val="006241F8"/>
    <w:rsid w:val="00624463"/>
    <w:rsid w:val="0062452C"/>
    <w:rsid w:val="00624733"/>
    <w:rsid w:val="00624811"/>
    <w:rsid w:val="0062481D"/>
    <w:rsid w:val="0062484C"/>
    <w:rsid w:val="00624C0D"/>
    <w:rsid w:val="00624D07"/>
    <w:rsid w:val="00624DF1"/>
    <w:rsid w:val="00624ED8"/>
    <w:rsid w:val="006250AC"/>
    <w:rsid w:val="0062512B"/>
    <w:rsid w:val="00625278"/>
    <w:rsid w:val="006252A4"/>
    <w:rsid w:val="006252AB"/>
    <w:rsid w:val="006252FA"/>
    <w:rsid w:val="00625378"/>
    <w:rsid w:val="00625424"/>
    <w:rsid w:val="006254D5"/>
    <w:rsid w:val="0062560C"/>
    <w:rsid w:val="00625934"/>
    <w:rsid w:val="00625976"/>
    <w:rsid w:val="006259BC"/>
    <w:rsid w:val="00625B84"/>
    <w:rsid w:val="00625C75"/>
    <w:rsid w:val="00625D60"/>
    <w:rsid w:val="00625E40"/>
    <w:rsid w:val="00625E5D"/>
    <w:rsid w:val="00625EB0"/>
    <w:rsid w:val="00625EDC"/>
    <w:rsid w:val="006263AF"/>
    <w:rsid w:val="00626412"/>
    <w:rsid w:val="00626551"/>
    <w:rsid w:val="00626564"/>
    <w:rsid w:val="006268D5"/>
    <w:rsid w:val="006268ED"/>
    <w:rsid w:val="006269DD"/>
    <w:rsid w:val="00626A0A"/>
    <w:rsid w:val="00626AB7"/>
    <w:rsid w:val="00626B3D"/>
    <w:rsid w:val="00626CAC"/>
    <w:rsid w:val="00626CF9"/>
    <w:rsid w:val="00626D0A"/>
    <w:rsid w:val="00626D27"/>
    <w:rsid w:val="00626E02"/>
    <w:rsid w:val="0062707B"/>
    <w:rsid w:val="0062721A"/>
    <w:rsid w:val="0062730E"/>
    <w:rsid w:val="00627446"/>
    <w:rsid w:val="00627554"/>
    <w:rsid w:val="0062760E"/>
    <w:rsid w:val="00627660"/>
    <w:rsid w:val="00627A4A"/>
    <w:rsid w:val="00627AC7"/>
    <w:rsid w:val="00627DF5"/>
    <w:rsid w:val="006301C8"/>
    <w:rsid w:val="00630217"/>
    <w:rsid w:val="00630562"/>
    <w:rsid w:val="00630582"/>
    <w:rsid w:val="00630635"/>
    <w:rsid w:val="0063094A"/>
    <w:rsid w:val="006309AE"/>
    <w:rsid w:val="00630A2E"/>
    <w:rsid w:val="00630B7B"/>
    <w:rsid w:val="006311FE"/>
    <w:rsid w:val="0063124D"/>
    <w:rsid w:val="00631279"/>
    <w:rsid w:val="006312B9"/>
    <w:rsid w:val="00631316"/>
    <w:rsid w:val="00631545"/>
    <w:rsid w:val="00631564"/>
    <w:rsid w:val="00631658"/>
    <w:rsid w:val="006316AB"/>
    <w:rsid w:val="00631997"/>
    <w:rsid w:val="00631AA1"/>
    <w:rsid w:val="00631D15"/>
    <w:rsid w:val="00631DE8"/>
    <w:rsid w:val="00631EF5"/>
    <w:rsid w:val="00631FFD"/>
    <w:rsid w:val="0063205C"/>
    <w:rsid w:val="00632071"/>
    <w:rsid w:val="0063218E"/>
    <w:rsid w:val="00632233"/>
    <w:rsid w:val="006322C8"/>
    <w:rsid w:val="0063247F"/>
    <w:rsid w:val="00632711"/>
    <w:rsid w:val="0063274E"/>
    <w:rsid w:val="00632A36"/>
    <w:rsid w:val="00632B12"/>
    <w:rsid w:val="00632CB9"/>
    <w:rsid w:val="00632E55"/>
    <w:rsid w:val="00632EC2"/>
    <w:rsid w:val="00632F77"/>
    <w:rsid w:val="0063324A"/>
    <w:rsid w:val="0063327E"/>
    <w:rsid w:val="0063336F"/>
    <w:rsid w:val="006333BD"/>
    <w:rsid w:val="006335D5"/>
    <w:rsid w:val="00633698"/>
    <w:rsid w:val="006336F7"/>
    <w:rsid w:val="00633783"/>
    <w:rsid w:val="00633872"/>
    <w:rsid w:val="00633895"/>
    <w:rsid w:val="006339F6"/>
    <w:rsid w:val="00633BDE"/>
    <w:rsid w:val="00633CC3"/>
    <w:rsid w:val="00633EB3"/>
    <w:rsid w:val="00633EC2"/>
    <w:rsid w:val="006341F4"/>
    <w:rsid w:val="00634CAF"/>
    <w:rsid w:val="00634ED7"/>
    <w:rsid w:val="00634F60"/>
    <w:rsid w:val="00634FBE"/>
    <w:rsid w:val="00635020"/>
    <w:rsid w:val="006350D2"/>
    <w:rsid w:val="00635175"/>
    <w:rsid w:val="006352D8"/>
    <w:rsid w:val="00635336"/>
    <w:rsid w:val="00635374"/>
    <w:rsid w:val="00635394"/>
    <w:rsid w:val="006353FF"/>
    <w:rsid w:val="0063542B"/>
    <w:rsid w:val="0063551B"/>
    <w:rsid w:val="0063551E"/>
    <w:rsid w:val="00635970"/>
    <w:rsid w:val="006359FF"/>
    <w:rsid w:val="00635A30"/>
    <w:rsid w:val="00635A90"/>
    <w:rsid w:val="00635B2A"/>
    <w:rsid w:val="00635C23"/>
    <w:rsid w:val="00635C95"/>
    <w:rsid w:val="00635DEF"/>
    <w:rsid w:val="00635E08"/>
    <w:rsid w:val="00635E97"/>
    <w:rsid w:val="00635F53"/>
    <w:rsid w:val="00636053"/>
    <w:rsid w:val="00636134"/>
    <w:rsid w:val="0063632E"/>
    <w:rsid w:val="0063633B"/>
    <w:rsid w:val="0063639C"/>
    <w:rsid w:val="006366AC"/>
    <w:rsid w:val="0063679C"/>
    <w:rsid w:val="006367BF"/>
    <w:rsid w:val="0063686E"/>
    <w:rsid w:val="006369A5"/>
    <w:rsid w:val="00636A0A"/>
    <w:rsid w:val="00636AC8"/>
    <w:rsid w:val="00636B9E"/>
    <w:rsid w:val="00636E0C"/>
    <w:rsid w:val="00636FE2"/>
    <w:rsid w:val="006370FD"/>
    <w:rsid w:val="006372E0"/>
    <w:rsid w:val="0063738B"/>
    <w:rsid w:val="00637493"/>
    <w:rsid w:val="00637947"/>
    <w:rsid w:val="00637ADF"/>
    <w:rsid w:val="00637C55"/>
    <w:rsid w:val="00637CBC"/>
    <w:rsid w:val="00637D18"/>
    <w:rsid w:val="00637E2C"/>
    <w:rsid w:val="00637E89"/>
    <w:rsid w:val="00637EB2"/>
    <w:rsid w:val="006400B1"/>
    <w:rsid w:val="006401E8"/>
    <w:rsid w:val="00640251"/>
    <w:rsid w:val="006402FE"/>
    <w:rsid w:val="006403BE"/>
    <w:rsid w:val="00640514"/>
    <w:rsid w:val="006405F1"/>
    <w:rsid w:val="00640755"/>
    <w:rsid w:val="0064081D"/>
    <w:rsid w:val="006409B9"/>
    <w:rsid w:val="006409C8"/>
    <w:rsid w:val="006409C9"/>
    <w:rsid w:val="00640A4F"/>
    <w:rsid w:val="00640C4A"/>
    <w:rsid w:val="00640E76"/>
    <w:rsid w:val="00640E9E"/>
    <w:rsid w:val="00641001"/>
    <w:rsid w:val="00641021"/>
    <w:rsid w:val="006410AD"/>
    <w:rsid w:val="00641165"/>
    <w:rsid w:val="006412B7"/>
    <w:rsid w:val="00641439"/>
    <w:rsid w:val="00641644"/>
    <w:rsid w:val="006416AD"/>
    <w:rsid w:val="00641920"/>
    <w:rsid w:val="00641B78"/>
    <w:rsid w:val="00641B92"/>
    <w:rsid w:val="00641BAB"/>
    <w:rsid w:val="00641CA6"/>
    <w:rsid w:val="00641D14"/>
    <w:rsid w:val="00642112"/>
    <w:rsid w:val="006421E2"/>
    <w:rsid w:val="0064299B"/>
    <w:rsid w:val="006429EF"/>
    <w:rsid w:val="00642A03"/>
    <w:rsid w:val="00642C10"/>
    <w:rsid w:val="00642C51"/>
    <w:rsid w:val="00642C98"/>
    <w:rsid w:val="00642CB8"/>
    <w:rsid w:val="00642FC8"/>
    <w:rsid w:val="00642FFA"/>
    <w:rsid w:val="0064302F"/>
    <w:rsid w:val="00643041"/>
    <w:rsid w:val="00643180"/>
    <w:rsid w:val="00643371"/>
    <w:rsid w:val="00643401"/>
    <w:rsid w:val="00643587"/>
    <w:rsid w:val="00643960"/>
    <w:rsid w:val="006439B0"/>
    <w:rsid w:val="00643AA2"/>
    <w:rsid w:val="00643B37"/>
    <w:rsid w:val="00643CDD"/>
    <w:rsid w:val="00643DE2"/>
    <w:rsid w:val="0064424D"/>
    <w:rsid w:val="00644455"/>
    <w:rsid w:val="006446A9"/>
    <w:rsid w:val="006446D0"/>
    <w:rsid w:val="006448C3"/>
    <w:rsid w:val="00644BF9"/>
    <w:rsid w:val="00644EC0"/>
    <w:rsid w:val="00644EDC"/>
    <w:rsid w:val="0064503F"/>
    <w:rsid w:val="0064508A"/>
    <w:rsid w:val="00645198"/>
    <w:rsid w:val="00645403"/>
    <w:rsid w:val="00645479"/>
    <w:rsid w:val="00645564"/>
    <w:rsid w:val="00645573"/>
    <w:rsid w:val="0064558A"/>
    <w:rsid w:val="0064576D"/>
    <w:rsid w:val="0064578C"/>
    <w:rsid w:val="0064581D"/>
    <w:rsid w:val="0064582D"/>
    <w:rsid w:val="006458B8"/>
    <w:rsid w:val="006458D1"/>
    <w:rsid w:val="00645A42"/>
    <w:rsid w:val="00645B37"/>
    <w:rsid w:val="00645E55"/>
    <w:rsid w:val="00646027"/>
    <w:rsid w:val="00646047"/>
    <w:rsid w:val="006460B5"/>
    <w:rsid w:val="0064670D"/>
    <w:rsid w:val="00646777"/>
    <w:rsid w:val="00646803"/>
    <w:rsid w:val="0064684D"/>
    <w:rsid w:val="0064685F"/>
    <w:rsid w:val="00646AEA"/>
    <w:rsid w:val="00646AFA"/>
    <w:rsid w:val="00646CCA"/>
    <w:rsid w:val="00646F8C"/>
    <w:rsid w:val="006470C0"/>
    <w:rsid w:val="006472D6"/>
    <w:rsid w:val="00647370"/>
    <w:rsid w:val="006474EB"/>
    <w:rsid w:val="00647581"/>
    <w:rsid w:val="006476B3"/>
    <w:rsid w:val="00647701"/>
    <w:rsid w:val="006477B5"/>
    <w:rsid w:val="006478E5"/>
    <w:rsid w:val="00647A9D"/>
    <w:rsid w:val="0065005F"/>
    <w:rsid w:val="006502B7"/>
    <w:rsid w:val="006503F7"/>
    <w:rsid w:val="006504FC"/>
    <w:rsid w:val="00650589"/>
    <w:rsid w:val="006506DA"/>
    <w:rsid w:val="00650723"/>
    <w:rsid w:val="00650764"/>
    <w:rsid w:val="006507F2"/>
    <w:rsid w:val="0065083D"/>
    <w:rsid w:val="00650984"/>
    <w:rsid w:val="00650AAC"/>
    <w:rsid w:val="00650BBC"/>
    <w:rsid w:val="00650DC1"/>
    <w:rsid w:val="00650E4D"/>
    <w:rsid w:val="006510D8"/>
    <w:rsid w:val="0065154E"/>
    <w:rsid w:val="0065166B"/>
    <w:rsid w:val="0065167E"/>
    <w:rsid w:val="0065171C"/>
    <w:rsid w:val="00651889"/>
    <w:rsid w:val="0065195E"/>
    <w:rsid w:val="00651D44"/>
    <w:rsid w:val="00651DC9"/>
    <w:rsid w:val="00651DF6"/>
    <w:rsid w:val="00651E79"/>
    <w:rsid w:val="006520C4"/>
    <w:rsid w:val="00652246"/>
    <w:rsid w:val="00652379"/>
    <w:rsid w:val="0065237A"/>
    <w:rsid w:val="0065245A"/>
    <w:rsid w:val="006526B7"/>
    <w:rsid w:val="0065273F"/>
    <w:rsid w:val="00652787"/>
    <w:rsid w:val="0065290D"/>
    <w:rsid w:val="00652AC1"/>
    <w:rsid w:val="00652CFF"/>
    <w:rsid w:val="00652D1C"/>
    <w:rsid w:val="00652D2D"/>
    <w:rsid w:val="00652DFB"/>
    <w:rsid w:val="00652E7E"/>
    <w:rsid w:val="00652F0E"/>
    <w:rsid w:val="00653044"/>
    <w:rsid w:val="0065309C"/>
    <w:rsid w:val="006530CC"/>
    <w:rsid w:val="006530FD"/>
    <w:rsid w:val="006531F2"/>
    <w:rsid w:val="0065334D"/>
    <w:rsid w:val="00653616"/>
    <w:rsid w:val="006537E4"/>
    <w:rsid w:val="006537FC"/>
    <w:rsid w:val="006539CD"/>
    <w:rsid w:val="006539F9"/>
    <w:rsid w:val="00653B88"/>
    <w:rsid w:val="00653CB6"/>
    <w:rsid w:val="006540B5"/>
    <w:rsid w:val="006540B6"/>
    <w:rsid w:val="006540F6"/>
    <w:rsid w:val="006541A6"/>
    <w:rsid w:val="00654239"/>
    <w:rsid w:val="006542D7"/>
    <w:rsid w:val="0065437F"/>
    <w:rsid w:val="006545E3"/>
    <w:rsid w:val="00654601"/>
    <w:rsid w:val="006546DC"/>
    <w:rsid w:val="00654880"/>
    <w:rsid w:val="00654947"/>
    <w:rsid w:val="0065497E"/>
    <w:rsid w:val="006549EB"/>
    <w:rsid w:val="00654CB7"/>
    <w:rsid w:val="00654CD2"/>
    <w:rsid w:val="00654CE5"/>
    <w:rsid w:val="00654D96"/>
    <w:rsid w:val="00655077"/>
    <w:rsid w:val="006551BA"/>
    <w:rsid w:val="0065528A"/>
    <w:rsid w:val="006552F5"/>
    <w:rsid w:val="00655370"/>
    <w:rsid w:val="00655396"/>
    <w:rsid w:val="00655399"/>
    <w:rsid w:val="006553B7"/>
    <w:rsid w:val="00655441"/>
    <w:rsid w:val="0065569D"/>
    <w:rsid w:val="006556FF"/>
    <w:rsid w:val="00655716"/>
    <w:rsid w:val="00655799"/>
    <w:rsid w:val="0065584B"/>
    <w:rsid w:val="0065585C"/>
    <w:rsid w:val="00655A51"/>
    <w:rsid w:val="00655ACD"/>
    <w:rsid w:val="00655BF7"/>
    <w:rsid w:val="00655F0B"/>
    <w:rsid w:val="00656132"/>
    <w:rsid w:val="00656219"/>
    <w:rsid w:val="006564FF"/>
    <w:rsid w:val="00656534"/>
    <w:rsid w:val="006565CE"/>
    <w:rsid w:val="00656828"/>
    <w:rsid w:val="0065685C"/>
    <w:rsid w:val="00656945"/>
    <w:rsid w:val="00656960"/>
    <w:rsid w:val="00656994"/>
    <w:rsid w:val="006569C8"/>
    <w:rsid w:val="00656EA6"/>
    <w:rsid w:val="006571EA"/>
    <w:rsid w:val="00657288"/>
    <w:rsid w:val="00657312"/>
    <w:rsid w:val="0065734F"/>
    <w:rsid w:val="00657356"/>
    <w:rsid w:val="00657586"/>
    <w:rsid w:val="00657627"/>
    <w:rsid w:val="006576E5"/>
    <w:rsid w:val="006577B4"/>
    <w:rsid w:val="00657811"/>
    <w:rsid w:val="00657836"/>
    <w:rsid w:val="006578E8"/>
    <w:rsid w:val="00657976"/>
    <w:rsid w:val="00657A4C"/>
    <w:rsid w:val="00657BDD"/>
    <w:rsid w:val="00657D06"/>
    <w:rsid w:val="00657EDF"/>
    <w:rsid w:val="00657F8A"/>
    <w:rsid w:val="00660132"/>
    <w:rsid w:val="0066023A"/>
    <w:rsid w:val="00660302"/>
    <w:rsid w:val="0066041E"/>
    <w:rsid w:val="0066042F"/>
    <w:rsid w:val="0066052E"/>
    <w:rsid w:val="00660674"/>
    <w:rsid w:val="00660693"/>
    <w:rsid w:val="0066081E"/>
    <w:rsid w:val="0066091F"/>
    <w:rsid w:val="00660B85"/>
    <w:rsid w:val="00660BDE"/>
    <w:rsid w:val="00660C76"/>
    <w:rsid w:val="006610D0"/>
    <w:rsid w:val="00661112"/>
    <w:rsid w:val="00661131"/>
    <w:rsid w:val="006613FF"/>
    <w:rsid w:val="00661428"/>
    <w:rsid w:val="0066152F"/>
    <w:rsid w:val="00661714"/>
    <w:rsid w:val="00661715"/>
    <w:rsid w:val="0066177E"/>
    <w:rsid w:val="00661993"/>
    <w:rsid w:val="006619A4"/>
    <w:rsid w:val="00661AF0"/>
    <w:rsid w:val="00661D44"/>
    <w:rsid w:val="00661DF0"/>
    <w:rsid w:val="00661EC9"/>
    <w:rsid w:val="00661EF2"/>
    <w:rsid w:val="00661F59"/>
    <w:rsid w:val="0066216B"/>
    <w:rsid w:val="006622A2"/>
    <w:rsid w:val="006622A4"/>
    <w:rsid w:val="00662316"/>
    <w:rsid w:val="00662387"/>
    <w:rsid w:val="00662585"/>
    <w:rsid w:val="006626C3"/>
    <w:rsid w:val="00662763"/>
    <w:rsid w:val="00662841"/>
    <w:rsid w:val="006628E0"/>
    <w:rsid w:val="0066292E"/>
    <w:rsid w:val="006629D7"/>
    <w:rsid w:val="00662A49"/>
    <w:rsid w:val="00662A55"/>
    <w:rsid w:val="00662ADB"/>
    <w:rsid w:val="00662AF7"/>
    <w:rsid w:val="00662C87"/>
    <w:rsid w:val="00662D5F"/>
    <w:rsid w:val="00662D98"/>
    <w:rsid w:val="00662EDB"/>
    <w:rsid w:val="00663036"/>
    <w:rsid w:val="00663174"/>
    <w:rsid w:val="006631BF"/>
    <w:rsid w:val="0066328B"/>
    <w:rsid w:val="00663309"/>
    <w:rsid w:val="0066342A"/>
    <w:rsid w:val="00663603"/>
    <w:rsid w:val="006636AB"/>
    <w:rsid w:val="006636C0"/>
    <w:rsid w:val="0066372D"/>
    <w:rsid w:val="00663743"/>
    <w:rsid w:val="006638B0"/>
    <w:rsid w:val="00663999"/>
    <w:rsid w:val="006639B1"/>
    <w:rsid w:val="00663AA5"/>
    <w:rsid w:val="00663B2D"/>
    <w:rsid w:val="00663C2A"/>
    <w:rsid w:val="00663CDC"/>
    <w:rsid w:val="00663DE6"/>
    <w:rsid w:val="0066407F"/>
    <w:rsid w:val="006641AF"/>
    <w:rsid w:val="006641BA"/>
    <w:rsid w:val="00664286"/>
    <w:rsid w:val="006642EF"/>
    <w:rsid w:val="0066440D"/>
    <w:rsid w:val="006644D1"/>
    <w:rsid w:val="00664567"/>
    <w:rsid w:val="0066467F"/>
    <w:rsid w:val="0066499C"/>
    <w:rsid w:val="006649AE"/>
    <w:rsid w:val="006649C1"/>
    <w:rsid w:val="00664A28"/>
    <w:rsid w:val="00664B63"/>
    <w:rsid w:val="00664C41"/>
    <w:rsid w:val="00664D59"/>
    <w:rsid w:val="00664EA6"/>
    <w:rsid w:val="00664F43"/>
    <w:rsid w:val="00664F51"/>
    <w:rsid w:val="00664F57"/>
    <w:rsid w:val="00664FAC"/>
    <w:rsid w:val="00665057"/>
    <w:rsid w:val="00665240"/>
    <w:rsid w:val="0066539B"/>
    <w:rsid w:val="00665524"/>
    <w:rsid w:val="006655DB"/>
    <w:rsid w:val="0066562F"/>
    <w:rsid w:val="0066563A"/>
    <w:rsid w:val="006656D8"/>
    <w:rsid w:val="00665901"/>
    <w:rsid w:val="00665974"/>
    <w:rsid w:val="00665A8D"/>
    <w:rsid w:val="00665D49"/>
    <w:rsid w:val="00665F01"/>
    <w:rsid w:val="006660FA"/>
    <w:rsid w:val="0066610A"/>
    <w:rsid w:val="0066633C"/>
    <w:rsid w:val="00666349"/>
    <w:rsid w:val="0066654D"/>
    <w:rsid w:val="0066670B"/>
    <w:rsid w:val="00666868"/>
    <w:rsid w:val="006669A6"/>
    <w:rsid w:val="00666BED"/>
    <w:rsid w:val="00666C4A"/>
    <w:rsid w:val="00666CB9"/>
    <w:rsid w:val="00667030"/>
    <w:rsid w:val="006670DF"/>
    <w:rsid w:val="0066719A"/>
    <w:rsid w:val="006671FF"/>
    <w:rsid w:val="00667214"/>
    <w:rsid w:val="0066722E"/>
    <w:rsid w:val="00667387"/>
    <w:rsid w:val="0066741A"/>
    <w:rsid w:val="00667458"/>
    <w:rsid w:val="0066762F"/>
    <w:rsid w:val="00667725"/>
    <w:rsid w:val="0066774D"/>
    <w:rsid w:val="00667786"/>
    <w:rsid w:val="006677FB"/>
    <w:rsid w:val="0066780E"/>
    <w:rsid w:val="006679BC"/>
    <w:rsid w:val="00667A1D"/>
    <w:rsid w:val="00667A39"/>
    <w:rsid w:val="00667B66"/>
    <w:rsid w:val="00667D04"/>
    <w:rsid w:val="00670173"/>
    <w:rsid w:val="00670437"/>
    <w:rsid w:val="00670755"/>
    <w:rsid w:val="00670759"/>
    <w:rsid w:val="0067078B"/>
    <w:rsid w:val="006707F2"/>
    <w:rsid w:val="00670A93"/>
    <w:rsid w:val="00670ACF"/>
    <w:rsid w:val="0067102F"/>
    <w:rsid w:val="006710A2"/>
    <w:rsid w:val="0067113B"/>
    <w:rsid w:val="00671384"/>
    <w:rsid w:val="006713B9"/>
    <w:rsid w:val="006714C1"/>
    <w:rsid w:val="006715EB"/>
    <w:rsid w:val="0067179F"/>
    <w:rsid w:val="006717A4"/>
    <w:rsid w:val="0067183F"/>
    <w:rsid w:val="00671A26"/>
    <w:rsid w:val="00671B91"/>
    <w:rsid w:val="00671CA4"/>
    <w:rsid w:val="00671D3F"/>
    <w:rsid w:val="00671DF6"/>
    <w:rsid w:val="00671E24"/>
    <w:rsid w:val="00671FEB"/>
    <w:rsid w:val="006720B0"/>
    <w:rsid w:val="006720EB"/>
    <w:rsid w:val="0067238A"/>
    <w:rsid w:val="006723A1"/>
    <w:rsid w:val="00672423"/>
    <w:rsid w:val="00672731"/>
    <w:rsid w:val="006727D1"/>
    <w:rsid w:val="00672895"/>
    <w:rsid w:val="00672D19"/>
    <w:rsid w:val="00672D24"/>
    <w:rsid w:val="00672F20"/>
    <w:rsid w:val="006731F2"/>
    <w:rsid w:val="0067338C"/>
    <w:rsid w:val="0067355D"/>
    <w:rsid w:val="006735BB"/>
    <w:rsid w:val="006736BB"/>
    <w:rsid w:val="006737A8"/>
    <w:rsid w:val="006737AC"/>
    <w:rsid w:val="00673859"/>
    <w:rsid w:val="00673880"/>
    <w:rsid w:val="00673BD9"/>
    <w:rsid w:val="00673BEB"/>
    <w:rsid w:val="00673BF6"/>
    <w:rsid w:val="00673F2B"/>
    <w:rsid w:val="00674145"/>
    <w:rsid w:val="00674193"/>
    <w:rsid w:val="00674251"/>
    <w:rsid w:val="0067444E"/>
    <w:rsid w:val="0067451E"/>
    <w:rsid w:val="00674592"/>
    <w:rsid w:val="0067459A"/>
    <w:rsid w:val="00674645"/>
    <w:rsid w:val="00674687"/>
    <w:rsid w:val="006746EC"/>
    <w:rsid w:val="006748A1"/>
    <w:rsid w:val="00674B27"/>
    <w:rsid w:val="00674D9A"/>
    <w:rsid w:val="00674F99"/>
    <w:rsid w:val="00675101"/>
    <w:rsid w:val="0067530E"/>
    <w:rsid w:val="0067531F"/>
    <w:rsid w:val="0067536B"/>
    <w:rsid w:val="00675531"/>
    <w:rsid w:val="0067586C"/>
    <w:rsid w:val="00675923"/>
    <w:rsid w:val="0067593F"/>
    <w:rsid w:val="00675952"/>
    <w:rsid w:val="00675B14"/>
    <w:rsid w:val="00675B9C"/>
    <w:rsid w:val="00675C44"/>
    <w:rsid w:val="00675FA5"/>
    <w:rsid w:val="00675FAC"/>
    <w:rsid w:val="0067600C"/>
    <w:rsid w:val="00676363"/>
    <w:rsid w:val="00676367"/>
    <w:rsid w:val="00676469"/>
    <w:rsid w:val="00676526"/>
    <w:rsid w:val="00676539"/>
    <w:rsid w:val="00676601"/>
    <w:rsid w:val="00676869"/>
    <w:rsid w:val="00676960"/>
    <w:rsid w:val="00676993"/>
    <w:rsid w:val="00676ACC"/>
    <w:rsid w:val="00676B72"/>
    <w:rsid w:val="00676E34"/>
    <w:rsid w:val="00676F7C"/>
    <w:rsid w:val="00676FCD"/>
    <w:rsid w:val="0067708C"/>
    <w:rsid w:val="0067711B"/>
    <w:rsid w:val="00677218"/>
    <w:rsid w:val="006772AA"/>
    <w:rsid w:val="006772ED"/>
    <w:rsid w:val="0067737C"/>
    <w:rsid w:val="00677551"/>
    <w:rsid w:val="00677754"/>
    <w:rsid w:val="0067783C"/>
    <w:rsid w:val="00677861"/>
    <w:rsid w:val="00677A14"/>
    <w:rsid w:val="00677A17"/>
    <w:rsid w:val="00677A70"/>
    <w:rsid w:val="00677C32"/>
    <w:rsid w:val="00677C45"/>
    <w:rsid w:val="00677D25"/>
    <w:rsid w:val="00677D4F"/>
    <w:rsid w:val="00677DA9"/>
    <w:rsid w:val="00677E39"/>
    <w:rsid w:val="00680109"/>
    <w:rsid w:val="00680133"/>
    <w:rsid w:val="00680209"/>
    <w:rsid w:val="006802ED"/>
    <w:rsid w:val="006802F6"/>
    <w:rsid w:val="00680473"/>
    <w:rsid w:val="006806C7"/>
    <w:rsid w:val="006807B1"/>
    <w:rsid w:val="00680976"/>
    <w:rsid w:val="006809A5"/>
    <w:rsid w:val="006809BE"/>
    <w:rsid w:val="00680A31"/>
    <w:rsid w:val="00680CB1"/>
    <w:rsid w:val="00680D62"/>
    <w:rsid w:val="00680E90"/>
    <w:rsid w:val="00680EE3"/>
    <w:rsid w:val="00680F2C"/>
    <w:rsid w:val="006810B1"/>
    <w:rsid w:val="0068126D"/>
    <w:rsid w:val="006813D4"/>
    <w:rsid w:val="006813E6"/>
    <w:rsid w:val="00681438"/>
    <w:rsid w:val="006814FD"/>
    <w:rsid w:val="006815C7"/>
    <w:rsid w:val="00681739"/>
    <w:rsid w:val="00681864"/>
    <w:rsid w:val="006818B2"/>
    <w:rsid w:val="00681943"/>
    <w:rsid w:val="00681992"/>
    <w:rsid w:val="006819B9"/>
    <w:rsid w:val="006819F1"/>
    <w:rsid w:val="00681AD6"/>
    <w:rsid w:val="00681E68"/>
    <w:rsid w:val="00681EC2"/>
    <w:rsid w:val="00681F94"/>
    <w:rsid w:val="006820A0"/>
    <w:rsid w:val="006820D2"/>
    <w:rsid w:val="006820D8"/>
    <w:rsid w:val="006820E3"/>
    <w:rsid w:val="006821A2"/>
    <w:rsid w:val="00682251"/>
    <w:rsid w:val="0068226D"/>
    <w:rsid w:val="006822D1"/>
    <w:rsid w:val="0068248B"/>
    <w:rsid w:val="0068248D"/>
    <w:rsid w:val="00682665"/>
    <w:rsid w:val="006826DA"/>
    <w:rsid w:val="0068276D"/>
    <w:rsid w:val="00682ADC"/>
    <w:rsid w:val="00682C2B"/>
    <w:rsid w:val="00682CE0"/>
    <w:rsid w:val="00682DD2"/>
    <w:rsid w:val="00682E90"/>
    <w:rsid w:val="0068300C"/>
    <w:rsid w:val="00683135"/>
    <w:rsid w:val="0068364E"/>
    <w:rsid w:val="00683711"/>
    <w:rsid w:val="00683842"/>
    <w:rsid w:val="006838DE"/>
    <w:rsid w:val="00683B7C"/>
    <w:rsid w:val="00683C6B"/>
    <w:rsid w:val="00683E08"/>
    <w:rsid w:val="00683ECE"/>
    <w:rsid w:val="0068404B"/>
    <w:rsid w:val="0068435C"/>
    <w:rsid w:val="00684365"/>
    <w:rsid w:val="00684506"/>
    <w:rsid w:val="00684646"/>
    <w:rsid w:val="00684748"/>
    <w:rsid w:val="00684789"/>
    <w:rsid w:val="00684833"/>
    <w:rsid w:val="006849F6"/>
    <w:rsid w:val="00684A49"/>
    <w:rsid w:val="00684C3E"/>
    <w:rsid w:val="00684D0D"/>
    <w:rsid w:val="00684FEA"/>
    <w:rsid w:val="00685527"/>
    <w:rsid w:val="00685540"/>
    <w:rsid w:val="0068559D"/>
    <w:rsid w:val="006855F2"/>
    <w:rsid w:val="0068569B"/>
    <w:rsid w:val="00685808"/>
    <w:rsid w:val="0068584A"/>
    <w:rsid w:val="00685BE0"/>
    <w:rsid w:val="00685D13"/>
    <w:rsid w:val="00685D31"/>
    <w:rsid w:val="00685F24"/>
    <w:rsid w:val="00685FB5"/>
    <w:rsid w:val="00686119"/>
    <w:rsid w:val="00686190"/>
    <w:rsid w:val="0068627B"/>
    <w:rsid w:val="00686300"/>
    <w:rsid w:val="00686399"/>
    <w:rsid w:val="006865C0"/>
    <w:rsid w:val="006866C3"/>
    <w:rsid w:val="006866D9"/>
    <w:rsid w:val="00686753"/>
    <w:rsid w:val="006867C0"/>
    <w:rsid w:val="00686909"/>
    <w:rsid w:val="00686AB4"/>
    <w:rsid w:val="00686AE4"/>
    <w:rsid w:val="00686D4E"/>
    <w:rsid w:val="00686DF5"/>
    <w:rsid w:val="00686E08"/>
    <w:rsid w:val="00687049"/>
    <w:rsid w:val="0068709B"/>
    <w:rsid w:val="00687103"/>
    <w:rsid w:val="0068712D"/>
    <w:rsid w:val="006873D1"/>
    <w:rsid w:val="00687510"/>
    <w:rsid w:val="0068760C"/>
    <w:rsid w:val="00687640"/>
    <w:rsid w:val="00687665"/>
    <w:rsid w:val="006876FB"/>
    <w:rsid w:val="0068781A"/>
    <w:rsid w:val="0068790B"/>
    <w:rsid w:val="00687959"/>
    <w:rsid w:val="006879AD"/>
    <w:rsid w:val="00687A74"/>
    <w:rsid w:val="00687B97"/>
    <w:rsid w:val="00687E89"/>
    <w:rsid w:val="00687F60"/>
    <w:rsid w:val="00687F8C"/>
    <w:rsid w:val="00690128"/>
    <w:rsid w:val="00690281"/>
    <w:rsid w:val="006903E3"/>
    <w:rsid w:val="00690455"/>
    <w:rsid w:val="00690547"/>
    <w:rsid w:val="00690552"/>
    <w:rsid w:val="00690633"/>
    <w:rsid w:val="006906AA"/>
    <w:rsid w:val="006908CB"/>
    <w:rsid w:val="00690B43"/>
    <w:rsid w:val="00690E27"/>
    <w:rsid w:val="00690E40"/>
    <w:rsid w:val="00690E9A"/>
    <w:rsid w:val="00691174"/>
    <w:rsid w:val="006912BB"/>
    <w:rsid w:val="00691458"/>
    <w:rsid w:val="006914F5"/>
    <w:rsid w:val="006915A6"/>
    <w:rsid w:val="006915E2"/>
    <w:rsid w:val="006916A9"/>
    <w:rsid w:val="006918D6"/>
    <w:rsid w:val="006919FD"/>
    <w:rsid w:val="00691CAC"/>
    <w:rsid w:val="00691F5E"/>
    <w:rsid w:val="00691FC2"/>
    <w:rsid w:val="00692031"/>
    <w:rsid w:val="0069216C"/>
    <w:rsid w:val="006921A2"/>
    <w:rsid w:val="00692235"/>
    <w:rsid w:val="006922CA"/>
    <w:rsid w:val="00692337"/>
    <w:rsid w:val="00692348"/>
    <w:rsid w:val="006923AE"/>
    <w:rsid w:val="006925B9"/>
    <w:rsid w:val="0069271D"/>
    <w:rsid w:val="00692952"/>
    <w:rsid w:val="00692970"/>
    <w:rsid w:val="00692CF0"/>
    <w:rsid w:val="00692D43"/>
    <w:rsid w:val="00692F59"/>
    <w:rsid w:val="00692FB0"/>
    <w:rsid w:val="00692FCE"/>
    <w:rsid w:val="00693026"/>
    <w:rsid w:val="00693106"/>
    <w:rsid w:val="00693233"/>
    <w:rsid w:val="00693289"/>
    <w:rsid w:val="00693420"/>
    <w:rsid w:val="00693455"/>
    <w:rsid w:val="0069348D"/>
    <w:rsid w:val="00693588"/>
    <w:rsid w:val="0069391D"/>
    <w:rsid w:val="00693AC8"/>
    <w:rsid w:val="00693AEC"/>
    <w:rsid w:val="00693C8C"/>
    <w:rsid w:val="00693C97"/>
    <w:rsid w:val="00694170"/>
    <w:rsid w:val="00694297"/>
    <w:rsid w:val="006942AA"/>
    <w:rsid w:val="0069443F"/>
    <w:rsid w:val="006944A7"/>
    <w:rsid w:val="006944D4"/>
    <w:rsid w:val="00694513"/>
    <w:rsid w:val="006945B0"/>
    <w:rsid w:val="006946E9"/>
    <w:rsid w:val="00694867"/>
    <w:rsid w:val="006949FB"/>
    <w:rsid w:val="00694F14"/>
    <w:rsid w:val="006950D5"/>
    <w:rsid w:val="00695197"/>
    <w:rsid w:val="006951EB"/>
    <w:rsid w:val="0069533C"/>
    <w:rsid w:val="006953CE"/>
    <w:rsid w:val="006953FC"/>
    <w:rsid w:val="00695429"/>
    <w:rsid w:val="0069568F"/>
    <w:rsid w:val="006956B5"/>
    <w:rsid w:val="00695B45"/>
    <w:rsid w:val="00695C34"/>
    <w:rsid w:val="00695CDE"/>
    <w:rsid w:val="00695D83"/>
    <w:rsid w:val="00695F36"/>
    <w:rsid w:val="00695FC8"/>
    <w:rsid w:val="00695FE9"/>
    <w:rsid w:val="0069609D"/>
    <w:rsid w:val="00696212"/>
    <w:rsid w:val="00696233"/>
    <w:rsid w:val="00696332"/>
    <w:rsid w:val="006963AC"/>
    <w:rsid w:val="006969EE"/>
    <w:rsid w:val="00696B6F"/>
    <w:rsid w:val="00696BFE"/>
    <w:rsid w:val="00696CBA"/>
    <w:rsid w:val="00696D3A"/>
    <w:rsid w:val="00696D41"/>
    <w:rsid w:val="00696F09"/>
    <w:rsid w:val="00696FD3"/>
    <w:rsid w:val="0069729E"/>
    <w:rsid w:val="006972A7"/>
    <w:rsid w:val="0069731F"/>
    <w:rsid w:val="006974F4"/>
    <w:rsid w:val="00697546"/>
    <w:rsid w:val="0069757C"/>
    <w:rsid w:val="006976BD"/>
    <w:rsid w:val="006977DF"/>
    <w:rsid w:val="006977E4"/>
    <w:rsid w:val="0069787A"/>
    <w:rsid w:val="00697888"/>
    <w:rsid w:val="00697A3E"/>
    <w:rsid w:val="00697B3F"/>
    <w:rsid w:val="006A01B4"/>
    <w:rsid w:val="006A01D3"/>
    <w:rsid w:val="006A030C"/>
    <w:rsid w:val="006A0348"/>
    <w:rsid w:val="006A03E6"/>
    <w:rsid w:val="006A043F"/>
    <w:rsid w:val="006A0595"/>
    <w:rsid w:val="006A05E2"/>
    <w:rsid w:val="006A05F4"/>
    <w:rsid w:val="006A05FE"/>
    <w:rsid w:val="006A0666"/>
    <w:rsid w:val="006A07B5"/>
    <w:rsid w:val="006A07E4"/>
    <w:rsid w:val="006A08F6"/>
    <w:rsid w:val="006A094A"/>
    <w:rsid w:val="006A0B2A"/>
    <w:rsid w:val="006A0D6D"/>
    <w:rsid w:val="006A0DEA"/>
    <w:rsid w:val="006A0E10"/>
    <w:rsid w:val="006A0E20"/>
    <w:rsid w:val="006A0FB4"/>
    <w:rsid w:val="006A11AE"/>
    <w:rsid w:val="006A1219"/>
    <w:rsid w:val="006A1253"/>
    <w:rsid w:val="006A127A"/>
    <w:rsid w:val="006A1303"/>
    <w:rsid w:val="006A136D"/>
    <w:rsid w:val="006A151B"/>
    <w:rsid w:val="006A15D0"/>
    <w:rsid w:val="006A162F"/>
    <w:rsid w:val="006A16CE"/>
    <w:rsid w:val="006A1819"/>
    <w:rsid w:val="006A18FD"/>
    <w:rsid w:val="006A1C11"/>
    <w:rsid w:val="006A1C18"/>
    <w:rsid w:val="006A1D11"/>
    <w:rsid w:val="006A1DD8"/>
    <w:rsid w:val="006A1ED3"/>
    <w:rsid w:val="006A1F5A"/>
    <w:rsid w:val="006A203A"/>
    <w:rsid w:val="006A20B1"/>
    <w:rsid w:val="006A20CA"/>
    <w:rsid w:val="006A2333"/>
    <w:rsid w:val="006A2426"/>
    <w:rsid w:val="006A24FF"/>
    <w:rsid w:val="006A25A8"/>
    <w:rsid w:val="006A2620"/>
    <w:rsid w:val="006A2765"/>
    <w:rsid w:val="006A2A2A"/>
    <w:rsid w:val="006A2DFA"/>
    <w:rsid w:val="006A2F01"/>
    <w:rsid w:val="006A2FDC"/>
    <w:rsid w:val="006A30A7"/>
    <w:rsid w:val="006A3150"/>
    <w:rsid w:val="006A3281"/>
    <w:rsid w:val="006A3416"/>
    <w:rsid w:val="006A3482"/>
    <w:rsid w:val="006A35EC"/>
    <w:rsid w:val="006A36C9"/>
    <w:rsid w:val="006A37D4"/>
    <w:rsid w:val="006A384A"/>
    <w:rsid w:val="006A3987"/>
    <w:rsid w:val="006A3A10"/>
    <w:rsid w:val="006A3A18"/>
    <w:rsid w:val="006A3BDB"/>
    <w:rsid w:val="006A3C0C"/>
    <w:rsid w:val="006A3D52"/>
    <w:rsid w:val="006A3DA5"/>
    <w:rsid w:val="006A3EC6"/>
    <w:rsid w:val="006A3FCA"/>
    <w:rsid w:val="006A409E"/>
    <w:rsid w:val="006A449B"/>
    <w:rsid w:val="006A44D1"/>
    <w:rsid w:val="006A45E2"/>
    <w:rsid w:val="006A4779"/>
    <w:rsid w:val="006A47A5"/>
    <w:rsid w:val="006A47BB"/>
    <w:rsid w:val="006A4840"/>
    <w:rsid w:val="006A4885"/>
    <w:rsid w:val="006A48DF"/>
    <w:rsid w:val="006A4952"/>
    <w:rsid w:val="006A4A7B"/>
    <w:rsid w:val="006A4ABE"/>
    <w:rsid w:val="006A4B5A"/>
    <w:rsid w:val="006A4B6C"/>
    <w:rsid w:val="006A4BE6"/>
    <w:rsid w:val="006A4BF1"/>
    <w:rsid w:val="006A4CD6"/>
    <w:rsid w:val="006A4CE9"/>
    <w:rsid w:val="006A4D3F"/>
    <w:rsid w:val="006A4FA1"/>
    <w:rsid w:val="006A503B"/>
    <w:rsid w:val="006A5078"/>
    <w:rsid w:val="006A514C"/>
    <w:rsid w:val="006A521F"/>
    <w:rsid w:val="006A522B"/>
    <w:rsid w:val="006A5286"/>
    <w:rsid w:val="006A5302"/>
    <w:rsid w:val="006A53F7"/>
    <w:rsid w:val="006A5557"/>
    <w:rsid w:val="006A57B7"/>
    <w:rsid w:val="006A59BC"/>
    <w:rsid w:val="006A5A78"/>
    <w:rsid w:val="006A5AE2"/>
    <w:rsid w:val="006A5C9E"/>
    <w:rsid w:val="006A5DDC"/>
    <w:rsid w:val="006A5E4D"/>
    <w:rsid w:val="006A5F85"/>
    <w:rsid w:val="006A6196"/>
    <w:rsid w:val="006A63A9"/>
    <w:rsid w:val="006A63CD"/>
    <w:rsid w:val="006A64E2"/>
    <w:rsid w:val="006A64E3"/>
    <w:rsid w:val="006A655C"/>
    <w:rsid w:val="006A67C8"/>
    <w:rsid w:val="006A67EE"/>
    <w:rsid w:val="006A692C"/>
    <w:rsid w:val="006A6999"/>
    <w:rsid w:val="006A69E2"/>
    <w:rsid w:val="006A6A56"/>
    <w:rsid w:val="006A6B31"/>
    <w:rsid w:val="006A6B4D"/>
    <w:rsid w:val="006A6F20"/>
    <w:rsid w:val="006A7228"/>
    <w:rsid w:val="006A726A"/>
    <w:rsid w:val="006A727A"/>
    <w:rsid w:val="006A728D"/>
    <w:rsid w:val="006A73C1"/>
    <w:rsid w:val="006A7610"/>
    <w:rsid w:val="006A7719"/>
    <w:rsid w:val="006A7793"/>
    <w:rsid w:val="006A7BF7"/>
    <w:rsid w:val="006A7D6E"/>
    <w:rsid w:val="006A7E97"/>
    <w:rsid w:val="006A7ED1"/>
    <w:rsid w:val="006A7F65"/>
    <w:rsid w:val="006A7F83"/>
    <w:rsid w:val="006B00D2"/>
    <w:rsid w:val="006B0110"/>
    <w:rsid w:val="006B01A4"/>
    <w:rsid w:val="006B0346"/>
    <w:rsid w:val="006B047E"/>
    <w:rsid w:val="006B05A4"/>
    <w:rsid w:val="006B066B"/>
    <w:rsid w:val="006B06AE"/>
    <w:rsid w:val="006B0837"/>
    <w:rsid w:val="006B085F"/>
    <w:rsid w:val="006B088E"/>
    <w:rsid w:val="006B08B2"/>
    <w:rsid w:val="006B0A6F"/>
    <w:rsid w:val="006B0D1E"/>
    <w:rsid w:val="006B0E25"/>
    <w:rsid w:val="006B0E39"/>
    <w:rsid w:val="006B0E75"/>
    <w:rsid w:val="006B0ECC"/>
    <w:rsid w:val="006B0F59"/>
    <w:rsid w:val="006B0FE4"/>
    <w:rsid w:val="006B12FC"/>
    <w:rsid w:val="006B1312"/>
    <w:rsid w:val="006B1405"/>
    <w:rsid w:val="006B1583"/>
    <w:rsid w:val="006B1759"/>
    <w:rsid w:val="006B1821"/>
    <w:rsid w:val="006B1844"/>
    <w:rsid w:val="006B1BB9"/>
    <w:rsid w:val="006B1DA0"/>
    <w:rsid w:val="006B2141"/>
    <w:rsid w:val="006B216C"/>
    <w:rsid w:val="006B2216"/>
    <w:rsid w:val="006B221B"/>
    <w:rsid w:val="006B22BB"/>
    <w:rsid w:val="006B243D"/>
    <w:rsid w:val="006B24A3"/>
    <w:rsid w:val="006B2592"/>
    <w:rsid w:val="006B2598"/>
    <w:rsid w:val="006B25C5"/>
    <w:rsid w:val="006B2632"/>
    <w:rsid w:val="006B26A3"/>
    <w:rsid w:val="006B2722"/>
    <w:rsid w:val="006B273A"/>
    <w:rsid w:val="006B29C6"/>
    <w:rsid w:val="006B2A73"/>
    <w:rsid w:val="006B2A8E"/>
    <w:rsid w:val="006B2AF7"/>
    <w:rsid w:val="006B2B1E"/>
    <w:rsid w:val="006B2B60"/>
    <w:rsid w:val="006B2C37"/>
    <w:rsid w:val="006B2C6C"/>
    <w:rsid w:val="006B2D20"/>
    <w:rsid w:val="006B2E9F"/>
    <w:rsid w:val="006B3221"/>
    <w:rsid w:val="006B330C"/>
    <w:rsid w:val="006B3401"/>
    <w:rsid w:val="006B34B9"/>
    <w:rsid w:val="006B3518"/>
    <w:rsid w:val="006B35FD"/>
    <w:rsid w:val="006B3641"/>
    <w:rsid w:val="006B3755"/>
    <w:rsid w:val="006B379C"/>
    <w:rsid w:val="006B3A21"/>
    <w:rsid w:val="006B3A23"/>
    <w:rsid w:val="006B3AAE"/>
    <w:rsid w:val="006B3D9E"/>
    <w:rsid w:val="006B3E3D"/>
    <w:rsid w:val="006B3E92"/>
    <w:rsid w:val="006B3F3E"/>
    <w:rsid w:val="006B3FC0"/>
    <w:rsid w:val="006B3FD8"/>
    <w:rsid w:val="006B4183"/>
    <w:rsid w:val="006B4254"/>
    <w:rsid w:val="006B4389"/>
    <w:rsid w:val="006B4707"/>
    <w:rsid w:val="006B4741"/>
    <w:rsid w:val="006B4A2C"/>
    <w:rsid w:val="006B4C46"/>
    <w:rsid w:val="006B4D4F"/>
    <w:rsid w:val="006B540C"/>
    <w:rsid w:val="006B560C"/>
    <w:rsid w:val="006B565F"/>
    <w:rsid w:val="006B579A"/>
    <w:rsid w:val="006B58C3"/>
    <w:rsid w:val="006B5A01"/>
    <w:rsid w:val="006B5A96"/>
    <w:rsid w:val="006B5EF3"/>
    <w:rsid w:val="006B5F69"/>
    <w:rsid w:val="006B6011"/>
    <w:rsid w:val="006B61BA"/>
    <w:rsid w:val="006B63F7"/>
    <w:rsid w:val="006B64F1"/>
    <w:rsid w:val="006B656F"/>
    <w:rsid w:val="006B6789"/>
    <w:rsid w:val="006B68FD"/>
    <w:rsid w:val="006B69E9"/>
    <w:rsid w:val="006B6AE5"/>
    <w:rsid w:val="006B6D7E"/>
    <w:rsid w:val="006B6E14"/>
    <w:rsid w:val="006B6EC0"/>
    <w:rsid w:val="006B6F99"/>
    <w:rsid w:val="006B6FEC"/>
    <w:rsid w:val="006B70DE"/>
    <w:rsid w:val="006B74DD"/>
    <w:rsid w:val="006B773C"/>
    <w:rsid w:val="006B77EE"/>
    <w:rsid w:val="006B78FB"/>
    <w:rsid w:val="006B7A65"/>
    <w:rsid w:val="006B7B40"/>
    <w:rsid w:val="006B7BB5"/>
    <w:rsid w:val="006B7D86"/>
    <w:rsid w:val="006B7DB5"/>
    <w:rsid w:val="006C01A9"/>
    <w:rsid w:val="006C01C6"/>
    <w:rsid w:val="006C022E"/>
    <w:rsid w:val="006C044F"/>
    <w:rsid w:val="006C0564"/>
    <w:rsid w:val="006C06F3"/>
    <w:rsid w:val="006C0925"/>
    <w:rsid w:val="006C0964"/>
    <w:rsid w:val="006C0A78"/>
    <w:rsid w:val="006C0DEB"/>
    <w:rsid w:val="006C1045"/>
    <w:rsid w:val="006C1343"/>
    <w:rsid w:val="006C1389"/>
    <w:rsid w:val="006C13F8"/>
    <w:rsid w:val="006C14D2"/>
    <w:rsid w:val="006C166A"/>
    <w:rsid w:val="006C17EB"/>
    <w:rsid w:val="006C1928"/>
    <w:rsid w:val="006C1936"/>
    <w:rsid w:val="006C19AB"/>
    <w:rsid w:val="006C1B02"/>
    <w:rsid w:val="006C1BA0"/>
    <w:rsid w:val="006C1C9D"/>
    <w:rsid w:val="006C1CD2"/>
    <w:rsid w:val="006C1D33"/>
    <w:rsid w:val="006C1D58"/>
    <w:rsid w:val="006C1FAF"/>
    <w:rsid w:val="006C2005"/>
    <w:rsid w:val="006C229C"/>
    <w:rsid w:val="006C24AC"/>
    <w:rsid w:val="006C24C3"/>
    <w:rsid w:val="006C2796"/>
    <w:rsid w:val="006C2A77"/>
    <w:rsid w:val="006C2C19"/>
    <w:rsid w:val="006C2C5A"/>
    <w:rsid w:val="006C2CCE"/>
    <w:rsid w:val="006C2E4C"/>
    <w:rsid w:val="006C2E94"/>
    <w:rsid w:val="006C2F4A"/>
    <w:rsid w:val="006C313C"/>
    <w:rsid w:val="006C33CF"/>
    <w:rsid w:val="006C3473"/>
    <w:rsid w:val="006C34D5"/>
    <w:rsid w:val="006C35C7"/>
    <w:rsid w:val="006C3625"/>
    <w:rsid w:val="006C3713"/>
    <w:rsid w:val="006C3A17"/>
    <w:rsid w:val="006C3B22"/>
    <w:rsid w:val="006C3B5E"/>
    <w:rsid w:val="006C3C1F"/>
    <w:rsid w:val="006C3DA9"/>
    <w:rsid w:val="006C3EA1"/>
    <w:rsid w:val="006C3EF8"/>
    <w:rsid w:val="006C3FD0"/>
    <w:rsid w:val="006C40D4"/>
    <w:rsid w:val="006C413D"/>
    <w:rsid w:val="006C42E3"/>
    <w:rsid w:val="006C43F1"/>
    <w:rsid w:val="006C4424"/>
    <w:rsid w:val="006C45B0"/>
    <w:rsid w:val="006C4658"/>
    <w:rsid w:val="006C47E9"/>
    <w:rsid w:val="006C482A"/>
    <w:rsid w:val="006C486E"/>
    <w:rsid w:val="006C4ABC"/>
    <w:rsid w:val="006C4B88"/>
    <w:rsid w:val="006C4BBB"/>
    <w:rsid w:val="006C4CBC"/>
    <w:rsid w:val="006C4D0F"/>
    <w:rsid w:val="006C4D23"/>
    <w:rsid w:val="006C4E3D"/>
    <w:rsid w:val="006C4E88"/>
    <w:rsid w:val="006C4EE4"/>
    <w:rsid w:val="006C4F23"/>
    <w:rsid w:val="006C5016"/>
    <w:rsid w:val="006C50C5"/>
    <w:rsid w:val="006C52C2"/>
    <w:rsid w:val="006C5303"/>
    <w:rsid w:val="006C53A1"/>
    <w:rsid w:val="006C5453"/>
    <w:rsid w:val="006C54B6"/>
    <w:rsid w:val="006C55AE"/>
    <w:rsid w:val="006C5955"/>
    <w:rsid w:val="006C5991"/>
    <w:rsid w:val="006C59FC"/>
    <w:rsid w:val="006C5AA3"/>
    <w:rsid w:val="006C5AF0"/>
    <w:rsid w:val="006C5C23"/>
    <w:rsid w:val="006C5CA5"/>
    <w:rsid w:val="006C5CDB"/>
    <w:rsid w:val="006C5D2B"/>
    <w:rsid w:val="006C5DC3"/>
    <w:rsid w:val="006C5EE6"/>
    <w:rsid w:val="006C6243"/>
    <w:rsid w:val="006C6385"/>
    <w:rsid w:val="006C63C3"/>
    <w:rsid w:val="006C651F"/>
    <w:rsid w:val="006C670D"/>
    <w:rsid w:val="006C69F2"/>
    <w:rsid w:val="006C6A88"/>
    <w:rsid w:val="006C6B3A"/>
    <w:rsid w:val="006C6D49"/>
    <w:rsid w:val="006C6E0F"/>
    <w:rsid w:val="006C6E96"/>
    <w:rsid w:val="006C6FE3"/>
    <w:rsid w:val="006C6FFB"/>
    <w:rsid w:val="006C706D"/>
    <w:rsid w:val="006C70A2"/>
    <w:rsid w:val="006C7223"/>
    <w:rsid w:val="006C72B2"/>
    <w:rsid w:val="006C72EB"/>
    <w:rsid w:val="006C74E5"/>
    <w:rsid w:val="006C759E"/>
    <w:rsid w:val="006C76E4"/>
    <w:rsid w:val="006C7803"/>
    <w:rsid w:val="006C79DC"/>
    <w:rsid w:val="006C7A2B"/>
    <w:rsid w:val="006C7AA2"/>
    <w:rsid w:val="006C7AE9"/>
    <w:rsid w:val="006C7BB5"/>
    <w:rsid w:val="006C7FB1"/>
    <w:rsid w:val="006C7FE4"/>
    <w:rsid w:val="006D0210"/>
    <w:rsid w:val="006D021F"/>
    <w:rsid w:val="006D0419"/>
    <w:rsid w:val="006D0786"/>
    <w:rsid w:val="006D0845"/>
    <w:rsid w:val="006D08C7"/>
    <w:rsid w:val="006D0947"/>
    <w:rsid w:val="006D0964"/>
    <w:rsid w:val="006D0AD1"/>
    <w:rsid w:val="006D0AD2"/>
    <w:rsid w:val="006D0FA0"/>
    <w:rsid w:val="006D1000"/>
    <w:rsid w:val="006D1089"/>
    <w:rsid w:val="006D109B"/>
    <w:rsid w:val="006D116E"/>
    <w:rsid w:val="006D1274"/>
    <w:rsid w:val="006D141A"/>
    <w:rsid w:val="006D156B"/>
    <w:rsid w:val="006D1861"/>
    <w:rsid w:val="006D1938"/>
    <w:rsid w:val="006D1B25"/>
    <w:rsid w:val="006D1B64"/>
    <w:rsid w:val="006D1BC6"/>
    <w:rsid w:val="006D1BDC"/>
    <w:rsid w:val="006D1E37"/>
    <w:rsid w:val="006D1F99"/>
    <w:rsid w:val="006D208F"/>
    <w:rsid w:val="006D20BE"/>
    <w:rsid w:val="006D2267"/>
    <w:rsid w:val="006D22D5"/>
    <w:rsid w:val="006D23CD"/>
    <w:rsid w:val="006D25EE"/>
    <w:rsid w:val="006D2687"/>
    <w:rsid w:val="006D28CD"/>
    <w:rsid w:val="006D290B"/>
    <w:rsid w:val="006D2A52"/>
    <w:rsid w:val="006D2CB8"/>
    <w:rsid w:val="006D2E9B"/>
    <w:rsid w:val="006D2F35"/>
    <w:rsid w:val="006D2FB1"/>
    <w:rsid w:val="006D2FC8"/>
    <w:rsid w:val="006D3087"/>
    <w:rsid w:val="006D30D8"/>
    <w:rsid w:val="006D3167"/>
    <w:rsid w:val="006D31F9"/>
    <w:rsid w:val="006D321E"/>
    <w:rsid w:val="006D347D"/>
    <w:rsid w:val="006D34F8"/>
    <w:rsid w:val="006D3506"/>
    <w:rsid w:val="006D355B"/>
    <w:rsid w:val="006D3663"/>
    <w:rsid w:val="006D3735"/>
    <w:rsid w:val="006D3848"/>
    <w:rsid w:val="006D38ED"/>
    <w:rsid w:val="006D3B1D"/>
    <w:rsid w:val="006D3B82"/>
    <w:rsid w:val="006D3BF3"/>
    <w:rsid w:val="006D3C84"/>
    <w:rsid w:val="006D3DD6"/>
    <w:rsid w:val="006D3E27"/>
    <w:rsid w:val="006D40AE"/>
    <w:rsid w:val="006D41F5"/>
    <w:rsid w:val="006D4344"/>
    <w:rsid w:val="006D4398"/>
    <w:rsid w:val="006D453D"/>
    <w:rsid w:val="006D45E2"/>
    <w:rsid w:val="006D48ED"/>
    <w:rsid w:val="006D4905"/>
    <w:rsid w:val="006D4A5A"/>
    <w:rsid w:val="006D4B99"/>
    <w:rsid w:val="006D4C11"/>
    <w:rsid w:val="006D4DB8"/>
    <w:rsid w:val="006D4DF6"/>
    <w:rsid w:val="006D4E55"/>
    <w:rsid w:val="006D4E7B"/>
    <w:rsid w:val="006D50E6"/>
    <w:rsid w:val="006D51C9"/>
    <w:rsid w:val="006D5278"/>
    <w:rsid w:val="006D5381"/>
    <w:rsid w:val="006D539E"/>
    <w:rsid w:val="006D53FA"/>
    <w:rsid w:val="006D54B3"/>
    <w:rsid w:val="006D557F"/>
    <w:rsid w:val="006D5686"/>
    <w:rsid w:val="006D5756"/>
    <w:rsid w:val="006D5759"/>
    <w:rsid w:val="006D5781"/>
    <w:rsid w:val="006D5895"/>
    <w:rsid w:val="006D597C"/>
    <w:rsid w:val="006D5A67"/>
    <w:rsid w:val="006D5BF3"/>
    <w:rsid w:val="006D5D20"/>
    <w:rsid w:val="006D5E1F"/>
    <w:rsid w:val="006D5FC7"/>
    <w:rsid w:val="006D5FDF"/>
    <w:rsid w:val="006D6237"/>
    <w:rsid w:val="006D63B8"/>
    <w:rsid w:val="006D6446"/>
    <w:rsid w:val="006D67FB"/>
    <w:rsid w:val="006D6889"/>
    <w:rsid w:val="006D68A2"/>
    <w:rsid w:val="006D6B19"/>
    <w:rsid w:val="006D6C01"/>
    <w:rsid w:val="006D6DD7"/>
    <w:rsid w:val="006D6E6C"/>
    <w:rsid w:val="006D6FC5"/>
    <w:rsid w:val="006D7120"/>
    <w:rsid w:val="006D73F8"/>
    <w:rsid w:val="006D74AE"/>
    <w:rsid w:val="006D74EF"/>
    <w:rsid w:val="006D7546"/>
    <w:rsid w:val="006D7567"/>
    <w:rsid w:val="006D760D"/>
    <w:rsid w:val="006D7631"/>
    <w:rsid w:val="006D7643"/>
    <w:rsid w:val="006D773C"/>
    <w:rsid w:val="006D77A7"/>
    <w:rsid w:val="006D78BA"/>
    <w:rsid w:val="006D78BD"/>
    <w:rsid w:val="006D7BB6"/>
    <w:rsid w:val="006D7D94"/>
    <w:rsid w:val="006D7E41"/>
    <w:rsid w:val="006D7F70"/>
    <w:rsid w:val="006D7F74"/>
    <w:rsid w:val="006D7FD3"/>
    <w:rsid w:val="006D7FEC"/>
    <w:rsid w:val="006E0246"/>
    <w:rsid w:val="006E0318"/>
    <w:rsid w:val="006E035A"/>
    <w:rsid w:val="006E0421"/>
    <w:rsid w:val="006E04E3"/>
    <w:rsid w:val="006E0549"/>
    <w:rsid w:val="006E070A"/>
    <w:rsid w:val="006E0B1F"/>
    <w:rsid w:val="006E0C7C"/>
    <w:rsid w:val="006E0E18"/>
    <w:rsid w:val="006E0E5C"/>
    <w:rsid w:val="006E1109"/>
    <w:rsid w:val="006E1148"/>
    <w:rsid w:val="006E11BC"/>
    <w:rsid w:val="006E13D7"/>
    <w:rsid w:val="006E14FF"/>
    <w:rsid w:val="006E1765"/>
    <w:rsid w:val="006E1971"/>
    <w:rsid w:val="006E1AE5"/>
    <w:rsid w:val="006E1C8E"/>
    <w:rsid w:val="006E1D18"/>
    <w:rsid w:val="006E1D4E"/>
    <w:rsid w:val="006E1E12"/>
    <w:rsid w:val="006E1E1E"/>
    <w:rsid w:val="006E1E35"/>
    <w:rsid w:val="006E1EFA"/>
    <w:rsid w:val="006E206F"/>
    <w:rsid w:val="006E20C1"/>
    <w:rsid w:val="006E2160"/>
    <w:rsid w:val="006E2232"/>
    <w:rsid w:val="006E2246"/>
    <w:rsid w:val="006E22FF"/>
    <w:rsid w:val="006E24AC"/>
    <w:rsid w:val="006E24D1"/>
    <w:rsid w:val="006E25DA"/>
    <w:rsid w:val="006E25ED"/>
    <w:rsid w:val="006E25F7"/>
    <w:rsid w:val="006E27A5"/>
    <w:rsid w:val="006E2922"/>
    <w:rsid w:val="006E295A"/>
    <w:rsid w:val="006E2AA7"/>
    <w:rsid w:val="006E2AE0"/>
    <w:rsid w:val="006E2C73"/>
    <w:rsid w:val="006E2D63"/>
    <w:rsid w:val="006E2E9A"/>
    <w:rsid w:val="006E2FC3"/>
    <w:rsid w:val="006E2FE5"/>
    <w:rsid w:val="006E306A"/>
    <w:rsid w:val="006E31AE"/>
    <w:rsid w:val="006E32B0"/>
    <w:rsid w:val="006E338E"/>
    <w:rsid w:val="006E3437"/>
    <w:rsid w:val="006E34A4"/>
    <w:rsid w:val="006E34BE"/>
    <w:rsid w:val="006E352B"/>
    <w:rsid w:val="006E35B7"/>
    <w:rsid w:val="006E35DA"/>
    <w:rsid w:val="006E3693"/>
    <w:rsid w:val="006E36F2"/>
    <w:rsid w:val="006E38E6"/>
    <w:rsid w:val="006E3F04"/>
    <w:rsid w:val="006E4185"/>
    <w:rsid w:val="006E4247"/>
    <w:rsid w:val="006E4347"/>
    <w:rsid w:val="006E4482"/>
    <w:rsid w:val="006E45F2"/>
    <w:rsid w:val="006E4F6E"/>
    <w:rsid w:val="006E5342"/>
    <w:rsid w:val="006E5380"/>
    <w:rsid w:val="006E5390"/>
    <w:rsid w:val="006E5405"/>
    <w:rsid w:val="006E5536"/>
    <w:rsid w:val="006E5564"/>
    <w:rsid w:val="006E5594"/>
    <w:rsid w:val="006E563E"/>
    <w:rsid w:val="006E5694"/>
    <w:rsid w:val="006E58AE"/>
    <w:rsid w:val="006E598E"/>
    <w:rsid w:val="006E5AAC"/>
    <w:rsid w:val="006E5B78"/>
    <w:rsid w:val="006E61C4"/>
    <w:rsid w:val="006E648A"/>
    <w:rsid w:val="006E648B"/>
    <w:rsid w:val="006E68D7"/>
    <w:rsid w:val="006E6936"/>
    <w:rsid w:val="006E69F1"/>
    <w:rsid w:val="006E6A32"/>
    <w:rsid w:val="006E6ABC"/>
    <w:rsid w:val="006E6ABD"/>
    <w:rsid w:val="006E6CB8"/>
    <w:rsid w:val="006E6D45"/>
    <w:rsid w:val="006E6E13"/>
    <w:rsid w:val="006E6EA0"/>
    <w:rsid w:val="006E6F78"/>
    <w:rsid w:val="006E7262"/>
    <w:rsid w:val="006E740D"/>
    <w:rsid w:val="006E74B3"/>
    <w:rsid w:val="006E7917"/>
    <w:rsid w:val="006E7974"/>
    <w:rsid w:val="006E79F0"/>
    <w:rsid w:val="006E7C8D"/>
    <w:rsid w:val="006E7CA5"/>
    <w:rsid w:val="006F0078"/>
    <w:rsid w:val="006F007A"/>
    <w:rsid w:val="006F00A7"/>
    <w:rsid w:val="006F016C"/>
    <w:rsid w:val="006F0375"/>
    <w:rsid w:val="006F0377"/>
    <w:rsid w:val="006F0380"/>
    <w:rsid w:val="006F03C7"/>
    <w:rsid w:val="006F0490"/>
    <w:rsid w:val="006F049B"/>
    <w:rsid w:val="006F0636"/>
    <w:rsid w:val="006F0702"/>
    <w:rsid w:val="006F07A9"/>
    <w:rsid w:val="006F0AA7"/>
    <w:rsid w:val="006F0B3D"/>
    <w:rsid w:val="006F0BA9"/>
    <w:rsid w:val="006F0C06"/>
    <w:rsid w:val="006F0C2A"/>
    <w:rsid w:val="006F0E90"/>
    <w:rsid w:val="006F10D3"/>
    <w:rsid w:val="006F1274"/>
    <w:rsid w:val="006F12B6"/>
    <w:rsid w:val="006F12F3"/>
    <w:rsid w:val="006F137C"/>
    <w:rsid w:val="006F13F4"/>
    <w:rsid w:val="006F165C"/>
    <w:rsid w:val="006F1777"/>
    <w:rsid w:val="006F184D"/>
    <w:rsid w:val="006F1ACD"/>
    <w:rsid w:val="006F1D2D"/>
    <w:rsid w:val="006F1EC2"/>
    <w:rsid w:val="006F1ED9"/>
    <w:rsid w:val="006F1F37"/>
    <w:rsid w:val="006F20E7"/>
    <w:rsid w:val="006F2158"/>
    <w:rsid w:val="006F228F"/>
    <w:rsid w:val="006F2298"/>
    <w:rsid w:val="006F23CD"/>
    <w:rsid w:val="006F23DA"/>
    <w:rsid w:val="006F23F1"/>
    <w:rsid w:val="006F23F2"/>
    <w:rsid w:val="006F245E"/>
    <w:rsid w:val="006F2475"/>
    <w:rsid w:val="006F24CA"/>
    <w:rsid w:val="006F24E0"/>
    <w:rsid w:val="006F251D"/>
    <w:rsid w:val="006F25AF"/>
    <w:rsid w:val="006F274A"/>
    <w:rsid w:val="006F28AA"/>
    <w:rsid w:val="006F2942"/>
    <w:rsid w:val="006F29DC"/>
    <w:rsid w:val="006F2A34"/>
    <w:rsid w:val="006F2BB2"/>
    <w:rsid w:val="006F2D0B"/>
    <w:rsid w:val="006F2E2D"/>
    <w:rsid w:val="006F2E93"/>
    <w:rsid w:val="006F3013"/>
    <w:rsid w:val="006F3089"/>
    <w:rsid w:val="006F327B"/>
    <w:rsid w:val="006F32B3"/>
    <w:rsid w:val="006F3562"/>
    <w:rsid w:val="006F3AA3"/>
    <w:rsid w:val="006F4045"/>
    <w:rsid w:val="006F4070"/>
    <w:rsid w:val="006F4095"/>
    <w:rsid w:val="006F40E6"/>
    <w:rsid w:val="006F414F"/>
    <w:rsid w:val="006F41B6"/>
    <w:rsid w:val="006F41D4"/>
    <w:rsid w:val="006F436D"/>
    <w:rsid w:val="006F4483"/>
    <w:rsid w:val="006F44A0"/>
    <w:rsid w:val="006F44D3"/>
    <w:rsid w:val="006F4563"/>
    <w:rsid w:val="006F4724"/>
    <w:rsid w:val="006F474C"/>
    <w:rsid w:val="006F4856"/>
    <w:rsid w:val="006F494C"/>
    <w:rsid w:val="006F4CA2"/>
    <w:rsid w:val="006F4E27"/>
    <w:rsid w:val="006F4F5C"/>
    <w:rsid w:val="006F5245"/>
    <w:rsid w:val="006F5430"/>
    <w:rsid w:val="006F56A0"/>
    <w:rsid w:val="006F5BCF"/>
    <w:rsid w:val="006F5BE0"/>
    <w:rsid w:val="006F5D08"/>
    <w:rsid w:val="006F5F89"/>
    <w:rsid w:val="006F60BE"/>
    <w:rsid w:val="006F60D8"/>
    <w:rsid w:val="006F61D9"/>
    <w:rsid w:val="006F63C8"/>
    <w:rsid w:val="006F6519"/>
    <w:rsid w:val="006F6533"/>
    <w:rsid w:val="006F6795"/>
    <w:rsid w:val="006F67C7"/>
    <w:rsid w:val="006F6873"/>
    <w:rsid w:val="006F690E"/>
    <w:rsid w:val="006F69DA"/>
    <w:rsid w:val="006F69F7"/>
    <w:rsid w:val="006F6C78"/>
    <w:rsid w:val="006F6DEE"/>
    <w:rsid w:val="006F6E28"/>
    <w:rsid w:val="006F707E"/>
    <w:rsid w:val="006F74E5"/>
    <w:rsid w:val="006F759D"/>
    <w:rsid w:val="006F76C2"/>
    <w:rsid w:val="006F773B"/>
    <w:rsid w:val="006F7826"/>
    <w:rsid w:val="006F78FB"/>
    <w:rsid w:val="006F79A8"/>
    <w:rsid w:val="006F7A86"/>
    <w:rsid w:val="006F7B5F"/>
    <w:rsid w:val="006F7CEB"/>
    <w:rsid w:val="006F7E74"/>
    <w:rsid w:val="006F7F34"/>
    <w:rsid w:val="006F7F43"/>
    <w:rsid w:val="007001BD"/>
    <w:rsid w:val="007002CB"/>
    <w:rsid w:val="00700358"/>
    <w:rsid w:val="00700403"/>
    <w:rsid w:val="00700465"/>
    <w:rsid w:val="007004C7"/>
    <w:rsid w:val="0070059F"/>
    <w:rsid w:val="00700660"/>
    <w:rsid w:val="00700726"/>
    <w:rsid w:val="0070080D"/>
    <w:rsid w:val="0070090D"/>
    <w:rsid w:val="0070095E"/>
    <w:rsid w:val="00700B46"/>
    <w:rsid w:val="00700BCC"/>
    <w:rsid w:val="00700D53"/>
    <w:rsid w:val="00700DBD"/>
    <w:rsid w:val="00700F16"/>
    <w:rsid w:val="00700F76"/>
    <w:rsid w:val="00701092"/>
    <w:rsid w:val="007011C0"/>
    <w:rsid w:val="00701304"/>
    <w:rsid w:val="0070139C"/>
    <w:rsid w:val="00701449"/>
    <w:rsid w:val="007015F3"/>
    <w:rsid w:val="007016AF"/>
    <w:rsid w:val="007016E7"/>
    <w:rsid w:val="0070186B"/>
    <w:rsid w:val="00701901"/>
    <w:rsid w:val="0070193D"/>
    <w:rsid w:val="00701A4D"/>
    <w:rsid w:val="00701B6A"/>
    <w:rsid w:val="00701BDF"/>
    <w:rsid w:val="00701BEE"/>
    <w:rsid w:val="00701C67"/>
    <w:rsid w:val="00701D6E"/>
    <w:rsid w:val="00701E0E"/>
    <w:rsid w:val="0070227A"/>
    <w:rsid w:val="0070227D"/>
    <w:rsid w:val="0070243D"/>
    <w:rsid w:val="00702449"/>
    <w:rsid w:val="0070273F"/>
    <w:rsid w:val="007028F3"/>
    <w:rsid w:val="00702A9D"/>
    <w:rsid w:val="00702B30"/>
    <w:rsid w:val="00702F77"/>
    <w:rsid w:val="00702F8D"/>
    <w:rsid w:val="00702FAA"/>
    <w:rsid w:val="0070303D"/>
    <w:rsid w:val="00703138"/>
    <w:rsid w:val="0070327E"/>
    <w:rsid w:val="007033A4"/>
    <w:rsid w:val="007033C3"/>
    <w:rsid w:val="007033E7"/>
    <w:rsid w:val="007034B8"/>
    <w:rsid w:val="0070356A"/>
    <w:rsid w:val="007035FA"/>
    <w:rsid w:val="0070364F"/>
    <w:rsid w:val="0070366D"/>
    <w:rsid w:val="007036AF"/>
    <w:rsid w:val="0070395E"/>
    <w:rsid w:val="00703DF1"/>
    <w:rsid w:val="00703E10"/>
    <w:rsid w:val="0070410F"/>
    <w:rsid w:val="0070412E"/>
    <w:rsid w:val="007042B7"/>
    <w:rsid w:val="00704324"/>
    <w:rsid w:val="0070454D"/>
    <w:rsid w:val="00704560"/>
    <w:rsid w:val="007045BB"/>
    <w:rsid w:val="007047AD"/>
    <w:rsid w:val="007048BD"/>
    <w:rsid w:val="00704908"/>
    <w:rsid w:val="00704DB3"/>
    <w:rsid w:val="00704FA9"/>
    <w:rsid w:val="00705215"/>
    <w:rsid w:val="0070535C"/>
    <w:rsid w:val="00705360"/>
    <w:rsid w:val="007053B0"/>
    <w:rsid w:val="007053F6"/>
    <w:rsid w:val="0070552B"/>
    <w:rsid w:val="007055AE"/>
    <w:rsid w:val="007058B7"/>
    <w:rsid w:val="00705A54"/>
    <w:rsid w:val="00705CBA"/>
    <w:rsid w:val="00705D0E"/>
    <w:rsid w:val="00705D3F"/>
    <w:rsid w:val="00705E8E"/>
    <w:rsid w:val="00705FB2"/>
    <w:rsid w:val="007060C5"/>
    <w:rsid w:val="007061F0"/>
    <w:rsid w:val="00706249"/>
    <w:rsid w:val="00706299"/>
    <w:rsid w:val="007062A7"/>
    <w:rsid w:val="0070633D"/>
    <w:rsid w:val="00706368"/>
    <w:rsid w:val="00706798"/>
    <w:rsid w:val="00706C7C"/>
    <w:rsid w:val="00706F4A"/>
    <w:rsid w:val="00707104"/>
    <w:rsid w:val="0070712E"/>
    <w:rsid w:val="00707158"/>
    <w:rsid w:val="0070718F"/>
    <w:rsid w:val="007073B0"/>
    <w:rsid w:val="00707462"/>
    <w:rsid w:val="0070751B"/>
    <w:rsid w:val="007075DD"/>
    <w:rsid w:val="007075F5"/>
    <w:rsid w:val="00707D79"/>
    <w:rsid w:val="00707EEE"/>
    <w:rsid w:val="00710199"/>
    <w:rsid w:val="007101B3"/>
    <w:rsid w:val="007102E2"/>
    <w:rsid w:val="007102E8"/>
    <w:rsid w:val="0071074B"/>
    <w:rsid w:val="007108EB"/>
    <w:rsid w:val="00710940"/>
    <w:rsid w:val="00710A02"/>
    <w:rsid w:val="00710AA2"/>
    <w:rsid w:val="00710CD3"/>
    <w:rsid w:val="00710D68"/>
    <w:rsid w:val="00710D82"/>
    <w:rsid w:val="00710DB7"/>
    <w:rsid w:val="00710DE5"/>
    <w:rsid w:val="00710DE7"/>
    <w:rsid w:val="00710E32"/>
    <w:rsid w:val="00710E8F"/>
    <w:rsid w:val="00710EC8"/>
    <w:rsid w:val="00710FBC"/>
    <w:rsid w:val="0071108C"/>
    <w:rsid w:val="00711168"/>
    <w:rsid w:val="0071116F"/>
    <w:rsid w:val="00711267"/>
    <w:rsid w:val="007112B1"/>
    <w:rsid w:val="0071132E"/>
    <w:rsid w:val="00711455"/>
    <w:rsid w:val="00711694"/>
    <w:rsid w:val="007117FD"/>
    <w:rsid w:val="00711848"/>
    <w:rsid w:val="00711966"/>
    <w:rsid w:val="00711A63"/>
    <w:rsid w:val="00711AC8"/>
    <w:rsid w:val="00711B35"/>
    <w:rsid w:val="00711BAC"/>
    <w:rsid w:val="00711DB7"/>
    <w:rsid w:val="00711E6C"/>
    <w:rsid w:val="00711FE5"/>
    <w:rsid w:val="00712128"/>
    <w:rsid w:val="00712219"/>
    <w:rsid w:val="00712379"/>
    <w:rsid w:val="007123BE"/>
    <w:rsid w:val="00712531"/>
    <w:rsid w:val="0071256B"/>
    <w:rsid w:val="0071273D"/>
    <w:rsid w:val="00712903"/>
    <w:rsid w:val="00712A7F"/>
    <w:rsid w:val="00712B5A"/>
    <w:rsid w:val="00712BCD"/>
    <w:rsid w:val="00712CB8"/>
    <w:rsid w:val="00712E7C"/>
    <w:rsid w:val="00712EEF"/>
    <w:rsid w:val="00713205"/>
    <w:rsid w:val="007132CE"/>
    <w:rsid w:val="0071334C"/>
    <w:rsid w:val="0071339B"/>
    <w:rsid w:val="0071351B"/>
    <w:rsid w:val="00713622"/>
    <w:rsid w:val="0071375B"/>
    <w:rsid w:val="0071390A"/>
    <w:rsid w:val="0071394A"/>
    <w:rsid w:val="00713A2E"/>
    <w:rsid w:val="00713AFC"/>
    <w:rsid w:val="00713B02"/>
    <w:rsid w:val="00713B4C"/>
    <w:rsid w:val="00713D26"/>
    <w:rsid w:val="00713DA2"/>
    <w:rsid w:val="00713E88"/>
    <w:rsid w:val="00713EC6"/>
    <w:rsid w:val="00713F8E"/>
    <w:rsid w:val="007140EF"/>
    <w:rsid w:val="007141F9"/>
    <w:rsid w:val="007144AA"/>
    <w:rsid w:val="0071457F"/>
    <w:rsid w:val="00714616"/>
    <w:rsid w:val="00714688"/>
    <w:rsid w:val="0071469D"/>
    <w:rsid w:val="007147AE"/>
    <w:rsid w:val="0071487C"/>
    <w:rsid w:val="00714A37"/>
    <w:rsid w:val="00714BCF"/>
    <w:rsid w:val="00714BD7"/>
    <w:rsid w:val="00714C9E"/>
    <w:rsid w:val="00714F32"/>
    <w:rsid w:val="00714F5E"/>
    <w:rsid w:val="00714FEF"/>
    <w:rsid w:val="00715055"/>
    <w:rsid w:val="007151FD"/>
    <w:rsid w:val="0071526A"/>
    <w:rsid w:val="007153BB"/>
    <w:rsid w:val="0071546B"/>
    <w:rsid w:val="00715526"/>
    <w:rsid w:val="007155D9"/>
    <w:rsid w:val="007156E5"/>
    <w:rsid w:val="00715914"/>
    <w:rsid w:val="00715962"/>
    <w:rsid w:val="00715A33"/>
    <w:rsid w:val="00715C5C"/>
    <w:rsid w:val="00715DF2"/>
    <w:rsid w:val="00715E60"/>
    <w:rsid w:val="00715FAB"/>
    <w:rsid w:val="007160EE"/>
    <w:rsid w:val="0071638C"/>
    <w:rsid w:val="00716413"/>
    <w:rsid w:val="007164E6"/>
    <w:rsid w:val="0071679D"/>
    <w:rsid w:val="0071694C"/>
    <w:rsid w:val="007169AA"/>
    <w:rsid w:val="00716A66"/>
    <w:rsid w:val="00716B36"/>
    <w:rsid w:val="00716D1E"/>
    <w:rsid w:val="00716DCD"/>
    <w:rsid w:val="00716DFB"/>
    <w:rsid w:val="00717137"/>
    <w:rsid w:val="0071724B"/>
    <w:rsid w:val="007174C7"/>
    <w:rsid w:val="0071755B"/>
    <w:rsid w:val="007178CC"/>
    <w:rsid w:val="007179A8"/>
    <w:rsid w:val="00717A30"/>
    <w:rsid w:val="00717CF0"/>
    <w:rsid w:val="00717D8E"/>
    <w:rsid w:val="00717E0C"/>
    <w:rsid w:val="00717EA2"/>
    <w:rsid w:val="00717EF5"/>
    <w:rsid w:val="00717FD0"/>
    <w:rsid w:val="00720023"/>
    <w:rsid w:val="00720041"/>
    <w:rsid w:val="0072016F"/>
    <w:rsid w:val="00720211"/>
    <w:rsid w:val="0072044F"/>
    <w:rsid w:val="0072057E"/>
    <w:rsid w:val="007205E4"/>
    <w:rsid w:val="0072082C"/>
    <w:rsid w:val="00720A17"/>
    <w:rsid w:val="00720B28"/>
    <w:rsid w:val="00720CDD"/>
    <w:rsid w:val="00720CF6"/>
    <w:rsid w:val="00720D21"/>
    <w:rsid w:val="00720ED8"/>
    <w:rsid w:val="00720F52"/>
    <w:rsid w:val="00721109"/>
    <w:rsid w:val="007212BD"/>
    <w:rsid w:val="007212E2"/>
    <w:rsid w:val="0072130F"/>
    <w:rsid w:val="00721715"/>
    <w:rsid w:val="0072176B"/>
    <w:rsid w:val="00721897"/>
    <w:rsid w:val="00721AF6"/>
    <w:rsid w:val="00721CBB"/>
    <w:rsid w:val="00721D4B"/>
    <w:rsid w:val="00721DCF"/>
    <w:rsid w:val="00721DEE"/>
    <w:rsid w:val="007220E4"/>
    <w:rsid w:val="00722202"/>
    <w:rsid w:val="0072222C"/>
    <w:rsid w:val="00722295"/>
    <w:rsid w:val="007223CE"/>
    <w:rsid w:val="007224D5"/>
    <w:rsid w:val="00722500"/>
    <w:rsid w:val="0072257C"/>
    <w:rsid w:val="007226C3"/>
    <w:rsid w:val="00722728"/>
    <w:rsid w:val="007229F1"/>
    <w:rsid w:val="00722BF2"/>
    <w:rsid w:val="00722C19"/>
    <w:rsid w:val="00722CB1"/>
    <w:rsid w:val="00722D88"/>
    <w:rsid w:val="00722DB3"/>
    <w:rsid w:val="00722E63"/>
    <w:rsid w:val="00722F70"/>
    <w:rsid w:val="00722FF3"/>
    <w:rsid w:val="00723059"/>
    <w:rsid w:val="0072309D"/>
    <w:rsid w:val="007230EA"/>
    <w:rsid w:val="007233FB"/>
    <w:rsid w:val="007234D8"/>
    <w:rsid w:val="0072356F"/>
    <w:rsid w:val="007236E2"/>
    <w:rsid w:val="00723794"/>
    <w:rsid w:val="007237F9"/>
    <w:rsid w:val="00723828"/>
    <w:rsid w:val="00723B68"/>
    <w:rsid w:val="00723B87"/>
    <w:rsid w:val="00723D70"/>
    <w:rsid w:val="00723D98"/>
    <w:rsid w:val="00723DC8"/>
    <w:rsid w:val="00723E8C"/>
    <w:rsid w:val="00723EC4"/>
    <w:rsid w:val="00723F16"/>
    <w:rsid w:val="00724041"/>
    <w:rsid w:val="00724083"/>
    <w:rsid w:val="007240BF"/>
    <w:rsid w:val="00724103"/>
    <w:rsid w:val="00724210"/>
    <w:rsid w:val="00724436"/>
    <w:rsid w:val="007244E2"/>
    <w:rsid w:val="00724799"/>
    <w:rsid w:val="007248CB"/>
    <w:rsid w:val="00724A20"/>
    <w:rsid w:val="00724C33"/>
    <w:rsid w:val="00725064"/>
    <w:rsid w:val="0072540E"/>
    <w:rsid w:val="007254AB"/>
    <w:rsid w:val="00725547"/>
    <w:rsid w:val="0072559D"/>
    <w:rsid w:val="00725625"/>
    <w:rsid w:val="0072563A"/>
    <w:rsid w:val="007256ED"/>
    <w:rsid w:val="0072573B"/>
    <w:rsid w:val="00725A91"/>
    <w:rsid w:val="00725BA1"/>
    <w:rsid w:val="00725CA1"/>
    <w:rsid w:val="00725D40"/>
    <w:rsid w:val="00725D7A"/>
    <w:rsid w:val="00725DC0"/>
    <w:rsid w:val="00726088"/>
    <w:rsid w:val="007260E5"/>
    <w:rsid w:val="00726312"/>
    <w:rsid w:val="00726361"/>
    <w:rsid w:val="007263CA"/>
    <w:rsid w:val="007264A3"/>
    <w:rsid w:val="007264BE"/>
    <w:rsid w:val="00726622"/>
    <w:rsid w:val="007267CD"/>
    <w:rsid w:val="00726A83"/>
    <w:rsid w:val="00726AAC"/>
    <w:rsid w:val="00726B54"/>
    <w:rsid w:val="00726D09"/>
    <w:rsid w:val="00726D31"/>
    <w:rsid w:val="00726DA5"/>
    <w:rsid w:val="00726DFA"/>
    <w:rsid w:val="007270D8"/>
    <w:rsid w:val="0072727A"/>
    <w:rsid w:val="007273CC"/>
    <w:rsid w:val="00727739"/>
    <w:rsid w:val="007278C7"/>
    <w:rsid w:val="007279F6"/>
    <w:rsid w:val="00727A08"/>
    <w:rsid w:val="00727AC8"/>
    <w:rsid w:val="00727B21"/>
    <w:rsid w:val="00727E00"/>
    <w:rsid w:val="00727EE7"/>
    <w:rsid w:val="00727FED"/>
    <w:rsid w:val="00730006"/>
    <w:rsid w:val="00730010"/>
    <w:rsid w:val="0073008D"/>
    <w:rsid w:val="007300D4"/>
    <w:rsid w:val="007300F0"/>
    <w:rsid w:val="00730137"/>
    <w:rsid w:val="0073018A"/>
    <w:rsid w:val="00730325"/>
    <w:rsid w:val="00730660"/>
    <w:rsid w:val="007307F8"/>
    <w:rsid w:val="0073085F"/>
    <w:rsid w:val="0073092D"/>
    <w:rsid w:val="00730971"/>
    <w:rsid w:val="00730B06"/>
    <w:rsid w:val="00730B13"/>
    <w:rsid w:val="00730C37"/>
    <w:rsid w:val="00730E4F"/>
    <w:rsid w:val="00730E69"/>
    <w:rsid w:val="00730E77"/>
    <w:rsid w:val="00730E8E"/>
    <w:rsid w:val="00730EA4"/>
    <w:rsid w:val="00730F1A"/>
    <w:rsid w:val="00731244"/>
    <w:rsid w:val="007312EF"/>
    <w:rsid w:val="00731316"/>
    <w:rsid w:val="007313D8"/>
    <w:rsid w:val="00731595"/>
    <w:rsid w:val="00731698"/>
    <w:rsid w:val="007318D3"/>
    <w:rsid w:val="0073191C"/>
    <w:rsid w:val="0073192A"/>
    <w:rsid w:val="007319E6"/>
    <w:rsid w:val="00731EB6"/>
    <w:rsid w:val="00731FCB"/>
    <w:rsid w:val="0073200F"/>
    <w:rsid w:val="00732174"/>
    <w:rsid w:val="00732183"/>
    <w:rsid w:val="00732185"/>
    <w:rsid w:val="00732340"/>
    <w:rsid w:val="0073238D"/>
    <w:rsid w:val="0073287C"/>
    <w:rsid w:val="0073289E"/>
    <w:rsid w:val="00732B10"/>
    <w:rsid w:val="00732C47"/>
    <w:rsid w:val="00732F16"/>
    <w:rsid w:val="0073302E"/>
    <w:rsid w:val="0073308D"/>
    <w:rsid w:val="007330F0"/>
    <w:rsid w:val="00733411"/>
    <w:rsid w:val="00733561"/>
    <w:rsid w:val="007339AB"/>
    <w:rsid w:val="007339D8"/>
    <w:rsid w:val="00733A91"/>
    <w:rsid w:val="00733B9A"/>
    <w:rsid w:val="00733BB4"/>
    <w:rsid w:val="00733C53"/>
    <w:rsid w:val="00733C88"/>
    <w:rsid w:val="00733D1F"/>
    <w:rsid w:val="00733F67"/>
    <w:rsid w:val="00734029"/>
    <w:rsid w:val="00734252"/>
    <w:rsid w:val="007342EF"/>
    <w:rsid w:val="00734479"/>
    <w:rsid w:val="007348DE"/>
    <w:rsid w:val="00734933"/>
    <w:rsid w:val="00734A18"/>
    <w:rsid w:val="00734A34"/>
    <w:rsid w:val="00734AB1"/>
    <w:rsid w:val="00734B4A"/>
    <w:rsid w:val="00734CC2"/>
    <w:rsid w:val="00734D63"/>
    <w:rsid w:val="00734E7F"/>
    <w:rsid w:val="00734EB6"/>
    <w:rsid w:val="00735010"/>
    <w:rsid w:val="00735192"/>
    <w:rsid w:val="0073528E"/>
    <w:rsid w:val="00735497"/>
    <w:rsid w:val="00735646"/>
    <w:rsid w:val="00735688"/>
    <w:rsid w:val="00735878"/>
    <w:rsid w:val="00735A43"/>
    <w:rsid w:val="00735A92"/>
    <w:rsid w:val="00735ACF"/>
    <w:rsid w:val="00735BFA"/>
    <w:rsid w:val="00735D8A"/>
    <w:rsid w:val="00735EB1"/>
    <w:rsid w:val="00736008"/>
    <w:rsid w:val="007362AF"/>
    <w:rsid w:val="0073632B"/>
    <w:rsid w:val="00736475"/>
    <w:rsid w:val="0073648C"/>
    <w:rsid w:val="0073663F"/>
    <w:rsid w:val="007366D8"/>
    <w:rsid w:val="0073687F"/>
    <w:rsid w:val="007369CB"/>
    <w:rsid w:val="00736A20"/>
    <w:rsid w:val="00736BC6"/>
    <w:rsid w:val="00736E6C"/>
    <w:rsid w:val="00736EE7"/>
    <w:rsid w:val="00736FD0"/>
    <w:rsid w:val="007370E4"/>
    <w:rsid w:val="00737184"/>
    <w:rsid w:val="00737237"/>
    <w:rsid w:val="00737255"/>
    <w:rsid w:val="007372EE"/>
    <w:rsid w:val="0073738E"/>
    <w:rsid w:val="007373FB"/>
    <w:rsid w:val="007373FC"/>
    <w:rsid w:val="0073740C"/>
    <w:rsid w:val="007375DC"/>
    <w:rsid w:val="0073783D"/>
    <w:rsid w:val="00737CA1"/>
    <w:rsid w:val="00737D55"/>
    <w:rsid w:val="00737E76"/>
    <w:rsid w:val="00737EE0"/>
    <w:rsid w:val="0074035A"/>
    <w:rsid w:val="007403C0"/>
    <w:rsid w:val="00740416"/>
    <w:rsid w:val="00740444"/>
    <w:rsid w:val="00740529"/>
    <w:rsid w:val="00740538"/>
    <w:rsid w:val="00740738"/>
    <w:rsid w:val="007408B3"/>
    <w:rsid w:val="007408B4"/>
    <w:rsid w:val="00740A8E"/>
    <w:rsid w:val="00740AFF"/>
    <w:rsid w:val="00740BFE"/>
    <w:rsid w:val="00740CC4"/>
    <w:rsid w:val="00740EDC"/>
    <w:rsid w:val="00740FA1"/>
    <w:rsid w:val="0074101E"/>
    <w:rsid w:val="0074119B"/>
    <w:rsid w:val="0074122A"/>
    <w:rsid w:val="00741327"/>
    <w:rsid w:val="0074157C"/>
    <w:rsid w:val="00741781"/>
    <w:rsid w:val="00741954"/>
    <w:rsid w:val="007419C5"/>
    <w:rsid w:val="007419E6"/>
    <w:rsid w:val="00741C1F"/>
    <w:rsid w:val="00741C84"/>
    <w:rsid w:val="00741D84"/>
    <w:rsid w:val="00742193"/>
    <w:rsid w:val="007421BC"/>
    <w:rsid w:val="00742286"/>
    <w:rsid w:val="007423E2"/>
    <w:rsid w:val="007424C8"/>
    <w:rsid w:val="00742720"/>
    <w:rsid w:val="00742760"/>
    <w:rsid w:val="0074277A"/>
    <w:rsid w:val="007427CB"/>
    <w:rsid w:val="007428B7"/>
    <w:rsid w:val="00742B00"/>
    <w:rsid w:val="00742B93"/>
    <w:rsid w:val="00742C4F"/>
    <w:rsid w:val="00742E12"/>
    <w:rsid w:val="00743096"/>
    <w:rsid w:val="007431D1"/>
    <w:rsid w:val="007433C0"/>
    <w:rsid w:val="007435D9"/>
    <w:rsid w:val="007435EF"/>
    <w:rsid w:val="007436F3"/>
    <w:rsid w:val="007437AA"/>
    <w:rsid w:val="007437C3"/>
    <w:rsid w:val="007437C5"/>
    <w:rsid w:val="007437F4"/>
    <w:rsid w:val="007439D0"/>
    <w:rsid w:val="00743A05"/>
    <w:rsid w:val="00743BA1"/>
    <w:rsid w:val="00743CE6"/>
    <w:rsid w:val="0074406B"/>
    <w:rsid w:val="00744090"/>
    <w:rsid w:val="0074419F"/>
    <w:rsid w:val="007441A4"/>
    <w:rsid w:val="007441EF"/>
    <w:rsid w:val="007441F4"/>
    <w:rsid w:val="007442D5"/>
    <w:rsid w:val="007442D9"/>
    <w:rsid w:val="007443EE"/>
    <w:rsid w:val="0074468A"/>
    <w:rsid w:val="0074486F"/>
    <w:rsid w:val="007450AA"/>
    <w:rsid w:val="007451E7"/>
    <w:rsid w:val="00745324"/>
    <w:rsid w:val="0074539C"/>
    <w:rsid w:val="0074556F"/>
    <w:rsid w:val="007457D1"/>
    <w:rsid w:val="00745811"/>
    <w:rsid w:val="007458FC"/>
    <w:rsid w:val="00745921"/>
    <w:rsid w:val="00745927"/>
    <w:rsid w:val="00745A73"/>
    <w:rsid w:val="00745A9E"/>
    <w:rsid w:val="00745CD0"/>
    <w:rsid w:val="00745D1F"/>
    <w:rsid w:val="00745DEB"/>
    <w:rsid w:val="00745F4B"/>
    <w:rsid w:val="007461BE"/>
    <w:rsid w:val="00746432"/>
    <w:rsid w:val="0074652E"/>
    <w:rsid w:val="0074655D"/>
    <w:rsid w:val="00746580"/>
    <w:rsid w:val="00746627"/>
    <w:rsid w:val="00746956"/>
    <w:rsid w:val="00746957"/>
    <w:rsid w:val="00746996"/>
    <w:rsid w:val="007469E6"/>
    <w:rsid w:val="00746A65"/>
    <w:rsid w:val="00746B98"/>
    <w:rsid w:val="00746D76"/>
    <w:rsid w:val="00746D89"/>
    <w:rsid w:val="00746DBB"/>
    <w:rsid w:val="00746E3E"/>
    <w:rsid w:val="00746E41"/>
    <w:rsid w:val="00746E5C"/>
    <w:rsid w:val="00746E5E"/>
    <w:rsid w:val="00746F01"/>
    <w:rsid w:val="007472A3"/>
    <w:rsid w:val="007473D0"/>
    <w:rsid w:val="007473E5"/>
    <w:rsid w:val="00747781"/>
    <w:rsid w:val="00747AA9"/>
    <w:rsid w:val="00747B3E"/>
    <w:rsid w:val="00747CAE"/>
    <w:rsid w:val="00747E71"/>
    <w:rsid w:val="00747EE8"/>
    <w:rsid w:val="0075045A"/>
    <w:rsid w:val="00750729"/>
    <w:rsid w:val="007507D6"/>
    <w:rsid w:val="0075086E"/>
    <w:rsid w:val="007508DD"/>
    <w:rsid w:val="00750A0C"/>
    <w:rsid w:val="00750A12"/>
    <w:rsid w:val="00750B02"/>
    <w:rsid w:val="00750B07"/>
    <w:rsid w:val="00750B1C"/>
    <w:rsid w:val="00750B9E"/>
    <w:rsid w:val="00750BC8"/>
    <w:rsid w:val="00750C32"/>
    <w:rsid w:val="00750DBA"/>
    <w:rsid w:val="00750E0E"/>
    <w:rsid w:val="00751229"/>
    <w:rsid w:val="00751298"/>
    <w:rsid w:val="007512B7"/>
    <w:rsid w:val="0075142D"/>
    <w:rsid w:val="0075147C"/>
    <w:rsid w:val="00751575"/>
    <w:rsid w:val="007516C3"/>
    <w:rsid w:val="007518EE"/>
    <w:rsid w:val="0075199D"/>
    <w:rsid w:val="00751AB3"/>
    <w:rsid w:val="00751B43"/>
    <w:rsid w:val="00751E8C"/>
    <w:rsid w:val="007523A1"/>
    <w:rsid w:val="007523F7"/>
    <w:rsid w:val="00752575"/>
    <w:rsid w:val="007526D7"/>
    <w:rsid w:val="0075278D"/>
    <w:rsid w:val="00752840"/>
    <w:rsid w:val="007528C6"/>
    <w:rsid w:val="0075291C"/>
    <w:rsid w:val="00752AD5"/>
    <w:rsid w:val="00752F52"/>
    <w:rsid w:val="0075334A"/>
    <w:rsid w:val="0075336F"/>
    <w:rsid w:val="0075339D"/>
    <w:rsid w:val="0075343E"/>
    <w:rsid w:val="0075345C"/>
    <w:rsid w:val="0075355F"/>
    <w:rsid w:val="00753752"/>
    <w:rsid w:val="00753756"/>
    <w:rsid w:val="007538DB"/>
    <w:rsid w:val="00753AA7"/>
    <w:rsid w:val="00753B81"/>
    <w:rsid w:val="00753CC5"/>
    <w:rsid w:val="00753FDF"/>
    <w:rsid w:val="00754035"/>
    <w:rsid w:val="0075410B"/>
    <w:rsid w:val="00754179"/>
    <w:rsid w:val="007541E1"/>
    <w:rsid w:val="007543EA"/>
    <w:rsid w:val="00754494"/>
    <w:rsid w:val="007544F4"/>
    <w:rsid w:val="0075459A"/>
    <w:rsid w:val="00754686"/>
    <w:rsid w:val="00754B53"/>
    <w:rsid w:val="00754BD0"/>
    <w:rsid w:val="00754D49"/>
    <w:rsid w:val="00754DCB"/>
    <w:rsid w:val="00754EC0"/>
    <w:rsid w:val="00755000"/>
    <w:rsid w:val="00755046"/>
    <w:rsid w:val="007550D8"/>
    <w:rsid w:val="00755161"/>
    <w:rsid w:val="007551DF"/>
    <w:rsid w:val="007551E2"/>
    <w:rsid w:val="007552E4"/>
    <w:rsid w:val="00755368"/>
    <w:rsid w:val="0075539E"/>
    <w:rsid w:val="007553B3"/>
    <w:rsid w:val="00755B14"/>
    <w:rsid w:val="00755C51"/>
    <w:rsid w:val="00755C83"/>
    <w:rsid w:val="00755CD8"/>
    <w:rsid w:val="007560F6"/>
    <w:rsid w:val="00756151"/>
    <w:rsid w:val="007563E5"/>
    <w:rsid w:val="00756717"/>
    <w:rsid w:val="00756900"/>
    <w:rsid w:val="0075696D"/>
    <w:rsid w:val="007569EF"/>
    <w:rsid w:val="00756C48"/>
    <w:rsid w:val="00756E13"/>
    <w:rsid w:val="00756EAF"/>
    <w:rsid w:val="00756F9E"/>
    <w:rsid w:val="00756FA5"/>
    <w:rsid w:val="0075704A"/>
    <w:rsid w:val="00757065"/>
    <w:rsid w:val="0075715F"/>
    <w:rsid w:val="007572D6"/>
    <w:rsid w:val="007573DF"/>
    <w:rsid w:val="0075753E"/>
    <w:rsid w:val="0075778B"/>
    <w:rsid w:val="00757CC2"/>
    <w:rsid w:val="00757EE0"/>
    <w:rsid w:val="00757FBB"/>
    <w:rsid w:val="00757FDA"/>
    <w:rsid w:val="0076003B"/>
    <w:rsid w:val="0076016A"/>
    <w:rsid w:val="007602B0"/>
    <w:rsid w:val="0076055D"/>
    <w:rsid w:val="007607A9"/>
    <w:rsid w:val="0076086C"/>
    <w:rsid w:val="007608CF"/>
    <w:rsid w:val="00760A2E"/>
    <w:rsid w:val="00760AC6"/>
    <w:rsid w:val="00760AD9"/>
    <w:rsid w:val="00760B44"/>
    <w:rsid w:val="00760C12"/>
    <w:rsid w:val="00760E61"/>
    <w:rsid w:val="00760EA9"/>
    <w:rsid w:val="00760FFE"/>
    <w:rsid w:val="007610F7"/>
    <w:rsid w:val="00761213"/>
    <w:rsid w:val="007613B6"/>
    <w:rsid w:val="0076145C"/>
    <w:rsid w:val="007614AD"/>
    <w:rsid w:val="00761625"/>
    <w:rsid w:val="00761697"/>
    <w:rsid w:val="00761720"/>
    <w:rsid w:val="00761735"/>
    <w:rsid w:val="007618E8"/>
    <w:rsid w:val="00761910"/>
    <w:rsid w:val="00761B56"/>
    <w:rsid w:val="00761C19"/>
    <w:rsid w:val="00761C3E"/>
    <w:rsid w:val="00761C42"/>
    <w:rsid w:val="00761C82"/>
    <w:rsid w:val="00762152"/>
    <w:rsid w:val="007621BF"/>
    <w:rsid w:val="0076245F"/>
    <w:rsid w:val="007624D8"/>
    <w:rsid w:val="00762648"/>
    <w:rsid w:val="00762828"/>
    <w:rsid w:val="00762908"/>
    <w:rsid w:val="00762A5A"/>
    <w:rsid w:val="00762B35"/>
    <w:rsid w:val="00762EFC"/>
    <w:rsid w:val="00762F07"/>
    <w:rsid w:val="007630ED"/>
    <w:rsid w:val="007630EE"/>
    <w:rsid w:val="0076315C"/>
    <w:rsid w:val="007631A9"/>
    <w:rsid w:val="00763235"/>
    <w:rsid w:val="00763261"/>
    <w:rsid w:val="0076326E"/>
    <w:rsid w:val="0076340D"/>
    <w:rsid w:val="007634FF"/>
    <w:rsid w:val="00763552"/>
    <w:rsid w:val="00763883"/>
    <w:rsid w:val="007639DF"/>
    <w:rsid w:val="00763BB2"/>
    <w:rsid w:val="00763BEB"/>
    <w:rsid w:val="00763BEE"/>
    <w:rsid w:val="00763EA0"/>
    <w:rsid w:val="00763F5E"/>
    <w:rsid w:val="00764038"/>
    <w:rsid w:val="007640A9"/>
    <w:rsid w:val="00764106"/>
    <w:rsid w:val="007641EF"/>
    <w:rsid w:val="0076426A"/>
    <w:rsid w:val="007642E8"/>
    <w:rsid w:val="007646FC"/>
    <w:rsid w:val="0076476C"/>
    <w:rsid w:val="00764A28"/>
    <w:rsid w:val="00764B3E"/>
    <w:rsid w:val="00764C5B"/>
    <w:rsid w:val="00764CC2"/>
    <w:rsid w:val="00764F7A"/>
    <w:rsid w:val="007650AB"/>
    <w:rsid w:val="007652E5"/>
    <w:rsid w:val="00765735"/>
    <w:rsid w:val="00765821"/>
    <w:rsid w:val="00765889"/>
    <w:rsid w:val="0076588B"/>
    <w:rsid w:val="0076590E"/>
    <w:rsid w:val="00765927"/>
    <w:rsid w:val="007659A0"/>
    <w:rsid w:val="00765AD7"/>
    <w:rsid w:val="00765ADD"/>
    <w:rsid w:val="00765BC3"/>
    <w:rsid w:val="00765C88"/>
    <w:rsid w:val="0076607D"/>
    <w:rsid w:val="0076607E"/>
    <w:rsid w:val="00766193"/>
    <w:rsid w:val="00766343"/>
    <w:rsid w:val="0076640B"/>
    <w:rsid w:val="0076644A"/>
    <w:rsid w:val="0076669C"/>
    <w:rsid w:val="007666CC"/>
    <w:rsid w:val="0076698A"/>
    <w:rsid w:val="00766B28"/>
    <w:rsid w:val="00766B75"/>
    <w:rsid w:val="00766E16"/>
    <w:rsid w:val="00766F8D"/>
    <w:rsid w:val="0076706A"/>
    <w:rsid w:val="0076721A"/>
    <w:rsid w:val="00767358"/>
    <w:rsid w:val="007675C6"/>
    <w:rsid w:val="007675D1"/>
    <w:rsid w:val="00767740"/>
    <w:rsid w:val="00767952"/>
    <w:rsid w:val="00767A92"/>
    <w:rsid w:val="00767B6A"/>
    <w:rsid w:val="00767B73"/>
    <w:rsid w:val="00767CF0"/>
    <w:rsid w:val="00767E13"/>
    <w:rsid w:val="00767F6F"/>
    <w:rsid w:val="00770036"/>
    <w:rsid w:val="007702C4"/>
    <w:rsid w:val="00770351"/>
    <w:rsid w:val="007703B3"/>
    <w:rsid w:val="007705F3"/>
    <w:rsid w:val="0077066C"/>
    <w:rsid w:val="007708B6"/>
    <w:rsid w:val="00770A5B"/>
    <w:rsid w:val="00770A9E"/>
    <w:rsid w:val="00770B1F"/>
    <w:rsid w:val="00770B41"/>
    <w:rsid w:val="00770CC2"/>
    <w:rsid w:val="00770D32"/>
    <w:rsid w:val="0077109A"/>
    <w:rsid w:val="007710EF"/>
    <w:rsid w:val="00771264"/>
    <w:rsid w:val="007713E8"/>
    <w:rsid w:val="0077149A"/>
    <w:rsid w:val="0077162E"/>
    <w:rsid w:val="007716C5"/>
    <w:rsid w:val="0077184B"/>
    <w:rsid w:val="007718EC"/>
    <w:rsid w:val="007719DC"/>
    <w:rsid w:val="007719FA"/>
    <w:rsid w:val="00771AD8"/>
    <w:rsid w:val="00771BBD"/>
    <w:rsid w:val="00771C2B"/>
    <w:rsid w:val="00771E9E"/>
    <w:rsid w:val="00771EB2"/>
    <w:rsid w:val="00771F9D"/>
    <w:rsid w:val="00771FC5"/>
    <w:rsid w:val="0077213E"/>
    <w:rsid w:val="00772229"/>
    <w:rsid w:val="007723CC"/>
    <w:rsid w:val="0077240E"/>
    <w:rsid w:val="0077299E"/>
    <w:rsid w:val="007729DE"/>
    <w:rsid w:val="00772A25"/>
    <w:rsid w:val="00772A81"/>
    <w:rsid w:val="00772ABE"/>
    <w:rsid w:val="00772DBF"/>
    <w:rsid w:val="00772F6C"/>
    <w:rsid w:val="0077304E"/>
    <w:rsid w:val="007730E9"/>
    <w:rsid w:val="00773456"/>
    <w:rsid w:val="00773472"/>
    <w:rsid w:val="00773552"/>
    <w:rsid w:val="00773600"/>
    <w:rsid w:val="00773778"/>
    <w:rsid w:val="00773921"/>
    <w:rsid w:val="00773A39"/>
    <w:rsid w:val="00773AC5"/>
    <w:rsid w:val="00773C3B"/>
    <w:rsid w:val="00773D46"/>
    <w:rsid w:val="00773E2A"/>
    <w:rsid w:val="00773F88"/>
    <w:rsid w:val="00773F91"/>
    <w:rsid w:val="00773FAF"/>
    <w:rsid w:val="007740CE"/>
    <w:rsid w:val="00774197"/>
    <w:rsid w:val="00774251"/>
    <w:rsid w:val="00774534"/>
    <w:rsid w:val="00774613"/>
    <w:rsid w:val="007746BB"/>
    <w:rsid w:val="007746F7"/>
    <w:rsid w:val="007747F8"/>
    <w:rsid w:val="00774A1F"/>
    <w:rsid w:val="00774A69"/>
    <w:rsid w:val="00774AD7"/>
    <w:rsid w:val="00774B3F"/>
    <w:rsid w:val="007750B7"/>
    <w:rsid w:val="0077511F"/>
    <w:rsid w:val="00775337"/>
    <w:rsid w:val="007753AA"/>
    <w:rsid w:val="00775465"/>
    <w:rsid w:val="0077558E"/>
    <w:rsid w:val="007756AC"/>
    <w:rsid w:val="00775891"/>
    <w:rsid w:val="00775894"/>
    <w:rsid w:val="00775896"/>
    <w:rsid w:val="00775913"/>
    <w:rsid w:val="0077595C"/>
    <w:rsid w:val="00775BCC"/>
    <w:rsid w:val="00775CD8"/>
    <w:rsid w:val="00775CE7"/>
    <w:rsid w:val="00775E5B"/>
    <w:rsid w:val="00775EDF"/>
    <w:rsid w:val="00775F60"/>
    <w:rsid w:val="00776016"/>
    <w:rsid w:val="007761F4"/>
    <w:rsid w:val="00776396"/>
    <w:rsid w:val="007763F7"/>
    <w:rsid w:val="007765F3"/>
    <w:rsid w:val="007766AC"/>
    <w:rsid w:val="00776749"/>
    <w:rsid w:val="00776764"/>
    <w:rsid w:val="007767EB"/>
    <w:rsid w:val="0077685B"/>
    <w:rsid w:val="007768ED"/>
    <w:rsid w:val="007769F8"/>
    <w:rsid w:val="00776BE2"/>
    <w:rsid w:val="00776C83"/>
    <w:rsid w:val="00776EDE"/>
    <w:rsid w:val="00777005"/>
    <w:rsid w:val="007773C3"/>
    <w:rsid w:val="00777422"/>
    <w:rsid w:val="0077745A"/>
    <w:rsid w:val="00777466"/>
    <w:rsid w:val="007774D1"/>
    <w:rsid w:val="00777713"/>
    <w:rsid w:val="007779B1"/>
    <w:rsid w:val="00777ADC"/>
    <w:rsid w:val="00777AE0"/>
    <w:rsid w:val="00777B08"/>
    <w:rsid w:val="00777B52"/>
    <w:rsid w:val="00777CC1"/>
    <w:rsid w:val="00777DDB"/>
    <w:rsid w:val="00777EB3"/>
    <w:rsid w:val="00777F1F"/>
    <w:rsid w:val="00777FA0"/>
    <w:rsid w:val="00780076"/>
    <w:rsid w:val="007800A5"/>
    <w:rsid w:val="007800A8"/>
    <w:rsid w:val="0078013D"/>
    <w:rsid w:val="00780248"/>
    <w:rsid w:val="0078027D"/>
    <w:rsid w:val="00780488"/>
    <w:rsid w:val="0078049D"/>
    <w:rsid w:val="0078054D"/>
    <w:rsid w:val="007805E1"/>
    <w:rsid w:val="007806E5"/>
    <w:rsid w:val="007807C8"/>
    <w:rsid w:val="007808D1"/>
    <w:rsid w:val="00780927"/>
    <w:rsid w:val="00780BFF"/>
    <w:rsid w:val="00780DD7"/>
    <w:rsid w:val="00780E6F"/>
    <w:rsid w:val="0078101D"/>
    <w:rsid w:val="007812D9"/>
    <w:rsid w:val="007813AA"/>
    <w:rsid w:val="0078154F"/>
    <w:rsid w:val="007815E8"/>
    <w:rsid w:val="007816C4"/>
    <w:rsid w:val="00781739"/>
    <w:rsid w:val="00781781"/>
    <w:rsid w:val="00781825"/>
    <w:rsid w:val="00781982"/>
    <w:rsid w:val="007819FE"/>
    <w:rsid w:val="00781A34"/>
    <w:rsid w:val="00781D80"/>
    <w:rsid w:val="00781DFB"/>
    <w:rsid w:val="00781E81"/>
    <w:rsid w:val="00781FA3"/>
    <w:rsid w:val="00781FB0"/>
    <w:rsid w:val="00781FCA"/>
    <w:rsid w:val="00781FF4"/>
    <w:rsid w:val="00781FFA"/>
    <w:rsid w:val="00782053"/>
    <w:rsid w:val="0078209C"/>
    <w:rsid w:val="007820A6"/>
    <w:rsid w:val="007821D3"/>
    <w:rsid w:val="00782567"/>
    <w:rsid w:val="007827FA"/>
    <w:rsid w:val="0078298F"/>
    <w:rsid w:val="007829AA"/>
    <w:rsid w:val="00782A37"/>
    <w:rsid w:val="00782B0B"/>
    <w:rsid w:val="00782C33"/>
    <w:rsid w:val="00782C5D"/>
    <w:rsid w:val="00782E30"/>
    <w:rsid w:val="00782F0B"/>
    <w:rsid w:val="00782FB8"/>
    <w:rsid w:val="0078303E"/>
    <w:rsid w:val="00783400"/>
    <w:rsid w:val="0078349D"/>
    <w:rsid w:val="007835B6"/>
    <w:rsid w:val="00783651"/>
    <w:rsid w:val="007836E0"/>
    <w:rsid w:val="007837BC"/>
    <w:rsid w:val="0078397A"/>
    <w:rsid w:val="00783A31"/>
    <w:rsid w:val="00783B66"/>
    <w:rsid w:val="00783C7F"/>
    <w:rsid w:val="00783D00"/>
    <w:rsid w:val="00783E1C"/>
    <w:rsid w:val="00783FA4"/>
    <w:rsid w:val="0078417E"/>
    <w:rsid w:val="0078421F"/>
    <w:rsid w:val="0078427B"/>
    <w:rsid w:val="00784286"/>
    <w:rsid w:val="007842D9"/>
    <w:rsid w:val="0078436C"/>
    <w:rsid w:val="0078439E"/>
    <w:rsid w:val="00784405"/>
    <w:rsid w:val="007845F2"/>
    <w:rsid w:val="00784729"/>
    <w:rsid w:val="00784A04"/>
    <w:rsid w:val="00784A5F"/>
    <w:rsid w:val="00784B24"/>
    <w:rsid w:val="00784D69"/>
    <w:rsid w:val="00784D9B"/>
    <w:rsid w:val="00784F8D"/>
    <w:rsid w:val="00785119"/>
    <w:rsid w:val="007851A1"/>
    <w:rsid w:val="007851A6"/>
    <w:rsid w:val="00785204"/>
    <w:rsid w:val="00785288"/>
    <w:rsid w:val="0078533A"/>
    <w:rsid w:val="00785432"/>
    <w:rsid w:val="0078579E"/>
    <w:rsid w:val="007857E9"/>
    <w:rsid w:val="007857FD"/>
    <w:rsid w:val="00785898"/>
    <w:rsid w:val="00785991"/>
    <w:rsid w:val="007859CF"/>
    <w:rsid w:val="00785B2F"/>
    <w:rsid w:val="00785C2B"/>
    <w:rsid w:val="00785C4B"/>
    <w:rsid w:val="00785D6F"/>
    <w:rsid w:val="00786185"/>
    <w:rsid w:val="00786187"/>
    <w:rsid w:val="007861D0"/>
    <w:rsid w:val="00786241"/>
    <w:rsid w:val="007862C9"/>
    <w:rsid w:val="0078638E"/>
    <w:rsid w:val="00786450"/>
    <w:rsid w:val="007864A2"/>
    <w:rsid w:val="00786725"/>
    <w:rsid w:val="007867C1"/>
    <w:rsid w:val="007868E1"/>
    <w:rsid w:val="00786A45"/>
    <w:rsid w:val="00786A89"/>
    <w:rsid w:val="00786AD0"/>
    <w:rsid w:val="00786B3D"/>
    <w:rsid w:val="00786D32"/>
    <w:rsid w:val="00786E4A"/>
    <w:rsid w:val="007871DA"/>
    <w:rsid w:val="0078724B"/>
    <w:rsid w:val="00787258"/>
    <w:rsid w:val="00787294"/>
    <w:rsid w:val="007872CF"/>
    <w:rsid w:val="007873E1"/>
    <w:rsid w:val="00787413"/>
    <w:rsid w:val="00787427"/>
    <w:rsid w:val="00787514"/>
    <w:rsid w:val="00787558"/>
    <w:rsid w:val="0078784F"/>
    <w:rsid w:val="007878B3"/>
    <w:rsid w:val="00787CB4"/>
    <w:rsid w:val="00787D05"/>
    <w:rsid w:val="00787D87"/>
    <w:rsid w:val="00787EF4"/>
    <w:rsid w:val="00787F4A"/>
    <w:rsid w:val="007901DF"/>
    <w:rsid w:val="0079022B"/>
    <w:rsid w:val="00790379"/>
    <w:rsid w:val="0079054A"/>
    <w:rsid w:val="007905E1"/>
    <w:rsid w:val="007907EE"/>
    <w:rsid w:val="00790A37"/>
    <w:rsid w:val="00790A3D"/>
    <w:rsid w:val="00790AC5"/>
    <w:rsid w:val="00790CFB"/>
    <w:rsid w:val="00790ED4"/>
    <w:rsid w:val="00790EDF"/>
    <w:rsid w:val="0079100E"/>
    <w:rsid w:val="00791079"/>
    <w:rsid w:val="00791096"/>
    <w:rsid w:val="00791236"/>
    <w:rsid w:val="00791276"/>
    <w:rsid w:val="00791944"/>
    <w:rsid w:val="00791E7A"/>
    <w:rsid w:val="00791FF2"/>
    <w:rsid w:val="00792070"/>
    <w:rsid w:val="0079208D"/>
    <w:rsid w:val="007920D9"/>
    <w:rsid w:val="00792733"/>
    <w:rsid w:val="007929FF"/>
    <w:rsid w:val="00792AFD"/>
    <w:rsid w:val="00792BDA"/>
    <w:rsid w:val="00792BF8"/>
    <w:rsid w:val="00792CA0"/>
    <w:rsid w:val="00792CA7"/>
    <w:rsid w:val="00792D24"/>
    <w:rsid w:val="00792D5D"/>
    <w:rsid w:val="00792D99"/>
    <w:rsid w:val="00792FF2"/>
    <w:rsid w:val="00793121"/>
    <w:rsid w:val="007931A2"/>
    <w:rsid w:val="007931A5"/>
    <w:rsid w:val="0079333D"/>
    <w:rsid w:val="00793344"/>
    <w:rsid w:val="007935FB"/>
    <w:rsid w:val="0079373B"/>
    <w:rsid w:val="00793872"/>
    <w:rsid w:val="00793914"/>
    <w:rsid w:val="00793A60"/>
    <w:rsid w:val="00793B02"/>
    <w:rsid w:val="00793B61"/>
    <w:rsid w:val="00793B9D"/>
    <w:rsid w:val="00793C6B"/>
    <w:rsid w:val="00793E3D"/>
    <w:rsid w:val="00793EFA"/>
    <w:rsid w:val="0079407B"/>
    <w:rsid w:val="007940DF"/>
    <w:rsid w:val="00794427"/>
    <w:rsid w:val="00794506"/>
    <w:rsid w:val="00794627"/>
    <w:rsid w:val="0079462B"/>
    <w:rsid w:val="00794A1B"/>
    <w:rsid w:val="00794A37"/>
    <w:rsid w:val="00794B9A"/>
    <w:rsid w:val="00794BA7"/>
    <w:rsid w:val="00794C0D"/>
    <w:rsid w:val="00794E53"/>
    <w:rsid w:val="00794E8A"/>
    <w:rsid w:val="00794F37"/>
    <w:rsid w:val="00794F9A"/>
    <w:rsid w:val="00794F9F"/>
    <w:rsid w:val="00794FEC"/>
    <w:rsid w:val="0079514E"/>
    <w:rsid w:val="007952CE"/>
    <w:rsid w:val="00795365"/>
    <w:rsid w:val="00795482"/>
    <w:rsid w:val="007954B0"/>
    <w:rsid w:val="00795620"/>
    <w:rsid w:val="00795728"/>
    <w:rsid w:val="007958EB"/>
    <w:rsid w:val="00795A2F"/>
    <w:rsid w:val="00795AB6"/>
    <w:rsid w:val="00795B88"/>
    <w:rsid w:val="00795C94"/>
    <w:rsid w:val="00795D01"/>
    <w:rsid w:val="00795D14"/>
    <w:rsid w:val="00795DB2"/>
    <w:rsid w:val="00795ED6"/>
    <w:rsid w:val="00796072"/>
    <w:rsid w:val="0079619E"/>
    <w:rsid w:val="00796662"/>
    <w:rsid w:val="00796683"/>
    <w:rsid w:val="00796A58"/>
    <w:rsid w:val="00796B54"/>
    <w:rsid w:val="00796B92"/>
    <w:rsid w:val="00796BFC"/>
    <w:rsid w:val="00796C6D"/>
    <w:rsid w:val="007971A7"/>
    <w:rsid w:val="0079723F"/>
    <w:rsid w:val="00797462"/>
    <w:rsid w:val="007974BD"/>
    <w:rsid w:val="0079763A"/>
    <w:rsid w:val="00797853"/>
    <w:rsid w:val="007978E0"/>
    <w:rsid w:val="00797A8B"/>
    <w:rsid w:val="00797B57"/>
    <w:rsid w:val="00797D37"/>
    <w:rsid w:val="00797E8A"/>
    <w:rsid w:val="007A0191"/>
    <w:rsid w:val="007A01C4"/>
    <w:rsid w:val="007A02D9"/>
    <w:rsid w:val="007A02E7"/>
    <w:rsid w:val="007A032E"/>
    <w:rsid w:val="007A04AF"/>
    <w:rsid w:val="007A05C7"/>
    <w:rsid w:val="007A079B"/>
    <w:rsid w:val="007A07BC"/>
    <w:rsid w:val="007A07FA"/>
    <w:rsid w:val="007A0A33"/>
    <w:rsid w:val="007A0EFB"/>
    <w:rsid w:val="007A0F03"/>
    <w:rsid w:val="007A0F83"/>
    <w:rsid w:val="007A106E"/>
    <w:rsid w:val="007A107A"/>
    <w:rsid w:val="007A1176"/>
    <w:rsid w:val="007A12E6"/>
    <w:rsid w:val="007A138C"/>
    <w:rsid w:val="007A1621"/>
    <w:rsid w:val="007A17A1"/>
    <w:rsid w:val="007A17C4"/>
    <w:rsid w:val="007A184D"/>
    <w:rsid w:val="007A19B0"/>
    <w:rsid w:val="007A1D42"/>
    <w:rsid w:val="007A1DFB"/>
    <w:rsid w:val="007A1EA8"/>
    <w:rsid w:val="007A1EB9"/>
    <w:rsid w:val="007A1F62"/>
    <w:rsid w:val="007A1FF2"/>
    <w:rsid w:val="007A2187"/>
    <w:rsid w:val="007A21F4"/>
    <w:rsid w:val="007A2202"/>
    <w:rsid w:val="007A2261"/>
    <w:rsid w:val="007A22E3"/>
    <w:rsid w:val="007A247F"/>
    <w:rsid w:val="007A24BF"/>
    <w:rsid w:val="007A2555"/>
    <w:rsid w:val="007A25B9"/>
    <w:rsid w:val="007A25F8"/>
    <w:rsid w:val="007A2699"/>
    <w:rsid w:val="007A269F"/>
    <w:rsid w:val="007A2710"/>
    <w:rsid w:val="007A276D"/>
    <w:rsid w:val="007A27CB"/>
    <w:rsid w:val="007A27EE"/>
    <w:rsid w:val="007A2844"/>
    <w:rsid w:val="007A2864"/>
    <w:rsid w:val="007A293A"/>
    <w:rsid w:val="007A29C4"/>
    <w:rsid w:val="007A2A4B"/>
    <w:rsid w:val="007A2D07"/>
    <w:rsid w:val="007A2E35"/>
    <w:rsid w:val="007A2ED3"/>
    <w:rsid w:val="007A30D5"/>
    <w:rsid w:val="007A3395"/>
    <w:rsid w:val="007A3429"/>
    <w:rsid w:val="007A3435"/>
    <w:rsid w:val="007A34E2"/>
    <w:rsid w:val="007A393C"/>
    <w:rsid w:val="007A3A94"/>
    <w:rsid w:val="007A3C10"/>
    <w:rsid w:val="007A3D24"/>
    <w:rsid w:val="007A3D6C"/>
    <w:rsid w:val="007A3DE7"/>
    <w:rsid w:val="007A3E19"/>
    <w:rsid w:val="007A3F19"/>
    <w:rsid w:val="007A3F6A"/>
    <w:rsid w:val="007A4006"/>
    <w:rsid w:val="007A4302"/>
    <w:rsid w:val="007A447B"/>
    <w:rsid w:val="007A44CC"/>
    <w:rsid w:val="007A44E5"/>
    <w:rsid w:val="007A4717"/>
    <w:rsid w:val="007A4929"/>
    <w:rsid w:val="007A4AD1"/>
    <w:rsid w:val="007A4C08"/>
    <w:rsid w:val="007A4D1D"/>
    <w:rsid w:val="007A4D6C"/>
    <w:rsid w:val="007A4DC7"/>
    <w:rsid w:val="007A4E50"/>
    <w:rsid w:val="007A4FB1"/>
    <w:rsid w:val="007A5096"/>
    <w:rsid w:val="007A50CA"/>
    <w:rsid w:val="007A50FB"/>
    <w:rsid w:val="007A53F4"/>
    <w:rsid w:val="007A5469"/>
    <w:rsid w:val="007A55BB"/>
    <w:rsid w:val="007A5699"/>
    <w:rsid w:val="007A579A"/>
    <w:rsid w:val="007A5873"/>
    <w:rsid w:val="007A5A9F"/>
    <w:rsid w:val="007A5AF9"/>
    <w:rsid w:val="007A5BD5"/>
    <w:rsid w:val="007A5BDB"/>
    <w:rsid w:val="007A5F07"/>
    <w:rsid w:val="007A5FBC"/>
    <w:rsid w:val="007A607C"/>
    <w:rsid w:val="007A615D"/>
    <w:rsid w:val="007A625B"/>
    <w:rsid w:val="007A636E"/>
    <w:rsid w:val="007A64DC"/>
    <w:rsid w:val="007A6587"/>
    <w:rsid w:val="007A661E"/>
    <w:rsid w:val="007A66C6"/>
    <w:rsid w:val="007A6946"/>
    <w:rsid w:val="007A6AA2"/>
    <w:rsid w:val="007A6AE6"/>
    <w:rsid w:val="007A6C97"/>
    <w:rsid w:val="007A6D94"/>
    <w:rsid w:val="007A6E87"/>
    <w:rsid w:val="007A703B"/>
    <w:rsid w:val="007A7149"/>
    <w:rsid w:val="007A715E"/>
    <w:rsid w:val="007A7420"/>
    <w:rsid w:val="007A750A"/>
    <w:rsid w:val="007A756B"/>
    <w:rsid w:val="007A7588"/>
    <w:rsid w:val="007A7594"/>
    <w:rsid w:val="007A7672"/>
    <w:rsid w:val="007A76B1"/>
    <w:rsid w:val="007A76D6"/>
    <w:rsid w:val="007A786C"/>
    <w:rsid w:val="007A7E8C"/>
    <w:rsid w:val="007A7F2E"/>
    <w:rsid w:val="007A7F4E"/>
    <w:rsid w:val="007B0015"/>
    <w:rsid w:val="007B0049"/>
    <w:rsid w:val="007B00C7"/>
    <w:rsid w:val="007B0123"/>
    <w:rsid w:val="007B0153"/>
    <w:rsid w:val="007B01CA"/>
    <w:rsid w:val="007B0387"/>
    <w:rsid w:val="007B0392"/>
    <w:rsid w:val="007B0529"/>
    <w:rsid w:val="007B06D9"/>
    <w:rsid w:val="007B0749"/>
    <w:rsid w:val="007B0835"/>
    <w:rsid w:val="007B0977"/>
    <w:rsid w:val="007B0A0A"/>
    <w:rsid w:val="007B0AA7"/>
    <w:rsid w:val="007B0AA8"/>
    <w:rsid w:val="007B0C49"/>
    <w:rsid w:val="007B0D02"/>
    <w:rsid w:val="007B1283"/>
    <w:rsid w:val="007B137F"/>
    <w:rsid w:val="007B150F"/>
    <w:rsid w:val="007B1588"/>
    <w:rsid w:val="007B1716"/>
    <w:rsid w:val="007B17C4"/>
    <w:rsid w:val="007B1887"/>
    <w:rsid w:val="007B18D7"/>
    <w:rsid w:val="007B1940"/>
    <w:rsid w:val="007B1AAF"/>
    <w:rsid w:val="007B1B62"/>
    <w:rsid w:val="007B1B88"/>
    <w:rsid w:val="007B1EB9"/>
    <w:rsid w:val="007B2024"/>
    <w:rsid w:val="007B22AF"/>
    <w:rsid w:val="007B2393"/>
    <w:rsid w:val="007B280E"/>
    <w:rsid w:val="007B28AA"/>
    <w:rsid w:val="007B2917"/>
    <w:rsid w:val="007B29A7"/>
    <w:rsid w:val="007B29EB"/>
    <w:rsid w:val="007B2A37"/>
    <w:rsid w:val="007B2B48"/>
    <w:rsid w:val="007B2F07"/>
    <w:rsid w:val="007B3114"/>
    <w:rsid w:val="007B319F"/>
    <w:rsid w:val="007B31AE"/>
    <w:rsid w:val="007B325F"/>
    <w:rsid w:val="007B352E"/>
    <w:rsid w:val="007B35B8"/>
    <w:rsid w:val="007B364B"/>
    <w:rsid w:val="007B36B0"/>
    <w:rsid w:val="007B37D7"/>
    <w:rsid w:val="007B389C"/>
    <w:rsid w:val="007B390D"/>
    <w:rsid w:val="007B3964"/>
    <w:rsid w:val="007B3990"/>
    <w:rsid w:val="007B3AD7"/>
    <w:rsid w:val="007B3B6D"/>
    <w:rsid w:val="007B3C62"/>
    <w:rsid w:val="007B3DE6"/>
    <w:rsid w:val="007B3DF2"/>
    <w:rsid w:val="007B3F9A"/>
    <w:rsid w:val="007B3FC5"/>
    <w:rsid w:val="007B3FD3"/>
    <w:rsid w:val="007B3FE2"/>
    <w:rsid w:val="007B4317"/>
    <w:rsid w:val="007B4436"/>
    <w:rsid w:val="007B4464"/>
    <w:rsid w:val="007B44D3"/>
    <w:rsid w:val="007B4543"/>
    <w:rsid w:val="007B45BB"/>
    <w:rsid w:val="007B45F7"/>
    <w:rsid w:val="007B4663"/>
    <w:rsid w:val="007B4A30"/>
    <w:rsid w:val="007B4B74"/>
    <w:rsid w:val="007B4E1F"/>
    <w:rsid w:val="007B4EDC"/>
    <w:rsid w:val="007B501E"/>
    <w:rsid w:val="007B5106"/>
    <w:rsid w:val="007B5358"/>
    <w:rsid w:val="007B5400"/>
    <w:rsid w:val="007B547E"/>
    <w:rsid w:val="007B555C"/>
    <w:rsid w:val="007B55B9"/>
    <w:rsid w:val="007B560D"/>
    <w:rsid w:val="007B56AF"/>
    <w:rsid w:val="007B573E"/>
    <w:rsid w:val="007B5889"/>
    <w:rsid w:val="007B5ABF"/>
    <w:rsid w:val="007B5C83"/>
    <w:rsid w:val="007B5CF1"/>
    <w:rsid w:val="007B5D99"/>
    <w:rsid w:val="007B639F"/>
    <w:rsid w:val="007B644C"/>
    <w:rsid w:val="007B651C"/>
    <w:rsid w:val="007B652B"/>
    <w:rsid w:val="007B65AB"/>
    <w:rsid w:val="007B66C2"/>
    <w:rsid w:val="007B6814"/>
    <w:rsid w:val="007B6876"/>
    <w:rsid w:val="007B699B"/>
    <w:rsid w:val="007B6AEF"/>
    <w:rsid w:val="007B6AF1"/>
    <w:rsid w:val="007B6C35"/>
    <w:rsid w:val="007B6C80"/>
    <w:rsid w:val="007B6EEE"/>
    <w:rsid w:val="007B6F67"/>
    <w:rsid w:val="007B6F6A"/>
    <w:rsid w:val="007B709C"/>
    <w:rsid w:val="007B70DA"/>
    <w:rsid w:val="007B7166"/>
    <w:rsid w:val="007B716A"/>
    <w:rsid w:val="007B7283"/>
    <w:rsid w:val="007B74A5"/>
    <w:rsid w:val="007B75F5"/>
    <w:rsid w:val="007B762C"/>
    <w:rsid w:val="007B76FB"/>
    <w:rsid w:val="007B7782"/>
    <w:rsid w:val="007B792E"/>
    <w:rsid w:val="007B79A4"/>
    <w:rsid w:val="007B7A55"/>
    <w:rsid w:val="007B7BAC"/>
    <w:rsid w:val="007B7BC4"/>
    <w:rsid w:val="007B7CB4"/>
    <w:rsid w:val="007B7CE8"/>
    <w:rsid w:val="007B7F08"/>
    <w:rsid w:val="007B7F80"/>
    <w:rsid w:val="007C00CF"/>
    <w:rsid w:val="007C0290"/>
    <w:rsid w:val="007C04D7"/>
    <w:rsid w:val="007C05C2"/>
    <w:rsid w:val="007C075C"/>
    <w:rsid w:val="007C0825"/>
    <w:rsid w:val="007C087C"/>
    <w:rsid w:val="007C0965"/>
    <w:rsid w:val="007C0A62"/>
    <w:rsid w:val="007C0C58"/>
    <w:rsid w:val="007C0C7D"/>
    <w:rsid w:val="007C0EAC"/>
    <w:rsid w:val="007C0EF4"/>
    <w:rsid w:val="007C1110"/>
    <w:rsid w:val="007C11DE"/>
    <w:rsid w:val="007C11EB"/>
    <w:rsid w:val="007C11EC"/>
    <w:rsid w:val="007C131B"/>
    <w:rsid w:val="007C141A"/>
    <w:rsid w:val="007C150E"/>
    <w:rsid w:val="007C1B98"/>
    <w:rsid w:val="007C1CBD"/>
    <w:rsid w:val="007C1CF8"/>
    <w:rsid w:val="007C1D25"/>
    <w:rsid w:val="007C1D93"/>
    <w:rsid w:val="007C20C3"/>
    <w:rsid w:val="007C22A5"/>
    <w:rsid w:val="007C2613"/>
    <w:rsid w:val="007C265A"/>
    <w:rsid w:val="007C26C1"/>
    <w:rsid w:val="007C2729"/>
    <w:rsid w:val="007C27B5"/>
    <w:rsid w:val="007C28E0"/>
    <w:rsid w:val="007C2A8B"/>
    <w:rsid w:val="007C2BB3"/>
    <w:rsid w:val="007C2BC7"/>
    <w:rsid w:val="007C2E3C"/>
    <w:rsid w:val="007C2F29"/>
    <w:rsid w:val="007C2F65"/>
    <w:rsid w:val="007C321B"/>
    <w:rsid w:val="007C328F"/>
    <w:rsid w:val="007C32D4"/>
    <w:rsid w:val="007C3314"/>
    <w:rsid w:val="007C3429"/>
    <w:rsid w:val="007C34F2"/>
    <w:rsid w:val="007C3599"/>
    <w:rsid w:val="007C3868"/>
    <w:rsid w:val="007C389F"/>
    <w:rsid w:val="007C39EE"/>
    <w:rsid w:val="007C3A0F"/>
    <w:rsid w:val="007C3A80"/>
    <w:rsid w:val="007C3AE1"/>
    <w:rsid w:val="007C3B6E"/>
    <w:rsid w:val="007C3C5A"/>
    <w:rsid w:val="007C3C7C"/>
    <w:rsid w:val="007C3D61"/>
    <w:rsid w:val="007C3DA7"/>
    <w:rsid w:val="007C3E14"/>
    <w:rsid w:val="007C3F5F"/>
    <w:rsid w:val="007C400E"/>
    <w:rsid w:val="007C4333"/>
    <w:rsid w:val="007C4420"/>
    <w:rsid w:val="007C44BD"/>
    <w:rsid w:val="007C4512"/>
    <w:rsid w:val="007C4651"/>
    <w:rsid w:val="007C4684"/>
    <w:rsid w:val="007C4695"/>
    <w:rsid w:val="007C4871"/>
    <w:rsid w:val="007C48E4"/>
    <w:rsid w:val="007C4BE7"/>
    <w:rsid w:val="007C4BFA"/>
    <w:rsid w:val="007C4D0F"/>
    <w:rsid w:val="007C4D5E"/>
    <w:rsid w:val="007C5144"/>
    <w:rsid w:val="007C5254"/>
    <w:rsid w:val="007C53C2"/>
    <w:rsid w:val="007C5461"/>
    <w:rsid w:val="007C5628"/>
    <w:rsid w:val="007C5835"/>
    <w:rsid w:val="007C5923"/>
    <w:rsid w:val="007C598E"/>
    <w:rsid w:val="007C5BCA"/>
    <w:rsid w:val="007C5E1A"/>
    <w:rsid w:val="007C5E7E"/>
    <w:rsid w:val="007C6087"/>
    <w:rsid w:val="007C61DB"/>
    <w:rsid w:val="007C6554"/>
    <w:rsid w:val="007C6563"/>
    <w:rsid w:val="007C6722"/>
    <w:rsid w:val="007C6745"/>
    <w:rsid w:val="007C67E1"/>
    <w:rsid w:val="007C68B4"/>
    <w:rsid w:val="007C68F0"/>
    <w:rsid w:val="007C6A07"/>
    <w:rsid w:val="007C6A71"/>
    <w:rsid w:val="007C6CBB"/>
    <w:rsid w:val="007C6DE4"/>
    <w:rsid w:val="007C7104"/>
    <w:rsid w:val="007C7248"/>
    <w:rsid w:val="007C72FA"/>
    <w:rsid w:val="007C73D6"/>
    <w:rsid w:val="007C7615"/>
    <w:rsid w:val="007C7639"/>
    <w:rsid w:val="007C770E"/>
    <w:rsid w:val="007C7740"/>
    <w:rsid w:val="007C7802"/>
    <w:rsid w:val="007C79EE"/>
    <w:rsid w:val="007C7A04"/>
    <w:rsid w:val="007C7A42"/>
    <w:rsid w:val="007C7AC3"/>
    <w:rsid w:val="007C7B6A"/>
    <w:rsid w:val="007C7BDC"/>
    <w:rsid w:val="007C7DD7"/>
    <w:rsid w:val="007C7F2E"/>
    <w:rsid w:val="007D0041"/>
    <w:rsid w:val="007D0061"/>
    <w:rsid w:val="007D0364"/>
    <w:rsid w:val="007D0449"/>
    <w:rsid w:val="007D0523"/>
    <w:rsid w:val="007D0525"/>
    <w:rsid w:val="007D0680"/>
    <w:rsid w:val="007D0A07"/>
    <w:rsid w:val="007D0B7D"/>
    <w:rsid w:val="007D0BBF"/>
    <w:rsid w:val="007D0E1D"/>
    <w:rsid w:val="007D1197"/>
    <w:rsid w:val="007D1362"/>
    <w:rsid w:val="007D1389"/>
    <w:rsid w:val="007D147C"/>
    <w:rsid w:val="007D1541"/>
    <w:rsid w:val="007D15B8"/>
    <w:rsid w:val="007D194B"/>
    <w:rsid w:val="007D19B6"/>
    <w:rsid w:val="007D1A56"/>
    <w:rsid w:val="007D1AB3"/>
    <w:rsid w:val="007D1CCA"/>
    <w:rsid w:val="007D1DDE"/>
    <w:rsid w:val="007D1F43"/>
    <w:rsid w:val="007D20DA"/>
    <w:rsid w:val="007D20F7"/>
    <w:rsid w:val="007D2229"/>
    <w:rsid w:val="007D22AB"/>
    <w:rsid w:val="007D2345"/>
    <w:rsid w:val="007D24F6"/>
    <w:rsid w:val="007D2699"/>
    <w:rsid w:val="007D275E"/>
    <w:rsid w:val="007D2883"/>
    <w:rsid w:val="007D28EB"/>
    <w:rsid w:val="007D2C5A"/>
    <w:rsid w:val="007D2E2B"/>
    <w:rsid w:val="007D3012"/>
    <w:rsid w:val="007D30BE"/>
    <w:rsid w:val="007D30F1"/>
    <w:rsid w:val="007D3315"/>
    <w:rsid w:val="007D33D9"/>
    <w:rsid w:val="007D34B2"/>
    <w:rsid w:val="007D3511"/>
    <w:rsid w:val="007D359D"/>
    <w:rsid w:val="007D35AA"/>
    <w:rsid w:val="007D35D5"/>
    <w:rsid w:val="007D35EE"/>
    <w:rsid w:val="007D361B"/>
    <w:rsid w:val="007D36CE"/>
    <w:rsid w:val="007D376A"/>
    <w:rsid w:val="007D37B4"/>
    <w:rsid w:val="007D386C"/>
    <w:rsid w:val="007D3930"/>
    <w:rsid w:val="007D3991"/>
    <w:rsid w:val="007D399A"/>
    <w:rsid w:val="007D3BBC"/>
    <w:rsid w:val="007D3E34"/>
    <w:rsid w:val="007D3F5A"/>
    <w:rsid w:val="007D3F6E"/>
    <w:rsid w:val="007D3FCA"/>
    <w:rsid w:val="007D42F2"/>
    <w:rsid w:val="007D435C"/>
    <w:rsid w:val="007D4449"/>
    <w:rsid w:val="007D4583"/>
    <w:rsid w:val="007D45D3"/>
    <w:rsid w:val="007D4E60"/>
    <w:rsid w:val="007D4ECF"/>
    <w:rsid w:val="007D4F57"/>
    <w:rsid w:val="007D5049"/>
    <w:rsid w:val="007D52D3"/>
    <w:rsid w:val="007D52E0"/>
    <w:rsid w:val="007D554D"/>
    <w:rsid w:val="007D55A1"/>
    <w:rsid w:val="007D5603"/>
    <w:rsid w:val="007D581B"/>
    <w:rsid w:val="007D5888"/>
    <w:rsid w:val="007D58AA"/>
    <w:rsid w:val="007D5B41"/>
    <w:rsid w:val="007D5D3A"/>
    <w:rsid w:val="007D5FE2"/>
    <w:rsid w:val="007D5FF2"/>
    <w:rsid w:val="007D607D"/>
    <w:rsid w:val="007D617E"/>
    <w:rsid w:val="007D6199"/>
    <w:rsid w:val="007D61CA"/>
    <w:rsid w:val="007D636C"/>
    <w:rsid w:val="007D642C"/>
    <w:rsid w:val="007D64A3"/>
    <w:rsid w:val="007D661F"/>
    <w:rsid w:val="007D679F"/>
    <w:rsid w:val="007D67D7"/>
    <w:rsid w:val="007D6A29"/>
    <w:rsid w:val="007D6A80"/>
    <w:rsid w:val="007D6AE7"/>
    <w:rsid w:val="007D6B07"/>
    <w:rsid w:val="007D6C03"/>
    <w:rsid w:val="007D6CDA"/>
    <w:rsid w:val="007D6F89"/>
    <w:rsid w:val="007D701E"/>
    <w:rsid w:val="007D7039"/>
    <w:rsid w:val="007D7048"/>
    <w:rsid w:val="007D7061"/>
    <w:rsid w:val="007D71A0"/>
    <w:rsid w:val="007D7290"/>
    <w:rsid w:val="007D7293"/>
    <w:rsid w:val="007D73AA"/>
    <w:rsid w:val="007D7572"/>
    <w:rsid w:val="007D7609"/>
    <w:rsid w:val="007D7694"/>
    <w:rsid w:val="007D776C"/>
    <w:rsid w:val="007D7B54"/>
    <w:rsid w:val="007D7BEC"/>
    <w:rsid w:val="007D7EB1"/>
    <w:rsid w:val="007E0066"/>
    <w:rsid w:val="007E01A0"/>
    <w:rsid w:val="007E05CA"/>
    <w:rsid w:val="007E0645"/>
    <w:rsid w:val="007E076B"/>
    <w:rsid w:val="007E087E"/>
    <w:rsid w:val="007E08E6"/>
    <w:rsid w:val="007E0905"/>
    <w:rsid w:val="007E0BB7"/>
    <w:rsid w:val="007E0EE6"/>
    <w:rsid w:val="007E0F76"/>
    <w:rsid w:val="007E0FD3"/>
    <w:rsid w:val="007E0FD4"/>
    <w:rsid w:val="007E1193"/>
    <w:rsid w:val="007E11A3"/>
    <w:rsid w:val="007E12CE"/>
    <w:rsid w:val="007E145B"/>
    <w:rsid w:val="007E1493"/>
    <w:rsid w:val="007E15DE"/>
    <w:rsid w:val="007E16C4"/>
    <w:rsid w:val="007E17E9"/>
    <w:rsid w:val="007E1B7A"/>
    <w:rsid w:val="007E1BEC"/>
    <w:rsid w:val="007E1BFF"/>
    <w:rsid w:val="007E1C9B"/>
    <w:rsid w:val="007E1CC2"/>
    <w:rsid w:val="007E2071"/>
    <w:rsid w:val="007E21ED"/>
    <w:rsid w:val="007E24FC"/>
    <w:rsid w:val="007E252E"/>
    <w:rsid w:val="007E2582"/>
    <w:rsid w:val="007E2638"/>
    <w:rsid w:val="007E2755"/>
    <w:rsid w:val="007E27B7"/>
    <w:rsid w:val="007E27B9"/>
    <w:rsid w:val="007E27D4"/>
    <w:rsid w:val="007E29FB"/>
    <w:rsid w:val="007E2A50"/>
    <w:rsid w:val="007E2E2F"/>
    <w:rsid w:val="007E2F98"/>
    <w:rsid w:val="007E2FD7"/>
    <w:rsid w:val="007E30E6"/>
    <w:rsid w:val="007E31D7"/>
    <w:rsid w:val="007E3394"/>
    <w:rsid w:val="007E35D7"/>
    <w:rsid w:val="007E39AE"/>
    <w:rsid w:val="007E3A10"/>
    <w:rsid w:val="007E3A74"/>
    <w:rsid w:val="007E3CE0"/>
    <w:rsid w:val="007E3D08"/>
    <w:rsid w:val="007E3D1F"/>
    <w:rsid w:val="007E3E18"/>
    <w:rsid w:val="007E4023"/>
    <w:rsid w:val="007E41A8"/>
    <w:rsid w:val="007E4414"/>
    <w:rsid w:val="007E44A4"/>
    <w:rsid w:val="007E471D"/>
    <w:rsid w:val="007E47E9"/>
    <w:rsid w:val="007E4883"/>
    <w:rsid w:val="007E49FC"/>
    <w:rsid w:val="007E4A4D"/>
    <w:rsid w:val="007E4AFA"/>
    <w:rsid w:val="007E4CD8"/>
    <w:rsid w:val="007E4F00"/>
    <w:rsid w:val="007E50ED"/>
    <w:rsid w:val="007E518B"/>
    <w:rsid w:val="007E528D"/>
    <w:rsid w:val="007E5388"/>
    <w:rsid w:val="007E548F"/>
    <w:rsid w:val="007E5497"/>
    <w:rsid w:val="007E5798"/>
    <w:rsid w:val="007E5856"/>
    <w:rsid w:val="007E5985"/>
    <w:rsid w:val="007E5997"/>
    <w:rsid w:val="007E5AD9"/>
    <w:rsid w:val="007E5CD9"/>
    <w:rsid w:val="007E5D74"/>
    <w:rsid w:val="007E5E38"/>
    <w:rsid w:val="007E5EB3"/>
    <w:rsid w:val="007E5EEB"/>
    <w:rsid w:val="007E60BD"/>
    <w:rsid w:val="007E6226"/>
    <w:rsid w:val="007E6265"/>
    <w:rsid w:val="007E6274"/>
    <w:rsid w:val="007E6337"/>
    <w:rsid w:val="007E63D1"/>
    <w:rsid w:val="007E66D0"/>
    <w:rsid w:val="007E6828"/>
    <w:rsid w:val="007E687A"/>
    <w:rsid w:val="007E68CE"/>
    <w:rsid w:val="007E6965"/>
    <w:rsid w:val="007E6975"/>
    <w:rsid w:val="007E6AC7"/>
    <w:rsid w:val="007E6C27"/>
    <w:rsid w:val="007E6D18"/>
    <w:rsid w:val="007E70BE"/>
    <w:rsid w:val="007E7379"/>
    <w:rsid w:val="007E73A7"/>
    <w:rsid w:val="007E7477"/>
    <w:rsid w:val="007E75C3"/>
    <w:rsid w:val="007E77B9"/>
    <w:rsid w:val="007E785A"/>
    <w:rsid w:val="007E7D02"/>
    <w:rsid w:val="007E7D19"/>
    <w:rsid w:val="007F00F9"/>
    <w:rsid w:val="007F01FC"/>
    <w:rsid w:val="007F02AF"/>
    <w:rsid w:val="007F038E"/>
    <w:rsid w:val="007F0583"/>
    <w:rsid w:val="007F06A3"/>
    <w:rsid w:val="007F0734"/>
    <w:rsid w:val="007F07C1"/>
    <w:rsid w:val="007F0AEF"/>
    <w:rsid w:val="007F0DE5"/>
    <w:rsid w:val="007F0F16"/>
    <w:rsid w:val="007F0FE3"/>
    <w:rsid w:val="007F13DE"/>
    <w:rsid w:val="007F13F5"/>
    <w:rsid w:val="007F1414"/>
    <w:rsid w:val="007F143D"/>
    <w:rsid w:val="007F14DF"/>
    <w:rsid w:val="007F1572"/>
    <w:rsid w:val="007F15B1"/>
    <w:rsid w:val="007F164C"/>
    <w:rsid w:val="007F1700"/>
    <w:rsid w:val="007F1898"/>
    <w:rsid w:val="007F1B44"/>
    <w:rsid w:val="007F1D74"/>
    <w:rsid w:val="007F1DAD"/>
    <w:rsid w:val="007F1E61"/>
    <w:rsid w:val="007F1F82"/>
    <w:rsid w:val="007F1FA5"/>
    <w:rsid w:val="007F207A"/>
    <w:rsid w:val="007F207D"/>
    <w:rsid w:val="007F219C"/>
    <w:rsid w:val="007F2315"/>
    <w:rsid w:val="007F24A7"/>
    <w:rsid w:val="007F24DF"/>
    <w:rsid w:val="007F2524"/>
    <w:rsid w:val="007F278B"/>
    <w:rsid w:val="007F2793"/>
    <w:rsid w:val="007F2797"/>
    <w:rsid w:val="007F287A"/>
    <w:rsid w:val="007F28B6"/>
    <w:rsid w:val="007F28BF"/>
    <w:rsid w:val="007F29F0"/>
    <w:rsid w:val="007F2B29"/>
    <w:rsid w:val="007F2BA4"/>
    <w:rsid w:val="007F2DF1"/>
    <w:rsid w:val="007F2E5B"/>
    <w:rsid w:val="007F2ED8"/>
    <w:rsid w:val="007F2FED"/>
    <w:rsid w:val="007F3004"/>
    <w:rsid w:val="007F30DC"/>
    <w:rsid w:val="007F318B"/>
    <w:rsid w:val="007F32B6"/>
    <w:rsid w:val="007F32BB"/>
    <w:rsid w:val="007F3368"/>
    <w:rsid w:val="007F3373"/>
    <w:rsid w:val="007F3417"/>
    <w:rsid w:val="007F342C"/>
    <w:rsid w:val="007F3605"/>
    <w:rsid w:val="007F3633"/>
    <w:rsid w:val="007F3653"/>
    <w:rsid w:val="007F36E4"/>
    <w:rsid w:val="007F3710"/>
    <w:rsid w:val="007F3A19"/>
    <w:rsid w:val="007F3BD4"/>
    <w:rsid w:val="007F3C15"/>
    <w:rsid w:val="007F3C16"/>
    <w:rsid w:val="007F3C21"/>
    <w:rsid w:val="007F3C61"/>
    <w:rsid w:val="007F3C82"/>
    <w:rsid w:val="007F3CE8"/>
    <w:rsid w:val="007F3E34"/>
    <w:rsid w:val="007F3EF7"/>
    <w:rsid w:val="007F3FA1"/>
    <w:rsid w:val="007F3FDF"/>
    <w:rsid w:val="007F404B"/>
    <w:rsid w:val="007F43AB"/>
    <w:rsid w:val="007F453A"/>
    <w:rsid w:val="007F453B"/>
    <w:rsid w:val="007F4610"/>
    <w:rsid w:val="007F4803"/>
    <w:rsid w:val="007F4A93"/>
    <w:rsid w:val="007F4F12"/>
    <w:rsid w:val="007F4F3D"/>
    <w:rsid w:val="007F4F93"/>
    <w:rsid w:val="007F5067"/>
    <w:rsid w:val="007F51C4"/>
    <w:rsid w:val="007F52D9"/>
    <w:rsid w:val="007F536F"/>
    <w:rsid w:val="007F53F4"/>
    <w:rsid w:val="007F5661"/>
    <w:rsid w:val="007F584F"/>
    <w:rsid w:val="007F5A51"/>
    <w:rsid w:val="007F5B80"/>
    <w:rsid w:val="007F5CFE"/>
    <w:rsid w:val="007F5D36"/>
    <w:rsid w:val="007F6118"/>
    <w:rsid w:val="007F614E"/>
    <w:rsid w:val="007F61E7"/>
    <w:rsid w:val="007F6413"/>
    <w:rsid w:val="007F645A"/>
    <w:rsid w:val="007F666B"/>
    <w:rsid w:val="007F6680"/>
    <w:rsid w:val="007F668F"/>
    <w:rsid w:val="007F677A"/>
    <w:rsid w:val="007F69A8"/>
    <w:rsid w:val="007F6C57"/>
    <w:rsid w:val="007F6CA8"/>
    <w:rsid w:val="007F6EB7"/>
    <w:rsid w:val="007F6FA6"/>
    <w:rsid w:val="007F6FEB"/>
    <w:rsid w:val="007F7029"/>
    <w:rsid w:val="007F70C9"/>
    <w:rsid w:val="007F723B"/>
    <w:rsid w:val="007F7363"/>
    <w:rsid w:val="007F7504"/>
    <w:rsid w:val="007F7655"/>
    <w:rsid w:val="007F76D5"/>
    <w:rsid w:val="007F77EB"/>
    <w:rsid w:val="007F78CA"/>
    <w:rsid w:val="007F78E8"/>
    <w:rsid w:val="007F7930"/>
    <w:rsid w:val="007F7B9B"/>
    <w:rsid w:val="007F7B9D"/>
    <w:rsid w:val="007F7C25"/>
    <w:rsid w:val="007F7C96"/>
    <w:rsid w:val="007F7CA1"/>
    <w:rsid w:val="007F7FDF"/>
    <w:rsid w:val="007F7FFB"/>
    <w:rsid w:val="00800271"/>
    <w:rsid w:val="00800309"/>
    <w:rsid w:val="008003CA"/>
    <w:rsid w:val="008004C0"/>
    <w:rsid w:val="0080071E"/>
    <w:rsid w:val="008008D4"/>
    <w:rsid w:val="00800A4F"/>
    <w:rsid w:val="00800C58"/>
    <w:rsid w:val="00800F7E"/>
    <w:rsid w:val="0080103E"/>
    <w:rsid w:val="0080109C"/>
    <w:rsid w:val="008012A6"/>
    <w:rsid w:val="008012BB"/>
    <w:rsid w:val="00801395"/>
    <w:rsid w:val="008013AB"/>
    <w:rsid w:val="008013D4"/>
    <w:rsid w:val="00801685"/>
    <w:rsid w:val="008016C9"/>
    <w:rsid w:val="00801742"/>
    <w:rsid w:val="00801758"/>
    <w:rsid w:val="0080191A"/>
    <w:rsid w:val="00801BF0"/>
    <w:rsid w:val="00801BF7"/>
    <w:rsid w:val="00801CD5"/>
    <w:rsid w:val="00801E27"/>
    <w:rsid w:val="00801E88"/>
    <w:rsid w:val="00801F8D"/>
    <w:rsid w:val="008020D7"/>
    <w:rsid w:val="0080227E"/>
    <w:rsid w:val="0080233D"/>
    <w:rsid w:val="0080267D"/>
    <w:rsid w:val="00802A14"/>
    <w:rsid w:val="00802B66"/>
    <w:rsid w:val="00802CCF"/>
    <w:rsid w:val="00802F22"/>
    <w:rsid w:val="008033BE"/>
    <w:rsid w:val="008034BF"/>
    <w:rsid w:val="00803534"/>
    <w:rsid w:val="0080374A"/>
    <w:rsid w:val="008037BB"/>
    <w:rsid w:val="008037DF"/>
    <w:rsid w:val="00803920"/>
    <w:rsid w:val="00803AF7"/>
    <w:rsid w:val="00803C5F"/>
    <w:rsid w:val="00803CBD"/>
    <w:rsid w:val="008041B1"/>
    <w:rsid w:val="00804478"/>
    <w:rsid w:val="008044DD"/>
    <w:rsid w:val="008045A0"/>
    <w:rsid w:val="008046C4"/>
    <w:rsid w:val="008048F9"/>
    <w:rsid w:val="00804937"/>
    <w:rsid w:val="008049D9"/>
    <w:rsid w:val="00804A32"/>
    <w:rsid w:val="00804A38"/>
    <w:rsid w:val="00804A48"/>
    <w:rsid w:val="00804AD6"/>
    <w:rsid w:val="00804B54"/>
    <w:rsid w:val="00804DB0"/>
    <w:rsid w:val="008050CE"/>
    <w:rsid w:val="008052C8"/>
    <w:rsid w:val="00805354"/>
    <w:rsid w:val="00805404"/>
    <w:rsid w:val="0080541B"/>
    <w:rsid w:val="0080562B"/>
    <w:rsid w:val="008056A5"/>
    <w:rsid w:val="008056F3"/>
    <w:rsid w:val="00805745"/>
    <w:rsid w:val="008057EC"/>
    <w:rsid w:val="00805826"/>
    <w:rsid w:val="0080589B"/>
    <w:rsid w:val="0080598B"/>
    <w:rsid w:val="00805991"/>
    <w:rsid w:val="00805A7D"/>
    <w:rsid w:val="00805AB2"/>
    <w:rsid w:val="00805AC5"/>
    <w:rsid w:val="00805B7D"/>
    <w:rsid w:val="00805CA5"/>
    <w:rsid w:val="00805FC2"/>
    <w:rsid w:val="00806069"/>
    <w:rsid w:val="0080634E"/>
    <w:rsid w:val="00806471"/>
    <w:rsid w:val="00806491"/>
    <w:rsid w:val="00806679"/>
    <w:rsid w:val="008066D2"/>
    <w:rsid w:val="00806734"/>
    <w:rsid w:val="0080675B"/>
    <w:rsid w:val="00806866"/>
    <w:rsid w:val="008068E5"/>
    <w:rsid w:val="00806ABB"/>
    <w:rsid w:val="00806C4D"/>
    <w:rsid w:val="00806CA6"/>
    <w:rsid w:val="00806E72"/>
    <w:rsid w:val="00806FDE"/>
    <w:rsid w:val="00807075"/>
    <w:rsid w:val="0080714A"/>
    <w:rsid w:val="008071E8"/>
    <w:rsid w:val="00807214"/>
    <w:rsid w:val="00807232"/>
    <w:rsid w:val="0080729F"/>
    <w:rsid w:val="008072C0"/>
    <w:rsid w:val="00807352"/>
    <w:rsid w:val="008073D9"/>
    <w:rsid w:val="008074B3"/>
    <w:rsid w:val="008074CA"/>
    <w:rsid w:val="00807618"/>
    <w:rsid w:val="008077F5"/>
    <w:rsid w:val="00807967"/>
    <w:rsid w:val="00807A96"/>
    <w:rsid w:val="00807AB1"/>
    <w:rsid w:val="00807C74"/>
    <w:rsid w:val="00807C8E"/>
    <w:rsid w:val="00807C9A"/>
    <w:rsid w:val="00807CFF"/>
    <w:rsid w:val="00807D96"/>
    <w:rsid w:val="00807DF4"/>
    <w:rsid w:val="00807E60"/>
    <w:rsid w:val="00810007"/>
    <w:rsid w:val="0081003D"/>
    <w:rsid w:val="00810284"/>
    <w:rsid w:val="008103B9"/>
    <w:rsid w:val="008104AC"/>
    <w:rsid w:val="008104D3"/>
    <w:rsid w:val="0081053D"/>
    <w:rsid w:val="008105BE"/>
    <w:rsid w:val="0081060D"/>
    <w:rsid w:val="008106F0"/>
    <w:rsid w:val="0081073C"/>
    <w:rsid w:val="00810A03"/>
    <w:rsid w:val="00810C1A"/>
    <w:rsid w:val="00810C35"/>
    <w:rsid w:val="00810D4F"/>
    <w:rsid w:val="00810D57"/>
    <w:rsid w:val="00810F16"/>
    <w:rsid w:val="00810F79"/>
    <w:rsid w:val="0081106E"/>
    <w:rsid w:val="008110A7"/>
    <w:rsid w:val="008110F5"/>
    <w:rsid w:val="00811169"/>
    <w:rsid w:val="0081128C"/>
    <w:rsid w:val="0081128D"/>
    <w:rsid w:val="00811291"/>
    <w:rsid w:val="008112EB"/>
    <w:rsid w:val="0081132C"/>
    <w:rsid w:val="00811498"/>
    <w:rsid w:val="008114BB"/>
    <w:rsid w:val="008117CE"/>
    <w:rsid w:val="008119F6"/>
    <w:rsid w:val="00811A91"/>
    <w:rsid w:val="00811CDD"/>
    <w:rsid w:val="00811D7F"/>
    <w:rsid w:val="00811EA0"/>
    <w:rsid w:val="00811EA4"/>
    <w:rsid w:val="00811FA6"/>
    <w:rsid w:val="0081251B"/>
    <w:rsid w:val="00812608"/>
    <w:rsid w:val="008128FB"/>
    <w:rsid w:val="008129DD"/>
    <w:rsid w:val="008129DE"/>
    <w:rsid w:val="00812DCB"/>
    <w:rsid w:val="00812DEC"/>
    <w:rsid w:val="00812E84"/>
    <w:rsid w:val="00812F21"/>
    <w:rsid w:val="00813184"/>
    <w:rsid w:val="008131C8"/>
    <w:rsid w:val="0081320D"/>
    <w:rsid w:val="0081327B"/>
    <w:rsid w:val="008133C1"/>
    <w:rsid w:val="00813437"/>
    <w:rsid w:val="008134AA"/>
    <w:rsid w:val="008134F1"/>
    <w:rsid w:val="00813525"/>
    <w:rsid w:val="008135DC"/>
    <w:rsid w:val="0081384C"/>
    <w:rsid w:val="0081390E"/>
    <w:rsid w:val="00813932"/>
    <w:rsid w:val="00813A4D"/>
    <w:rsid w:val="00813AF2"/>
    <w:rsid w:val="00813B93"/>
    <w:rsid w:val="00813C65"/>
    <w:rsid w:val="00813FE8"/>
    <w:rsid w:val="008141B0"/>
    <w:rsid w:val="008141D8"/>
    <w:rsid w:val="00814470"/>
    <w:rsid w:val="008145CD"/>
    <w:rsid w:val="008147AE"/>
    <w:rsid w:val="0081492A"/>
    <w:rsid w:val="00814B8C"/>
    <w:rsid w:val="00814C24"/>
    <w:rsid w:val="00814DA0"/>
    <w:rsid w:val="00814E15"/>
    <w:rsid w:val="00814E2A"/>
    <w:rsid w:val="00814F36"/>
    <w:rsid w:val="00814FF7"/>
    <w:rsid w:val="008152B1"/>
    <w:rsid w:val="00815591"/>
    <w:rsid w:val="00815A24"/>
    <w:rsid w:val="00815A3D"/>
    <w:rsid w:val="00815CD3"/>
    <w:rsid w:val="00815D1E"/>
    <w:rsid w:val="00815DB3"/>
    <w:rsid w:val="00815FCE"/>
    <w:rsid w:val="00815FDE"/>
    <w:rsid w:val="0081601A"/>
    <w:rsid w:val="008161A8"/>
    <w:rsid w:val="008162B9"/>
    <w:rsid w:val="008162DA"/>
    <w:rsid w:val="008163A8"/>
    <w:rsid w:val="0081648D"/>
    <w:rsid w:val="00816622"/>
    <w:rsid w:val="00816AD6"/>
    <w:rsid w:val="00816B58"/>
    <w:rsid w:val="00816D32"/>
    <w:rsid w:val="00816FBA"/>
    <w:rsid w:val="00817229"/>
    <w:rsid w:val="00817260"/>
    <w:rsid w:val="00817271"/>
    <w:rsid w:val="008172E8"/>
    <w:rsid w:val="00817392"/>
    <w:rsid w:val="0081739D"/>
    <w:rsid w:val="0081746F"/>
    <w:rsid w:val="00817590"/>
    <w:rsid w:val="008175A7"/>
    <w:rsid w:val="00817612"/>
    <w:rsid w:val="00817750"/>
    <w:rsid w:val="008177E2"/>
    <w:rsid w:val="008179A8"/>
    <w:rsid w:val="00817D76"/>
    <w:rsid w:val="00817E4C"/>
    <w:rsid w:val="00817EE8"/>
    <w:rsid w:val="00817F8E"/>
    <w:rsid w:val="00817FF7"/>
    <w:rsid w:val="00820011"/>
    <w:rsid w:val="0082004D"/>
    <w:rsid w:val="00820135"/>
    <w:rsid w:val="0082013F"/>
    <w:rsid w:val="008201C9"/>
    <w:rsid w:val="008202D3"/>
    <w:rsid w:val="00820348"/>
    <w:rsid w:val="008203C0"/>
    <w:rsid w:val="008205EB"/>
    <w:rsid w:val="008206F8"/>
    <w:rsid w:val="008207A8"/>
    <w:rsid w:val="0082098D"/>
    <w:rsid w:val="008209A7"/>
    <w:rsid w:val="00820A9C"/>
    <w:rsid w:val="00820D05"/>
    <w:rsid w:val="00820D3A"/>
    <w:rsid w:val="00820DC2"/>
    <w:rsid w:val="00820DC7"/>
    <w:rsid w:val="00820ED4"/>
    <w:rsid w:val="00821252"/>
    <w:rsid w:val="0082125B"/>
    <w:rsid w:val="00821295"/>
    <w:rsid w:val="00821347"/>
    <w:rsid w:val="00821429"/>
    <w:rsid w:val="008214F4"/>
    <w:rsid w:val="0082151A"/>
    <w:rsid w:val="00821546"/>
    <w:rsid w:val="00821551"/>
    <w:rsid w:val="00821567"/>
    <w:rsid w:val="00821687"/>
    <w:rsid w:val="008217F7"/>
    <w:rsid w:val="0082180B"/>
    <w:rsid w:val="0082195C"/>
    <w:rsid w:val="0082198A"/>
    <w:rsid w:val="00821991"/>
    <w:rsid w:val="00821AC2"/>
    <w:rsid w:val="00821AED"/>
    <w:rsid w:val="00821CA8"/>
    <w:rsid w:val="00821DC0"/>
    <w:rsid w:val="00821DCC"/>
    <w:rsid w:val="00821E6A"/>
    <w:rsid w:val="0082202F"/>
    <w:rsid w:val="008220AE"/>
    <w:rsid w:val="00822188"/>
    <w:rsid w:val="0082221B"/>
    <w:rsid w:val="00822274"/>
    <w:rsid w:val="00822411"/>
    <w:rsid w:val="00822704"/>
    <w:rsid w:val="00822726"/>
    <w:rsid w:val="00822844"/>
    <w:rsid w:val="00822922"/>
    <w:rsid w:val="00822CAD"/>
    <w:rsid w:val="00822D21"/>
    <w:rsid w:val="00822D80"/>
    <w:rsid w:val="00822DC3"/>
    <w:rsid w:val="00822F60"/>
    <w:rsid w:val="00822F9F"/>
    <w:rsid w:val="008230FF"/>
    <w:rsid w:val="00823168"/>
    <w:rsid w:val="0082317D"/>
    <w:rsid w:val="00823229"/>
    <w:rsid w:val="00823243"/>
    <w:rsid w:val="00823336"/>
    <w:rsid w:val="008234FB"/>
    <w:rsid w:val="00823619"/>
    <w:rsid w:val="0082367F"/>
    <w:rsid w:val="00823760"/>
    <w:rsid w:val="00823995"/>
    <w:rsid w:val="00823A36"/>
    <w:rsid w:val="00823AD8"/>
    <w:rsid w:val="00823B35"/>
    <w:rsid w:val="00823C11"/>
    <w:rsid w:val="00823ED0"/>
    <w:rsid w:val="00823F75"/>
    <w:rsid w:val="00823FEF"/>
    <w:rsid w:val="00823FF2"/>
    <w:rsid w:val="00824096"/>
    <w:rsid w:val="008240F6"/>
    <w:rsid w:val="0082442C"/>
    <w:rsid w:val="0082452E"/>
    <w:rsid w:val="0082454A"/>
    <w:rsid w:val="00824555"/>
    <w:rsid w:val="008245C3"/>
    <w:rsid w:val="008248BB"/>
    <w:rsid w:val="00824964"/>
    <w:rsid w:val="00824D1E"/>
    <w:rsid w:val="00824D9F"/>
    <w:rsid w:val="00824E16"/>
    <w:rsid w:val="00824E91"/>
    <w:rsid w:val="00825238"/>
    <w:rsid w:val="00825302"/>
    <w:rsid w:val="00825381"/>
    <w:rsid w:val="008253BA"/>
    <w:rsid w:val="0082547F"/>
    <w:rsid w:val="008255DA"/>
    <w:rsid w:val="00825807"/>
    <w:rsid w:val="008258F8"/>
    <w:rsid w:val="008258F9"/>
    <w:rsid w:val="00825954"/>
    <w:rsid w:val="0082596A"/>
    <w:rsid w:val="008259FD"/>
    <w:rsid w:val="00825BCC"/>
    <w:rsid w:val="00825C19"/>
    <w:rsid w:val="00825C86"/>
    <w:rsid w:val="00825D5D"/>
    <w:rsid w:val="00825ED8"/>
    <w:rsid w:val="00825EDD"/>
    <w:rsid w:val="00825F68"/>
    <w:rsid w:val="00826127"/>
    <w:rsid w:val="00826138"/>
    <w:rsid w:val="008261DA"/>
    <w:rsid w:val="008262DE"/>
    <w:rsid w:val="00826322"/>
    <w:rsid w:val="008264F7"/>
    <w:rsid w:val="0082683B"/>
    <w:rsid w:val="008268A1"/>
    <w:rsid w:val="008268FC"/>
    <w:rsid w:val="008269C4"/>
    <w:rsid w:val="00826C3B"/>
    <w:rsid w:val="00826CBD"/>
    <w:rsid w:val="00826E5E"/>
    <w:rsid w:val="00826EBD"/>
    <w:rsid w:val="00826FAB"/>
    <w:rsid w:val="008272F0"/>
    <w:rsid w:val="00827314"/>
    <w:rsid w:val="00827540"/>
    <w:rsid w:val="008276CD"/>
    <w:rsid w:val="00827876"/>
    <w:rsid w:val="008279BA"/>
    <w:rsid w:val="008279D8"/>
    <w:rsid w:val="00827A79"/>
    <w:rsid w:val="00827B7E"/>
    <w:rsid w:val="00827D2B"/>
    <w:rsid w:val="00827DDE"/>
    <w:rsid w:val="008300DC"/>
    <w:rsid w:val="00830113"/>
    <w:rsid w:val="008301D2"/>
    <w:rsid w:val="0083022F"/>
    <w:rsid w:val="0083027E"/>
    <w:rsid w:val="0083031E"/>
    <w:rsid w:val="0083043B"/>
    <w:rsid w:val="008304B6"/>
    <w:rsid w:val="00830680"/>
    <w:rsid w:val="0083087B"/>
    <w:rsid w:val="00830A82"/>
    <w:rsid w:val="00830A9B"/>
    <w:rsid w:val="00830B4D"/>
    <w:rsid w:val="00830BFA"/>
    <w:rsid w:val="00830C50"/>
    <w:rsid w:val="00830D7D"/>
    <w:rsid w:val="00830D91"/>
    <w:rsid w:val="00830E6B"/>
    <w:rsid w:val="00830EED"/>
    <w:rsid w:val="0083103B"/>
    <w:rsid w:val="00831055"/>
    <w:rsid w:val="0083118B"/>
    <w:rsid w:val="008311B0"/>
    <w:rsid w:val="0083144C"/>
    <w:rsid w:val="0083146C"/>
    <w:rsid w:val="00831546"/>
    <w:rsid w:val="008315A0"/>
    <w:rsid w:val="008316D2"/>
    <w:rsid w:val="00831736"/>
    <w:rsid w:val="00831835"/>
    <w:rsid w:val="00831844"/>
    <w:rsid w:val="00831ABE"/>
    <w:rsid w:val="00831B15"/>
    <w:rsid w:val="00831CCC"/>
    <w:rsid w:val="00831E41"/>
    <w:rsid w:val="008320B3"/>
    <w:rsid w:val="008320CB"/>
    <w:rsid w:val="008320EC"/>
    <w:rsid w:val="008320FD"/>
    <w:rsid w:val="008321FC"/>
    <w:rsid w:val="0083229A"/>
    <w:rsid w:val="0083230A"/>
    <w:rsid w:val="00832371"/>
    <w:rsid w:val="00832583"/>
    <w:rsid w:val="0083261E"/>
    <w:rsid w:val="008326DE"/>
    <w:rsid w:val="008327E6"/>
    <w:rsid w:val="00832A48"/>
    <w:rsid w:val="00832AFA"/>
    <w:rsid w:val="00832B34"/>
    <w:rsid w:val="00832B8A"/>
    <w:rsid w:val="00832C5C"/>
    <w:rsid w:val="00832C9C"/>
    <w:rsid w:val="00832CB7"/>
    <w:rsid w:val="00832E08"/>
    <w:rsid w:val="00832F58"/>
    <w:rsid w:val="0083316D"/>
    <w:rsid w:val="008332C1"/>
    <w:rsid w:val="008332D3"/>
    <w:rsid w:val="00833400"/>
    <w:rsid w:val="00833480"/>
    <w:rsid w:val="00833544"/>
    <w:rsid w:val="00833690"/>
    <w:rsid w:val="008337FA"/>
    <w:rsid w:val="00833C3E"/>
    <w:rsid w:val="00833C4A"/>
    <w:rsid w:val="00833C79"/>
    <w:rsid w:val="00833E5A"/>
    <w:rsid w:val="00833EEB"/>
    <w:rsid w:val="00833F30"/>
    <w:rsid w:val="008341F5"/>
    <w:rsid w:val="00834284"/>
    <w:rsid w:val="008343D3"/>
    <w:rsid w:val="0083451F"/>
    <w:rsid w:val="00834674"/>
    <w:rsid w:val="00834760"/>
    <w:rsid w:val="00834800"/>
    <w:rsid w:val="00834809"/>
    <w:rsid w:val="00834833"/>
    <w:rsid w:val="00834A37"/>
    <w:rsid w:val="00834BB2"/>
    <w:rsid w:val="00834DBE"/>
    <w:rsid w:val="00834ECA"/>
    <w:rsid w:val="00834F71"/>
    <w:rsid w:val="00834FDB"/>
    <w:rsid w:val="00834FFE"/>
    <w:rsid w:val="0083501D"/>
    <w:rsid w:val="00835143"/>
    <w:rsid w:val="00835231"/>
    <w:rsid w:val="008352DD"/>
    <w:rsid w:val="00835382"/>
    <w:rsid w:val="00835614"/>
    <w:rsid w:val="0083575C"/>
    <w:rsid w:val="008357FB"/>
    <w:rsid w:val="00835801"/>
    <w:rsid w:val="008358AF"/>
    <w:rsid w:val="008359EF"/>
    <w:rsid w:val="00835C22"/>
    <w:rsid w:val="00835E30"/>
    <w:rsid w:val="00835E4C"/>
    <w:rsid w:val="00835E5B"/>
    <w:rsid w:val="00835EBE"/>
    <w:rsid w:val="00835F55"/>
    <w:rsid w:val="00835FD0"/>
    <w:rsid w:val="00835FD2"/>
    <w:rsid w:val="00836047"/>
    <w:rsid w:val="008360DF"/>
    <w:rsid w:val="008360F2"/>
    <w:rsid w:val="00836401"/>
    <w:rsid w:val="008365D2"/>
    <w:rsid w:val="00836735"/>
    <w:rsid w:val="0083673B"/>
    <w:rsid w:val="00836755"/>
    <w:rsid w:val="0083681E"/>
    <w:rsid w:val="00836854"/>
    <w:rsid w:val="00836880"/>
    <w:rsid w:val="00836911"/>
    <w:rsid w:val="00836A24"/>
    <w:rsid w:val="00836E21"/>
    <w:rsid w:val="008371F0"/>
    <w:rsid w:val="00837227"/>
    <w:rsid w:val="0083738A"/>
    <w:rsid w:val="00837642"/>
    <w:rsid w:val="0083768B"/>
    <w:rsid w:val="00837982"/>
    <w:rsid w:val="00837A1D"/>
    <w:rsid w:val="00837D83"/>
    <w:rsid w:val="00840047"/>
    <w:rsid w:val="00840264"/>
    <w:rsid w:val="008404C5"/>
    <w:rsid w:val="00840522"/>
    <w:rsid w:val="008405F0"/>
    <w:rsid w:val="0084073D"/>
    <w:rsid w:val="00840746"/>
    <w:rsid w:val="00840856"/>
    <w:rsid w:val="00840973"/>
    <w:rsid w:val="00840A31"/>
    <w:rsid w:val="00840AEA"/>
    <w:rsid w:val="00840B51"/>
    <w:rsid w:val="00840C22"/>
    <w:rsid w:val="00840E00"/>
    <w:rsid w:val="00840E0B"/>
    <w:rsid w:val="00840F52"/>
    <w:rsid w:val="00841083"/>
    <w:rsid w:val="00841091"/>
    <w:rsid w:val="00841284"/>
    <w:rsid w:val="00841334"/>
    <w:rsid w:val="0084133F"/>
    <w:rsid w:val="008413B8"/>
    <w:rsid w:val="0084160E"/>
    <w:rsid w:val="00841709"/>
    <w:rsid w:val="008417FD"/>
    <w:rsid w:val="00841808"/>
    <w:rsid w:val="00841831"/>
    <w:rsid w:val="00841913"/>
    <w:rsid w:val="00841A92"/>
    <w:rsid w:val="00841A97"/>
    <w:rsid w:val="00841AB8"/>
    <w:rsid w:val="00841C35"/>
    <w:rsid w:val="00841DB0"/>
    <w:rsid w:val="00842071"/>
    <w:rsid w:val="008420E7"/>
    <w:rsid w:val="008421E4"/>
    <w:rsid w:val="008421EA"/>
    <w:rsid w:val="00842215"/>
    <w:rsid w:val="0084226C"/>
    <w:rsid w:val="00842318"/>
    <w:rsid w:val="0084235E"/>
    <w:rsid w:val="00842681"/>
    <w:rsid w:val="0084276C"/>
    <w:rsid w:val="00842899"/>
    <w:rsid w:val="0084295E"/>
    <w:rsid w:val="00842960"/>
    <w:rsid w:val="00842A68"/>
    <w:rsid w:val="00842B33"/>
    <w:rsid w:val="00842E29"/>
    <w:rsid w:val="00843188"/>
    <w:rsid w:val="008432BD"/>
    <w:rsid w:val="00843314"/>
    <w:rsid w:val="0084338D"/>
    <w:rsid w:val="00843424"/>
    <w:rsid w:val="00843545"/>
    <w:rsid w:val="00843764"/>
    <w:rsid w:val="00843823"/>
    <w:rsid w:val="00843A59"/>
    <w:rsid w:val="00843C07"/>
    <w:rsid w:val="00843C21"/>
    <w:rsid w:val="00843F90"/>
    <w:rsid w:val="00844064"/>
    <w:rsid w:val="008440E7"/>
    <w:rsid w:val="008440F6"/>
    <w:rsid w:val="0084412D"/>
    <w:rsid w:val="008442BE"/>
    <w:rsid w:val="0084435B"/>
    <w:rsid w:val="008444FF"/>
    <w:rsid w:val="00844590"/>
    <w:rsid w:val="00844636"/>
    <w:rsid w:val="0084464A"/>
    <w:rsid w:val="008446BA"/>
    <w:rsid w:val="008446F5"/>
    <w:rsid w:val="00844700"/>
    <w:rsid w:val="0084476A"/>
    <w:rsid w:val="00844815"/>
    <w:rsid w:val="00844953"/>
    <w:rsid w:val="00844A1D"/>
    <w:rsid w:val="00844AE8"/>
    <w:rsid w:val="00844BE7"/>
    <w:rsid w:val="00844F39"/>
    <w:rsid w:val="00844F6B"/>
    <w:rsid w:val="00844FED"/>
    <w:rsid w:val="00845043"/>
    <w:rsid w:val="008451A1"/>
    <w:rsid w:val="008451EC"/>
    <w:rsid w:val="00845324"/>
    <w:rsid w:val="00845437"/>
    <w:rsid w:val="008454C4"/>
    <w:rsid w:val="008455C1"/>
    <w:rsid w:val="00845993"/>
    <w:rsid w:val="00845A23"/>
    <w:rsid w:val="00845B35"/>
    <w:rsid w:val="00845C90"/>
    <w:rsid w:val="00845D6A"/>
    <w:rsid w:val="00845DDF"/>
    <w:rsid w:val="00845E68"/>
    <w:rsid w:val="00845E7F"/>
    <w:rsid w:val="00845FBA"/>
    <w:rsid w:val="00846040"/>
    <w:rsid w:val="00846096"/>
    <w:rsid w:val="008460D4"/>
    <w:rsid w:val="00846101"/>
    <w:rsid w:val="00846147"/>
    <w:rsid w:val="0084653B"/>
    <w:rsid w:val="0084657A"/>
    <w:rsid w:val="00846957"/>
    <w:rsid w:val="008469D9"/>
    <w:rsid w:val="00846A8E"/>
    <w:rsid w:val="00846B1E"/>
    <w:rsid w:val="00846B4F"/>
    <w:rsid w:val="00846B8B"/>
    <w:rsid w:val="00846BA5"/>
    <w:rsid w:val="00846BE9"/>
    <w:rsid w:val="00847015"/>
    <w:rsid w:val="00847159"/>
    <w:rsid w:val="00847384"/>
    <w:rsid w:val="008473C4"/>
    <w:rsid w:val="00847494"/>
    <w:rsid w:val="00847531"/>
    <w:rsid w:val="00847681"/>
    <w:rsid w:val="0084769F"/>
    <w:rsid w:val="00847834"/>
    <w:rsid w:val="008478E5"/>
    <w:rsid w:val="00847905"/>
    <w:rsid w:val="0084791E"/>
    <w:rsid w:val="008479D1"/>
    <w:rsid w:val="00847A4C"/>
    <w:rsid w:val="00847AA3"/>
    <w:rsid w:val="00847CA1"/>
    <w:rsid w:val="00847CB8"/>
    <w:rsid w:val="00847CBE"/>
    <w:rsid w:val="00847D01"/>
    <w:rsid w:val="00847DD0"/>
    <w:rsid w:val="0085008E"/>
    <w:rsid w:val="00850109"/>
    <w:rsid w:val="0085016E"/>
    <w:rsid w:val="008501DF"/>
    <w:rsid w:val="00850267"/>
    <w:rsid w:val="0085027F"/>
    <w:rsid w:val="008502A5"/>
    <w:rsid w:val="008504E1"/>
    <w:rsid w:val="0085064F"/>
    <w:rsid w:val="0085097C"/>
    <w:rsid w:val="00850A2D"/>
    <w:rsid w:val="00850ABE"/>
    <w:rsid w:val="00850B26"/>
    <w:rsid w:val="00850B65"/>
    <w:rsid w:val="00850E70"/>
    <w:rsid w:val="00850ED0"/>
    <w:rsid w:val="00850F84"/>
    <w:rsid w:val="00850F85"/>
    <w:rsid w:val="00851040"/>
    <w:rsid w:val="00851125"/>
    <w:rsid w:val="0085115D"/>
    <w:rsid w:val="00851181"/>
    <w:rsid w:val="008511DC"/>
    <w:rsid w:val="008512CB"/>
    <w:rsid w:val="008512CE"/>
    <w:rsid w:val="008512ED"/>
    <w:rsid w:val="00851308"/>
    <w:rsid w:val="0085131B"/>
    <w:rsid w:val="008513D0"/>
    <w:rsid w:val="008514E2"/>
    <w:rsid w:val="0085154B"/>
    <w:rsid w:val="008516DA"/>
    <w:rsid w:val="008517DB"/>
    <w:rsid w:val="008519E0"/>
    <w:rsid w:val="00851B62"/>
    <w:rsid w:val="00851BD4"/>
    <w:rsid w:val="00851E40"/>
    <w:rsid w:val="008520CE"/>
    <w:rsid w:val="008521E8"/>
    <w:rsid w:val="00852200"/>
    <w:rsid w:val="00852324"/>
    <w:rsid w:val="008523E5"/>
    <w:rsid w:val="0085240D"/>
    <w:rsid w:val="00852605"/>
    <w:rsid w:val="00852629"/>
    <w:rsid w:val="008526CB"/>
    <w:rsid w:val="0085277B"/>
    <w:rsid w:val="0085286E"/>
    <w:rsid w:val="00852891"/>
    <w:rsid w:val="00852892"/>
    <w:rsid w:val="00852964"/>
    <w:rsid w:val="00852BDE"/>
    <w:rsid w:val="00852C68"/>
    <w:rsid w:val="00852CA5"/>
    <w:rsid w:val="00852D8E"/>
    <w:rsid w:val="00852EE4"/>
    <w:rsid w:val="00852EEC"/>
    <w:rsid w:val="00853148"/>
    <w:rsid w:val="008531B9"/>
    <w:rsid w:val="008531D4"/>
    <w:rsid w:val="008533F3"/>
    <w:rsid w:val="00853650"/>
    <w:rsid w:val="00853655"/>
    <w:rsid w:val="008537B6"/>
    <w:rsid w:val="008539BD"/>
    <w:rsid w:val="00853B46"/>
    <w:rsid w:val="00853CE4"/>
    <w:rsid w:val="00853DC9"/>
    <w:rsid w:val="00853E7B"/>
    <w:rsid w:val="00853EBC"/>
    <w:rsid w:val="00853F8F"/>
    <w:rsid w:val="00854021"/>
    <w:rsid w:val="008541C4"/>
    <w:rsid w:val="00854366"/>
    <w:rsid w:val="0085436D"/>
    <w:rsid w:val="0085441A"/>
    <w:rsid w:val="008545B2"/>
    <w:rsid w:val="0085483C"/>
    <w:rsid w:val="0085491F"/>
    <w:rsid w:val="00854B86"/>
    <w:rsid w:val="00854C89"/>
    <w:rsid w:val="00855266"/>
    <w:rsid w:val="008553A6"/>
    <w:rsid w:val="008553C3"/>
    <w:rsid w:val="0085553F"/>
    <w:rsid w:val="008556D6"/>
    <w:rsid w:val="008556D8"/>
    <w:rsid w:val="0085572F"/>
    <w:rsid w:val="00855872"/>
    <w:rsid w:val="0085599A"/>
    <w:rsid w:val="008559BE"/>
    <w:rsid w:val="008559F5"/>
    <w:rsid w:val="00855A36"/>
    <w:rsid w:val="00855AC3"/>
    <w:rsid w:val="00855B3B"/>
    <w:rsid w:val="00855C13"/>
    <w:rsid w:val="00855CC3"/>
    <w:rsid w:val="00855CF1"/>
    <w:rsid w:val="00855F9B"/>
    <w:rsid w:val="008560C9"/>
    <w:rsid w:val="0085614C"/>
    <w:rsid w:val="00856332"/>
    <w:rsid w:val="008563D7"/>
    <w:rsid w:val="0085649D"/>
    <w:rsid w:val="0085655E"/>
    <w:rsid w:val="00856584"/>
    <w:rsid w:val="008565C9"/>
    <w:rsid w:val="00856648"/>
    <w:rsid w:val="00856784"/>
    <w:rsid w:val="00856960"/>
    <w:rsid w:val="00856A61"/>
    <w:rsid w:val="00856C87"/>
    <w:rsid w:val="00856DDC"/>
    <w:rsid w:val="00856F14"/>
    <w:rsid w:val="00856FED"/>
    <w:rsid w:val="00856FFD"/>
    <w:rsid w:val="00857023"/>
    <w:rsid w:val="0085738E"/>
    <w:rsid w:val="00857474"/>
    <w:rsid w:val="0085773F"/>
    <w:rsid w:val="008578CE"/>
    <w:rsid w:val="008579D1"/>
    <w:rsid w:val="00857A44"/>
    <w:rsid w:val="00857A64"/>
    <w:rsid w:val="00857AFE"/>
    <w:rsid w:val="00857B7A"/>
    <w:rsid w:val="00857DD7"/>
    <w:rsid w:val="008601E5"/>
    <w:rsid w:val="008602DD"/>
    <w:rsid w:val="00860AE9"/>
    <w:rsid w:val="00860C03"/>
    <w:rsid w:val="00860DC3"/>
    <w:rsid w:val="00860E28"/>
    <w:rsid w:val="00860F84"/>
    <w:rsid w:val="00861011"/>
    <w:rsid w:val="0086108F"/>
    <w:rsid w:val="0086142F"/>
    <w:rsid w:val="00861494"/>
    <w:rsid w:val="0086149D"/>
    <w:rsid w:val="0086157B"/>
    <w:rsid w:val="00861591"/>
    <w:rsid w:val="008615D6"/>
    <w:rsid w:val="008615EE"/>
    <w:rsid w:val="008615EF"/>
    <w:rsid w:val="00861603"/>
    <w:rsid w:val="00861629"/>
    <w:rsid w:val="00861675"/>
    <w:rsid w:val="0086177E"/>
    <w:rsid w:val="00861940"/>
    <w:rsid w:val="00861ADE"/>
    <w:rsid w:val="00861D64"/>
    <w:rsid w:val="00861DF4"/>
    <w:rsid w:val="00861F0D"/>
    <w:rsid w:val="008622A9"/>
    <w:rsid w:val="0086257E"/>
    <w:rsid w:val="0086268E"/>
    <w:rsid w:val="00862728"/>
    <w:rsid w:val="008628E6"/>
    <w:rsid w:val="00862974"/>
    <w:rsid w:val="00862E8F"/>
    <w:rsid w:val="00862F61"/>
    <w:rsid w:val="00862FBC"/>
    <w:rsid w:val="0086320C"/>
    <w:rsid w:val="00863251"/>
    <w:rsid w:val="0086343A"/>
    <w:rsid w:val="00863453"/>
    <w:rsid w:val="00863525"/>
    <w:rsid w:val="00863542"/>
    <w:rsid w:val="008635B2"/>
    <w:rsid w:val="008635D5"/>
    <w:rsid w:val="008638B3"/>
    <w:rsid w:val="008638C7"/>
    <w:rsid w:val="00863967"/>
    <w:rsid w:val="00863978"/>
    <w:rsid w:val="00863998"/>
    <w:rsid w:val="00863BCD"/>
    <w:rsid w:val="00863D2A"/>
    <w:rsid w:val="00863E17"/>
    <w:rsid w:val="00863F95"/>
    <w:rsid w:val="00864096"/>
    <w:rsid w:val="0086412D"/>
    <w:rsid w:val="00864285"/>
    <w:rsid w:val="00864485"/>
    <w:rsid w:val="0086451B"/>
    <w:rsid w:val="0086487D"/>
    <w:rsid w:val="00864B8F"/>
    <w:rsid w:val="00864E5F"/>
    <w:rsid w:val="00864E9D"/>
    <w:rsid w:val="00864FBD"/>
    <w:rsid w:val="0086518C"/>
    <w:rsid w:val="0086550D"/>
    <w:rsid w:val="0086554D"/>
    <w:rsid w:val="00865584"/>
    <w:rsid w:val="0086559E"/>
    <w:rsid w:val="008655ED"/>
    <w:rsid w:val="0086561F"/>
    <w:rsid w:val="00865625"/>
    <w:rsid w:val="008657E5"/>
    <w:rsid w:val="008657F4"/>
    <w:rsid w:val="00865850"/>
    <w:rsid w:val="00865857"/>
    <w:rsid w:val="0086588C"/>
    <w:rsid w:val="008658C8"/>
    <w:rsid w:val="0086597E"/>
    <w:rsid w:val="00865995"/>
    <w:rsid w:val="00865AC1"/>
    <w:rsid w:val="00865AC7"/>
    <w:rsid w:val="00865BA2"/>
    <w:rsid w:val="00865D10"/>
    <w:rsid w:val="00865DCA"/>
    <w:rsid w:val="00865E1A"/>
    <w:rsid w:val="00865E85"/>
    <w:rsid w:val="00865F4E"/>
    <w:rsid w:val="008660DA"/>
    <w:rsid w:val="00866128"/>
    <w:rsid w:val="0086618C"/>
    <w:rsid w:val="00866208"/>
    <w:rsid w:val="0086646F"/>
    <w:rsid w:val="008664B6"/>
    <w:rsid w:val="008665EC"/>
    <w:rsid w:val="0086682E"/>
    <w:rsid w:val="00866849"/>
    <w:rsid w:val="00866C3B"/>
    <w:rsid w:val="00866F0C"/>
    <w:rsid w:val="00866F74"/>
    <w:rsid w:val="008670B6"/>
    <w:rsid w:val="00867152"/>
    <w:rsid w:val="00867176"/>
    <w:rsid w:val="008671EB"/>
    <w:rsid w:val="00867295"/>
    <w:rsid w:val="00867441"/>
    <w:rsid w:val="0086753E"/>
    <w:rsid w:val="008675A4"/>
    <w:rsid w:val="00867608"/>
    <w:rsid w:val="00867717"/>
    <w:rsid w:val="0086781B"/>
    <w:rsid w:val="0086787C"/>
    <w:rsid w:val="008678AD"/>
    <w:rsid w:val="00867939"/>
    <w:rsid w:val="00867B3E"/>
    <w:rsid w:val="00867C9E"/>
    <w:rsid w:val="00867E85"/>
    <w:rsid w:val="00867E97"/>
    <w:rsid w:val="008702BC"/>
    <w:rsid w:val="00870364"/>
    <w:rsid w:val="00870415"/>
    <w:rsid w:val="0087078B"/>
    <w:rsid w:val="00870B71"/>
    <w:rsid w:val="00870C49"/>
    <w:rsid w:val="00870D5C"/>
    <w:rsid w:val="0087100E"/>
    <w:rsid w:val="0087106F"/>
    <w:rsid w:val="008710D5"/>
    <w:rsid w:val="008714D2"/>
    <w:rsid w:val="0087170E"/>
    <w:rsid w:val="008717FC"/>
    <w:rsid w:val="00871883"/>
    <w:rsid w:val="00871A30"/>
    <w:rsid w:val="00871A86"/>
    <w:rsid w:val="00871AF8"/>
    <w:rsid w:val="00871B97"/>
    <w:rsid w:val="00871C37"/>
    <w:rsid w:val="00871EBD"/>
    <w:rsid w:val="00872008"/>
    <w:rsid w:val="0087202D"/>
    <w:rsid w:val="00872064"/>
    <w:rsid w:val="00872069"/>
    <w:rsid w:val="00872092"/>
    <w:rsid w:val="00872249"/>
    <w:rsid w:val="0087237C"/>
    <w:rsid w:val="00872538"/>
    <w:rsid w:val="0087258B"/>
    <w:rsid w:val="0087267D"/>
    <w:rsid w:val="00872850"/>
    <w:rsid w:val="008728E7"/>
    <w:rsid w:val="00872963"/>
    <w:rsid w:val="00872979"/>
    <w:rsid w:val="00872DAF"/>
    <w:rsid w:val="00872DE4"/>
    <w:rsid w:val="00872E57"/>
    <w:rsid w:val="00872E78"/>
    <w:rsid w:val="00872F15"/>
    <w:rsid w:val="008732F1"/>
    <w:rsid w:val="008733C4"/>
    <w:rsid w:val="00873447"/>
    <w:rsid w:val="0087344B"/>
    <w:rsid w:val="008735AB"/>
    <w:rsid w:val="008735BE"/>
    <w:rsid w:val="008735F8"/>
    <w:rsid w:val="0087374B"/>
    <w:rsid w:val="0087387A"/>
    <w:rsid w:val="008739FF"/>
    <w:rsid w:val="00873AAC"/>
    <w:rsid w:val="00873BCA"/>
    <w:rsid w:val="00873BDA"/>
    <w:rsid w:val="00873D33"/>
    <w:rsid w:val="00873DDE"/>
    <w:rsid w:val="00873E2D"/>
    <w:rsid w:val="00873E5F"/>
    <w:rsid w:val="00874202"/>
    <w:rsid w:val="00874213"/>
    <w:rsid w:val="0087428C"/>
    <w:rsid w:val="0087437A"/>
    <w:rsid w:val="008743B6"/>
    <w:rsid w:val="00874648"/>
    <w:rsid w:val="0087467D"/>
    <w:rsid w:val="008749C5"/>
    <w:rsid w:val="00874D03"/>
    <w:rsid w:val="00874F59"/>
    <w:rsid w:val="0087501E"/>
    <w:rsid w:val="0087504F"/>
    <w:rsid w:val="00875506"/>
    <w:rsid w:val="00875527"/>
    <w:rsid w:val="008756F0"/>
    <w:rsid w:val="008759BE"/>
    <w:rsid w:val="00875ABC"/>
    <w:rsid w:val="00875C5A"/>
    <w:rsid w:val="00875CE2"/>
    <w:rsid w:val="00875D81"/>
    <w:rsid w:val="00875DFE"/>
    <w:rsid w:val="00875FD7"/>
    <w:rsid w:val="0087612E"/>
    <w:rsid w:val="00876183"/>
    <w:rsid w:val="00876196"/>
    <w:rsid w:val="0087630B"/>
    <w:rsid w:val="008763F3"/>
    <w:rsid w:val="008763FA"/>
    <w:rsid w:val="00876412"/>
    <w:rsid w:val="00876442"/>
    <w:rsid w:val="0087662C"/>
    <w:rsid w:val="00876749"/>
    <w:rsid w:val="00876907"/>
    <w:rsid w:val="00876C5D"/>
    <w:rsid w:val="00876E60"/>
    <w:rsid w:val="008773A9"/>
    <w:rsid w:val="00877477"/>
    <w:rsid w:val="008776E6"/>
    <w:rsid w:val="008778E2"/>
    <w:rsid w:val="00877915"/>
    <w:rsid w:val="00877916"/>
    <w:rsid w:val="00877BF3"/>
    <w:rsid w:val="00877D90"/>
    <w:rsid w:val="00877DFC"/>
    <w:rsid w:val="008800F4"/>
    <w:rsid w:val="0088011A"/>
    <w:rsid w:val="008801DE"/>
    <w:rsid w:val="008804EF"/>
    <w:rsid w:val="00880531"/>
    <w:rsid w:val="00880565"/>
    <w:rsid w:val="0088061E"/>
    <w:rsid w:val="00880641"/>
    <w:rsid w:val="0088098D"/>
    <w:rsid w:val="00880A1A"/>
    <w:rsid w:val="00880B19"/>
    <w:rsid w:val="00880B43"/>
    <w:rsid w:val="00880C3C"/>
    <w:rsid w:val="00880D49"/>
    <w:rsid w:val="00880FFF"/>
    <w:rsid w:val="008811B5"/>
    <w:rsid w:val="0088120F"/>
    <w:rsid w:val="0088123A"/>
    <w:rsid w:val="008812B4"/>
    <w:rsid w:val="00881388"/>
    <w:rsid w:val="00881540"/>
    <w:rsid w:val="008817CC"/>
    <w:rsid w:val="00881841"/>
    <w:rsid w:val="0088186B"/>
    <w:rsid w:val="008818AD"/>
    <w:rsid w:val="00881CF5"/>
    <w:rsid w:val="00881CFA"/>
    <w:rsid w:val="00881D06"/>
    <w:rsid w:val="0088209E"/>
    <w:rsid w:val="008822D6"/>
    <w:rsid w:val="00882364"/>
    <w:rsid w:val="0088251B"/>
    <w:rsid w:val="00882699"/>
    <w:rsid w:val="0088276A"/>
    <w:rsid w:val="00882812"/>
    <w:rsid w:val="008828BE"/>
    <w:rsid w:val="0088296C"/>
    <w:rsid w:val="008829B3"/>
    <w:rsid w:val="00882D4B"/>
    <w:rsid w:val="00882E87"/>
    <w:rsid w:val="00882E98"/>
    <w:rsid w:val="008830F4"/>
    <w:rsid w:val="00883124"/>
    <w:rsid w:val="008833C4"/>
    <w:rsid w:val="008838BD"/>
    <w:rsid w:val="008839D6"/>
    <w:rsid w:val="00883AB4"/>
    <w:rsid w:val="00883B45"/>
    <w:rsid w:val="00883CD3"/>
    <w:rsid w:val="00883CEB"/>
    <w:rsid w:val="00883E39"/>
    <w:rsid w:val="00883EFA"/>
    <w:rsid w:val="00884086"/>
    <w:rsid w:val="00884160"/>
    <w:rsid w:val="008841F4"/>
    <w:rsid w:val="008842D2"/>
    <w:rsid w:val="008844FD"/>
    <w:rsid w:val="0088464D"/>
    <w:rsid w:val="00884724"/>
    <w:rsid w:val="0088472A"/>
    <w:rsid w:val="00884797"/>
    <w:rsid w:val="00884798"/>
    <w:rsid w:val="008847A9"/>
    <w:rsid w:val="00884881"/>
    <w:rsid w:val="00884906"/>
    <w:rsid w:val="00884C0B"/>
    <w:rsid w:val="00884E89"/>
    <w:rsid w:val="00884F6F"/>
    <w:rsid w:val="00884FC5"/>
    <w:rsid w:val="00885334"/>
    <w:rsid w:val="00885475"/>
    <w:rsid w:val="0088581E"/>
    <w:rsid w:val="00885964"/>
    <w:rsid w:val="00885A18"/>
    <w:rsid w:val="00885BD0"/>
    <w:rsid w:val="00885BE5"/>
    <w:rsid w:val="00885FA3"/>
    <w:rsid w:val="008862C1"/>
    <w:rsid w:val="008863AA"/>
    <w:rsid w:val="00886406"/>
    <w:rsid w:val="0088649E"/>
    <w:rsid w:val="0088654C"/>
    <w:rsid w:val="00886621"/>
    <w:rsid w:val="008866E6"/>
    <w:rsid w:val="00886A07"/>
    <w:rsid w:val="00886AB7"/>
    <w:rsid w:val="00886ADC"/>
    <w:rsid w:val="00886C9B"/>
    <w:rsid w:val="00886D48"/>
    <w:rsid w:val="00886DD1"/>
    <w:rsid w:val="00886ED6"/>
    <w:rsid w:val="00886F5C"/>
    <w:rsid w:val="00886F70"/>
    <w:rsid w:val="0088720C"/>
    <w:rsid w:val="00887357"/>
    <w:rsid w:val="0088742B"/>
    <w:rsid w:val="00887545"/>
    <w:rsid w:val="00887574"/>
    <w:rsid w:val="008875A3"/>
    <w:rsid w:val="008876E9"/>
    <w:rsid w:val="00887833"/>
    <w:rsid w:val="008879EF"/>
    <w:rsid w:val="00887BFD"/>
    <w:rsid w:val="00887C23"/>
    <w:rsid w:val="00887C99"/>
    <w:rsid w:val="00887D05"/>
    <w:rsid w:val="00887D53"/>
    <w:rsid w:val="00887E42"/>
    <w:rsid w:val="00887FAB"/>
    <w:rsid w:val="00890033"/>
    <w:rsid w:val="0089004B"/>
    <w:rsid w:val="0089025C"/>
    <w:rsid w:val="00890507"/>
    <w:rsid w:val="00890515"/>
    <w:rsid w:val="00890583"/>
    <w:rsid w:val="0089059F"/>
    <w:rsid w:val="008905D3"/>
    <w:rsid w:val="0089084B"/>
    <w:rsid w:val="00890978"/>
    <w:rsid w:val="00890993"/>
    <w:rsid w:val="00890AD6"/>
    <w:rsid w:val="00890BA1"/>
    <w:rsid w:val="00890BB2"/>
    <w:rsid w:val="00890D14"/>
    <w:rsid w:val="00890E20"/>
    <w:rsid w:val="00890F02"/>
    <w:rsid w:val="00890F2A"/>
    <w:rsid w:val="00890F56"/>
    <w:rsid w:val="00890F7C"/>
    <w:rsid w:val="00891352"/>
    <w:rsid w:val="008913CC"/>
    <w:rsid w:val="00891458"/>
    <w:rsid w:val="008916E3"/>
    <w:rsid w:val="0089183E"/>
    <w:rsid w:val="0089199B"/>
    <w:rsid w:val="008919E6"/>
    <w:rsid w:val="00891A3A"/>
    <w:rsid w:val="00891AE5"/>
    <w:rsid w:val="00891BC6"/>
    <w:rsid w:val="00891C7E"/>
    <w:rsid w:val="00891CC4"/>
    <w:rsid w:val="00891D27"/>
    <w:rsid w:val="00891D91"/>
    <w:rsid w:val="00891F93"/>
    <w:rsid w:val="00892000"/>
    <w:rsid w:val="00892019"/>
    <w:rsid w:val="00892022"/>
    <w:rsid w:val="0089203E"/>
    <w:rsid w:val="008924EC"/>
    <w:rsid w:val="008928D1"/>
    <w:rsid w:val="00892964"/>
    <w:rsid w:val="0089296F"/>
    <w:rsid w:val="00892A0B"/>
    <w:rsid w:val="00892ACD"/>
    <w:rsid w:val="00892B0F"/>
    <w:rsid w:val="00892B65"/>
    <w:rsid w:val="00892D1F"/>
    <w:rsid w:val="00893181"/>
    <w:rsid w:val="008932BE"/>
    <w:rsid w:val="008932D5"/>
    <w:rsid w:val="00893317"/>
    <w:rsid w:val="00893325"/>
    <w:rsid w:val="00893373"/>
    <w:rsid w:val="008937F2"/>
    <w:rsid w:val="00893849"/>
    <w:rsid w:val="00893944"/>
    <w:rsid w:val="00893A18"/>
    <w:rsid w:val="00893C73"/>
    <w:rsid w:val="00893EAD"/>
    <w:rsid w:val="008942C4"/>
    <w:rsid w:val="00894317"/>
    <w:rsid w:val="0089438D"/>
    <w:rsid w:val="0089451C"/>
    <w:rsid w:val="0089478D"/>
    <w:rsid w:val="00894A08"/>
    <w:rsid w:val="00894AB6"/>
    <w:rsid w:val="00894B49"/>
    <w:rsid w:val="00894B7F"/>
    <w:rsid w:val="00894BF1"/>
    <w:rsid w:val="00894C4D"/>
    <w:rsid w:val="00894F48"/>
    <w:rsid w:val="00894FAC"/>
    <w:rsid w:val="00894FFF"/>
    <w:rsid w:val="008950FD"/>
    <w:rsid w:val="00895118"/>
    <w:rsid w:val="008952E1"/>
    <w:rsid w:val="008953BE"/>
    <w:rsid w:val="00895502"/>
    <w:rsid w:val="0089557E"/>
    <w:rsid w:val="008956F2"/>
    <w:rsid w:val="00895802"/>
    <w:rsid w:val="008958EE"/>
    <w:rsid w:val="00895B11"/>
    <w:rsid w:val="00895C71"/>
    <w:rsid w:val="00895E84"/>
    <w:rsid w:val="0089603B"/>
    <w:rsid w:val="0089605E"/>
    <w:rsid w:val="00896350"/>
    <w:rsid w:val="00896598"/>
    <w:rsid w:val="0089669C"/>
    <w:rsid w:val="0089690A"/>
    <w:rsid w:val="00896DF8"/>
    <w:rsid w:val="00896E55"/>
    <w:rsid w:val="00897044"/>
    <w:rsid w:val="008970AE"/>
    <w:rsid w:val="008971A1"/>
    <w:rsid w:val="008971B3"/>
    <w:rsid w:val="008971E3"/>
    <w:rsid w:val="008972D3"/>
    <w:rsid w:val="00897524"/>
    <w:rsid w:val="008975EC"/>
    <w:rsid w:val="00897649"/>
    <w:rsid w:val="0089796C"/>
    <w:rsid w:val="008979E0"/>
    <w:rsid w:val="00897A07"/>
    <w:rsid w:val="00897BBA"/>
    <w:rsid w:val="00897CDB"/>
    <w:rsid w:val="00897DEC"/>
    <w:rsid w:val="00897E89"/>
    <w:rsid w:val="00897F27"/>
    <w:rsid w:val="00897F85"/>
    <w:rsid w:val="00897FE2"/>
    <w:rsid w:val="008A0004"/>
    <w:rsid w:val="008A0196"/>
    <w:rsid w:val="008A026F"/>
    <w:rsid w:val="008A0334"/>
    <w:rsid w:val="008A059B"/>
    <w:rsid w:val="008A0672"/>
    <w:rsid w:val="008A0769"/>
    <w:rsid w:val="008A07AF"/>
    <w:rsid w:val="008A0BD5"/>
    <w:rsid w:val="008A0BDF"/>
    <w:rsid w:val="008A0BF5"/>
    <w:rsid w:val="008A0C1A"/>
    <w:rsid w:val="008A0C2E"/>
    <w:rsid w:val="008A0CBF"/>
    <w:rsid w:val="008A0D29"/>
    <w:rsid w:val="008A0D2C"/>
    <w:rsid w:val="008A0D52"/>
    <w:rsid w:val="008A0E5D"/>
    <w:rsid w:val="008A0EE2"/>
    <w:rsid w:val="008A0F9B"/>
    <w:rsid w:val="008A0FDD"/>
    <w:rsid w:val="008A12AD"/>
    <w:rsid w:val="008A1457"/>
    <w:rsid w:val="008A14FF"/>
    <w:rsid w:val="008A15B0"/>
    <w:rsid w:val="008A15E1"/>
    <w:rsid w:val="008A1875"/>
    <w:rsid w:val="008A1A83"/>
    <w:rsid w:val="008A1C1B"/>
    <w:rsid w:val="008A1DB1"/>
    <w:rsid w:val="008A1E1A"/>
    <w:rsid w:val="008A1EB9"/>
    <w:rsid w:val="008A1FAC"/>
    <w:rsid w:val="008A201A"/>
    <w:rsid w:val="008A20EE"/>
    <w:rsid w:val="008A20FD"/>
    <w:rsid w:val="008A21F5"/>
    <w:rsid w:val="008A242E"/>
    <w:rsid w:val="008A24BD"/>
    <w:rsid w:val="008A258C"/>
    <w:rsid w:val="008A2756"/>
    <w:rsid w:val="008A277D"/>
    <w:rsid w:val="008A27D2"/>
    <w:rsid w:val="008A2802"/>
    <w:rsid w:val="008A2978"/>
    <w:rsid w:val="008A2BDD"/>
    <w:rsid w:val="008A2DFC"/>
    <w:rsid w:val="008A301A"/>
    <w:rsid w:val="008A3167"/>
    <w:rsid w:val="008A31A9"/>
    <w:rsid w:val="008A32F6"/>
    <w:rsid w:val="008A3349"/>
    <w:rsid w:val="008A35AD"/>
    <w:rsid w:val="008A3787"/>
    <w:rsid w:val="008A37ED"/>
    <w:rsid w:val="008A381F"/>
    <w:rsid w:val="008A3A2F"/>
    <w:rsid w:val="008A3A80"/>
    <w:rsid w:val="008A3ACB"/>
    <w:rsid w:val="008A3ADA"/>
    <w:rsid w:val="008A3C29"/>
    <w:rsid w:val="008A3D5D"/>
    <w:rsid w:val="008A3E7C"/>
    <w:rsid w:val="008A3EAF"/>
    <w:rsid w:val="008A3F5A"/>
    <w:rsid w:val="008A41A6"/>
    <w:rsid w:val="008A424A"/>
    <w:rsid w:val="008A42D0"/>
    <w:rsid w:val="008A42EC"/>
    <w:rsid w:val="008A42F3"/>
    <w:rsid w:val="008A4408"/>
    <w:rsid w:val="008A449C"/>
    <w:rsid w:val="008A4644"/>
    <w:rsid w:val="008A4709"/>
    <w:rsid w:val="008A48B3"/>
    <w:rsid w:val="008A4B0C"/>
    <w:rsid w:val="008A4C2C"/>
    <w:rsid w:val="008A4C9C"/>
    <w:rsid w:val="008A4CEE"/>
    <w:rsid w:val="008A4FED"/>
    <w:rsid w:val="008A506D"/>
    <w:rsid w:val="008A50B0"/>
    <w:rsid w:val="008A510D"/>
    <w:rsid w:val="008A5254"/>
    <w:rsid w:val="008A52F1"/>
    <w:rsid w:val="008A56BA"/>
    <w:rsid w:val="008A57CC"/>
    <w:rsid w:val="008A582D"/>
    <w:rsid w:val="008A58AA"/>
    <w:rsid w:val="008A59C1"/>
    <w:rsid w:val="008A5A61"/>
    <w:rsid w:val="008A5BCF"/>
    <w:rsid w:val="008A5DCA"/>
    <w:rsid w:val="008A5E6B"/>
    <w:rsid w:val="008A60C0"/>
    <w:rsid w:val="008A614A"/>
    <w:rsid w:val="008A62D9"/>
    <w:rsid w:val="008A64C6"/>
    <w:rsid w:val="008A6524"/>
    <w:rsid w:val="008A657A"/>
    <w:rsid w:val="008A667C"/>
    <w:rsid w:val="008A6705"/>
    <w:rsid w:val="008A677B"/>
    <w:rsid w:val="008A686E"/>
    <w:rsid w:val="008A696E"/>
    <w:rsid w:val="008A6C37"/>
    <w:rsid w:val="008A6CC7"/>
    <w:rsid w:val="008A7082"/>
    <w:rsid w:val="008A716D"/>
    <w:rsid w:val="008A7177"/>
    <w:rsid w:val="008A74FF"/>
    <w:rsid w:val="008A7606"/>
    <w:rsid w:val="008A7702"/>
    <w:rsid w:val="008A7785"/>
    <w:rsid w:val="008A77F6"/>
    <w:rsid w:val="008A7894"/>
    <w:rsid w:val="008A7914"/>
    <w:rsid w:val="008A7A04"/>
    <w:rsid w:val="008A7A69"/>
    <w:rsid w:val="008A7AAA"/>
    <w:rsid w:val="008A7C45"/>
    <w:rsid w:val="008A7C46"/>
    <w:rsid w:val="008A7EAB"/>
    <w:rsid w:val="008A7F26"/>
    <w:rsid w:val="008B01E9"/>
    <w:rsid w:val="008B03B8"/>
    <w:rsid w:val="008B03C0"/>
    <w:rsid w:val="008B0722"/>
    <w:rsid w:val="008B090E"/>
    <w:rsid w:val="008B0A50"/>
    <w:rsid w:val="008B0B20"/>
    <w:rsid w:val="008B0C0A"/>
    <w:rsid w:val="008B0CA0"/>
    <w:rsid w:val="008B0CCB"/>
    <w:rsid w:val="008B0CDF"/>
    <w:rsid w:val="008B0D2C"/>
    <w:rsid w:val="008B0DE8"/>
    <w:rsid w:val="008B0F27"/>
    <w:rsid w:val="008B1077"/>
    <w:rsid w:val="008B131A"/>
    <w:rsid w:val="008B14FD"/>
    <w:rsid w:val="008B170F"/>
    <w:rsid w:val="008B173E"/>
    <w:rsid w:val="008B1766"/>
    <w:rsid w:val="008B196A"/>
    <w:rsid w:val="008B199F"/>
    <w:rsid w:val="008B1AEE"/>
    <w:rsid w:val="008B1B25"/>
    <w:rsid w:val="008B1B91"/>
    <w:rsid w:val="008B1BA9"/>
    <w:rsid w:val="008B1D64"/>
    <w:rsid w:val="008B1F6D"/>
    <w:rsid w:val="008B1F9D"/>
    <w:rsid w:val="008B216F"/>
    <w:rsid w:val="008B2351"/>
    <w:rsid w:val="008B2374"/>
    <w:rsid w:val="008B2380"/>
    <w:rsid w:val="008B23FB"/>
    <w:rsid w:val="008B248F"/>
    <w:rsid w:val="008B24BB"/>
    <w:rsid w:val="008B2858"/>
    <w:rsid w:val="008B288F"/>
    <w:rsid w:val="008B2B75"/>
    <w:rsid w:val="008B2D6F"/>
    <w:rsid w:val="008B30F9"/>
    <w:rsid w:val="008B334C"/>
    <w:rsid w:val="008B34EE"/>
    <w:rsid w:val="008B38E3"/>
    <w:rsid w:val="008B38E9"/>
    <w:rsid w:val="008B3A00"/>
    <w:rsid w:val="008B3A9A"/>
    <w:rsid w:val="008B3B11"/>
    <w:rsid w:val="008B3D3D"/>
    <w:rsid w:val="008B3DC7"/>
    <w:rsid w:val="008B3ED8"/>
    <w:rsid w:val="008B3F93"/>
    <w:rsid w:val="008B40D8"/>
    <w:rsid w:val="008B41F8"/>
    <w:rsid w:val="008B4272"/>
    <w:rsid w:val="008B43C9"/>
    <w:rsid w:val="008B43E8"/>
    <w:rsid w:val="008B448A"/>
    <w:rsid w:val="008B44CE"/>
    <w:rsid w:val="008B46F9"/>
    <w:rsid w:val="008B4902"/>
    <w:rsid w:val="008B4A18"/>
    <w:rsid w:val="008B4BDD"/>
    <w:rsid w:val="008B4C81"/>
    <w:rsid w:val="008B4D17"/>
    <w:rsid w:val="008B4D47"/>
    <w:rsid w:val="008B4E95"/>
    <w:rsid w:val="008B4EFB"/>
    <w:rsid w:val="008B4F9C"/>
    <w:rsid w:val="008B5373"/>
    <w:rsid w:val="008B541A"/>
    <w:rsid w:val="008B565D"/>
    <w:rsid w:val="008B566A"/>
    <w:rsid w:val="008B5892"/>
    <w:rsid w:val="008B5BF1"/>
    <w:rsid w:val="008B5C7C"/>
    <w:rsid w:val="008B5C89"/>
    <w:rsid w:val="008B5D3E"/>
    <w:rsid w:val="008B5D56"/>
    <w:rsid w:val="008B5FBD"/>
    <w:rsid w:val="008B603A"/>
    <w:rsid w:val="008B61E1"/>
    <w:rsid w:val="008B6356"/>
    <w:rsid w:val="008B6379"/>
    <w:rsid w:val="008B641B"/>
    <w:rsid w:val="008B653A"/>
    <w:rsid w:val="008B672B"/>
    <w:rsid w:val="008B677F"/>
    <w:rsid w:val="008B6946"/>
    <w:rsid w:val="008B695F"/>
    <w:rsid w:val="008B6989"/>
    <w:rsid w:val="008B6A37"/>
    <w:rsid w:val="008B6A89"/>
    <w:rsid w:val="008B6B3B"/>
    <w:rsid w:val="008B6B74"/>
    <w:rsid w:val="008B6D3D"/>
    <w:rsid w:val="008B6DED"/>
    <w:rsid w:val="008B6EEE"/>
    <w:rsid w:val="008B7011"/>
    <w:rsid w:val="008B7036"/>
    <w:rsid w:val="008B7045"/>
    <w:rsid w:val="008B72C4"/>
    <w:rsid w:val="008B72D3"/>
    <w:rsid w:val="008B7325"/>
    <w:rsid w:val="008B7520"/>
    <w:rsid w:val="008B768F"/>
    <w:rsid w:val="008B7744"/>
    <w:rsid w:val="008B780E"/>
    <w:rsid w:val="008B7874"/>
    <w:rsid w:val="008B7878"/>
    <w:rsid w:val="008B78B5"/>
    <w:rsid w:val="008B7A00"/>
    <w:rsid w:val="008B7B78"/>
    <w:rsid w:val="008B7B91"/>
    <w:rsid w:val="008B7C17"/>
    <w:rsid w:val="008B7E3F"/>
    <w:rsid w:val="008B7FF5"/>
    <w:rsid w:val="008C00BD"/>
    <w:rsid w:val="008C011C"/>
    <w:rsid w:val="008C0282"/>
    <w:rsid w:val="008C0361"/>
    <w:rsid w:val="008C0606"/>
    <w:rsid w:val="008C06EA"/>
    <w:rsid w:val="008C09F9"/>
    <w:rsid w:val="008C0A13"/>
    <w:rsid w:val="008C0AFC"/>
    <w:rsid w:val="008C0C8E"/>
    <w:rsid w:val="008C0C9F"/>
    <w:rsid w:val="008C0CB4"/>
    <w:rsid w:val="008C0D09"/>
    <w:rsid w:val="008C0D61"/>
    <w:rsid w:val="008C10F0"/>
    <w:rsid w:val="008C11E6"/>
    <w:rsid w:val="008C16F9"/>
    <w:rsid w:val="008C1712"/>
    <w:rsid w:val="008C17CD"/>
    <w:rsid w:val="008C1874"/>
    <w:rsid w:val="008C1894"/>
    <w:rsid w:val="008C1A2C"/>
    <w:rsid w:val="008C1BAE"/>
    <w:rsid w:val="008C1F33"/>
    <w:rsid w:val="008C21C9"/>
    <w:rsid w:val="008C227D"/>
    <w:rsid w:val="008C2320"/>
    <w:rsid w:val="008C235F"/>
    <w:rsid w:val="008C2376"/>
    <w:rsid w:val="008C23C4"/>
    <w:rsid w:val="008C267C"/>
    <w:rsid w:val="008C2681"/>
    <w:rsid w:val="008C269E"/>
    <w:rsid w:val="008C26B0"/>
    <w:rsid w:val="008C2C1A"/>
    <w:rsid w:val="008C2F29"/>
    <w:rsid w:val="008C319E"/>
    <w:rsid w:val="008C3211"/>
    <w:rsid w:val="008C3298"/>
    <w:rsid w:val="008C3369"/>
    <w:rsid w:val="008C359A"/>
    <w:rsid w:val="008C35D0"/>
    <w:rsid w:val="008C36D0"/>
    <w:rsid w:val="008C36E6"/>
    <w:rsid w:val="008C3727"/>
    <w:rsid w:val="008C37B4"/>
    <w:rsid w:val="008C380D"/>
    <w:rsid w:val="008C382D"/>
    <w:rsid w:val="008C391C"/>
    <w:rsid w:val="008C3B45"/>
    <w:rsid w:val="008C3B57"/>
    <w:rsid w:val="008C3B82"/>
    <w:rsid w:val="008C3B8B"/>
    <w:rsid w:val="008C3C1F"/>
    <w:rsid w:val="008C3E0A"/>
    <w:rsid w:val="008C3E2B"/>
    <w:rsid w:val="008C3E3F"/>
    <w:rsid w:val="008C3E6F"/>
    <w:rsid w:val="008C4234"/>
    <w:rsid w:val="008C43FD"/>
    <w:rsid w:val="008C451F"/>
    <w:rsid w:val="008C45AD"/>
    <w:rsid w:val="008C4686"/>
    <w:rsid w:val="008C472D"/>
    <w:rsid w:val="008C48B4"/>
    <w:rsid w:val="008C4A7E"/>
    <w:rsid w:val="008C4A9D"/>
    <w:rsid w:val="008C4D02"/>
    <w:rsid w:val="008C4FE6"/>
    <w:rsid w:val="008C5172"/>
    <w:rsid w:val="008C51EA"/>
    <w:rsid w:val="008C5323"/>
    <w:rsid w:val="008C5497"/>
    <w:rsid w:val="008C561E"/>
    <w:rsid w:val="008C568A"/>
    <w:rsid w:val="008C58FE"/>
    <w:rsid w:val="008C5C6E"/>
    <w:rsid w:val="008C5D64"/>
    <w:rsid w:val="008C5F49"/>
    <w:rsid w:val="008C6038"/>
    <w:rsid w:val="008C6280"/>
    <w:rsid w:val="008C62BB"/>
    <w:rsid w:val="008C63BB"/>
    <w:rsid w:val="008C63C9"/>
    <w:rsid w:val="008C6588"/>
    <w:rsid w:val="008C65D7"/>
    <w:rsid w:val="008C66D0"/>
    <w:rsid w:val="008C67A7"/>
    <w:rsid w:val="008C6894"/>
    <w:rsid w:val="008C69A3"/>
    <w:rsid w:val="008C6A08"/>
    <w:rsid w:val="008C6AC6"/>
    <w:rsid w:val="008C6CF9"/>
    <w:rsid w:val="008C6D01"/>
    <w:rsid w:val="008C6D9C"/>
    <w:rsid w:val="008C6F36"/>
    <w:rsid w:val="008C6F41"/>
    <w:rsid w:val="008C71B5"/>
    <w:rsid w:val="008C723C"/>
    <w:rsid w:val="008C742B"/>
    <w:rsid w:val="008C75A4"/>
    <w:rsid w:val="008C75C9"/>
    <w:rsid w:val="008C76A8"/>
    <w:rsid w:val="008C771B"/>
    <w:rsid w:val="008C7720"/>
    <w:rsid w:val="008C7AD1"/>
    <w:rsid w:val="008C7AF8"/>
    <w:rsid w:val="008C7C58"/>
    <w:rsid w:val="008C7E63"/>
    <w:rsid w:val="008C7F24"/>
    <w:rsid w:val="008C7F51"/>
    <w:rsid w:val="008D0237"/>
    <w:rsid w:val="008D0463"/>
    <w:rsid w:val="008D04DA"/>
    <w:rsid w:val="008D05F3"/>
    <w:rsid w:val="008D076E"/>
    <w:rsid w:val="008D078A"/>
    <w:rsid w:val="008D078E"/>
    <w:rsid w:val="008D08BB"/>
    <w:rsid w:val="008D0926"/>
    <w:rsid w:val="008D09A2"/>
    <w:rsid w:val="008D0B83"/>
    <w:rsid w:val="008D0C58"/>
    <w:rsid w:val="008D0CFE"/>
    <w:rsid w:val="008D0DAC"/>
    <w:rsid w:val="008D0FE8"/>
    <w:rsid w:val="008D102D"/>
    <w:rsid w:val="008D10C7"/>
    <w:rsid w:val="008D1169"/>
    <w:rsid w:val="008D1330"/>
    <w:rsid w:val="008D133E"/>
    <w:rsid w:val="008D1360"/>
    <w:rsid w:val="008D1451"/>
    <w:rsid w:val="008D1514"/>
    <w:rsid w:val="008D156A"/>
    <w:rsid w:val="008D15EA"/>
    <w:rsid w:val="008D15F2"/>
    <w:rsid w:val="008D160F"/>
    <w:rsid w:val="008D1BE6"/>
    <w:rsid w:val="008D1C1E"/>
    <w:rsid w:val="008D1E41"/>
    <w:rsid w:val="008D1ED8"/>
    <w:rsid w:val="008D1F2A"/>
    <w:rsid w:val="008D1F79"/>
    <w:rsid w:val="008D1F83"/>
    <w:rsid w:val="008D2256"/>
    <w:rsid w:val="008D245F"/>
    <w:rsid w:val="008D261E"/>
    <w:rsid w:val="008D2666"/>
    <w:rsid w:val="008D2729"/>
    <w:rsid w:val="008D283F"/>
    <w:rsid w:val="008D284F"/>
    <w:rsid w:val="008D2AEB"/>
    <w:rsid w:val="008D2B0E"/>
    <w:rsid w:val="008D2B92"/>
    <w:rsid w:val="008D2E0E"/>
    <w:rsid w:val="008D2FB9"/>
    <w:rsid w:val="008D311B"/>
    <w:rsid w:val="008D3427"/>
    <w:rsid w:val="008D3456"/>
    <w:rsid w:val="008D348F"/>
    <w:rsid w:val="008D35AB"/>
    <w:rsid w:val="008D3852"/>
    <w:rsid w:val="008D38FF"/>
    <w:rsid w:val="008D3A3D"/>
    <w:rsid w:val="008D3ABE"/>
    <w:rsid w:val="008D3B74"/>
    <w:rsid w:val="008D3C0D"/>
    <w:rsid w:val="008D3DCF"/>
    <w:rsid w:val="008D3DF8"/>
    <w:rsid w:val="008D3E3E"/>
    <w:rsid w:val="008D3F45"/>
    <w:rsid w:val="008D3FB0"/>
    <w:rsid w:val="008D419C"/>
    <w:rsid w:val="008D41B7"/>
    <w:rsid w:val="008D42B5"/>
    <w:rsid w:val="008D4424"/>
    <w:rsid w:val="008D447E"/>
    <w:rsid w:val="008D4559"/>
    <w:rsid w:val="008D45FD"/>
    <w:rsid w:val="008D4685"/>
    <w:rsid w:val="008D4725"/>
    <w:rsid w:val="008D47AF"/>
    <w:rsid w:val="008D47E1"/>
    <w:rsid w:val="008D49C0"/>
    <w:rsid w:val="008D4AC9"/>
    <w:rsid w:val="008D4B9D"/>
    <w:rsid w:val="008D4C4E"/>
    <w:rsid w:val="008D4CCA"/>
    <w:rsid w:val="008D4D33"/>
    <w:rsid w:val="008D4DE4"/>
    <w:rsid w:val="008D5031"/>
    <w:rsid w:val="008D5094"/>
    <w:rsid w:val="008D50B7"/>
    <w:rsid w:val="008D51A1"/>
    <w:rsid w:val="008D5374"/>
    <w:rsid w:val="008D5392"/>
    <w:rsid w:val="008D5859"/>
    <w:rsid w:val="008D59C6"/>
    <w:rsid w:val="008D5B9D"/>
    <w:rsid w:val="008D5BC6"/>
    <w:rsid w:val="008D5DCA"/>
    <w:rsid w:val="008D5FE7"/>
    <w:rsid w:val="008D60D6"/>
    <w:rsid w:val="008D6158"/>
    <w:rsid w:val="008D639C"/>
    <w:rsid w:val="008D63A3"/>
    <w:rsid w:val="008D63D4"/>
    <w:rsid w:val="008D63EF"/>
    <w:rsid w:val="008D650E"/>
    <w:rsid w:val="008D66EE"/>
    <w:rsid w:val="008D69B3"/>
    <w:rsid w:val="008D6D99"/>
    <w:rsid w:val="008D6EEC"/>
    <w:rsid w:val="008D6F46"/>
    <w:rsid w:val="008D6F68"/>
    <w:rsid w:val="008D6F82"/>
    <w:rsid w:val="008D6F96"/>
    <w:rsid w:val="008D718F"/>
    <w:rsid w:val="008D72AD"/>
    <w:rsid w:val="008D73A0"/>
    <w:rsid w:val="008D7447"/>
    <w:rsid w:val="008D7469"/>
    <w:rsid w:val="008D7811"/>
    <w:rsid w:val="008D793E"/>
    <w:rsid w:val="008D7A4C"/>
    <w:rsid w:val="008D7C7C"/>
    <w:rsid w:val="008D7E5A"/>
    <w:rsid w:val="008E012A"/>
    <w:rsid w:val="008E02A2"/>
    <w:rsid w:val="008E034F"/>
    <w:rsid w:val="008E03AA"/>
    <w:rsid w:val="008E03AE"/>
    <w:rsid w:val="008E046E"/>
    <w:rsid w:val="008E057E"/>
    <w:rsid w:val="008E06A6"/>
    <w:rsid w:val="008E096C"/>
    <w:rsid w:val="008E0A10"/>
    <w:rsid w:val="008E0B3E"/>
    <w:rsid w:val="008E0C32"/>
    <w:rsid w:val="008E0C45"/>
    <w:rsid w:val="008E0CC1"/>
    <w:rsid w:val="008E0D4F"/>
    <w:rsid w:val="008E0D76"/>
    <w:rsid w:val="008E0DAB"/>
    <w:rsid w:val="008E0DEE"/>
    <w:rsid w:val="008E0E06"/>
    <w:rsid w:val="008E0E23"/>
    <w:rsid w:val="008E0EC2"/>
    <w:rsid w:val="008E0F6F"/>
    <w:rsid w:val="008E0FB4"/>
    <w:rsid w:val="008E1000"/>
    <w:rsid w:val="008E100B"/>
    <w:rsid w:val="008E12D4"/>
    <w:rsid w:val="008E134E"/>
    <w:rsid w:val="008E1488"/>
    <w:rsid w:val="008E15E4"/>
    <w:rsid w:val="008E171F"/>
    <w:rsid w:val="008E1723"/>
    <w:rsid w:val="008E17E7"/>
    <w:rsid w:val="008E186B"/>
    <w:rsid w:val="008E1880"/>
    <w:rsid w:val="008E18CA"/>
    <w:rsid w:val="008E1BA1"/>
    <w:rsid w:val="008E1C16"/>
    <w:rsid w:val="008E1C1C"/>
    <w:rsid w:val="008E1C54"/>
    <w:rsid w:val="008E1CF4"/>
    <w:rsid w:val="008E1E91"/>
    <w:rsid w:val="008E1F09"/>
    <w:rsid w:val="008E2061"/>
    <w:rsid w:val="008E2311"/>
    <w:rsid w:val="008E23AD"/>
    <w:rsid w:val="008E2401"/>
    <w:rsid w:val="008E245C"/>
    <w:rsid w:val="008E24E8"/>
    <w:rsid w:val="008E25E7"/>
    <w:rsid w:val="008E2707"/>
    <w:rsid w:val="008E271C"/>
    <w:rsid w:val="008E280E"/>
    <w:rsid w:val="008E29DC"/>
    <w:rsid w:val="008E2A4A"/>
    <w:rsid w:val="008E2BD6"/>
    <w:rsid w:val="008E2C36"/>
    <w:rsid w:val="008E2C77"/>
    <w:rsid w:val="008E2D9C"/>
    <w:rsid w:val="008E2FCB"/>
    <w:rsid w:val="008E3291"/>
    <w:rsid w:val="008E3345"/>
    <w:rsid w:val="008E34E7"/>
    <w:rsid w:val="008E3569"/>
    <w:rsid w:val="008E383E"/>
    <w:rsid w:val="008E3BC4"/>
    <w:rsid w:val="008E3C14"/>
    <w:rsid w:val="008E3C5B"/>
    <w:rsid w:val="008E3DCD"/>
    <w:rsid w:val="008E3DF9"/>
    <w:rsid w:val="008E3E0C"/>
    <w:rsid w:val="008E3E60"/>
    <w:rsid w:val="008E3F9D"/>
    <w:rsid w:val="008E424E"/>
    <w:rsid w:val="008E42B7"/>
    <w:rsid w:val="008E4312"/>
    <w:rsid w:val="008E451A"/>
    <w:rsid w:val="008E4593"/>
    <w:rsid w:val="008E4756"/>
    <w:rsid w:val="008E493B"/>
    <w:rsid w:val="008E4B5E"/>
    <w:rsid w:val="008E4C39"/>
    <w:rsid w:val="008E4C9E"/>
    <w:rsid w:val="008E4CF7"/>
    <w:rsid w:val="008E4D06"/>
    <w:rsid w:val="008E4D42"/>
    <w:rsid w:val="008E4DB5"/>
    <w:rsid w:val="008E509A"/>
    <w:rsid w:val="008E5112"/>
    <w:rsid w:val="008E51CB"/>
    <w:rsid w:val="008E52C4"/>
    <w:rsid w:val="008E52C7"/>
    <w:rsid w:val="008E559F"/>
    <w:rsid w:val="008E56DE"/>
    <w:rsid w:val="008E5799"/>
    <w:rsid w:val="008E57A9"/>
    <w:rsid w:val="008E58A0"/>
    <w:rsid w:val="008E5AA2"/>
    <w:rsid w:val="008E5ACC"/>
    <w:rsid w:val="008E5AFA"/>
    <w:rsid w:val="008E5B25"/>
    <w:rsid w:val="008E5B39"/>
    <w:rsid w:val="008E5B89"/>
    <w:rsid w:val="008E5BB2"/>
    <w:rsid w:val="008E5CA4"/>
    <w:rsid w:val="008E5FD6"/>
    <w:rsid w:val="008E60AC"/>
    <w:rsid w:val="008E61A3"/>
    <w:rsid w:val="008E621A"/>
    <w:rsid w:val="008E62E6"/>
    <w:rsid w:val="008E635C"/>
    <w:rsid w:val="008E64E5"/>
    <w:rsid w:val="008E653C"/>
    <w:rsid w:val="008E65A4"/>
    <w:rsid w:val="008E66E8"/>
    <w:rsid w:val="008E6721"/>
    <w:rsid w:val="008E6A25"/>
    <w:rsid w:val="008E6A37"/>
    <w:rsid w:val="008E71F1"/>
    <w:rsid w:val="008E76C9"/>
    <w:rsid w:val="008E778C"/>
    <w:rsid w:val="008E7885"/>
    <w:rsid w:val="008E7AFF"/>
    <w:rsid w:val="008E7B54"/>
    <w:rsid w:val="008E7FA0"/>
    <w:rsid w:val="008F004C"/>
    <w:rsid w:val="008F0112"/>
    <w:rsid w:val="008F0118"/>
    <w:rsid w:val="008F01FE"/>
    <w:rsid w:val="008F0200"/>
    <w:rsid w:val="008F0350"/>
    <w:rsid w:val="008F03C3"/>
    <w:rsid w:val="008F046A"/>
    <w:rsid w:val="008F04F6"/>
    <w:rsid w:val="008F0627"/>
    <w:rsid w:val="008F07E5"/>
    <w:rsid w:val="008F0883"/>
    <w:rsid w:val="008F0938"/>
    <w:rsid w:val="008F09D3"/>
    <w:rsid w:val="008F0AD8"/>
    <w:rsid w:val="008F0CDD"/>
    <w:rsid w:val="008F0EDD"/>
    <w:rsid w:val="008F188B"/>
    <w:rsid w:val="008F1A8C"/>
    <w:rsid w:val="008F1ADB"/>
    <w:rsid w:val="008F1C91"/>
    <w:rsid w:val="008F1D4E"/>
    <w:rsid w:val="008F1DB6"/>
    <w:rsid w:val="008F1E0D"/>
    <w:rsid w:val="008F20F4"/>
    <w:rsid w:val="008F21AA"/>
    <w:rsid w:val="008F227B"/>
    <w:rsid w:val="008F2448"/>
    <w:rsid w:val="008F259B"/>
    <w:rsid w:val="008F274B"/>
    <w:rsid w:val="008F27D2"/>
    <w:rsid w:val="008F27D9"/>
    <w:rsid w:val="008F285C"/>
    <w:rsid w:val="008F29A0"/>
    <w:rsid w:val="008F2AAD"/>
    <w:rsid w:val="008F2C2C"/>
    <w:rsid w:val="008F2C45"/>
    <w:rsid w:val="008F2E31"/>
    <w:rsid w:val="008F2E63"/>
    <w:rsid w:val="008F3516"/>
    <w:rsid w:val="008F3578"/>
    <w:rsid w:val="008F385E"/>
    <w:rsid w:val="008F38BB"/>
    <w:rsid w:val="008F391E"/>
    <w:rsid w:val="008F39BD"/>
    <w:rsid w:val="008F39BF"/>
    <w:rsid w:val="008F3A6C"/>
    <w:rsid w:val="008F3B9F"/>
    <w:rsid w:val="008F3BE8"/>
    <w:rsid w:val="008F3D00"/>
    <w:rsid w:val="008F3D30"/>
    <w:rsid w:val="008F3E42"/>
    <w:rsid w:val="008F3ECB"/>
    <w:rsid w:val="008F3FA9"/>
    <w:rsid w:val="008F40BE"/>
    <w:rsid w:val="008F40DF"/>
    <w:rsid w:val="008F4406"/>
    <w:rsid w:val="008F4415"/>
    <w:rsid w:val="008F4475"/>
    <w:rsid w:val="008F448B"/>
    <w:rsid w:val="008F4813"/>
    <w:rsid w:val="008F48CF"/>
    <w:rsid w:val="008F492B"/>
    <w:rsid w:val="008F4BF6"/>
    <w:rsid w:val="008F4D1C"/>
    <w:rsid w:val="008F4F19"/>
    <w:rsid w:val="008F4FEF"/>
    <w:rsid w:val="008F5086"/>
    <w:rsid w:val="008F5153"/>
    <w:rsid w:val="008F5165"/>
    <w:rsid w:val="008F5226"/>
    <w:rsid w:val="008F534E"/>
    <w:rsid w:val="008F542E"/>
    <w:rsid w:val="008F5627"/>
    <w:rsid w:val="008F56E6"/>
    <w:rsid w:val="008F58A1"/>
    <w:rsid w:val="008F59B0"/>
    <w:rsid w:val="008F5A15"/>
    <w:rsid w:val="008F5A3C"/>
    <w:rsid w:val="008F5A51"/>
    <w:rsid w:val="008F5A78"/>
    <w:rsid w:val="008F5B03"/>
    <w:rsid w:val="008F5B57"/>
    <w:rsid w:val="008F5B89"/>
    <w:rsid w:val="008F5D40"/>
    <w:rsid w:val="008F5DA4"/>
    <w:rsid w:val="008F5E55"/>
    <w:rsid w:val="008F5ED2"/>
    <w:rsid w:val="008F5FCE"/>
    <w:rsid w:val="008F60EC"/>
    <w:rsid w:val="008F6157"/>
    <w:rsid w:val="008F6195"/>
    <w:rsid w:val="008F64BC"/>
    <w:rsid w:val="008F64C7"/>
    <w:rsid w:val="008F65C2"/>
    <w:rsid w:val="008F687D"/>
    <w:rsid w:val="008F6A11"/>
    <w:rsid w:val="008F6A6C"/>
    <w:rsid w:val="008F6ABC"/>
    <w:rsid w:val="008F6B66"/>
    <w:rsid w:val="008F6D34"/>
    <w:rsid w:val="008F6E3D"/>
    <w:rsid w:val="008F7020"/>
    <w:rsid w:val="008F71D7"/>
    <w:rsid w:val="008F7313"/>
    <w:rsid w:val="008F73BC"/>
    <w:rsid w:val="008F741C"/>
    <w:rsid w:val="008F751F"/>
    <w:rsid w:val="008F7566"/>
    <w:rsid w:val="008F76D8"/>
    <w:rsid w:val="008F786C"/>
    <w:rsid w:val="008F7985"/>
    <w:rsid w:val="008F7BB2"/>
    <w:rsid w:val="008F7BC2"/>
    <w:rsid w:val="008F7C44"/>
    <w:rsid w:val="008F7F50"/>
    <w:rsid w:val="008F7F70"/>
    <w:rsid w:val="008F7FA2"/>
    <w:rsid w:val="00900111"/>
    <w:rsid w:val="0090016C"/>
    <w:rsid w:val="0090016F"/>
    <w:rsid w:val="0090043D"/>
    <w:rsid w:val="00900586"/>
    <w:rsid w:val="009005BB"/>
    <w:rsid w:val="009007DA"/>
    <w:rsid w:val="009008B1"/>
    <w:rsid w:val="00900A19"/>
    <w:rsid w:val="00900A50"/>
    <w:rsid w:val="00900E96"/>
    <w:rsid w:val="00900FF8"/>
    <w:rsid w:val="0090106D"/>
    <w:rsid w:val="00901382"/>
    <w:rsid w:val="00901413"/>
    <w:rsid w:val="00901513"/>
    <w:rsid w:val="0090168C"/>
    <w:rsid w:val="00901A75"/>
    <w:rsid w:val="00901D2D"/>
    <w:rsid w:val="00901DEC"/>
    <w:rsid w:val="00901FA5"/>
    <w:rsid w:val="00901FBF"/>
    <w:rsid w:val="00901FEC"/>
    <w:rsid w:val="009023FD"/>
    <w:rsid w:val="009024FD"/>
    <w:rsid w:val="009026CE"/>
    <w:rsid w:val="0090278D"/>
    <w:rsid w:val="0090289F"/>
    <w:rsid w:val="0090298C"/>
    <w:rsid w:val="009029C1"/>
    <w:rsid w:val="00902B8F"/>
    <w:rsid w:val="00902BD8"/>
    <w:rsid w:val="00902D50"/>
    <w:rsid w:val="00902D98"/>
    <w:rsid w:val="00902E50"/>
    <w:rsid w:val="00902FA1"/>
    <w:rsid w:val="00902FBA"/>
    <w:rsid w:val="00903020"/>
    <w:rsid w:val="00903048"/>
    <w:rsid w:val="00903205"/>
    <w:rsid w:val="0090322A"/>
    <w:rsid w:val="00903361"/>
    <w:rsid w:val="009033C7"/>
    <w:rsid w:val="009033D9"/>
    <w:rsid w:val="00903538"/>
    <w:rsid w:val="009035F6"/>
    <w:rsid w:val="0090378D"/>
    <w:rsid w:val="009037D0"/>
    <w:rsid w:val="00903852"/>
    <w:rsid w:val="0090395B"/>
    <w:rsid w:val="0090397D"/>
    <w:rsid w:val="00903BDA"/>
    <w:rsid w:val="00903C1B"/>
    <w:rsid w:val="00903D7A"/>
    <w:rsid w:val="00903D7F"/>
    <w:rsid w:val="00903E24"/>
    <w:rsid w:val="00903E51"/>
    <w:rsid w:val="00903E5E"/>
    <w:rsid w:val="00903F53"/>
    <w:rsid w:val="00903FBB"/>
    <w:rsid w:val="009040A2"/>
    <w:rsid w:val="009041F4"/>
    <w:rsid w:val="00904204"/>
    <w:rsid w:val="00904283"/>
    <w:rsid w:val="009044D5"/>
    <w:rsid w:val="0090456B"/>
    <w:rsid w:val="0090463D"/>
    <w:rsid w:val="0090463F"/>
    <w:rsid w:val="009048A7"/>
    <w:rsid w:val="00904934"/>
    <w:rsid w:val="00904964"/>
    <w:rsid w:val="00904984"/>
    <w:rsid w:val="009049AC"/>
    <w:rsid w:val="009049B4"/>
    <w:rsid w:val="00904A72"/>
    <w:rsid w:val="00904A90"/>
    <w:rsid w:val="00904D23"/>
    <w:rsid w:val="00904D8F"/>
    <w:rsid w:val="00904DE2"/>
    <w:rsid w:val="00904EAA"/>
    <w:rsid w:val="00904EFA"/>
    <w:rsid w:val="00904F1F"/>
    <w:rsid w:val="00905000"/>
    <w:rsid w:val="0090502F"/>
    <w:rsid w:val="00905152"/>
    <w:rsid w:val="00905172"/>
    <w:rsid w:val="00905357"/>
    <w:rsid w:val="009053DE"/>
    <w:rsid w:val="00905482"/>
    <w:rsid w:val="00905508"/>
    <w:rsid w:val="0090550B"/>
    <w:rsid w:val="00905510"/>
    <w:rsid w:val="009055C8"/>
    <w:rsid w:val="009056CE"/>
    <w:rsid w:val="009057BF"/>
    <w:rsid w:val="00905807"/>
    <w:rsid w:val="0090580A"/>
    <w:rsid w:val="00905903"/>
    <w:rsid w:val="00905910"/>
    <w:rsid w:val="00905988"/>
    <w:rsid w:val="00905A0F"/>
    <w:rsid w:val="00905A92"/>
    <w:rsid w:val="00905B32"/>
    <w:rsid w:val="00905C5E"/>
    <w:rsid w:val="00905C8E"/>
    <w:rsid w:val="00905E29"/>
    <w:rsid w:val="00906191"/>
    <w:rsid w:val="00906199"/>
    <w:rsid w:val="0090621D"/>
    <w:rsid w:val="009062B5"/>
    <w:rsid w:val="00906326"/>
    <w:rsid w:val="00906455"/>
    <w:rsid w:val="009064EF"/>
    <w:rsid w:val="0090658C"/>
    <w:rsid w:val="0090660C"/>
    <w:rsid w:val="009066B0"/>
    <w:rsid w:val="009066BB"/>
    <w:rsid w:val="0090671F"/>
    <w:rsid w:val="009067A4"/>
    <w:rsid w:val="009067AB"/>
    <w:rsid w:val="00906832"/>
    <w:rsid w:val="00906862"/>
    <w:rsid w:val="0090696C"/>
    <w:rsid w:val="00906BB4"/>
    <w:rsid w:val="00906E1A"/>
    <w:rsid w:val="00906E9C"/>
    <w:rsid w:val="0090707A"/>
    <w:rsid w:val="009070C1"/>
    <w:rsid w:val="00907129"/>
    <w:rsid w:val="0090734E"/>
    <w:rsid w:val="00907410"/>
    <w:rsid w:val="00907589"/>
    <w:rsid w:val="009077A1"/>
    <w:rsid w:val="00907979"/>
    <w:rsid w:val="00907988"/>
    <w:rsid w:val="00907A93"/>
    <w:rsid w:val="00907D1C"/>
    <w:rsid w:val="00907E0E"/>
    <w:rsid w:val="00907EC9"/>
    <w:rsid w:val="00907F9E"/>
    <w:rsid w:val="00910032"/>
    <w:rsid w:val="00910174"/>
    <w:rsid w:val="0091059B"/>
    <w:rsid w:val="00910773"/>
    <w:rsid w:val="009109A8"/>
    <w:rsid w:val="00910AE3"/>
    <w:rsid w:val="00910AF9"/>
    <w:rsid w:val="00910B1B"/>
    <w:rsid w:val="00910CCC"/>
    <w:rsid w:val="00910D3C"/>
    <w:rsid w:val="00910D68"/>
    <w:rsid w:val="00910EF4"/>
    <w:rsid w:val="0091112A"/>
    <w:rsid w:val="00911131"/>
    <w:rsid w:val="00911141"/>
    <w:rsid w:val="009111A7"/>
    <w:rsid w:val="009111E9"/>
    <w:rsid w:val="00911208"/>
    <w:rsid w:val="00911235"/>
    <w:rsid w:val="0091126E"/>
    <w:rsid w:val="0091135D"/>
    <w:rsid w:val="009115D1"/>
    <w:rsid w:val="0091170C"/>
    <w:rsid w:val="00911A8A"/>
    <w:rsid w:val="00911BA1"/>
    <w:rsid w:val="00911BCF"/>
    <w:rsid w:val="00911E05"/>
    <w:rsid w:val="00911E23"/>
    <w:rsid w:val="00911E85"/>
    <w:rsid w:val="00911F7A"/>
    <w:rsid w:val="00911F8A"/>
    <w:rsid w:val="009121E8"/>
    <w:rsid w:val="00912235"/>
    <w:rsid w:val="009122A3"/>
    <w:rsid w:val="0091238E"/>
    <w:rsid w:val="009123D8"/>
    <w:rsid w:val="00912844"/>
    <w:rsid w:val="00912CB2"/>
    <w:rsid w:val="00912EAF"/>
    <w:rsid w:val="00913158"/>
    <w:rsid w:val="009131D1"/>
    <w:rsid w:val="009131DD"/>
    <w:rsid w:val="00913371"/>
    <w:rsid w:val="009133EF"/>
    <w:rsid w:val="009134A4"/>
    <w:rsid w:val="009135BF"/>
    <w:rsid w:val="00913605"/>
    <w:rsid w:val="00913643"/>
    <w:rsid w:val="00913651"/>
    <w:rsid w:val="00913663"/>
    <w:rsid w:val="0091375E"/>
    <w:rsid w:val="0091385C"/>
    <w:rsid w:val="009138DA"/>
    <w:rsid w:val="009138EC"/>
    <w:rsid w:val="00913D23"/>
    <w:rsid w:val="00913DDF"/>
    <w:rsid w:val="00914082"/>
    <w:rsid w:val="009141AE"/>
    <w:rsid w:val="00914284"/>
    <w:rsid w:val="00914375"/>
    <w:rsid w:val="009143B2"/>
    <w:rsid w:val="0091442D"/>
    <w:rsid w:val="00914622"/>
    <w:rsid w:val="009146A2"/>
    <w:rsid w:val="0091489D"/>
    <w:rsid w:val="00914951"/>
    <w:rsid w:val="00914C55"/>
    <w:rsid w:val="00914C83"/>
    <w:rsid w:val="00914CA1"/>
    <w:rsid w:val="00914CAC"/>
    <w:rsid w:val="00914D7E"/>
    <w:rsid w:val="00914DC2"/>
    <w:rsid w:val="00914F01"/>
    <w:rsid w:val="009150DB"/>
    <w:rsid w:val="009152FA"/>
    <w:rsid w:val="00915427"/>
    <w:rsid w:val="009155C3"/>
    <w:rsid w:val="00915784"/>
    <w:rsid w:val="009157BB"/>
    <w:rsid w:val="009157FE"/>
    <w:rsid w:val="00915844"/>
    <w:rsid w:val="009159E6"/>
    <w:rsid w:val="00915AAD"/>
    <w:rsid w:val="00915AC1"/>
    <w:rsid w:val="00915D3F"/>
    <w:rsid w:val="00915D65"/>
    <w:rsid w:val="00915DF3"/>
    <w:rsid w:val="00915F32"/>
    <w:rsid w:val="00916073"/>
    <w:rsid w:val="009160B1"/>
    <w:rsid w:val="00916168"/>
    <w:rsid w:val="00916253"/>
    <w:rsid w:val="009162BF"/>
    <w:rsid w:val="009162DA"/>
    <w:rsid w:val="00916406"/>
    <w:rsid w:val="0091642B"/>
    <w:rsid w:val="00916478"/>
    <w:rsid w:val="009164DE"/>
    <w:rsid w:val="00916652"/>
    <w:rsid w:val="0091672E"/>
    <w:rsid w:val="009168CB"/>
    <w:rsid w:val="00916A7F"/>
    <w:rsid w:val="00916B70"/>
    <w:rsid w:val="00916C33"/>
    <w:rsid w:val="00916C9E"/>
    <w:rsid w:val="00916CCA"/>
    <w:rsid w:val="00916D57"/>
    <w:rsid w:val="00916E74"/>
    <w:rsid w:val="00916EAD"/>
    <w:rsid w:val="00916F63"/>
    <w:rsid w:val="009171AE"/>
    <w:rsid w:val="00917284"/>
    <w:rsid w:val="009173BE"/>
    <w:rsid w:val="00917734"/>
    <w:rsid w:val="009177A0"/>
    <w:rsid w:val="0091792D"/>
    <w:rsid w:val="009179E9"/>
    <w:rsid w:val="00917A72"/>
    <w:rsid w:val="00917C04"/>
    <w:rsid w:val="00917C37"/>
    <w:rsid w:val="00917C78"/>
    <w:rsid w:val="00917D56"/>
    <w:rsid w:val="00917D71"/>
    <w:rsid w:val="00917DFE"/>
    <w:rsid w:val="00917E57"/>
    <w:rsid w:val="00917E6F"/>
    <w:rsid w:val="00917EC6"/>
    <w:rsid w:val="009200A1"/>
    <w:rsid w:val="009201E0"/>
    <w:rsid w:val="00920296"/>
    <w:rsid w:val="00920377"/>
    <w:rsid w:val="0092043B"/>
    <w:rsid w:val="009204CC"/>
    <w:rsid w:val="0092067F"/>
    <w:rsid w:val="0092078B"/>
    <w:rsid w:val="00920797"/>
    <w:rsid w:val="0092084B"/>
    <w:rsid w:val="00920909"/>
    <w:rsid w:val="00920918"/>
    <w:rsid w:val="00920A9B"/>
    <w:rsid w:val="00920AA1"/>
    <w:rsid w:val="00920B55"/>
    <w:rsid w:val="00920BEE"/>
    <w:rsid w:val="00920BF9"/>
    <w:rsid w:val="00920D40"/>
    <w:rsid w:val="00920D8E"/>
    <w:rsid w:val="00920F21"/>
    <w:rsid w:val="00921130"/>
    <w:rsid w:val="00921168"/>
    <w:rsid w:val="009211DD"/>
    <w:rsid w:val="0092136D"/>
    <w:rsid w:val="009214CA"/>
    <w:rsid w:val="00921519"/>
    <w:rsid w:val="009215E2"/>
    <w:rsid w:val="0092164D"/>
    <w:rsid w:val="009218D1"/>
    <w:rsid w:val="009218FC"/>
    <w:rsid w:val="00921947"/>
    <w:rsid w:val="0092194E"/>
    <w:rsid w:val="009219DD"/>
    <w:rsid w:val="00921AA9"/>
    <w:rsid w:val="00921B11"/>
    <w:rsid w:val="00921D29"/>
    <w:rsid w:val="00921DBD"/>
    <w:rsid w:val="00921E3A"/>
    <w:rsid w:val="00921E75"/>
    <w:rsid w:val="00922038"/>
    <w:rsid w:val="00922123"/>
    <w:rsid w:val="009221C0"/>
    <w:rsid w:val="00922267"/>
    <w:rsid w:val="009222A2"/>
    <w:rsid w:val="009223C4"/>
    <w:rsid w:val="00922A9B"/>
    <w:rsid w:val="00922DE3"/>
    <w:rsid w:val="00922EBA"/>
    <w:rsid w:val="00922ED4"/>
    <w:rsid w:val="00922F6D"/>
    <w:rsid w:val="0092309C"/>
    <w:rsid w:val="0092311E"/>
    <w:rsid w:val="0092322F"/>
    <w:rsid w:val="009233CF"/>
    <w:rsid w:val="0092345A"/>
    <w:rsid w:val="00923679"/>
    <w:rsid w:val="00923747"/>
    <w:rsid w:val="00923ACE"/>
    <w:rsid w:val="00923B74"/>
    <w:rsid w:val="009244E7"/>
    <w:rsid w:val="0092456A"/>
    <w:rsid w:val="0092462E"/>
    <w:rsid w:val="009246E2"/>
    <w:rsid w:val="009248CF"/>
    <w:rsid w:val="009249BA"/>
    <w:rsid w:val="00924A19"/>
    <w:rsid w:val="00924A21"/>
    <w:rsid w:val="00924AB0"/>
    <w:rsid w:val="00924B00"/>
    <w:rsid w:val="00924B6E"/>
    <w:rsid w:val="00924BF4"/>
    <w:rsid w:val="00924D85"/>
    <w:rsid w:val="00924EBC"/>
    <w:rsid w:val="009251C6"/>
    <w:rsid w:val="00925314"/>
    <w:rsid w:val="009253D5"/>
    <w:rsid w:val="0092553C"/>
    <w:rsid w:val="0092578B"/>
    <w:rsid w:val="009257CC"/>
    <w:rsid w:val="009257F3"/>
    <w:rsid w:val="0092587B"/>
    <w:rsid w:val="009258D6"/>
    <w:rsid w:val="00925B4D"/>
    <w:rsid w:val="00925BAF"/>
    <w:rsid w:val="00925DBC"/>
    <w:rsid w:val="00925EC3"/>
    <w:rsid w:val="00925FA1"/>
    <w:rsid w:val="009261EA"/>
    <w:rsid w:val="009262A9"/>
    <w:rsid w:val="009262E6"/>
    <w:rsid w:val="00926388"/>
    <w:rsid w:val="0092648F"/>
    <w:rsid w:val="009265AB"/>
    <w:rsid w:val="009265FE"/>
    <w:rsid w:val="00926910"/>
    <w:rsid w:val="00926BBF"/>
    <w:rsid w:val="00926D55"/>
    <w:rsid w:val="00926DDD"/>
    <w:rsid w:val="00926E28"/>
    <w:rsid w:val="00926E97"/>
    <w:rsid w:val="00926E9E"/>
    <w:rsid w:val="00926ED7"/>
    <w:rsid w:val="009270B5"/>
    <w:rsid w:val="009270CF"/>
    <w:rsid w:val="009271E6"/>
    <w:rsid w:val="009271F1"/>
    <w:rsid w:val="0092727B"/>
    <w:rsid w:val="009273B3"/>
    <w:rsid w:val="009274F7"/>
    <w:rsid w:val="0092750A"/>
    <w:rsid w:val="00927669"/>
    <w:rsid w:val="0092795D"/>
    <w:rsid w:val="00927A42"/>
    <w:rsid w:val="00927C81"/>
    <w:rsid w:val="00927C99"/>
    <w:rsid w:val="00927D90"/>
    <w:rsid w:val="00927DCC"/>
    <w:rsid w:val="00927F91"/>
    <w:rsid w:val="00930018"/>
    <w:rsid w:val="009300C3"/>
    <w:rsid w:val="009301CA"/>
    <w:rsid w:val="00930290"/>
    <w:rsid w:val="00930344"/>
    <w:rsid w:val="009303EE"/>
    <w:rsid w:val="009304F2"/>
    <w:rsid w:val="00930746"/>
    <w:rsid w:val="00930944"/>
    <w:rsid w:val="009309BF"/>
    <w:rsid w:val="009309ED"/>
    <w:rsid w:val="00930A09"/>
    <w:rsid w:val="00930B0C"/>
    <w:rsid w:val="00930C53"/>
    <w:rsid w:val="00930CF4"/>
    <w:rsid w:val="00930D36"/>
    <w:rsid w:val="00930DFE"/>
    <w:rsid w:val="009311ED"/>
    <w:rsid w:val="009314A9"/>
    <w:rsid w:val="009314B3"/>
    <w:rsid w:val="009314F5"/>
    <w:rsid w:val="0093152D"/>
    <w:rsid w:val="009316F8"/>
    <w:rsid w:val="009319B3"/>
    <w:rsid w:val="00931A91"/>
    <w:rsid w:val="00931CFA"/>
    <w:rsid w:val="00931D6D"/>
    <w:rsid w:val="00931E69"/>
    <w:rsid w:val="00931E76"/>
    <w:rsid w:val="00931F2B"/>
    <w:rsid w:val="0093224E"/>
    <w:rsid w:val="00932429"/>
    <w:rsid w:val="0093242D"/>
    <w:rsid w:val="009326F1"/>
    <w:rsid w:val="0093299F"/>
    <w:rsid w:val="00932CE2"/>
    <w:rsid w:val="00932E79"/>
    <w:rsid w:val="00932E83"/>
    <w:rsid w:val="00932E9C"/>
    <w:rsid w:val="00933013"/>
    <w:rsid w:val="009330EA"/>
    <w:rsid w:val="00933210"/>
    <w:rsid w:val="0093339B"/>
    <w:rsid w:val="0093340E"/>
    <w:rsid w:val="00933533"/>
    <w:rsid w:val="00933597"/>
    <w:rsid w:val="009335CB"/>
    <w:rsid w:val="0093361F"/>
    <w:rsid w:val="0093370A"/>
    <w:rsid w:val="0093379D"/>
    <w:rsid w:val="009337AE"/>
    <w:rsid w:val="00933835"/>
    <w:rsid w:val="00933892"/>
    <w:rsid w:val="00933A24"/>
    <w:rsid w:val="00933B2E"/>
    <w:rsid w:val="00933D60"/>
    <w:rsid w:val="00933E8A"/>
    <w:rsid w:val="00933ED4"/>
    <w:rsid w:val="00933FF1"/>
    <w:rsid w:val="00934540"/>
    <w:rsid w:val="00934798"/>
    <w:rsid w:val="0093484F"/>
    <w:rsid w:val="00934889"/>
    <w:rsid w:val="009349EA"/>
    <w:rsid w:val="00934AD8"/>
    <w:rsid w:val="00934B3D"/>
    <w:rsid w:val="00934BA8"/>
    <w:rsid w:val="00934D74"/>
    <w:rsid w:val="00934E70"/>
    <w:rsid w:val="00934FD7"/>
    <w:rsid w:val="00934FEB"/>
    <w:rsid w:val="0093505C"/>
    <w:rsid w:val="0093507F"/>
    <w:rsid w:val="00935420"/>
    <w:rsid w:val="0093550F"/>
    <w:rsid w:val="0093563C"/>
    <w:rsid w:val="0093564C"/>
    <w:rsid w:val="0093575B"/>
    <w:rsid w:val="0093580B"/>
    <w:rsid w:val="00935874"/>
    <w:rsid w:val="0093593F"/>
    <w:rsid w:val="00935A23"/>
    <w:rsid w:val="00935C62"/>
    <w:rsid w:val="00935D13"/>
    <w:rsid w:val="00935D84"/>
    <w:rsid w:val="00935FA5"/>
    <w:rsid w:val="009360AD"/>
    <w:rsid w:val="009360DF"/>
    <w:rsid w:val="009361EE"/>
    <w:rsid w:val="0093635D"/>
    <w:rsid w:val="009363F4"/>
    <w:rsid w:val="009364BD"/>
    <w:rsid w:val="0093652D"/>
    <w:rsid w:val="0093666E"/>
    <w:rsid w:val="00936758"/>
    <w:rsid w:val="00936C46"/>
    <w:rsid w:val="00936F36"/>
    <w:rsid w:val="00936F4D"/>
    <w:rsid w:val="00937104"/>
    <w:rsid w:val="00937341"/>
    <w:rsid w:val="0093758A"/>
    <w:rsid w:val="0093770C"/>
    <w:rsid w:val="00937826"/>
    <w:rsid w:val="00937C05"/>
    <w:rsid w:val="00937E26"/>
    <w:rsid w:val="00937EB5"/>
    <w:rsid w:val="00937EF1"/>
    <w:rsid w:val="00937F25"/>
    <w:rsid w:val="00940010"/>
    <w:rsid w:val="00940105"/>
    <w:rsid w:val="009401AC"/>
    <w:rsid w:val="00940378"/>
    <w:rsid w:val="0094047E"/>
    <w:rsid w:val="009404D1"/>
    <w:rsid w:val="009405A6"/>
    <w:rsid w:val="009405F0"/>
    <w:rsid w:val="009407C5"/>
    <w:rsid w:val="009408E8"/>
    <w:rsid w:val="00940AA3"/>
    <w:rsid w:val="00940BB7"/>
    <w:rsid w:val="00940C1F"/>
    <w:rsid w:val="00940CE0"/>
    <w:rsid w:val="00940D4F"/>
    <w:rsid w:val="00940D70"/>
    <w:rsid w:val="00940DDD"/>
    <w:rsid w:val="00940DED"/>
    <w:rsid w:val="00940F4D"/>
    <w:rsid w:val="00940F69"/>
    <w:rsid w:val="00940FCA"/>
    <w:rsid w:val="00940FDC"/>
    <w:rsid w:val="00941115"/>
    <w:rsid w:val="00941215"/>
    <w:rsid w:val="00941274"/>
    <w:rsid w:val="00941301"/>
    <w:rsid w:val="00941302"/>
    <w:rsid w:val="00941448"/>
    <w:rsid w:val="009414BA"/>
    <w:rsid w:val="009416E4"/>
    <w:rsid w:val="00941788"/>
    <w:rsid w:val="00941861"/>
    <w:rsid w:val="00941B89"/>
    <w:rsid w:val="00941DAA"/>
    <w:rsid w:val="0094200C"/>
    <w:rsid w:val="00942087"/>
    <w:rsid w:val="009420F3"/>
    <w:rsid w:val="00942171"/>
    <w:rsid w:val="009421D0"/>
    <w:rsid w:val="009421EB"/>
    <w:rsid w:val="00942439"/>
    <w:rsid w:val="0094250A"/>
    <w:rsid w:val="009426BF"/>
    <w:rsid w:val="009427BD"/>
    <w:rsid w:val="0094299F"/>
    <w:rsid w:val="00942AAA"/>
    <w:rsid w:val="00942B4C"/>
    <w:rsid w:val="00942B7C"/>
    <w:rsid w:val="00942B83"/>
    <w:rsid w:val="00942CEB"/>
    <w:rsid w:val="00942D11"/>
    <w:rsid w:val="00942DB3"/>
    <w:rsid w:val="009430D4"/>
    <w:rsid w:val="009430F9"/>
    <w:rsid w:val="009431F9"/>
    <w:rsid w:val="009432BD"/>
    <w:rsid w:val="009433BF"/>
    <w:rsid w:val="009433C1"/>
    <w:rsid w:val="00943531"/>
    <w:rsid w:val="00943625"/>
    <w:rsid w:val="00943693"/>
    <w:rsid w:val="0094379A"/>
    <w:rsid w:val="00943A45"/>
    <w:rsid w:val="00943ADF"/>
    <w:rsid w:val="00943BFB"/>
    <w:rsid w:val="00943CAD"/>
    <w:rsid w:val="00943CEB"/>
    <w:rsid w:val="00944020"/>
    <w:rsid w:val="00944050"/>
    <w:rsid w:val="0094407C"/>
    <w:rsid w:val="009440E6"/>
    <w:rsid w:val="0094458E"/>
    <w:rsid w:val="009448C8"/>
    <w:rsid w:val="00944A36"/>
    <w:rsid w:val="00944ACD"/>
    <w:rsid w:val="00944B80"/>
    <w:rsid w:val="00944C6B"/>
    <w:rsid w:val="00944D28"/>
    <w:rsid w:val="00944EFF"/>
    <w:rsid w:val="00945102"/>
    <w:rsid w:val="00945335"/>
    <w:rsid w:val="0094536B"/>
    <w:rsid w:val="00945515"/>
    <w:rsid w:val="0094557A"/>
    <w:rsid w:val="009455EA"/>
    <w:rsid w:val="009456C2"/>
    <w:rsid w:val="009456FD"/>
    <w:rsid w:val="00945954"/>
    <w:rsid w:val="00945C51"/>
    <w:rsid w:val="00945C78"/>
    <w:rsid w:val="00945FBE"/>
    <w:rsid w:val="009461F6"/>
    <w:rsid w:val="00946219"/>
    <w:rsid w:val="00946399"/>
    <w:rsid w:val="009463ED"/>
    <w:rsid w:val="00946433"/>
    <w:rsid w:val="009467FE"/>
    <w:rsid w:val="00946869"/>
    <w:rsid w:val="00946BB9"/>
    <w:rsid w:val="00946BDD"/>
    <w:rsid w:val="00946D20"/>
    <w:rsid w:val="00946E0F"/>
    <w:rsid w:val="0094755A"/>
    <w:rsid w:val="00947714"/>
    <w:rsid w:val="00947786"/>
    <w:rsid w:val="0094787B"/>
    <w:rsid w:val="00947931"/>
    <w:rsid w:val="0094794A"/>
    <w:rsid w:val="0094796F"/>
    <w:rsid w:val="00947A17"/>
    <w:rsid w:val="00947AB8"/>
    <w:rsid w:val="00947B57"/>
    <w:rsid w:val="00947D7E"/>
    <w:rsid w:val="00947E6B"/>
    <w:rsid w:val="00947F7A"/>
    <w:rsid w:val="009501B4"/>
    <w:rsid w:val="009502F8"/>
    <w:rsid w:val="00950362"/>
    <w:rsid w:val="009504C3"/>
    <w:rsid w:val="0095082B"/>
    <w:rsid w:val="00950902"/>
    <w:rsid w:val="00950945"/>
    <w:rsid w:val="00950ACA"/>
    <w:rsid w:val="00950AF6"/>
    <w:rsid w:val="00950F38"/>
    <w:rsid w:val="00950F78"/>
    <w:rsid w:val="00951353"/>
    <w:rsid w:val="0095165B"/>
    <w:rsid w:val="00951966"/>
    <w:rsid w:val="009519B1"/>
    <w:rsid w:val="009519BB"/>
    <w:rsid w:val="009519C7"/>
    <w:rsid w:val="00951A03"/>
    <w:rsid w:val="00951A17"/>
    <w:rsid w:val="00951BA1"/>
    <w:rsid w:val="00951E7D"/>
    <w:rsid w:val="00951E9C"/>
    <w:rsid w:val="00951FCB"/>
    <w:rsid w:val="009520AF"/>
    <w:rsid w:val="009521FB"/>
    <w:rsid w:val="00952373"/>
    <w:rsid w:val="009524CD"/>
    <w:rsid w:val="00952517"/>
    <w:rsid w:val="0095255D"/>
    <w:rsid w:val="0095288B"/>
    <w:rsid w:val="00952AFC"/>
    <w:rsid w:val="00952BD3"/>
    <w:rsid w:val="00952EFF"/>
    <w:rsid w:val="0095313E"/>
    <w:rsid w:val="009531AD"/>
    <w:rsid w:val="009531AF"/>
    <w:rsid w:val="00953344"/>
    <w:rsid w:val="00953ABE"/>
    <w:rsid w:val="00953BBC"/>
    <w:rsid w:val="00953D39"/>
    <w:rsid w:val="00953DC4"/>
    <w:rsid w:val="00953EAF"/>
    <w:rsid w:val="00954040"/>
    <w:rsid w:val="009540F1"/>
    <w:rsid w:val="0095413E"/>
    <w:rsid w:val="009542F6"/>
    <w:rsid w:val="00954398"/>
    <w:rsid w:val="009543AB"/>
    <w:rsid w:val="00954696"/>
    <w:rsid w:val="009546DD"/>
    <w:rsid w:val="009546FC"/>
    <w:rsid w:val="009548B8"/>
    <w:rsid w:val="009548C3"/>
    <w:rsid w:val="009548F4"/>
    <w:rsid w:val="00954C4C"/>
    <w:rsid w:val="009551E2"/>
    <w:rsid w:val="00955245"/>
    <w:rsid w:val="00955376"/>
    <w:rsid w:val="00955388"/>
    <w:rsid w:val="00955499"/>
    <w:rsid w:val="009556AE"/>
    <w:rsid w:val="009557E2"/>
    <w:rsid w:val="00955894"/>
    <w:rsid w:val="00955927"/>
    <w:rsid w:val="009559AB"/>
    <w:rsid w:val="00955A9C"/>
    <w:rsid w:val="00955AC3"/>
    <w:rsid w:val="00955BEB"/>
    <w:rsid w:val="00955DBD"/>
    <w:rsid w:val="00955DC7"/>
    <w:rsid w:val="00955E26"/>
    <w:rsid w:val="00955E37"/>
    <w:rsid w:val="00955F50"/>
    <w:rsid w:val="00956034"/>
    <w:rsid w:val="009562BC"/>
    <w:rsid w:val="00956439"/>
    <w:rsid w:val="0095648A"/>
    <w:rsid w:val="009566A5"/>
    <w:rsid w:val="00956724"/>
    <w:rsid w:val="009567F9"/>
    <w:rsid w:val="00956863"/>
    <w:rsid w:val="009568B4"/>
    <w:rsid w:val="00956C1A"/>
    <w:rsid w:val="00956D4B"/>
    <w:rsid w:val="00956F0D"/>
    <w:rsid w:val="00956F17"/>
    <w:rsid w:val="00956F78"/>
    <w:rsid w:val="00957009"/>
    <w:rsid w:val="00957034"/>
    <w:rsid w:val="0095716F"/>
    <w:rsid w:val="0095761B"/>
    <w:rsid w:val="009576F7"/>
    <w:rsid w:val="00957709"/>
    <w:rsid w:val="0095787F"/>
    <w:rsid w:val="00957975"/>
    <w:rsid w:val="00957B82"/>
    <w:rsid w:val="00957C00"/>
    <w:rsid w:val="00957D34"/>
    <w:rsid w:val="00957DDE"/>
    <w:rsid w:val="00957EC2"/>
    <w:rsid w:val="00960056"/>
    <w:rsid w:val="009601DA"/>
    <w:rsid w:val="0096025E"/>
    <w:rsid w:val="00960530"/>
    <w:rsid w:val="009605FC"/>
    <w:rsid w:val="0096077B"/>
    <w:rsid w:val="00960787"/>
    <w:rsid w:val="00960A17"/>
    <w:rsid w:val="00960BD6"/>
    <w:rsid w:val="00960CB0"/>
    <w:rsid w:val="00960CF0"/>
    <w:rsid w:val="00960E32"/>
    <w:rsid w:val="0096100B"/>
    <w:rsid w:val="009610D2"/>
    <w:rsid w:val="00961198"/>
    <w:rsid w:val="009613E6"/>
    <w:rsid w:val="00961425"/>
    <w:rsid w:val="0096146B"/>
    <w:rsid w:val="009614A0"/>
    <w:rsid w:val="009614F7"/>
    <w:rsid w:val="0096152F"/>
    <w:rsid w:val="0096174C"/>
    <w:rsid w:val="009618E7"/>
    <w:rsid w:val="00961B40"/>
    <w:rsid w:val="00961B47"/>
    <w:rsid w:val="00961C06"/>
    <w:rsid w:val="00961C94"/>
    <w:rsid w:val="00961EAE"/>
    <w:rsid w:val="00962058"/>
    <w:rsid w:val="00962168"/>
    <w:rsid w:val="00962397"/>
    <w:rsid w:val="009624FD"/>
    <w:rsid w:val="0096269E"/>
    <w:rsid w:val="00962748"/>
    <w:rsid w:val="009629F6"/>
    <w:rsid w:val="00962AB0"/>
    <w:rsid w:val="00962C14"/>
    <w:rsid w:val="00962D87"/>
    <w:rsid w:val="00962D9C"/>
    <w:rsid w:val="00962F81"/>
    <w:rsid w:val="00963052"/>
    <w:rsid w:val="00963054"/>
    <w:rsid w:val="009634DE"/>
    <w:rsid w:val="00963579"/>
    <w:rsid w:val="00963623"/>
    <w:rsid w:val="0096364B"/>
    <w:rsid w:val="009636BE"/>
    <w:rsid w:val="00963861"/>
    <w:rsid w:val="00963B04"/>
    <w:rsid w:val="00963BC3"/>
    <w:rsid w:val="00963C88"/>
    <w:rsid w:val="00963CF5"/>
    <w:rsid w:val="00963D3F"/>
    <w:rsid w:val="0096402A"/>
    <w:rsid w:val="00964481"/>
    <w:rsid w:val="009644B6"/>
    <w:rsid w:val="00964885"/>
    <w:rsid w:val="009648BD"/>
    <w:rsid w:val="00964B84"/>
    <w:rsid w:val="00964D32"/>
    <w:rsid w:val="00964E1A"/>
    <w:rsid w:val="00964E57"/>
    <w:rsid w:val="00964F07"/>
    <w:rsid w:val="00964FDA"/>
    <w:rsid w:val="00965061"/>
    <w:rsid w:val="0096514B"/>
    <w:rsid w:val="00965181"/>
    <w:rsid w:val="0096528C"/>
    <w:rsid w:val="0096531F"/>
    <w:rsid w:val="009653DD"/>
    <w:rsid w:val="009657DC"/>
    <w:rsid w:val="00965E98"/>
    <w:rsid w:val="00965FF9"/>
    <w:rsid w:val="00966099"/>
    <w:rsid w:val="0096612F"/>
    <w:rsid w:val="0096635D"/>
    <w:rsid w:val="00966380"/>
    <w:rsid w:val="00966496"/>
    <w:rsid w:val="009664DC"/>
    <w:rsid w:val="00966506"/>
    <w:rsid w:val="009665CF"/>
    <w:rsid w:val="009665D2"/>
    <w:rsid w:val="0096672E"/>
    <w:rsid w:val="0096685C"/>
    <w:rsid w:val="00966F33"/>
    <w:rsid w:val="00967084"/>
    <w:rsid w:val="0096737B"/>
    <w:rsid w:val="0096762D"/>
    <w:rsid w:val="0096765C"/>
    <w:rsid w:val="009676B2"/>
    <w:rsid w:val="009676BE"/>
    <w:rsid w:val="00967710"/>
    <w:rsid w:val="00967790"/>
    <w:rsid w:val="00967901"/>
    <w:rsid w:val="0096795F"/>
    <w:rsid w:val="009679D0"/>
    <w:rsid w:val="009679E0"/>
    <w:rsid w:val="00967A73"/>
    <w:rsid w:val="00967AAA"/>
    <w:rsid w:val="00967B5E"/>
    <w:rsid w:val="00967E08"/>
    <w:rsid w:val="00967E4C"/>
    <w:rsid w:val="00967EAE"/>
    <w:rsid w:val="00967F81"/>
    <w:rsid w:val="0097011C"/>
    <w:rsid w:val="00970133"/>
    <w:rsid w:val="00970233"/>
    <w:rsid w:val="0097029C"/>
    <w:rsid w:val="0097032B"/>
    <w:rsid w:val="00970343"/>
    <w:rsid w:val="0097038B"/>
    <w:rsid w:val="009703FD"/>
    <w:rsid w:val="009704E3"/>
    <w:rsid w:val="009705B2"/>
    <w:rsid w:val="0097074A"/>
    <w:rsid w:val="009708ED"/>
    <w:rsid w:val="0097094E"/>
    <w:rsid w:val="009709D3"/>
    <w:rsid w:val="009709EF"/>
    <w:rsid w:val="00970D48"/>
    <w:rsid w:val="00970E3D"/>
    <w:rsid w:val="00970E49"/>
    <w:rsid w:val="0097111F"/>
    <w:rsid w:val="009712DC"/>
    <w:rsid w:val="009713F6"/>
    <w:rsid w:val="009713F9"/>
    <w:rsid w:val="00971419"/>
    <w:rsid w:val="009714DF"/>
    <w:rsid w:val="00971565"/>
    <w:rsid w:val="009715A0"/>
    <w:rsid w:val="0097164E"/>
    <w:rsid w:val="00971676"/>
    <w:rsid w:val="009718F1"/>
    <w:rsid w:val="00971AD0"/>
    <w:rsid w:val="00971C24"/>
    <w:rsid w:val="00971C43"/>
    <w:rsid w:val="00971C6B"/>
    <w:rsid w:val="00971E3D"/>
    <w:rsid w:val="00971FDA"/>
    <w:rsid w:val="00972073"/>
    <w:rsid w:val="00972077"/>
    <w:rsid w:val="009720E3"/>
    <w:rsid w:val="00972172"/>
    <w:rsid w:val="00972353"/>
    <w:rsid w:val="009728FB"/>
    <w:rsid w:val="00972938"/>
    <w:rsid w:val="009729EF"/>
    <w:rsid w:val="00972A3A"/>
    <w:rsid w:val="00972C66"/>
    <w:rsid w:val="00972DF7"/>
    <w:rsid w:val="00972F65"/>
    <w:rsid w:val="0097300A"/>
    <w:rsid w:val="00973089"/>
    <w:rsid w:val="009730AE"/>
    <w:rsid w:val="009730CC"/>
    <w:rsid w:val="009730D6"/>
    <w:rsid w:val="0097320C"/>
    <w:rsid w:val="00973271"/>
    <w:rsid w:val="009733FD"/>
    <w:rsid w:val="00973626"/>
    <w:rsid w:val="009736D5"/>
    <w:rsid w:val="009738AC"/>
    <w:rsid w:val="009738ED"/>
    <w:rsid w:val="00973A01"/>
    <w:rsid w:val="00973A7C"/>
    <w:rsid w:val="00973B29"/>
    <w:rsid w:val="00973B8B"/>
    <w:rsid w:val="00973C7A"/>
    <w:rsid w:val="00973CC1"/>
    <w:rsid w:val="00973CCF"/>
    <w:rsid w:val="00973DD0"/>
    <w:rsid w:val="00973E50"/>
    <w:rsid w:val="00973F2A"/>
    <w:rsid w:val="00973F57"/>
    <w:rsid w:val="00973FB6"/>
    <w:rsid w:val="009741F8"/>
    <w:rsid w:val="0097420B"/>
    <w:rsid w:val="00974352"/>
    <w:rsid w:val="00974360"/>
    <w:rsid w:val="00974432"/>
    <w:rsid w:val="0097449D"/>
    <w:rsid w:val="009748DD"/>
    <w:rsid w:val="00974A92"/>
    <w:rsid w:val="00974B73"/>
    <w:rsid w:val="00974C2B"/>
    <w:rsid w:val="00974C87"/>
    <w:rsid w:val="00974D76"/>
    <w:rsid w:val="00974E97"/>
    <w:rsid w:val="009751DC"/>
    <w:rsid w:val="0097523F"/>
    <w:rsid w:val="00975267"/>
    <w:rsid w:val="0097546D"/>
    <w:rsid w:val="009755AE"/>
    <w:rsid w:val="009755BC"/>
    <w:rsid w:val="009756C5"/>
    <w:rsid w:val="0097574D"/>
    <w:rsid w:val="00975B28"/>
    <w:rsid w:val="00975C69"/>
    <w:rsid w:val="00975E5B"/>
    <w:rsid w:val="00975F28"/>
    <w:rsid w:val="009760D9"/>
    <w:rsid w:val="009763D2"/>
    <w:rsid w:val="009763D7"/>
    <w:rsid w:val="009764EC"/>
    <w:rsid w:val="00976597"/>
    <w:rsid w:val="0097659B"/>
    <w:rsid w:val="0097667F"/>
    <w:rsid w:val="009766FC"/>
    <w:rsid w:val="00976810"/>
    <w:rsid w:val="0097698E"/>
    <w:rsid w:val="00976A0A"/>
    <w:rsid w:val="00976A8E"/>
    <w:rsid w:val="00976C76"/>
    <w:rsid w:val="00976CAD"/>
    <w:rsid w:val="00976DB3"/>
    <w:rsid w:val="00976E3D"/>
    <w:rsid w:val="00976E71"/>
    <w:rsid w:val="00976F68"/>
    <w:rsid w:val="00977002"/>
    <w:rsid w:val="009770BC"/>
    <w:rsid w:val="00977130"/>
    <w:rsid w:val="00977309"/>
    <w:rsid w:val="009773EA"/>
    <w:rsid w:val="00977427"/>
    <w:rsid w:val="0097774C"/>
    <w:rsid w:val="00977808"/>
    <w:rsid w:val="0097786D"/>
    <w:rsid w:val="0097786E"/>
    <w:rsid w:val="00977AA6"/>
    <w:rsid w:val="00977D10"/>
    <w:rsid w:val="00977D49"/>
    <w:rsid w:val="00977F49"/>
    <w:rsid w:val="009800F8"/>
    <w:rsid w:val="00980121"/>
    <w:rsid w:val="00980165"/>
    <w:rsid w:val="009802FC"/>
    <w:rsid w:val="00980415"/>
    <w:rsid w:val="0098053A"/>
    <w:rsid w:val="00980763"/>
    <w:rsid w:val="009809B6"/>
    <w:rsid w:val="00980A57"/>
    <w:rsid w:val="00980BDC"/>
    <w:rsid w:val="00980CC5"/>
    <w:rsid w:val="00981007"/>
    <w:rsid w:val="009810F8"/>
    <w:rsid w:val="009812C9"/>
    <w:rsid w:val="009815D4"/>
    <w:rsid w:val="009815EC"/>
    <w:rsid w:val="009816A6"/>
    <w:rsid w:val="009816D2"/>
    <w:rsid w:val="009816E0"/>
    <w:rsid w:val="00981715"/>
    <w:rsid w:val="00981778"/>
    <w:rsid w:val="009817CC"/>
    <w:rsid w:val="00981D88"/>
    <w:rsid w:val="00981DC5"/>
    <w:rsid w:val="00982109"/>
    <w:rsid w:val="00982348"/>
    <w:rsid w:val="00982566"/>
    <w:rsid w:val="009825FF"/>
    <w:rsid w:val="00982656"/>
    <w:rsid w:val="00982A86"/>
    <w:rsid w:val="00982ADE"/>
    <w:rsid w:val="00982B4E"/>
    <w:rsid w:val="00982C1F"/>
    <w:rsid w:val="00982C54"/>
    <w:rsid w:val="00982F03"/>
    <w:rsid w:val="00983143"/>
    <w:rsid w:val="00983487"/>
    <w:rsid w:val="00983791"/>
    <w:rsid w:val="00983802"/>
    <w:rsid w:val="00983AB2"/>
    <w:rsid w:val="00983ECB"/>
    <w:rsid w:val="00983EF4"/>
    <w:rsid w:val="00983F67"/>
    <w:rsid w:val="0098410A"/>
    <w:rsid w:val="009843BA"/>
    <w:rsid w:val="009844F1"/>
    <w:rsid w:val="00984811"/>
    <w:rsid w:val="00984888"/>
    <w:rsid w:val="00984965"/>
    <w:rsid w:val="009849F7"/>
    <w:rsid w:val="00984A98"/>
    <w:rsid w:val="009850D3"/>
    <w:rsid w:val="00985217"/>
    <w:rsid w:val="0098536F"/>
    <w:rsid w:val="00985489"/>
    <w:rsid w:val="00985535"/>
    <w:rsid w:val="009855E9"/>
    <w:rsid w:val="00985633"/>
    <w:rsid w:val="00985796"/>
    <w:rsid w:val="009857C7"/>
    <w:rsid w:val="0098580F"/>
    <w:rsid w:val="009858EC"/>
    <w:rsid w:val="00985919"/>
    <w:rsid w:val="0098592A"/>
    <w:rsid w:val="00985B25"/>
    <w:rsid w:val="00985BEA"/>
    <w:rsid w:val="00985C36"/>
    <w:rsid w:val="00985C9D"/>
    <w:rsid w:val="00985CE3"/>
    <w:rsid w:val="009860AA"/>
    <w:rsid w:val="0098626B"/>
    <w:rsid w:val="00986374"/>
    <w:rsid w:val="009863C6"/>
    <w:rsid w:val="0098642D"/>
    <w:rsid w:val="0098646A"/>
    <w:rsid w:val="0098649C"/>
    <w:rsid w:val="009864BA"/>
    <w:rsid w:val="0098659E"/>
    <w:rsid w:val="00986773"/>
    <w:rsid w:val="0098696A"/>
    <w:rsid w:val="009869DD"/>
    <w:rsid w:val="00986B2D"/>
    <w:rsid w:val="00986D2D"/>
    <w:rsid w:val="00986DB5"/>
    <w:rsid w:val="00986E26"/>
    <w:rsid w:val="00986E69"/>
    <w:rsid w:val="00986E91"/>
    <w:rsid w:val="00986F39"/>
    <w:rsid w:val="0098705B"/>
    <w:rsid w:val="00987131"/>
    <w:rsid w:val="009871FC"/>
    <w:rsid w:val="009874FB"/>
    <w:rsid w:val="00987546"/>
    <w:rsid w:val="00987670"/>
    <w:rsid w:val="00987684"/>
    <w:rsid w:val="00987A0B"/>
    <w:rsid w:val="00987A52"/>
    <w:rsid w:val="00987C71"/>
    <w:rsid w:val="00987CA6"/>
    <w:rsid w:val="00987DDD"/>
    <w:rsid w:val="00987FC8"/>
    <w:rsid w:val="00990050"/>
    <w:rsid w:val="00990286"/>
    <w:rsid w:val="0099034F"/>
    <w:rsid w:val="00990890"/>
    <w:rsid w:val="00990A8F"/>
    <w:rsid w:val="00990AC3"/>
    <w:rsid w:val="00990BE8"/>
    <w:rsid w:val="00990D0D"/>
    <w:rsid w:val="00990D35"/>
    <w:rsid w:val="00990D95"/>
    <w:rsid w:val="00990E94"/>
    <w:rsid w:val="00991093"/>
    <w:rsid w:val="009910FF"/>
    <w:rsid w:val="00991180"/>
    <w:rsid w:val="00991355"/>
    <w:rsid w:val="009915E1"/>
    <w:rsid w:val="0099164E"/>
    <w:rsid w:val="009916FC"/>
    <w:rsid w:val="0099179E"/>
    <w:rsid w:val="009917B5"/>
    <w:rsid w:val="00991852"/>
    <w:rsid w:val="009918C6"/>
    <w:rsid w:val="009919DF"/>
    <w:rsid w:val="00991B27"/>
    <w:rsid w:val="00991E31"/>
    <w:rsid w:val="0099210A"/>
    <w:rsid w:val="0099234B"/>
    <w:rsid w:val="0099238F"/>
    <w:rsid w:val="0099244B"/>
    <w:rsid w:val="00992553"/>
    <w:rsid w:val="00992628"/>
    <w:rsid w:val="00992784"/>
    <w:rsid w:val="00992890"/>
    <w:rsid w:val="0099290D"/>
    <w:rsid w:val="00992933"/>
    <w:rsid w:val="00992941"/>
    <w:rsid w:val="00992AB6"/>
    <w:rsid w:val="00992ADE"/>
    <w:rsid w:val="00992B9A"/>
    <w:rsid w:val="00992C68"/>
    <w:rsid w:val="00992ED6"/>
    <w:rsid w:val="0099301C"/>
    <w:rsid w:val="009930D3"/>
    <w:rsid w:val="009931C9"/>
    <w:rsid w:val="00993285"/>
    <w:rsid w:val="00993389"/>
    <w:rsid w:val="0099339C"/>
    <w:rsid w:val="009933F7"/>
    <w:rsid w:val="0099347E"/>
    <w:rsid w:val="009934A1"/>
    <w:rsid w:val="009935C3"/>
    <w:rsid w:val="0099386D"/>
    <w:rsid w:val="009938AE"/>
    <w:rsid w:val="0099395B"/>
    <w:rsid w:val="0099395C"/>
    <w:rsid w:val="00993C15"/>
    <w:rsid w:val="00993DD9"/>
    <w:rsid w:val="00993E7A"/>
    <w:rsid w:val="009940D0"/>
    <w:rsid w:val="00994123"/>
    <w:rsid w:val="00994799"/>
    <w:rsid w:val="009947C8"/>
    <w:rsid w:val="009948BA"/>
    <w:rsid w:val="00994ADD"/>
    <w:rsid w:val="00994D42"/>
    <w:rsid w:val="00994E9D"/>
    <w:rsid w:val="009952A0"/>
    <w:rsid w:val="009952DE"/>
    <w:rsid w:val="009952FE"/>
    <w:rsid w:val="009955D7"/>
    <w:rsid w:val="009957EC"/>
    <w:rsid w:val="00995849"/>
    <w:rsid w:val="009959CD"/>
    <w:rsid w:val="009959F6"/>
    <w:rsid w:val="00995A15"/>
    <w:rsid w:val="00995A5B"/>
    <w:rsid w:val="00995B79"/>
    <w:rsid w:val="00995C50"/>
    <w:rsid w:val="00995C5D"/>
    <w:rsid w:val="00995D08"/>
    <w:rsid w:val="00995DF1"/>
    <w:rsid w:val="00995E43"/>
    <w:rsid w:val="00996008"/>
    <w:rsid w:val="00996126"/>
    <w:rsid w:val="00996274"/>
    <w:rsid w:val="0099631E"/>
    <w:rsid w:val="00996365"/>
    <w:rsid w:val="00996445"/>
    <w:rsid w:val="00996474"/>
    <w:rsid w:val="0099674D"/>
    <w:rsid w:val="00996838"/>
    <w:rsid w:val="00996872"/>
    <w:rsid w:val="00996908"/>
    <w:rsid w:val="0099694E"/>
    <w:rsid w:val="0099695F"/>
    <w:rsid w:val="00996D23"/>
    <w:rsid w:val="00997286"/>
    <w:rsid w:val="009972D2"/>
    <w:rsid w:val="009974F6"/>
    <w:rsid w:val="0099787A"/>
    <w:rsid w:val="00997B76"/>
    <w:rsid w:val="00997C2F"/>
    <w:rsid w:val="00997D86"/>
    <w:rsid w:val="00997D91"/>
    <w:rsid w:val="00997DAB"/>
    <w:rsid w:val="00997FA9"/>
    <w:rsid w:val="009A0232"/>
    <w:rsid w:val="009A0316"/>
    <w:rsid w:val="009A03E7"/>
    <w:rsid w:val="009A047E"/>
    <w:rsid w:val="009A07E6"/>
    <w:rsid w:val="009A0949"/>
    <w:rsid w:val="009A097E"/>
    <w:rsid w:val="009A09C8"/>
    <w:rsid w:val="009A0C82"/>
    <w:rsid w:val="009A0D7B"/>
    <w:rsid w:val="009A117E"/>
    <w:rsid w:val="009A124A"/>
    <w:rsid w:val="009A125D"/>
    <w:rsid w:val="009A1361"/>
    <w:rsid w:val="009A137A"/>
    <w:rsid w:val="009A1399"/>
    <w:rsid w:val="009A1631"/>
    <w:rsid w:val="009A1749"/>
    <w:rsid w:val="009A19C3"/>
    <w:rsid w:val="009A1B48"/>
    <w:rsid w:val="009A1B8D"/>
    <w:rsid w:val="009A1C2F"/>
    <w:rsid w:val="009A1D00"/>
    <w:rsid w:val="009A1DAA"/>
    <w:rsid w:val="009A1DF5"/>
    <w:rsid w:val="009A1F91"/>
    <w:rsid w:val="009A20A5"/>
    <w:rsid w:val="009A20CA"/>
    <w:rsid w:val="009A2107"/>
    <w:rsid w:val="009A22AC"/>
    <w:rsid w:val="009A23F3"/>
    <w:rsid w:val="009A255F"/>
    <w:rsid w:val="009A26C9"/>
    <w:rsid w:val="009A2728"/>
    <w:rsid w:val="009A28DA"/>
    <w:rsid w:val="009A2913"/>
    <w:rsid w:val="009A2928"/>
    <w:rsid w:val="009A2999"/>
    <w:rsid w:val="009A29A9"/>
    <w:rsid w:val="009A2B82"/>
    <w:rsid w:val="009A30E0"/>
    <w:rsid w:val="009A3152"/>
    <w:rsid w:val="009A3207"/>
    <w:rsid w:val="009A3281"/>
    <w:rsid w:val="009A33F4"/>
    <w:rsid w:val="009A346A"/>
    <w:rsid w:val="009A3567"/>
    <w:rsid w:val="009A3679"/>
    <w:rsid w:val="009A3685"/>
    <w:rsid w:val="009A36D9"/>
    <w:rsid w:val="009A373B"/>
    <w:rsid w:val="009A37AE"/>
    <w:rsid w:val="009A3A2E"/>
    <w:rsid w:val="009A3D14"/>
    <w:rsid w:val="009A3E06"/>
    <w:rsid w:val="009A3E93"/>
    <w:rsid w:val="009A3FD2"/>
    <w:rsid w:val="009A40CE"/>
    <w:rsid w:val="009A41A9"/>
    <w:rsid w:val="009A41EC"/>
    <w:rsid w:val="009A4289"/>
    <w:rsid w:val="009A42BD"/>
    <w:rsid w:val="009A436B"/>
    <w:rsid w:val="009A43D5"/>
    <w:rsid w:val="009A43E4"/>
    <w:rsid w:val="009A46BE"/>
    <w:rsid w:val="009A46C1"/>
    <w:rsid w:val="009A475C"/>
    <w:rsid w:val="009A479E"/>
    <w:rsid w:val="009A4888"/>
    <w:rsid w:val="009A4939"/>
    <w:rsid w:val="009A4B82"/>
    <w:rsid w:val="009A4C31"/>
    <w:rsid w:val="009A4D25"/>
    <w:rsid w:val="009A4F70"/>
    <w:rsid w:val="009A500C"/>
    <w:rsid w:val="009A510E"/>
    <w:rsid w:val="009A511B"/>
    <w:rsid w:val="009A54FE"/>
    <w:rsid w:val="009A5534"/>
    <w:rsid w:val="009A55AA"/>
    <w:rsid w:val="009A5613"/>
    <w:rsid w:val="009A5728"/>
    <w:rsid w:val="009A58A9"/>
    <w:rsid w:val="009A5983"/>
    <w:rsid w:val="009A5B4C"/>
    <w:rsid w:val="009A5CA7"/>
    <w:rsid w:val="009A5E14"/>
    <w:rsid w:val="009A5E21"/>
    <w:rsid w:val="009A5E6C"/>
    <w:rsid w:val="009A5E83"/>
    <w:rsid w:val="009A5E88"/>
    <w:rsid w:val="009A6171"/>
    <w:rsid w:val="009A640F"/>
    <w:rsid w:val="009A648F"/>
    <w:rsid w:val="009A64E6"/>
    <w:rsid w:val="009A6552"/>
    <w:rsid w:val="009A6657"/>
    <w:rsid w:val="009A6682"/>
    <w:rsid w:val="009A67D4"/>
    <w:rsid w:val="009A6803"/>
    <w:rsid w:val="009A6887"/>
    <w:rsid w:val="009A689E"/>
    <w:rsid w:val="009A6950"/>
    <w:rsid w:val="009A6A4B"/>
    <w:rsid w:val="009A6BE3"/>
    <w:rsid w:val="009A6C26"/>
    <w:rsid w:val="009A6C41"/>
    <w:rsid w:val="009A6CF3"/>
    <w:rsid w:val="009A6E22"/>
    <w:rsid w:val="009A6F21"/>
    <w:rsid w:val="009A72CC"/>
    <w:rsid w:val="009A73B7"/>
    <w:rsid w:val="009A7474"/>
    <w:rsid w:val="009A753E"/>
    <w:rsid w:val="009A7564"/>
    <w:rsid w:val="009A76E5"/>
    <w:rsid w:val="009A7721"/>
    <w:rsid w:val="009A780C"/>
    <w:rsid w:val="009A7869"/>
    <w:rsid w:val="009A7911"/>
    <w:rsid w:val="009A793D"/>
    <w:rsid w:val="009A7C91"/>
    <w:rsid w:val="009A7CEC"/>
    <w:rsid w:val="009A7E16"/>
    <w:rsid w:val="009A7E35"/>
    <w:rsid w:val="009A7F06"/>
    <w:rsid w:val="009B002B"/>
    <w:rsid w:val="009B010C"/>
    <w:rsid w:val="009B0111"/>
    <w:rsid w:val="009B0119"/>
    <w:rsid w:val="009B0166"/>
    <w:rsid w:val="009B02CD"/>
    <w:rsid w:val="009B0478"/>
    <w:rsid w:val="009B05A4"/>
    <w:rsid w:val="009B06D1"/>
    <w:rsid w:val="009B073B"/>
    <w:rsid w:val="009B07CB"/>
    <w:rsid w:val="009B07D5"/>
    <w:rsid w:val="009B082E"/>
    <w:rsid w:val="009B0900"/>
    <w:rsid w:val="009B09DC"/>
    <w:rsid w:val="009B0AA1"/>
    <w:rsid w:val="009B0BC7"/>
    <w:rsid w:val="009B0C60"/>
    <w:rsid w:val="009B0C86"/>
    <w:rsid w:val="009B0CFD"/>
    <w:rsid w:val="009B0D90"/>
    <w:rsid w:val="009B1000"/>
    <w:rsid w:val="009B1109"/>
    <w:rsid w:val="009B12DD"/>
    <w:rsid w:val="009B1417"/>
    <w:rsid w:val="009B14C2"/>
    <w:rsid w:val="009B16AD"/>
    <w:rsid w:val="009B16D0"/>
    <w:rsid w:val="009B16FE"/>
    <w:rsid w:val="009B1705"/>
    <w:rsid w:val="009B17CB"/>
    <w:rsid w:val="009B186F"/>
    <w:rsid w:val="009B19CB"/>
    <w:rsid w:val="009B19D8"/>
    <w:rsid w:val="009B19EC"/>
    <w:rsid w:val="009B1A63"/>
    <w:rsid w:val="009B2278"/>
    <w:rsid w:val="009B22DC"/>
    <w:rsid w:val="009B22E7"/>
    <w:rsid w:val="009B28B4"/>
    <w:rsid w:val="009B28CB"/>
    <w:rsid w:val="009B28D2"/>
    <w:rsid w:val="009B28DB"/>
    <w:rsid w:val="009B2A58"/>
    <w:rsid w:val="009B2A6E"/>
    <w:rsid w:val="009B2A78"/>
    <w:rsid w:val="009B2ACD"/>
    <w:rsid w:val="009B2B35"/>
    <w:rsid w:val="009B2B4D"/>
    <w:rsid w:val="009B2BA6"/>
    <w:rsid w:val="009B2CBB"/>
    <w:rsid w:val="009B2DAE"/>
    <w:rsid w:val="009B305A"/>
    <w:rsid w:val="009B3174"/>
    <w:rsid w:val="009B3235"/>
    <w:rsid w:val="009B34CE"/>
    <w:rsid w:val="009B34F9"/>
    <w:rsid w:val="009B3558"/>
    <w:rsid w:val="009B355E"/>
    <w:rsid w:val="009B3561"/>
    <w:rsid w:val="009B358B"/>
    <w:rsid w:val="009B3622"/>
    <w:rsid w:val="009B37B4"/>
    <w:rsid w:val="009B38FA"/>
    <w:rsid w:val="009B3A07"/>
    <w:rsid w:val="009B3A7F"/>
    <w:rsid w:val="009B3ADE"/>
    <w:rsid w:val="009B3B0A"/>
    <w:rsid w:val="009B3BD9"/>
    <w:rsid w:val="009B3C14"/>
    <w:rsid w:val="009B3CE5"/>
    <w:rsid w:val="009B3D5F"/>
    <w:rsid w:val="009B3EA2"/>
    <w:rsid w:val="009B3EEE"/>
    <w:rsid w:val="009B40A7"/>
    <w:rsid w:val="009B4198"/>
    <w:rsid w:val="009B41E3"/>
    <w:rsid w:val="009B421E"/>
    <w:rsid w:val="009B42AA"/>
    <w:rsid w:val="009B42F1"/>
    <w:rsid w:val="009B434A"/>
    <w:rsid w:val="009B4579"/>
    <w:rsid w:val="009B45FF"/>
    <w:rsid w:val="009B46C3"/>
    <w:rsid w:val="009B48B9"/>
    <w:rsid w:val="009B49A8"/>
    <w:rsid w:val="009B4A0E"/>
    <w:rsid w:val="009B4B73"/>
    <w:rsid w:val="009B4BB4"/>
    <w:rsid w:val="009B4C34"/>
    <w:rsid w:val="009B4EE4"/>
    <w:rsid w:val="009B4FA0"/>
    <w:rsid w:val="009B5005"/>
    <w:rsid w:val="009B500A"/>
    <w:rsid w:val="009B50FA"/>
    <w:rsid w:val="009B51B1"/>
    <w:rsid w:val="009B525A"/>
    <w:rsid w:val="009B5493"/>
    <w:rsid w:val="009B5595"/>
    <w:rsid w:val="009B561C"/>
    <w:rsid w:val="009B56B7"/>
    <w:rsid w:val="009B56FB"/>
    <w:rsid w:val="009B570D"/>
    <w:rsid w:val="009B5740"/>
    <w:rsid w:val="009B59DF"/>
    <w:rsid w:val="009B5B42"/>
    <w:rsid w:val="009B5B8E"/>
    <w:rsid w:val="009B5B9A"/>
    <w:rsid w:val="009B5C89"/>
    <w:rsid w:val="009B611A"/>
    <w:rsid w:val="009B6287"/>
    <w:rsid w:val="009B6327"/>
    <w:rsid w:val="009B637E"/>
    <w:rsid w:val="009B6387"/>
    <w:rsid w:val="009B640F"/>
    <w:rsid w:val="009B6525"/>
    <w:rsid w:val="009B672A"/>
    <w:rsid w:val="009B684E"/>
    <w:rsid w:val="009B69B2"/>
    <w:rsid w:val="009B6B80"/>
    <w:rsid w:val="009B6BBF"/>
    <w:rsid w:val="009B6C9E"/>
    <w:rsid w:val="009B6D18"/>
    <w:rsid w:val="009B6E1D"/>
    <w:rsid w:val="009B6F43"/>
    <w:rsid w:val="009B70F4"/>
    <w:rsid w:val="009B7129"/>
    <w:rsid w:val="009B71B7"/>
    <w:rsid w:val="009B71CC"/>
    <w:rsid w:val="009B72B8"/>
    <w:rsid w:val="009B7321"/>
    <w:rsid w:val="009B7359"/>
    <w:rsid w:val="009B73CA"/>
    <w:rsid w:val="009B76E0"/>
    <w:rsid w:val="009B7799"/>
    <w:rsid w:val="009B79B0"/>
    <w:rsid w:val="009B7B38"/>
    <w:rsid w:val="009B7CDE"/>
    <w:rsid w:val="009B7E31"/>
    <w:rsid w:val="009B7F05"/>
    <w:rsid w:val="009C0006"/>
    <w:rsid w:val="009C00E3"/>
    <w:rsid w:val="009C019A"/>
    <w:rsid w:val="009C01FF"/>
    <w:rsid w:val="009C02CE"/>
    <w:rsid w:val="009C045B"/>
    <w:rsid w:val="009C047A"/>
    <w:rsid w:val="009C048E"/>
    <w:rsid w:val="009C0559"/>
    <w:rsid w:val="009C078C"/>
    <w:rsid w:val="009C0797"/>
    <w:rsid w:val="009C0813"/>
    <w:rsid w:val="009C0880"/>
    <w:rsid w:val="009C0CA7"/>
    <w:rsid w:val="009C0CB5"/>
    <w:rsid w:val="009C0CC5"/>
    <w:rsid w:val="009C1097"/>
    <w:rsid w:val="009C1209"/>
    <w:rsid w:val="009C12BB"/>
    <w:rsid w:val="009C12D9"/>
    <w:rsid w:val="009C13C1"/>
    <w:rsid w:val="009C13DF"/>
    <w:rsid w:val="009C152B"/>
    <w:rsid w:val="009C1623"/>
    <w:rsid w:val="009C17CD"/>
    <w:rsid w:val="009C1814"/>
    <w:rsid w:val="009C183B"/>
    <w:rsid w:val="009C1963"/>
    <w:rsid w:val="009C1ADB"/>
    <w:rsid w:val="009C1DF0"/>
    <w:rsid w:val="009C238C"/>
    <w:rsid w:val="009C2455"/>
    <w:rsid w:val="009C255A"/>
    <w:rsid w:val="009C2564"/>
    <w:rsid w:val="009C2834"/>
    <w:rsid w:val="009C2ACF"/>
    <w:rsid w:val="009C2C69"/>
    <w:rsid w:val="009C2C96"/>
    <w:rsid w:val="009C2D1D"/>
    <w:rsid w:val="009C2D39"/>
    <w:rsid w:val="009C2DB8"/>
    <w:rsid w:val="009C2F01"/>
    <w:rsid w:val="009C3146"/>
    <w:rsid w:val="009C31B1"/>
    <w:rsid w:val="009C32E3"/>
    <w:rsid w:val="009C3487"/>
    <w:rsid w:val="009C34D0"/>
    <w:rsid w:val="009C358F"/>
    <w:rsid w:val="009C360C"/>
    <w:rsid w:val="009C36AC"/>
    <w:rsid w:val="009C36EB"/>
    <w:rsid w:val="009C3816"/>
    <w:rsid w:val="009C3876"/>
    <w:rsid w:val="009C38B6"/>
    <w:rsid w:val="009C38E4"/>
    <w:rsid w:val="009C38EC"/>
    <w:rsid w:val="009C39D4"/>
    <w:rsid w:val="009C3A3A"/>
    <w:rsid w:val="009C3A43"/>
    <w:rsid w:val="009C3A4D"/>
    <w:rsid w:val="009C3A6A"/>
    <w:rsid w:val="009C3ACF"/>
    <w:rsid w:val="009C3B1D"/>
    <w:rsid w:val="009C3BBA"/>
    <w:rsid w:val="009C3EF9"/>
    <w:rsid w:val="009C4134"/>
    <w:rsid w:val="009C4142"/>
    <w:rsid w:val="009C4175"/>
    <w:rsid w:val="009C4218"/>
    <w:rsid w:val="009C42B1"/>
    <w:rsid w:val="009C42B8"/>
    <w:rsid w:val="009C44CD"/>
    <w:rsid w:val="009C44FA"/>
    <w:rsid w:val="009C45D0"/>
    <w:rsid w:val="009C45DB"/>
    <w:rsid w:val="009C47DC"/>
    <w:rsid w:val="009C48C6"/>
    <w:rsid w:val="009C4CCF"/>
    <w:rsid w:val="009C4E21"/>
    <w:rsid w:val="009C4ED7"/>
    <w:rsid w:val="009C50A4"/>
    <w:rsid w:val="009C514A"/>
    <w:rsid w:val="009C5171"/>
    <w:rsid w:val="009C51A0"/>
    <w:rsid w:val="009C5296"/>
    <w:rsid w:val="009C52C7"/>
    <w:rsid w:val="009C52E5"/>
    <w:rsid w:val="009C52F8"/>
    <w:rsid w:val="009C5361"/>
    <w:rsid w:val="009C53D2"/>
    <w:rsid w:val="009C5419"/>
    <w:rsid w:val="009C5427"/>
    <w:rsid w:val="009C543D"/>
    <w:rsid w:val="009C5482"/>
    <w:rsid w:val="009C54E0"/>
    <w:rsid w:val="009C55C6"/>
    <w:rsid w:val="009C56B5"/>
    <w:rsid w:val="009C57C9"/>
    <w:rsid w:val="009C5994"/>
    <w:rsid w:val="009C5A52"/>
    <w:rsid w:val="009C5AE1"/>
    <w:rsid w:val="009C5B11"/>
    <w:rsid w:val="009C5C6A"/>
    <w:rsid w:val="009C5F3E"/>
    <w:rsid w:val="009C5F41"/>
    <w:rsid w:val="009C5FA2"/>
    <w:rsid w:val="009C6038"/>
    <w:rsid w:val="009C6058"/>
    <w:rsid w:val="009C61E2"/>
    <w:rsid w:val="009C63EC"/>
    <w:rsid w:val="009C6442"/>
    <w:rsid w:val="009C64A1"/>
    <w:rsid w:val="009C6631"/>
    <w:rsid w:val="009C666D"/>
    <w:rsid w:val="009C6720"/>
    <w:rsid w:val="009C677C"/>
    <w:rsid w:val="009C6857"/>
    <w:rsid w:val="009C6BF1"/>
    <w:rsid w:val="009C6DAD"/>
    <w:rsid w:val="009C6E24"/>
    <w:rsid w:val="009C6E66"/>
    <w:rsid w:val="009C70B2"/>
    <w:rsid w:val="009C70BD"/>
    <w:rsid w:val="009C7321"/>
    <w:rsid w:val="009C733C"/>
    <w:rsid w:val="009C735C"/>
    <w:rsid w:val="009C73D5"/>
    <w:rsid w:val="009C745B"/>
    <w:rsid w:val="009C746B"/>
    <w:rsid w:val="009C755E"/>
    <w:rsid w:val="009C7746"/>
    <w:rsid w:val="009C78D8"/>
    <w:rsid w:val="009C7920"/>
    <w:rsid w:val="009C7D14"/>
    <w:rsid w:val="009C7DBB"/>
    <w:rsid w:val="009C7EAA"/>
    <w:rsid w:val="009C7EB3"/>
    <w:rsid w:val="009C7EDF"/>
    <w:rsid w:val="009D0076"/>
    <w:rsid w:val="009D00BF"/>
    <w:rsid w:val="009D0183"/>
    <w:rsid w:val="009D0188"/>
    <w:rsid w:val="009D0216"/>
    <w:rsid w:val="009D0228"/>
    <w:rsid w:val="009D056D"/>
    <w:rsid w:val="009D0760"/>
    <w:rsid w:val="009D0779"/>
    <w:rsid w:val="009D079F"/>
    <w:rsid w:val="009D08E8"/>
    <w:rsid w:val="009D0B96"/>
    <w:rsid w:val="009D0BFE"/>
    <w:rsid w:val="009D0EC7"/>
    <w:rsid w:val="009D117B"/>
    <w:rsid w:val="009D11ED"/>
    <w:rsid w:val="009D12B0"/>
    <w:rsid w:val="009D1816"/>
    <w:rsid w:val="009D1B82"/>
    <w:rsid w:val="009D1C07"/>
    <w:rsid w:val="009D1D61"/>
    <w:rsid w:val="009D1D63"/>
    <w:rsid w:val="009D1D82"/>
    <w:rsid w:val="009D1EDD"/>
    <w:rsid w:val="009D1FDF"/>
    <w:rsid w:val="009D20AC"/>
    <w:rsid w:val="009D2148"/>
    <w:rsid w:val="009D21D3"/>
    <w:rsid w:val="009D224B"/>
    <w:rsid w:val="009D2352"/>
    <w:rsid w:val="009D24DB"/>
    <w:rsid w:val="009D275E"/>
    <w:rsid w:val="009D29DE"/>
    <w:rsid w:val="009D29E1"/>
    <w:rsid w:val="009D2BF2"/>
    <w:rsid w:val="009D2C86"/>
    <w:rsid w:val="009D2D46"/>
    <w:rsid w:val="009D2EBB"/>
    <w:rsid w:val="009D2FF1"/>
    <w:rsid w:val="009D3130"/>
    <w:rsid w:val="009D31AD"/>
    <w:rsid w:val="009D31B2"/>
    <w:rsid w:val="009D322D"/>
    <w:rsid w:val="009D338D"/>
    <w:rsid w:val="009D33A3"/>
    <w:rsid w:val="009D342B"/>
    <w:rsid w:val="009D3512"/>
    <w:rsid w:val="009D3560"/>
    <w:rsid w:val="009D3652"/>
    <w:rsid w:val="009D36BF"/>
    <w:rsid w:val="009D3904"/>
    <w:rsid w:val="009D3A4B"/>
    <w:rsid w:val="009D3B08"/>
    <w:rsid w:val="009D3C9B"/>
    <w:rsid w:val="009D3D6D"/>
    <w:rsid w:val="009D3DE9"/>
    <w:rsid w:val="009D3EB6"/>
    <w:rsid w:val="009D40BA"/>
    <w:rsid w:val="009D40E1"/>
    <w:rsid w:val="009D40E5"/>
    <w:rsid w:val="009D41DF"/>
    <w:rsid w:val="009D4C79"/>
    <w:rsid w:val="009D4DD1"/>
    <w:rsid w:val="009D4DFA"/>
    <w:rsid w:val="009D4E38"/>
    <w:rsid w:val="009D4FA0"/>
    <w:rsid w:val="009D4FB6"/>
    <w:rsid w:val="009D5002"/>
    <w:rsid w:val="009D5019"/>
    <w:rsid w:val="009D5059"/>
    <w:rsid w:val="009D52A3"/>
    <w:rsid w:val="009D541A"/>
    <w:rsid w:val="009D5576"/>
    <w:rsid w:val="009D55EC"/>
    <w:rsid w:val="009D56BD"/>
    <w:rsid w:val="009D5962"/>
    <w:rsid w:val="009D598F"/>
    <w:rsid w:val="009D59D0"/>
    <w:rsid w:val="009D5A97"/>
    <w:rsid w:val="009D5B0E"/>
    <w:rsid w:val="009D5D87"/>
    <w:rsid w:val="009D5E07"/>
    <w:rsid w:val="009D6004"/>
    <w:rsid w:val="009D6016"/>
    <w:rsid w:val="009D615B"/>
    <w:rsid w:val="009D6231"/>
    <w:rsid w:val="009D6388"/>
    <w:rsid w:val="009D63C1"/>
    <w:rsid w:val="009D63EA"/>
    <w:rsid w:val="009D6587"/>
    <w:rsid w:val="009D6614"/>
    <w:rsid w:val="009D6676"/>
    <w:rsid w:val="009D674A"/>
    <w:rsid w:val="009D6839"/>
    <w:rsid w:val="009D6BBB"/>
    <w:rsid w:val="009D6CB5"/>
    <w:rsid w:val="009D6D4A"/>
    <w:rsid w:val="009D6E81"/>
    <w:rsid w:val="009D6F69"/>
    <w:rsid w:val="009D7034"/>
    <w:rsid w:val="009D70BD"/>
    <w:rsid w:val="009D7228"/>
    <w:rsid w:val="009D731F"/>
    <w:rsid w:val="009D74F1"/>
    <w:rsid w:val="009D7612"/>
    <w:rsid w:val="009D787E"/>
    <w:rsid w:val="009D79A5"/>
    <w:rsid w:val="009D7B55"/>
    <w:rsid w:val="009D7C7A"/>
    <w:rsid w:val="009D7CBA"/>
    <w:rsid w:val="009D7D4B"/>
    <w:rsid w:val="009D7D95"/>
    <w:rsid w:val="009D7DB4"/>
    <w:rsid w:val="009D7E32"/>
    <w:rsid w:val="009D7E92"/>
    <w:rsid w:val="009D7F19"/>
    <w:rsid w:val="009E035A"/>
    <w:rsid w:val="009E03BF"/>
    <w:rsid w:val="009E0804"/>
    <w:rsid w:val="009E0824"/>
    <w:rsid w:val="009E0894"/>
    <w:rsid w:val="009E0921"/>
    <w:rsid w:val="009E09DB"/>
    <w:rsid w:val="009E0A9C"/>
    <w:rsid w:val="009E0B91"/>
    <w:rsid w:val="009E0CB2"/>
    <w:rsid w:val="009E0D5B"/>
    <w:rsid w:val="009E0EC2"/>
    <w:rsid w:val="009E0F3D"/>
    <w:rsid w:val="009E0F73"/>
    <w:rsid w:val="009E101A"/>
    <w:rsid w:val="009E10AB"/>
    <w:rsid w:val="009E1238"/>
    <w:rsid w:val="009E13FF"/>
    <w:rsid w:val="009E14C2"/>
    <w:rsid w:val="009E14EF"/>
    <w:rsid w:val="009E15B1"/>
    <w:rsid w:val="009E15FF"/>
    <w:rsid w:val="009E16C1"/>
    <w:rsid w:val="009E1848"/>
    <w:rsid w:val="009E1A64"/>
    <w:rsid w:val="009E1AF4"/>
    <w:rsid w:val="009E1B09"/>
    <w:rsid w:val="009E1C53"/>
    <w:rsid w:val="009E1E3B"/>
    <w:rsid w:val="009E1E76"/>
    <w:rsid w:val="009E2072"/>
    <w:rsid w:val="009E2176"/>
    <w:rsid w:val="009E2189"/>
    <w:rsid w:val="009E262A"/>
    <w:rsid w:val="009E27D0"/>
    <w:rsid w:val="009E291C"/>
    <w:rsid w:val="009E2B7C"/>
    <w:rsid w:val="009E2C13"/>
    <w:rsid w:val="009E2DB8"/>
    <w:rsid w:val="009E2DED"/>
    <w:rsid w:val="009E2DF1"/>
    <w:rsid w:val="009E3258"/>
    <w:rsid w:val="009E32A8"/>
    <w:rsid w:val="009E34D4"/>
    <w:rsid w:val="009E34DC"/>
    <w:rsid w:val="009E3502"/>
    <w:rsid w:val="009E3708"/>
    <w:rsid w:val="009E3940"/>
    <w:rsid w:val="009E3A3D"/>
    <w:rsid w:val="009E3E03"/>
    <w:rsid w:val="009E3EB5"/>
    <w:rsid w:val="009E3F00"/>
    <w:rsid w:val="009E3FD7"/>
    <w:rsid w:val="009E402A"/>
    <w:rsid w:val="009E4031"/>
    <w:rsid w:val="009E41D2"/>
    <w:rsid w:val="009E4204"/>
    <w:rsid w:val="009E433A"/>
    <w:rsid w:val="009E442F"/>
    <w:rsid w:val="009E443F"/>
    <w:rsid w:val="009E45E6"/>
    <w:rsid w:val="009E4617"/>
    <w:rsid w:val="009E4734"/>
    <w:rsid w:val="009E4738"/>
    <w:rsid w:val="009E4A55"/>
    <w:rsid w:val="009E4DD4"/>
    <w:rsid w:val="009E4DE7"/>
    <w:rsid w:val="009E4DEB"/>
    <w:rsid w:val="009E5274"/>
    <w:rsid w:val="009E542B"/>
    <w:rsid w:val="009E54CF"/>
    <w:rsid w:val="009E558A"/>
    <w:rsid w:val="009E5597"/>
    <w:rsid w:val="009E5771"/>
    <w:rsid w:val="009E5B43"/>
    <w:rsid w:val="009E5BC1"/>
    <w:rsid w:val="009E5C94"/>
    <w:rsid w:val="009E5D0B"/>
    <w:rsid w:val="009E5DCE"/>
    <w:rsid w:val="009E5DFE"/>
    <w:rsid w:val="009E5EDA"/>
    <w:rsid w:val="009E5F7C"/>
    <w:rsid w:val="009E6068"/>
    <w:rsid w:val="009E60B6"/>
    <w:rsid w:val="009E617C"/>
    <w:rsid w:val="009E6332"/>
    <w:rsid w:val="009E63E4"/>
    <w:rsid w:val="009E6645"/>
    <w:rsid w:val="009E664F"/>
    <w:rsid w:val="009E6717"/>
    <w:rsid w:val="009E6738"/>
    <w:rsid w:val="009E687F"/>
    <w:rsid w:val="009E6888"/>
    <w:rsid w:val="009E6D20"/>
    <w:rsid w:val="009E6E62"/>
    <w:rsid w:val="009E6EFA"/>
    <w:rsid w:val="009E6F02"/>
    <w:rsid w:val="009E6F18"/>
    <w:rsid w:val="009E71AF"/>
    <w:rsid w:val="009E71B8"/>
    <w:rsid w:val="009E7242"/>
    <w:rsid w:val="009E73AD"/>
    <w:rsid w:val="009E7486"/>
    <w:rsid w:val="009E7591"/>
    <w:rsid w:val="009E75F2"/>
    <w:rsid w:val="009E76F8"/>
    <w:rsid w:val="009E7711"/>
    <w:rsid w:val="009E7724"/>
    <w:rsid w:val="009E7866"/>
    <w:rsid w:val="009E7922"/>
    <w:rsid w:val="009E796E"/>
    <w:rsid w:val="009E7989"/>
    <w:rsid w:val="009E7B78"/>
    <w:rsid w:val="009E7C77"/>
    <w:rsid w:val="009F023C"/>
    <w:rsid w:val="009F0368"/>
    <w:rsid w:val="009F0430"/>
    <w:rsid w:val="009F0475"/>
    <w:rsid w:val="009F04A1"/>
    <w:rsid w:val="009F0511"/>
    <w:rsid w:val="009F05D2"/>
    <w:rsid w:val="009F068B"/>
    <w:rsid w:val="009F0ADB"/>
    <w:rsid w:val="009F0C14"/>
    <w:rsid w:val="009F0C90"/>
    <w:rsid w:val="009F0E78"/>
    <w:rsid w:val="009F0ECD"/>
    <w:rsid w:val="009F1172"/>
    <w:rsid w:val="009F127C"/>
    <w:rsid w:val="009F1304"/>
    <w:rsid w:val="009F1475"/>
    <w:rsid w:val="009F1688"/>
    <w:rsid w:val="009F1C35"/>
    <w:rsid w:val="009F1EB1"/>
    <w:rsid w:val="009F1EBC"/>
    <w:rsid w:val="009F2015"/>
    <w:rsid w:val="009F2351"/>
    <w:rsid w:val="009F235F"/>
    <w:rsid w:val="009F23B1"/>
    <w:rsid w:val="009F28DD"/>
    <w:rsid w:val="009F2B5E"/>
    <w:rsid w:val="009F2B60"/>
    <w:rsid w:val="009F2B75"/>
    <w:rsid w:val="009F2BA7"/>
    <w:rsid w:val="009F2BC0"/>
    <w:rsid w:val="009F2EEC"/>
    <w:rsid w:val="009F3054"/>
    <w:rsid w:val="009F311C"/>
    <w:rsid w:val="009F31AD"/>
    <w:rsid w:val="009F323C"/>
    <w:rsid w:val="009F32FD"/>
    <w:rsid w:val="009F337D"/>
    <w:rsid w:val="009F345A"/>
    <w:rsid w:val="009F39CB"/>
    <w:rsid w:val="009F3BEE"/>
    <w:rsid w:val="009F3D0C"/>
    <w:rsid w:val="009F3D19"/>
    <w:rsid w:val="009F3F97"/>
    <w:rsid w:val="009F3FA2"/>
    <w:rsid w:val="009F4082"/>
    <w:rsid w:val="009F40A2"/>
    <w:rsid w:val="009F4178"/>
    <w:rsid w:val="009F4185"/>
    <w:rsid w:val="009F4405"/>
    <w:rsid w:val="009F448F"/>
    <w:rsid w:val="009F467F"/>
    <w:rsid w:val="009F47EA"/>
    <w:rsid w:val="009F49D2"/>
    <w:rsid w:val="009F4A5E"/>
    <w:rsid w:val="009F4DC4"/>
    <w:rsid w:val="009F4E0B"/>
    <w:rsid w:val="009F4E32"/>
    <w:rsid w:val="009F4FE3"/>
    <w:rsid w:val="009F5123"/>
    <w:rsid w:val="009F5163"/>
    <w:rsid w:val="009F5166"/>
    <w:rsid w:val="009F52C5"/>
    <w:rsid w:val="009F542B"/>
    <w:rsid w:val="009F545D"/>
    <w:rsid w:val="009F57BB"/>
    <w:rsid w:val="009F58D0"/>
    <w:rsid w:val="009F5B64"/>
    <w:rsid w:val="009F5C1B"/>
    <w:rsid w:val="009F5CDB"/>
    <w:rsid w:val="009F5D1E"/>
    <w:rsid w:val="009F5EE5"/>
    <w:rsid w:val="009F6303"/>
    <w:rsid w:val="009F6337"/>
    <w:rsid w:val="009F63D4"/>
    <w:rsid w:val="009F645A"/>
    <w:rsid w:val="009F681B"/>
    <w:rsid w:val="009F6A31"/>
    <w:rsid w:val="009F6AAF"/>
    <w:rsid w:val="009F6AC8"/>
    <w:rsid w:val="009F6B0C"/>
    <w:rsid w:val="009F6BB8"/>
    <w:rsid w:val="009F6CFA"/>
    <w:rsid w:val="009F6F02"/>
    <w:rsid w:val="009F7020"/>
    <w:rsid w:val="009F708C"/>
    <w:rsid w:val="009F7139"/>
    <w:rsid w:val="009F7255"/>
    <w:rsid w:val="009F7351"/>
    <w:rsid w:val="009F7464"/>
    <w:rsid w:val="009F74ED"/>
    <w:rsid w:val="009F7544"/>
    <w:rsid w:val="009F7546"/>
    <w:rsid w:val="009F76E9"/>
    <w:rsid w:val="009F77D8"/>
    <w:rsid w:val="009F784C"/>
    <w:rsid w:val="009F7918"/>
    <w:rsid w:val="009F7B0E"/>
    <w:rsid w:val="009F7C41"/>
    <w:rsid w:val="009F7EF1"/>
    <w:rsid w:val="00A000C5"/>
    <w:rsid w:val="00A001E9"/>
    <w:rsid w:val="00A0023D"/>
    <w:rsid w:val="00A00247"/>
    <w:rsid w:val="00A00256"/>
    <w:rsid w:val="00A0039A"/>
    <w:rsid w:val="00A006D7"/>
    <w:rsid w:val="00A00895"/>
    <w:rsid w:val="00A009D3"/>
    <w:rsid w:val="00A009D7"/>
    <w:rsid w:val="00A00C65"/>
    <w:rsid w:val="00A00C72"/>
    <w:rsid w:val="00A00D82"/>
    <w:rsid w:val="00A00EB4"/>
    <w:rsid w:val="00A00F2B"/>
    <w:rsid w:val="00A01074"/>
    <w:rsid w:val="00A01106"/>
    <w:rsid w:val="00A0159E"/>
    <w:rsid w:val="00A015C5"/>
    <w:rsid w:val="00A016CA"/>
    <w:rsid w:val="00A018A8"/>
    <w:rsid w:val="00A0191D"/>
    <w:rsid w:val="00A01A2D"/>
    <w:rsid w:val="00A01C8D"/>
    <w:rsid w:val="00A01E9B"/>
    <w:rsid w:val="00A02043"/>
    <w:rsid w:val="00A02213"/>
    <w:rsid w:val="00A0229F"/>
    <w:rsid w:val="00A022C4"/>
    <w:rsid w:val="00A0231B"/>
    <w:rsid w:val="00A02466"/>
    <w:rsid w:val="00A025A9"/>
    <w:rsid w:val="00A02671"/>
    <w:rsid w:val="00A02770"/>
    <w:rsid w:val="00A0281C"/>
    <w:rsid w:val="00A028A6"/>
    <w:rsid w:val="00A02B50"/>
    <w:rsid w:val="00A02BA2"/>
    <w:rsid w:val="00A02CFA"/>
    <w:rsid w:val="00A02DB6"/>
    <w:rsid w:val="00A02E67"/>
    <w:rsid w:val="00A02F1A"/>
    <w:rsid w:val="00A02FF9"/>
    <w:rsid w:val="00A031A9"/>
    <w:rsid w:val="00A031C4"/>
    <w:rsid w:val="00A0327E"/>
    <w:rsid w:val="00A0329A"/>
    <w:rsid w:val="00A03432"/>
    <w:rsid w:val="00A03489"/>
    <w:rsid w:val="00A034C0"/>
    <w:rsid w:val="00A034FF"/>
    <w:rsid w:val="00A035D9"/>
    <w:rsid w:val="00A036C2"/>
    <w:rsid w:val="00A037F9"/>
    <w:rsid w:val="00A039B2"/>
    <w:rsid w:val="00A03AE6"/>
    <w:rsid w:val="00A03B70"/>
    <w:rsid w:val="00A03BC2"/>
    <w:rsid w:val="00A03BD5"/>
    <w:rsid w:val="00A03BFF"/>
    <w:rsid w:val="00A03CF6"/>
    <w:rsid w:val="00A042FA"/>
    <w:rsid w:val="00A0442E"/>
    <w:rsid w:val="00A04A7A"/>
    <w:rsid w:val="00A04A97"/>
    <w:rsid w:val="00A04A9B"/>
    <w:rsid w:val="00A04B6C"/>
    <w:rsid w:val="00A04B8F"/>
    <w:rsid w:val="00A04C23"/>
    <w:rsid w:val="00A04D2F"/>
    <w:rsid w:val="00A04DEB"/>
    <w:rsid w:val="00A04E9C"/>
    <w:rsid w:val="00A04F43"/>
    <w:rsid w:val="00A0502B"/>
    <w:rsid w:val="00A050A5"/>
    <w:rsid w:val="00A050CB"/>
    <w:rsid w:val="00A05176"/>
    <w:rsid w:val="00A0523D"/>
    <w:rsid w:val="00A0524D"/>
    <w:rsid w:val="00A0538B"/>
    <w:rsid w:val="00A0548E"/>
    <w:rsid w:val="00A05596"/>
    <w:rsid w:val="00A05666"/>
    <w:rsid w:val="00A0593C"/>
    <w:rsid w:val="00A05A0E"/>
    <w:rsid w:val="00A05A8D"/>
    <w:rsid w:val="00A05C8D"/>
    <w:rsid w:val="00A05E89"/>
    <w:rsid w:val="00A05FFC"/>
    <w:rsid w:val="00A06024"/>
    <w:rsid w:val="00A06271"/>
    <w:rsid w:val="00A0644F"/>
    <w:rsid w:val="00A06455"/>
    <w:rsid w:val="00A0648B"/>
    <w:rsid w:val="00A064F8"/>
    <w:rsid w:val="00A06551"/>
    <w:rsid w:val="00A06666"/>
    <w:rsid w:val="00A06713"/>
    <w:rsid w:val="00A067AA"/>
    <w:rsid w:val="00A067C9"/>
    <w:rsid w:val="00A067EF"/>
    <w:rsid w:val="00A068A1"/>
    <w:rsid w:val="00A068E9"/>
    <w:rsid w:val="00A06974"/>
    <w:rsid w:val="00A06AB2"/>
    <w:rsid w:val="00A06ACA"/>
    <w:rsid w:val="00A06B0D"/>
    <w:rsid w:val="00A06C35"/>
    <w:rsid w:val="00A06C90"/>
    <w:rsid w:val="00A06DF6"/>
    <w:rsid w:val="00A06EFF"/>
    <w:rsid w:val="00A0706C"/>
    <w:rsid w:val="00A074BD"/>
    <w:rsid w:val="00A075DE"/>
    <w:rsid w:val="00A0781B"/>
    <w:rsid w:val="00A07B91"/>
    <w:rsid w:val="00A07BA0"/>
    <w:rsid w:val="00A07BAD"/>
    <w:rsid w:val="00A07C9B"/>
    <w:rsid w:val="00A07CDD"/>
    <w:rsid w:val="00A07E5B"/>
    <w:rsid w:val="00A1006A"/>
    <w:rsid w:val="00A1027F"/>
    <w:rsid w:val="00A10436"/>
    <w:rsid w:val="00A1056A"/>
    <w:rsid w:val="00A10600"/>
    <w:rsid w:val="00A106FC"/>
    <w:rsid w:val="00A1079B"/>
    <w:rsid w:val="00A107E9"/>
    <w:rsid w:val="00A10803"/>
    <w:rsid w:val="00A10852"/>
    <w:rsid w:val="00A1087F"/>
    <w:rsid w:val="00A10997"/>
    <w:rsid w:val="00A10C54"/>
    <w:rsid w:val="00A10FB2"/>
    <w:rsid w:val="00A11177"/>
    <w:rsid w:val="00A113D5"/>
    <w:rsid w:val="00A115CD"/>
    <w:rsid w:val="00A1186A"/>
    <w:rsid w:val="00A118D8"/>
    <w:rsid w:val="00A11A42"/>
    <w:rsid w:val="00A11A9F"/>
    <w:rsid w:val="00A11C46"/>
    <w:rsid w:val="00A11CA8"/>
    <w:rsid w:val="00A11ED2"/>
    <w:rsid w:val="00A12352"/>
    <w:rsid w:val="00A1264A"/>
    <w:rsid w:val="00A126C9"/>
    <w:rsid w:val="00A12720"/>
    <w:rsid w:val="00A12910"/>
    <w:rsid w:val="00A12985"/>
    <w:rsid w:val="00A129A9"/>
    <w:rsid w:val="00A12C3E"/>
    <w:rsid w:val="00A12CE5"/>
    <w:rsid w:val="00A12E66"/>
    <w:rsid w:val="00A1305A"/>
    <w:rsid w:val="00A130C8"/>
    <w:rsid w:val="00A13270"/>
    <w:rsid w:val="00A133E4"/>
    <w:rsid w:val="00A13424"/>
    <w:rsid w:val="00A134E6"/>
    <w:rsid w:val="00A134FC"/>
    <w:rsid w:val="00A13655"/>
    <w:rsid w:val="00A137F4"/>
    <w:rsid w:val="00A13842"/>
    <w:rsid w:val="00A13864"/>
    <w:rsid w:val="00A13868"/>
    <w:rsid w:val="00A13945"/>
    <w:rsid w:val="00A13A4E"/>
    <w:rsid w:val="00A13A82"/>
    <w:rsid w:val="00A13B08"/>
    <w:rsid w:val="00A13BA0"/>
    <w:rsid w:val="00A13BE0"/>
    <w:rsid w:val="00A13E4A"/>
    <w:rsid w:val="00A13FD9"/>
    <w:rsid w:val="00A14081"/>
    <w:rsid w:val="00A1416D"/>
    <w:rsid w:val="00A141BD"/>
    <w:rsid w:val="00A14259"/>
    <w:rsid w:val="00A1433E"/>
    <w:rsid w:val="00A14347"/>
    <w:rsid w:val="00A14360"/>
    <w:rsid w:val="00A14379"/>
    <w:rsid w:val="00A145B0"/>
    <w:rsid w:val="00A14672"/>
    <w:rsid w:val="00A1479B"/>
    <w:rsid w:val="00A147CB"/>
    <w:rsid w:val="00A1485D"/>
    <w:rsid w:val="00A148D6"/>
    <w:rsid w:val="00A149A9"/>
    <w:rsid w:val="00A14A34"/>
    <w:rsid w:val="00A14A5F"/>
    <w:rsid w:val="00A14AD1"/>
    <w:rsid w:val="00A14C32"/>
    <w:rsid w:val="00A14ED8"/>
    <w:rsid w:val="00A14FED"/>
    <w:rsid w:val="00A1504A"/>
    <w:rsid w:val="00A151BD"/>
    <w:rsid w:val="00A1543E"/>
    <w:rsid w:val="00A15569"/>
    <w:rsid w:val="00A15791"/>
    <w:rsid w:val="00A15896"/>
    <w:rsid w:val="00A1592C"/>
    <w:rsid w:val="00A15C53"/>
    <w:rsid w:val="00A16156"/>
    <w:rsid w:val="00A16223"/>
    <w:rsid w:val="00A16234"/>
    <w:rsid w:val="00A16421"/>
    <w:rsid w:val="00A16533"/>
    <w:rsid w:val="00A1658E"/>
    <w:rsid w:val="00A165BD"/>
    <w:rsid w:val="00A166C4"/>
    <w:rsid w:val="00A1677A"/>
    <w:rsid w:val="00A16872"/>
    <w:rsid w:val="00A16943"/>
    <w:rsid w:val="00A16993"/>
    <w:rsid w:val="00A169AF"/>
    <w:rsid w:val="00A16B9E"/>
    <w:rsid w:val="00A16C08"/>
    <w:rsid w:val="00A16DA1"/>
    <w:rsid w:val="00A16E10"/>
    <w:rsid w:val="00A16E12"/>
    <w:rsid w:val="00A16EA2"/>
    <w:rsid w:val="00A16F38"/>
    <w:rsid w:val="00A1720A"/>
    <w:rsid w:val="00A172A8"/>
    <w:rsid w:val="00A174B4"/>
    <w:rsid w:val="00A174CF"/>
    <w:rsid w:val="00A17590"/>
    <w:rsid w:val="00A17635"/>
    <w:rsid w:val="00A17647"/>
    <w:rsid w:val="00A1779C"/>
    <w:rsid w:val="00A178B3"/>
    <w:rsid w:val="00A17909"/>
    <w:rsid w:val="00A17914"/>
    <w:rsid w:val="00A179E8"/>
    <w:rsid w:val="00A179FA"/>
    <w:rsid w:val="00A17A92"/>
    <w:rsid w:val="00A17B07"/>
    <w:rsid w:val="00A17B9A"/>
    <w:rsid w:val="00A17BD0"/>
    <w:rsid w:val="00A17C71"/>
    <w:rsid w:val="00A17CBD"/>
    <w:rsid w:val="00A17DFC"/>
    <w:rsid w:val="00A17F9B"/>
    <w:rsid w:val="00A200BF"/>
    <w:rsid w:val="00A20132"/>
    <w:rsid w:val="00A201EB"/>
    <w:rsid w:val="00A2025E"/>
    <w:rsid w:val="00A20624"/>
    <w:rsid w:val="00A2074B"/>
    <w:rsid w:val="00A2083C"/>
    <w:rsid w:val="00A20904"/>
    <w:rsid w:val="00A20AC0"/>
    <w:rsid w:val="00A20AD1"/>
    <w:rsid w:val="00A20C0B"/>
    <w:rsid w:val="00A20C8E"/>
    <w:rsid w:val="00A20D9B"/>
    <w:rsid w:val="00A21085"/>
    <w:rsid w:val="00A211FB"/>
    <w:rsid w:val="00A2120A"/>
    <w:rsid w:val="00A2122C"/>
    <w:rsid w:val="00A2149C"/>
    <w:rsid w:val="00A215E4"/>
    <w:rsid w:val="00A2169E"/>
    <w:rsid w:val="00A21704"/>
    <w:rsid w:val="00A217C5"/>
    <w:rsid w:val="00A2182A"/>
    <w:rsid w:val="00A218BD"/>
    <w:rsid w:val="00A218E0"/>
    <w:rsid w:val="00A21C6B"/>
    <w:rsid w:val="00A21CD5"/>
    <w:rsid w:val="00A21D69"/>
    <w:rsid w:val="00A21E45"/>
    <w:rsid w:val="00A21E6C"/>
    <w:rsid w:val="00A21EC5"/>
    <w:rsid w:val="00A21F58"/>
    <w:rsid w:val="00A21FB9"/>
    <w:rsid w:val="00A21FF2"/>
    <w:rsid w:val="00A2228B"/>
    <w:rsid w:val="00A222E8"/>
    <w:rsid w:val="00A222EF"/>
    <w:rsid w:val="00A22339"/>
    <w:rsid w:val="00A22694"/>
    <w:rsid w:val="00A227BF"/>
    <w:rsid w:val="00A229C2"/>
    <w:rsid w:val="00A22A39"/>
    <w:rsid w:val="00A22B4C"/>
    <w:rsid w:val="00A22D63"/>
    <w:rsid w:val="00A22E8D"/>
    <w:rsid w:val="00A22EBA"/>
    <w:rsid w:val="00A22ECE"/>
    <w:rsid w:val="00A22F39"/>
    <w:rsid w:val="00A22FF3"/>
    <w:rsid w:val="00A23112"/>
    <w:rsid w:val="00A23218"/>
    <w:rsid w:val="00A234CA"/>
    <w:rsid w:val="00A235E6"/>
    <w:rsid w:val="00A235FE"/>
    <w:rsid w:val="00A23623"/>
    <w:rsid w:val="00A23632"/>
    <w:rsid w:val="00A23745"/>
    <w:rsid w:val="00A23B4D"/>
    <w:rsid w:val="00A23BDC"/>
    <w:rsid w:val="00A23BEC"/>
    <w:rsid w:val="00A23C29"/>
    <w:rsid w:val="00A23C39"/>
    <w:rsid w:val="00A23F4E"/>
    <w:rsid w:val="00A2446D"/>
    <w:rsid w:val="00A244E5"/>
    <w:rsid w:val="00A24532"/>
    <w:rsid w:val="00A24670"/>
    <w:rsid w:val="00A24686"/>
    <w:rsid w:val="00A24A25"/>
    <w:rsid w:val="00A24B2E"/>
    <w:rsid w:val="00A24C9A"/>
    <w:rsid w:val="00A24D47"/>
    <w:rsid w:val="00A24EDD"/>
    <w:rsid w:val="00A2501C"/>
    <w:rsid w:val="00A2502C"/>
    <w:rsid w:val="00A25080"/>
    <w:rsid w:val="00A2508C"/>
    <w:rsid w:val="00A2525C"/>
    <w:rsid w:val="00A25334"/>
    <w:rsid w:val="00A25539"/>
    <w:rsid w:val="00A25742"/>
    <w:rsid w:val="00A25766"/>
    <w:rsid w:val="00A25853"/>
    <w:rsid w:val="00A25A04"/>
    <w:rsid w:val="00A25AAC"/>
    <w:rsid w:val="00A25B72"/>
    <w:rsid w:val="00A25B97"/>
    <w:rsid w:val="00A25BEA"/>
    <w:rsid w:val="00A25C3B"/>
    <w:rsid w:val="00A25D52"/>
    <w:rsid w:val="00A25E35"/>
    <w:rsid w:val="00A25F13"/>
    <w:rsid w:val="00A25F3F"/>
    <w:rsid w:val="00A26164"/>
    <w:rsid w:val="00A261A3"/>
    <w:rsid w:val="00A26297"/>
    <w:rsid w:val="00A262B7"/>
    <w:rsid w:val="00A26429"/>
    <w:rsid w:val="00A26473"/>
    <w:rsid w:val="00A26474"/>
    <w:rsid w:val="00A264D9"/>
    <w:rsid w:val="00A26572"/>
    <w:rsid w:val="00A265C1"/>
    <w:rsid w:val="00A26B16"/>
    <w:rsid w:val="00A26C2F"/>
    <w:rsid w:val="00A26D13"/>
    <w:rsid w:val="00A26D18"/>
    <w:rsid w:val="00A26E09"/>
    <w:rsid w:val="00A26E19"/>
    <w:rsid w:val="00A26F74"/>
    <w:rsid w:val="00A27050"/>
    <w:rsid w:val="00A271B7"/>
    <w:rsid w:val="00A27220"/>
    <w:rsid w:val="00A27400"/>
    <w:rsid w:val="00A274F9"/>
    <w:rsid w:val="00A27552"/>
    <w:rsid w:val="00A2774D"/>
    <w:rsid w:val="00A27926"/>
    <w:rsid w:val="00A27A4B"/>
    <w:rsid w:val="00A27B3B"/>
    <w:rsid w:val="00A27B77"/>
    <w:rsid w:val="00A27E84"/>
    <w:rsid w:val="00A300CE"/>
    <w:rsid w:val="00A3028C"/>
    <w:rsid w:val="00A3035C"/>
    <w:rsid w:val="00A304B1"/>
    <w:rsid w:val="00A304DA"/>
    <w:rsid w:val="00A30613"/>
    <w:rsid w:val="00A306DB"/>
    <w:rsid w:val="00A306FE"/>
    <w:rsid w:val="00A30834"/>
    <w:rsid w:val="00A30AD7"/>
    <w:rsid w:val="00A30AD9"/>
    <w:rsid w:val="00A30C32"/>
    <w:rsid w:val="00A30DC5"/>
    <w:rsid w:val="00A30F80"/>
    <w:rsid w:val="00A3106F"/>
    <w:rsid w:val="00A31118"/>
    <w:rsid w:val="00A31287"/>
    <w:rsid w:val="00A3144B"/>
    <w:rsid w:val="00A31551"/>
    <w:rsid w:val="00A315A4"/>
    <w:rsid w:val="00A315DD"/>
    <w:rsid w:val="00A31623"/>
    <w:rsid w:val="00A31688"/>
    <w:rsid w:val="00A31735"/>
    <w:rsid w:val="00A317DE"/>
    <w:rsid w:val="00A317DF"/>
    <w:rsid w:val="00A31880"/>
    <w:rsid w:val="00A318D0"/>
    <w:rsid w:val="00A31A4C"/>
    <w:rsid w:val="00A31BD2"/>
    <w:rsid w:val="00A31C6C"/>
    <w:rsid w:val="00A31D67"/>
    <w:rsid w:val="00A31EEA"/>
    <w:rsid w:val="00A31FB3"/>
    <w:rsid w:val="00A32044"/>
    <w:rsid w:val="00A32195"/>
    <w:rsid w:val="00A321A0"/>
    <w:rsid w:val="00A3223C"/>
    <w:rsid w:val="00A3230F"/>
    <w:rsid w:val="00A32366"/>
    <w:rsid w:val="00A326EF"/>
    <w:rsid w:val="00A326FA"/>
    <w:rsid w:val="00A327CF"/>
    <w:rsid w:val="00A3286A"/>
    <w:rsid w:val="00A32884"/>
    <w:rsid w:val="00A32B7A"/>
    <w:rsid w:val="00A32C92"/>
    <w:rsid w:val="00A32CE4"/>
    <w:rsid w:val="00A32D7D"/>
    <w:rsid w:val="00A330D4"/>
    <w:rsid w:val="00A33241"/>
    <w:rsid w:val="00A334A3"/>
    <w:rsid w:val="00A33985"/>
    <w:rsid w:val="00A33ADA"/>
    <w:rsid w:val="00A33AFD"/>
    <w:rsid w:val="00A33B50"/>
    <w:rsid w:val="00A33C3B"/>
    <w:rsid w:val="00A33D1B"/>
    <w:rsid w:val="00A33D26"/>
    <w:rsid w:val="00A33FAD"/>
    <w:rsid w:val="00A3411F"/>
    <w:rsid w:val="00A34277"/>
    <w:rsid w:val="00A349CD"/>
    <w:rsid w:val="00A34A52"/>
    <w:rsid w:val="00A34A96"/>
    <w:rsid w:val="00A34C0A"/>
    <w:rsid w:val="00A34E72"/>
    <w:rsid w:val="00A34F9E"/>
    <w:rsid w:val="00A34FAA"/>
    <w:rsid w:val="00A35030"/>
    <w:rsid w:val="00A352BD"/>
    <w:rsid w:val="00A35300"/>
    <w:rsid w:val="00A3533D"/>
    <w:rsid w:val="00A35453"/>
    <w:rsid w:val="00A35613"/>
    <w:rsid w:val="00A35749"/>
    <w:rsid w:val="00A357AD"/>
    <w:rsid w:val="00A359A7"/>
    <w:rsid w:val="00A35A34"/>
    <w:rsid w:val="00A35B7F"/>
    <w:rsid w:val="00A35BD6"/>
    <w:rsid w:val="00A35BDA"/>
    <w:rsid w:val="00A35C51"/>
    <w:rsid w:val="00A35EA7"/>
    <w:rsid w:val="00A35EC0"/>
    <w:rsid w:val="00A36232"/>
    <w:rsid w:val="00A3626F"/>
    <w:rsid w:val="00A362F5"/>
    <w:rsid w:val="00A36735"/>
    <w:rsid w:val="00A368AF"/>
    <w:rsid w:val="00A36932"/>
    <w:rsid w:val="00A36A17"/>
    <w:rsid w:val="00A36B4E"/>
    <w:rsid w:val="00A36F60"/>
    <w:rsid w:val="00A36F72"/>
    <w:rsid w:val="00A3700C"/>
    <w:rsid w:val="00A372A0"/>
    <w:rsid w:val="00A372BC"/>
    <w:rsid w:val="00A372EB"/>
    <w:rsid w:val="00A37391"/>
    <w:rsid w:val="00A3741E"/>
    <w:rsid w:val="00A37454"/>
    <w:rsid w:val="00A374E1"/>
    <w:rsid w:val="00A37722"/>
    <w:rsid w:val="00A3784B"/>
    <w:rsid w:val="00A3787A"/>
    <w:rsid w:val="00A378A3"/>
    <w:rsid w:val="00A37A2D"/>
    <w:rsid w:val="00A37A84"/>
    <w:rsid w:val="00A37AAC"/>
    <w:rsid w:val="00A37D2A"/>
    <w:rsid w:val="00A37DB1"/>
    <w:rsid w:val="00A37F95"/>
    <w:rsid w:val="00A401A6"/>
    <w:rsid w:val="00A40206"/>
    <w:rsid w:val="00A403BA"/>
    <w:rsid w:val="00A403CF"/>
    <w:rsid w:val="00A40414"/>
    <w:rsid w:val="00A40437"/>
    <w:rsid w:val="00A404CC"/>
    <w:rsid w:val="00A405FD"/>
    <w:rsid w:val="00A40740"/>
    <w:rsid w:val="00A40AAD"/>
    <w:rsid w:val="00A40AFA"/>
    <w:rsid w:val="00A40BA3"/>
    <w:rsid w:val="00A40F45"/>
    <w:rsid w:val="00A41075"/>
    <w:rsid w:val="00A410A3"/>
    <w:rsid w:val="00A410F1"/>
    <w:rsid w:val="00A4120A"/>
    <w:rsid w:val="00A4125B"/>
    <w:rsid w:val="00A4126A"/>
    <w:rsid w:val="00A41341"/>
    <w:rsid w:val="00A41351"/>
    <w:rsid w:val="00A415D1"/>
    <w:rsid w:val="00A4160A"/>
    <w:rsid w:val="00A41789"/>
    <w:rsid w:val="00A417AE"/>
    <w:rsid w:val="00A41880"/>
    <w:rsid w:val="00A4193C"/>
    <w:rsid w:val="00A41B91"/>
    <w:rsid w:val="00A41C18"/>
    <w:rsid w:val="00A41D85"/>
    <w:rsid w:val="00A41D9C"/>
    <w:rsid w:val="00A41EDD"/>
    <w:rsid w:val="00A420CA"/>
    <w:rsid w:val="00A42133"/>
    <w:rsid w:val="00A422F4"/>
    <w:rsid w:val="00A423D1"/>
    <w:rsid w:val="00A42416"/>
    <w:rsid w:val="00A4242A"/>
    <w:rsid w:val="00A42455"/>
    <w:rsid w:val="00A424A7"/>
    <w:rsid w:val="00A4264F"/>
    <w:rsid w:val="00A42654"/>
    <w:rsid w:val="00A4273C"/>
    <w:rsid w:val="00A427D3"/>
    <w:rsid w:val="00A427E3"/>
    <w:rsid w:val="00A428D2"/>
    <w:rsid w:val="00A42A99"/>
    <w:rsid w:val="00A42AD6"/>
    <w:rsid w:val="00A42DF0"/>
    <w:rsid w:val="00A42E1E"/>
    <w:rsid w:val="00A42E29"/>
    <w:rsid w:val="00A42EF2"/>
    <w:rsid w:val="00A42FBE"/>
    <w:rsid w:val="00A42FE2"/>
    <w:rsid w:val="00A4304D"/>
    <w:rsid w:val="00A431E7"/>
    <w:rsid w:val="00A43432"/>
    <w:rsid w:val="00A4351B"/>
    <w:rsid w:val="00A43664"/>
    <w:rsid w:val="00A437A0"/>
    <w:rsid w:val="00A4383F"/>
    <w:rsid w:val="00A43B11"/>
    <w:rsid w:val="00A43C59"/>
    <w:rsid w:val="00A43DD8"/>
    <w:rsid w:val="00A43E55"/>
    <w:rsid w:val="00A4406F"/>
    <w:rsid w:val="00A44364"/>
    <w:rsid w:val="00A44424"/>
    <w:rsid w:val="00A44525"/>
    <w:rsid w:val="00A44951"/>
    <w:rsid w:val="00A449AD"/>
    <w:rsid w:val="00A44A09"/>
    <w:rsid w:val="00A44B4A"/>
    <w:rsid w:val="00A44B52"/>
    <w:rsid w:val="00A44B7B"/>
    <w:rsid w:val="00A44C3E"/>
    <w:rsid w:val="00A44C8B"/>
    <w:rsid w:val="00A44CEF"/>
    <w:rsid w:val="00A44DB9"/>
    <w:rsid w:val="00A44E8E"/>
    <w:rsid w:val="00A44F70"/>
    <w:rsid w:val="00A450BF"/>
    <w:rsid w:val="00A4511D"/>
    <w:rsid w:val="00A45322"/>
    <w:rsid w:val="00A453A2"/>
    <w:rsid w:val="00A453F7"/>
    <w:rsid w:val="00A45473"/>
    <w:rsid w:val="00A454D5"/>
    <w:rsid w:val="00A45625"/>
    <w:rsid w:val="00A456EA"/>
    <w:rsid w:val="00A45862"/>
    <w:rsid w:val="00A458A8"/>
    <w:rsid w:val="00A458DD"/>
    <w:rsid w:val="00A45B96"/>
    <w:rsid w:val="00A45BEC"/>
    <w:rsid w:val="00A45EE0"/>
    <w:rsid w:val="00A46162"/>
    <w:rsid w:val="00A46195"/>
    <w:rsid w:val="00A461F5"/>
    <w:rsid w:val="00A46262"/>
    <w:rsid w:val="00A46268"/>
    <w:rsid w:val="00A46297"/>
    <w:rsid w:val="00A4631A"/>
    <w:rsid w:val="00A463A7"/>
    <w:rsid w:val="00A464CE"/>
    <w:rsid w:val="00A46533"/>
    <w:rsid w:val="00A46557"/>
    <w:rsid w:val="00A465A3"/>
    <w:rsid w:val="00A4676A"/>
    <w:rsid w:val="00A4680E"/>
    <w:rsid w:val="00A46878"/>
    <w:rsid w:val="00A469FF"/>
    <w:rsid w:val="00A46A36"/>
    <w:rsid w:val="00A46E25"/>
    <w:rsid w:val="00A46E9B"/>
    <w:rsid w:val="00A4721F"/>
    <w:rsid w:val="00A472A5"/>
    <w:rsid w:val="00A47379"/>
    <w:rsid w:val="00A473B8"/>
    <w:rsid w:val="00A475E7"/>
    <w:rsid w:val="00A4765C"/>
    <w:rsid w:val="00A47678"/>
    <w:rsid w:val="00A477CF"/>
    <w:rsid w:val="00A478B1"/>
    <w:rsid w:val="00A478F2"/>
    <w:rsid w:val="00A47B1B"/>
    <w:rsid w:val="00A47D20"/>
    <w:rsid w:val="00A47D8F"/>
    <w:rsid w:val="00A47F01"/>
    <w:rsid w:val="00A5006F"/>
    <w:rsid w:val="00A501A6"/>
    <w:rsid w:val="00A5021B"/>
    <w:rsid w:val="00A503B5"/>
    <w:rsid w:val="00A503B7"/>
    <w:rsid w:val="00A50589"/>
    <w:rsid w:val="00A5069E"/>
    <w:rsid w:val="00A50873"/>
    <w:rsid w:val="00A509D4"/>
    <w:rsid w:val="00A50A2D"/>
    <w:rsid w:val="00A50A90"/>
    <w:rsid w:val="00A50AEC"/>
    <w:rsid w:val="00A50BCB"/>
    <w:rsid w:val="00A50D82"/>
    <w:rsid w:val="00A50E2F"/>
    <w:rsid w:val="00A50EB5"/>
    <w:rsid w:val="00A50FC6"/>
    <w:rsid w:val="00A51108"/>
    <w:rsid w:val="00A51425"/>
    <w:rsid w:val="00A518CF"/>
    <w:rsid w:val="00A51901"/>
    <w:rsid w:val="00A51984"/>
    <w:rsid w:val="00A51C3E"/>
    <w:rsid w:val="00A51D0F"/>
    <w:rsid w:val="00A51E4C"/>
    <w:rsid w:val="00A51F0B"/>
    <w:rsid w:val="00A52015"/>
    <w:rsid w:val="00A52094"/>
    <w:rsid w:val="00A52126"/>
    <w:rsid w:val="00A522F5"/>
    <w:rsid w:val="00A5232F"/>
    <w:rsid w:val="00A5255A"/>
    <w:rsid w:val="00A52625"/>
    <w:rsid w:val="00A52757"/>
    <w:rsid w:val="00A52777"/>
    <w:rsid w:val="00A52791"/>
    <w:rsid w:val="00A5284D"/>
    <w:rsid w:val="00A52882"/>
    <w:rsid w:val="00A528ED"/>
    <w:rsid w:val="00A52A4C"/>
    <w:rsid w:val="00A52A56"/>
    <w:rsid w:val="00A52A92"/>
    <w:rsid w:val="00A52B0F"/>
    <w:rsid w:val="00A52B26"/>
    <w:rsid w:val="00A52B71"/>
    <w:rsid w:val="00A52BB3"/>
    <w:rsid w:val="00A52BB4"/>
    <w:rsid w:val="00A52C07"/>
    <w:rsid w:val="00A52C3E"/>
    <w:rsid w:val="00A52C53"/>
    <w:rsid w:val="00A52CB2"/>
    <w:rsid w:val="00A52CEF"/>
    <w:rsid w:val="00A52DFF"/>
    <w:rsid w:val="00A52F17"/>
    <w:rsid w:val="00A52F69"/>
    <w:rsid w:val="00A5313A"/>
    <w:rsid w:val="00A53216"/>
    <w:rsid w:val="00A532CA"/>
    <w:rsid w:val="00A53407"/>
    <w:rsid w:val="00A53468"/>
    <w:rsid w:val="00A53498"/>
    <w:rsid w:val="00A53796"/>
    <w:rsid w:val="00A5385E"/>
    <w:rsid w:val="00A53983"/>
    <w:rsid w:val="00A53A30"/>
    <w:rsid w:val="00A53C17"/>
    <w:rsid w:val="00A53DC9"/>
    <w:rsid w:val="00A54057"/>
    <w:rsid w:val="00A5408D"/>
    <w:rsid w:val="00A545B2"/>
    <w:rsid w:val="00A54687"/>
    <w:rsid w:val="00A54839"/>
    <w:rsid w:val="00A54856"/>
    <w:rsid w:val="00A548D5"/>
    <w:rsid w:val="00A548F6"/>
    <w:rsid w:val="00A54A5C"/>
    <w:rsid w:val="00A54B2D"/>
    <w:rsid w:val="00A54BC9"/>
    <w:rsid w:val="00A54C01"/>
    <w:rsid w:val="00A54CBA"/>
    <w:rsid w:val="00A54E00"/>
    <w:rsid w:val="00A54E2E"/>
    <w:rsid w:val="00A54EDB"/>
    <w:rsid w:val="00A54F11"/>
    <w:rsid w:val="00A55156"/>
    <w:rsid w:val="00A55461"/>
    <w:rsid w:val="00A554CE"/>
    <w:rsid w:val="00A5570D"/>
    <w:rsid w:val="00A55794"/>
    <w:rsid w:val="00A5581F"/>
    <w:rsid w:val="00A559D6"/>
    <w:rsid w:val="00A55AA7"/>
    <w:rsid w:val="00A55D24"/>
    <w:rsid w:val="00A55D2A"/>
    <w:rsid w:val="00A55E78"/>
    <w:rsid w:val="00A55EF0"/>
    <w:rsid w:val="00A56031"/>
    <w:rsid w:val="00A56063"/>
    <w:rsid w:val="00A5607E"/>
    <w:rsid w:val="00A5607F"/>
    <w:rsid w:val="00A560B2"/>
    <w:rsid w:val="00A560B4"/>
    <w:rsid w:val="00A56145"/>
    <w:rsid w:val="00A5616C"/>
    <w:rsid w:val="00A561CB"/>
    <w:rsid w:val="00A5621A"/>
    <w:rsid w:val="00A562CE"/>
    <w:rsid w:val="00A564B2"/>
    <w:rsid w:val="00A56531"/>
    <w:rsid w:val="00A566EA"/>
    <w:rsid w:val="00A56942"/>
    <w:rsid w:val="00A56A8E"/>
    <w:rsid w:val="00A56C64"/>
    <w:rsid w:val="00A56E86"/>
    <w:rsid w:val="00A56EFB"/>
    <w:rsid w:val="00A56F29"/>
    <w:rsid w:val="00A56F67"/>
    <w:rsid w:val="00A56F7D"/>
    <w:rsid w:val="00A570F0"/>
    <w:rsid w:val="00A571E4"/>
    <w:rsid w:val="00A57508"/>
    <w:rsid w:val="00A57521"/>
    <w:rsid w:val="00A575A2"/>
    <w:rsid w:val="00A575E5"/>
    <w:rsid w:val="00A57721"/>
    <w:rsid w:val="00A57739"/>
    <w:rsid w:val="00A57742"/>
    <w:rsid w:val="00A577AA"/>
    <w:rsid w:val="00A579EA"/>
    <w:rsid w:val="00A57A70"/>
    <w:rsid w:val="00A57BA9"/>
    <w:rsid w:val="00A57CF0"/>
    <w:rsid w:val="00A57D73"/>
    <w:rsid w:val="00A60177"/>
    <w:rsid w:val="00A603A6"/>
    <w:rsid w:val="00A6045C"/>
    <w:rsid w:val="00A6095C"/>
    <w:rsid w:val="00A609BE"/>
    <w:rsid w:val="00A60ACE"/>
    <w:rsid w:val="00A60B34"/>
    <w:rsid w:val="00A60B64"/>
    <w:rsid w:val="00A60BFA"/>
    <w:rsid w:val="00A60D5F"/>
    <w:rsid w:val="00A60D60"/>
    <w:rsid w:val="00A60EB0"/>
    <w:rsid w:val="00A60EB7"/>
    <w:rsid w:val="00A6109E"/>
    <w:rsid w:val="00A610FD"/>
    <w:rsid w:val="00A61109"/>
    <w:rsid w:val="00A6116D"/>
    <w:rsid w:val="00A611D5"/>
    <w:rsid w:val="00A61235"/>
    <w:rsid w:val="00A61344"/>
    <w:rsid w:val="00A61350"/>
    <w:rsid w:val="00A613AE"/>
    <w:rsid w:val="00A613BD"/>
    <w:rsid w:val="00A613BF"/>
    <w:rsid w:val="00A613E4"/>
    <w:rsid w:val="00A6145E"/>
    <w:rsid w:val="00A614F6"/>
    <w:rsid w:val="00A61560"/>
    <w:rsid w:val="00A61591"/>
    <w:rsid w:val="00A61997"/>
    <w:rsid w:val="00A61AE2"/>
    <w:rsid w:val="00A61C2D"/>
    <w:rsid w:val="00A61D4A"/>
    <w:rsid w:val="00A61E2C"/>
    <w:rsid w:val="00A61EEA"/>
    <w:rsid w:val="00A61F0C"/>
    <w:rsid w:val="00A62187"/>
    <w:rsid w:val="00A62448"/>
    <w:rsid w:val="00A624D6"/>
    <w:rsid w:val="00A624E2"/>
    <w:rsid w:val="00A627FB"/>
    <w:rsid w:val="00A6284B"/>
    <w:rsid w:val="00A62920"/>
    <w:rsid w:val="00A62A4A"/>
    <w:rsid w:val="00A62A68"/>
    <w:rsid w:val="00A62C03"/>
    <w:rsid w:val="00A62CED"/>
    <w:rsid w:val="00A62D44"/>
    <w:rsid w:val="00A62DD2"/>
    <w:rsid w:val="00A631B3"/>
    <w:rsid w:val="00A63304"/>
    <w:rsid w:val="00A6330B"/>
    <w:rsid w:val="00A63635"/>
    <w:rsid w:val="00A63735"/>
    <w:rsid w:val="00A637E4"/>
    <w:rsid w:val="00A637F8"/>
    <w:rsid w:val="00A6386A"/>
    <w:rsid w:val="00A63B90"/>
    <w:rsid w:val="00A63BA6"/>
    <w:rsid w:val="00A63C0D"/>
    <w:rsid w:val="00A63D55"/>
    <w:rsid w:val="00A63D7F"/>
    <w:rsid w:val="00A63F60"/>
    <w:rsid w:val="00A63FAA"/>
    <w:rsid w:val="00A64052"/>
    <w:rsid w:val="00A641CD"/>
    <w:rsid w:val="00A641F3"/>
    <w:rsid w:val="00A642C7"/>
    <w:rsid w:val="00A64564"/>
    <w:rsid w:val="00A646AA"/>
    <w:rsid w:val="00A647AC"/>
    <w:rsid w:val="00A647CD"/>
    <w:rsid w:val="00A64893"/>
    <w:rsid w:val="00A6491F"/>
    <w:rsid w:val="00A64A19"/>
    <w:rsid w:val="00A64AAF"/>
    <w:rsid w:val="00A64B1C"/>
    <w:rsid w:val="00A64B7A"/>
    <w:rsid w:val="00A64BA4"/>
    <w:rsid w:val="00A64BB1"/>
    <w:rsid w:val="00A64D57"/>
    <w:rsid w:val="00A64D78"/>
    <w:rsid w:val="00A64E10"/>
    <w:rsid w:val="00A64F79"/>
    <w:rsid w:val="00A64FAA"/>
    <w:rsid w:val="00A651E5"/>
    <w:rsid w:val="00A65268"/>
    <w:rsid w:val="00A65579"/>
    <w:rsid w:val="00A659ED"/>
    <w:rsid w:val="00A65B1D"/>
    <w:rsid w:val="00A65B74"/>
    <w:rsid w:val="00A65B82"/>
    <w:rsid w:val="00A65C97"/>
    <w:rsid w:val="00A65E06"/>
    <w:rsid w:val="00A661BC"/>
    <w:rsid w:val="00A66248"/>
    <w:rsid w:val="00A6628D"/>
    <w:rsid w:val="00A66445"/>
    <w:rsid w:val="00A66465"/>
    <w:rsid w:val="00A6646A"/>
    <w:rsid w:val="00A6667E"/>
    <w:rsid w:val="00A6676C"/>
    <w:rsid w:val="00A667B6"/>
    <w:rsid w:val="00A66BC6"/>
    <w:rsid w:val="00A66CF5"/>
    <w:rsid w:val="00A66F5A"/>
    <w:rsid w:val="00A67136"/>
    <w:rsid w:val="00A6732F"/>
    <w:rsid w:val="00A67341"/>
    <w:rsid w:val="00A675EB"/>
    <w:rsid w:val="00A67604"/>
    <w:rsid w:val="00A6768E"/>
    <w:rsid w:val="00A676A4"/>
    <w:rsid w:val="00A67853"/>
    <w:rsid w:val="00A67947"/>
    <w:rsid w:val="00A67C0C"/>
    <w:rsid w:val="00A67C47"/>
    <w:rsid w:val="00A67C98"/>
    <w:rsid w:val="00A67C9F"/>
    <w:rsid w:val="00A67CB8"/>
    <w:rsid w:val="00A67CDE"/>
    <w:rsid w:val="00A67E51"/>
    <w:rsid w:val="00A67EB0"/>
    <w:rsid w:val="00A67FA3"/>
    <w:rsid w:val="00A70309"/>
    <w:rsid w:val="00A70343"/>
    <w:rsid w:val="00A70380"/>
    <w:rsid w:val="00A707B4"/>
    <w:rsid w:val="00A7080F"/>
    <w:rsid w:val="00A70814"/>
    <w:rsid w:val="00A70B70"/>
    <w:rsid w:val="00A70BDA"/>
    <w:rsid w:val="00A70D5F"/>
    <w:rsid w:val="00A70F86"/>
    <w:rsid w:val="00A7109A"/>
    <w:rsid w:val="00A711F8"/>
    <w:rsid w:val="00A71249"/>
    <w:rsid w:val="00A712E3"/>
    <w:rsid w:val="00A715BD"/>
    <w:rsid w:val="00A71690"/>
    <w:rsid w:val="00A716CF"/>
    <w:rsid w:val="00A716D8"/>
    <w:rsid w:val="00A71729"/>
    <w:rsid w:val="00A71969"/>
    <w:rsid w:val="00A719F2"/>
    <w:rsid w:val="00A71A9D"/>
    <w:rsid w:val="00A71B30"/>
    <w:rsid w:val="00A71C8C"/>
    <w:rsid w:val="00A71CE2"/>
    <w:rsid w:val="00A71F4D"/>
    <w:rsid w:val="00A71F8D"/>
    <w:rsid w:val="00A72024"/>
    <w:rsid w:val="00A72042"/>
    <w:rsid w:val="00A720A3"/>
    <w:rsid w:val="00A72109"/>
    <w:rsid w:val="00A723D7"/>
    <w:rsid w:val="00A723EF"/>
    <w:rsid w:val="00A725F4"/>
    <w:rsid w:val="00A726AE"/>
    <w:rsid w:val="00A72867"/>
    <w:rsid w:val="00A72975"/>
    <w:rsid w:val="00A729D7"/>
    <w:rsid w:val="00A72B16"/>
    <w:rsid w:val="00A72B2A"/>
    <w:rsid w:val="00A72DF5"/>
    <w:rsid w:val="00A72F14"/>
    <w:rsid w:val="00A7308D"/>
    <w:rsid w:val="00A7312B"/>
    <w:rsid w:val="00A731CA"/>
    <w:rsid w:val="00A732FE"/>
    <w:rsid w:val="00A7354D"/>
    <w:rsid w:val="00A73619"/>
    <w:rsid w:val="00A73765"/>
    <w:rsid w:val="00A737CA"/>
    <w:rsid w:val="00A73913"/>
    <w:rsid w:val="00A7392D"/>
    <w:rsid w:val="00A73A41"/>
    <w:rsid w:val="00A73AC6"/>
    <w:rsid w:val="00A73B61"/>
    <w:rsid w:val="00A73D09"/>
    <w:rsid w:val="00A73D71"/>
    <w:rsid w:val="00A73E2E"/>
    <w:rsid w:val="00A73E54"/>
    <w:rsid w:val="00A74013"/>
    <w:rsid w:val="00A740A4"/>
    <w:rsid w:val="00A74252"/>
    <w:rsid w:val="00A742E1"/>
    <w:rsid w:val="00A7478E"/>
    <w:rsid w:val="00A7482D"/>
    <w:rsid w:val="00A74925"/>
    <w:rsid w:val="00A74B46"/>
    <w:rsid w:val="00A74D1E"/>
    <w:rsid w:val="00A74D6B"/>
    <w:rsid w:val="00A74E3A"/>
    <w:rsid w:val="00A74EFC"/>
    <w:rsid w:val="00A74F96"/>
    <w:rsid w:val="00A74FEE"/>
    <w:rsid w:val="00A75073"/>
    <w:rsid w:val="00A750BC"/>
    <w:rsid w:val="00A75171"/>
    <w:rsid w:val="00A7521A"/>
    <w:rsid w:val="00A75258"/>
    <w:rsid w:val="00A75379"/>
    <w:rsid w:val="00A755CB"/>
    <w:rsid w:val="00A7570D"/>
    <w:rsid w:val="00A7578E"/>
    <w:rsid w:val="00A7589B"/>
    <w:rsid w:val="00A75929"/>
    <w:rsid w:val="00A75945"/>
    <w:rsid w:val="00A759A8"/>
    <w:rsid w:val="00A759E2"/>
    <w:rsid w:val="00A75B23"/>
    <w:rsid w:val="00A75B49"/>
    <w:rsid w:val="00A75FC6"/>
    <w:rsid w:val="00A76034"/>
    <w:rsid w:val="00A76156"/>
    <w:rsid w:val="00A7618D"/>
    <w:rsid w:val="00A761F7"/>
    <w:rsid w:val="00A7623B"/>
    <w:rsid w:val="00A76250"/>
    <w:rsid w:val="00A7641B"/>
    <w:rsid w:val="00A7646E"/>
    <w:rsid w:val="00A76512"/>
    <w:rsid w:val="00A76676"/>
    <w:rsid w:val="00A766F8"/>
    <w:rsid w:val="00A76825"/>
    <w:rsid w:val="00A7689C"/>
    <w:rsid w:val="00A768E5"/>
    <w:rsid w:val="00A769B8"/>
    <w:rsid w:val="00A76AC8"/>
    <w:rsid w:val="00A76E58"/>
    <w:rsid w:val="00A76E76"/>
    <w:rsid w:val="00A76F38"/>
    <w:rsid w:val="00A76F55"/>
    <w:rsid w:val="00A77119"/>
    <w:rsid w:val="00A77168"/>
    <w:rsid w:val="00A772A8"/>
    <w:rsid w:val="00A77564"/>
    <w:rsid w:val="00A77654"/>
    <w:rsid w:val="00A77774"/>
    <w:rsid w:val="00A7779F"/>
    <w:rsid w:val="00A777D2"/>
    <w:rsid w:val="00A7785A"/>
    <w:rsid w:val="00A77886"/>
    <w:rsid w:val="00A77916"/>
    <w:rsid w:val="00A77922"/>
    <w:rsid w:val="00A7794F"/>
    <w:rsid w:val="00A7795D"/>
    <w:rsid w:val="00A77A9E"/>
    <w:rsid w:val="00A77AED"/>
    <w:rsid w:val="00A77CC1"/>
    <w:rsid w:val="00A77CD5"/>
    <w:rsid w:val="00A77D03"/>
    <w:rsid w:val="00A77FF0"/>
    <w:rsid w:val="00A8019A"/>
    <w:rsid w:val="00A8020C"/>
    <w:rsid w:val="00A802D4"/>
    <w:rsid w:val="00A8041C"/>
    <w:rsid w:val="00A8055A"/>
    <w:rsid w:val="00A80864"/>
    <w:rsid w:val="00A80A42"/>
    <w:rsid w:val="00A80BB6"/>
    <w:rsid w:val="00A80CC2"/>
    <w:rsid w:val="00A80D46"/>
    <w:rsid w:val="00A80F6E"/>
    <w:rsid w:val="00A80FEC"/>
    <w:rsid w:val="00A81011"/>
    <w:rsid w:val="00A810B7"/>
    <w:rsid w:val="00A8134A"/>
    <w:rsid w:val="00A81416"/>
    <w:rsid w:val="00A814D6"/>
    <w:rsid w:val="00A815E8"/>
    <w:rsid w:val="00A8166C"/>
    <w:rsid w:val="00A8169B"/>
    <w:rsid w:val="00A818F4"/>
    <w:rsid w:val="00A81938"/>
    <w:rsid w:val="00A81A5C"/>
    <w:rsid w:val="00A81BA2"/>
    <w:rsid w:val="00A81C1D"/>
    <w:rsid w:val="00A81C86"/>
    <w:rsid w:val="00A81CD4"/>
    <w:rsid w:val="00A81D3B"/>
    <w:rsid w:val="00A81D43"/>
    <w:rsid w:val="00A8224F"/>
    <w:rsid w:val="00A82290"/>
    <w:rsid w:val="00A822FD"/>
    <w:rsid w:val="00A823C4"/>
    <w:rsid w:val="00A82413"/>
    <w:rsid w:val="00A82425"/>
    <w:rsid w:val="00A8245B"/>
    <w:rsid w:val="00A825F3"/>
    <w:rsid w:val="00A8264B"/>
    <w:rsid w:val="00A8278F"/>
    <w:rsid w:val="00A8286B"/>
    <w:rsid w:val="00A82C14"/>
    <w:rsid w:val="00A82C76"/>
    <w:rsid w:val="00A82E1A"/>
    <w:rsid w:val="00A82E6A"/>
    <w:rsid w:val="00A8320C"/>
    <w:rsid w:val="00A834AF"/>
    <w:rsid w:val="00A83500"/>
    <w:rsid w:val="00A8362F"/>
    <w:rsid w:val="00A83A37"/>
    <w:rsid w:val="00A83B60"/>
    <w:rsid w:val="00A83B9C"/>
    <w:rsid w:val="00A83BC6"/>
    <w:rsid w:val="00A83D79"/>
    <w:rsid w:val="00A83DE5"/>
    <w:rsid w:val="00A83F70"/>
    <w:rsid w:val="00A8417F"/>
    <w:rsid w:val="00A844C1"/>
    <w:rsid w:val="00A84611"/>
    <w:rsid w:val="00A8464D"/>
    <w:rsid w:val="00A846B5"/>
    <w:rsid w:val="00A84771"/>
    <w:rsid w:val="00A848A5"/>
    <w:rsid w:val="00A848C9"/>
    <w:rsid w:val="00A848DA"/>
    <w:rsid w:val="00A849C3"/>
    <w:rsid w:val="00A84A4E"/>
    <w:rsid w:val="00A84C71"/>
    <w:rsid w:val="00A84C86"/>
    <w:rsid w:val="00A84D05"/>
    <w:rsid w:val="00A84FE6"/>
    <w:rsid w:val="00A85212"/>
    <w:rsid w:val="00A85279"/>
    <w:rsid w:val="00A8534D"/>
    <w:rsid w:val="00A85351"/>
    <w:rsid w:val="00A85356"/>
    <w:rsid w:val="00A854BA"/>
    <w:rsid w:val="00A854EA"/>
    <w:rsid w:val="00A8569D"/>
    <w:rsid w:val="00A856CF"/>
    <w:rsid w:val="00A857E8"/>
    <w:rsid w:val="00A858B1"/>
    <w:rsid w:val="00A8592E"/>
    <w:rsid w:val="00A85B1F"/>
    <w:rsid w:val="00A85B4D"/>
    <w:rsid w:val="00A85C85"/>
    <w:rsid w:val="00A85DB8"/>
    <w:rsid w:val="00A85EFD"/>
    <w:rsid w:val="00A85F22"/>
    <w:rsid w:val="00A8610A"/>
    <w:rsid w:val="00A861E8"/>
    <w:rsid w:val="00A86264"/>
    <w:rsid w:val="00A868E0"/>
    <w:rsid w:val="00A868EE"/>
    <w:rsid w:val="00A8693F"/>
    <w:rsid w:val="00A86A75"/>
    <w:rsid w:val="00A86B48"/>
    <w:rsid w:val="00A86D90"/>
    <w:rsid w:val="00A86DFF"/>
    <w:rsid w:val="00A86F55"/>
    <w:rsid w:val="00A87164"/>
    <w:rsid w:val="00A87316"/>
    <w:rsid w:val="00A8741E"/>
    <w:rsid w:val="00A87506"/>
    <w:rsid w:val="00A8752F"/>
    <w:rsid w:val="00A87561"/>
    <w:rsid w:val="00A876F1"/>
    <w:rsid w:val="00A8794D"/>
    <w:rsid w:val="00A8796F"/>
    <w:rsid w:val="00A8797D"/>
    <w:rsid w:val="00A87BC1"/>
    <w:rsid w:val="00A87E99"/>
    <w:rsid w:val="00A87F8F"/>
    <w:rsid w:val="00A87FAB"/>
    <w:rsid w:val="00A9000C"/>
    <w:rsid w:val="00A9026E"/>
    <w:rsid w:val="00A902DE"/>
    <w:rsid w:val="00A903DF"/>
    <w:rsid w:val="00A903FA"/>
    <w:rsid w:val="00A904DD"/>
    <w:rsid w:val="00A90523"/>
    <w:rsid w:val="00A90678"/>
    <w:rsid w:val="00A907B4"/>
    <w:rsid w:val="00A909BD"/>
    <w:rsid w:val="00A90CA5"/>
    <w:rsid w:val="00A90D2A"/>
    <w:rsid w:val="00A90E2B"/>
    <w:rsid w:val="00A912AD"/>
    <w:rsid w:val="00A91373"/>
    <w:rsid w:val="00A914BB"/>
    <w:rsid w:val="00A9193D"/>
    <w:rsid w:val="00A91B08"/>
    <w:rsid w:val="00A92166"/>
    <w:rsid w:val="00A9237C"/>
    <w:rsid w:val="00A923D6"/>
    <w:rsid w:val="00A92518"/>
    <w:rsid w:val="00A92529"/>
    <w:rsid w:val="00A925A1"/>
    <w:rsid w:val="00A92601"/>
    <w:rsid w:val="00A9261B"/>
    <w:rsid w:val="00A92641"/>
    <w:rsid w:val="00A926CE"/>
    <w:rsid w:val="00A926D6"/>
    <w:rsid w:val="00A928C3"/>
    <w:rsid w:val="00A92931"/>
    <w:rsid w:val="00A92AA6"/>
    <w:rsid w:val="00A92BD0"/>
    <w:rsid w:val="00A92DD5"/>
    <w:rsid w:val="00A93039"/>
    <w:rsid w:val="00A931B6"/>
    <w:rsid w:val="00A93630"/>
    <w:rsid w:val="00A93665"/>
    <w:rsid w:val="00A93683"/>
    <w:rsid w:val="00A9376C"/>
    <w:rsid w:val="00A9379D"/>
    <w:rsid w:val="00A93818"/>
    <w:rsid w:val="00A93991"/>
    <w:rsid w:val="00A93C1A"/>
    <w:rsid w:val="00A93C95"/>
    <w:rsid w:val="00A93CD7"/>
    <w:rsid w:val="00A93CDA"/>
    <w:rsid w:val="00A93D8E"/>
    <w:rsid w:val="00A93DBB"/>
    <w:rsid w:val="00A93E4D"/>
    <w:rsid w:val="00A93EF7"/>
    <w:rsid w:val="00A94369"/>
    <w:rsid w:val="00A94767"/>
    <w:rsid w:val="00A949AD"/>
    <w:rsid w:val="00A94B01"/>
    <w:rsid w:val="00A94B51"/>
    <w:rsid w:val="00A94B88"/>
    <w:rsid w:val="00A94B9E"/>
    <w:rsid w:val="00A94C18"/>
    <w:rsid w:val="00A94DF2"/>
    <w:rsid w:val="00A94E37"/>
    <w:rsid w:val="00A94E69"/>
    <w:rsid w:val="00A94FA6"/>
    <w:rsid w:val="00A95035"/>
    <w:rsid w:val="00A951BA"/>
    <w:rsid w:val="00A95488"/>
    <w:rsid w:val="00A95844"/>
    <w:rsid w:val="00A9586E"/>
    <w:rsid w:val="00A95901"/>
    <w:rsid w:val="00A95905"/>
    <w:rsid w:val="00A95C56"/>
    <w:rsid w:val="00A95CE5"/>
    <w:rsid w:val="00A95EA0"/>
    <w:rsid w:val="00A95ECE"/>
    <w:rsid w:val="00A960A1"/>
    <w:rsid w:val="00A96194"/>
    <w:rsid w:val="00A96384"/>
    <w:rsid w:val="00A963D1"/>
    <w:rsid w:val="00A963F6"/>
    <w:rsid w:val="00A96435"/>
    <w:rsid w:val="00A9660C"/>
    <w:rsid w:val="00A966D7"/>
    <w:rsid w:val="00A96862"/>
    <w:rsid w:val="00A96902"/>
    <w:rsid w:val="00A9698D"/>
    <w:rsid w:val="00A96B11"/>
    <w:rsid w:val="00A96F5C"/>
    <w:rsid w:val="00A97073"/>
    <w:rsid w:val="00A971A5"/>
    <w:rsid w:val="00A97438"/>
    <w:rsid w:val="00A97449"/>
    <w:rsid w:val="00A9744E"/>
    <w:rsid w:val="00A97480"/>
    <w:rsid w:val="00A976B9"/>
    <w:rsid w:val="00A97724"/>
    <w:rsid w:val="00A97839"/>
    <w:rsid w:val="00A97B78"/>
    <w:rsid w:val="00A97C56"/>
    <w:rsid w:val="00A97CCA"/>
    <w:rsid w:val="00A97DE1"/>
    <w:rsid w:val="00A97E1C"/>
    <w:rsid w:val="00A97E63"/>
    <w:rsid w:val="00A97F12"/>
    <w:rsid w:val="00A97F42"/>
    <w:rsid w:val="00A97F7E"/>
    <w:rsid w:val="00AA01CD"/>
    <w:rsid w:val="00AA0207"/>
    <w:rsid w:val="00AA0238"/>
    <w:rsid w:val="00AA0287"/>
    <w:rsid w:val="00AA02AA"/>
    <w:rsid w:val="00AA0664"/>
    <w:rsid w:val="00AA0678"/>
    <w:rsid w:val="00AA0768"/>
    <w:rsid w:val="00AA07DF"/>
    <w:rsid w:val="00AA080E"/>
    <w:rsid w:val="00AA089D"/>
    <w:rsid w:val="00AA0AE4"/>
    <w:rsid w:val="00AA0C38"/>
    <w:rsid w:val="00AA0C7B"/>
    <w:rsid w:val="00AA0E0C"/>
    <w:rsid w:val="00AA0F66"/>
    <w:rsid w:val="00AA1216"/>
    <w:rsid w:val="00AA1302"/>
    <w:rsid w:val="00AA139B"/>
    <w:rsid w:val="00AA1499"/>
    <w:rsid w:val="00AA15A8"/>
    <w:rsid w:val="00AA15CC"/>
    <w:rsid w:val="00AA1891"/>
    <w:rsid w:val="00AA18F3"/>
    <w:rsid w:val="00AA19C7"/>
    <w:rsid w:val="00AA19DE"/>
    <w:rsid w:val="00AA1B80"/>
    <w:rsid w:val="00AA1BD3"/>
    <w:rsid w:val="00AA1D5B"/>
    <w:rsid w:val="00AA1FC3"/>
    <w:rsid w:val="00AA211F"/>
    <w:rsid w:val="00AA2701"/>
    <w:rsid w:val="00AA2865"/>
    <w:rsid w:val="00AA2A36"/>
    <w:rsid w:val="00AA2ABC"/>
    <w:rsid w:val="00AA2BD0"/>
    <w:rsid w:val="00AA2CB6"/>
    <w:rsid w:val="00AA30A8"/>
    <w:rsid w:val="00AA326A"/>
    <w:rsid w:val="00AA329F"/>
    <w:rsid w:val="00AA32C6"/>
    <w:rsid w:val="00AA3429"/>
    <w:rsid w:val="00AA3536"/>
    <w:rsid w:val="00AA35F4"/>
    <w:rsid w:val="00AA3654"/>
    <w:rsid w:val="00AA392A"/>
    <w:rsid w:val="00AA3B3B"/>
    <w:rsid w:val="00AA3B7E"/>
    <w:rsid w:val="00AA3ED4"/>
    <w:rsid w:val="00AA3EE2"/>
    <w:rsid w:val="00AA3F17"/>
    <w:rsid w:val="00AA3F9D"/>
    <w:rsid w:val="00AA3FA5"/>
    <w:rsid w:val="00AA408B"/>
    <w:rsid w:val="00AA412D"/>
    <w:rsid w:val="00AA4156"/>
    <w:rsid w:val="00AA4244"/>
    <w:rsid w:val="00AA44FC"/>
    <w:rsid w:val="00AA469E"/>
    <w:rsid w:val="00AA480B"/>
    <w:rsid w:val="00AA491A"/>
    <w:rsid w:val="00AA49D9"/>
    <w:rsid w:val="00AA4D0D"/>
    <w:rsid w:val="00AA4DCE"/>
    <w:rsid w:val="00AA4E6E"/>
    <w:rsid w:val="00AA4F0F"/>
    <w:rsid w:val="00AA50A5"/>
    <w:rsid w:val="00AA51F2"/>
    <w:rsid w:val="00AA5243"/>
    <w:rsid w:val="00AA5348"/>
    <w:rsid w:val="00AA564F"/>
    <w:rsid w:val="00AA57AA"/>
    <w:rsid w:val="00AA597A"/>
    <w:rsid w:val="00AA5A3D"/>
    <w:rsid w:val="00AA5B43"/>
    <w:rsid w:val="00AA5D73"/>
    <w:rsid w:val="00AA61F7"/>
    <w:rsid w:val="00AA63F7"/>
    <w:rsid w:val="00AA6452"/>
    <w:rsid w:val="00AA66E7"/>
    <w:rsid w:val="00AA6738"/>
    <w:rsid w:val="00AA6838"/>
    <w:rsid w:val="00AA6935"/>
    <w:rsid w:val="00AA6AA1"/>
    <w:rsid w:val="00AA6B74"/>
    <w:rsid w:val="00AA6BC9"/>
    <w:rsid w:val="00AA6C86"/>
    <w:rsid w:val="00AA6D45"/>
    <w:rsid w:val="00AA6D9A"/>
    <w:rsid w:val="00AA6E2C"/>
    <w:rsid w:val="00AA6E6E"/>
    <w:rsid w:val="00AA6FA3"/>
    <w:rsid w:val="00AA706C"/>
    <w:rsid w:val="00AA706D"/>
    <w:rsid w:val="00AA71CE"/>
    <w:rsid w:val="00AA7284"/>
    <w:rsid w:val="00AA73AE"/>
    <w:rsid w:val="00AA7650"/>
    <w:rsid w:val="00AA76E3"/>
    <w:rsid w:val="00AA7731"/>
    <w:rsid w:val="00AA78F3"/>
    <w:rsid w:val="00AA7907"/>
    <w:rsid w:val="00AA7919"/>
    <w:rsid w:val="00AA7B0A"/>
    <w:rsid w:val="00AA7B85"/>
    <w:rsid w:val="00AA7C46"/>
    <w:rsid w:val="00AA7CBD"/>
    <w:rsid w:val="00AA7E64"/>
    <w:rsid w:val="00AA7E76"/>
    <w:rsid w:val="00AA7FBE"/>
    <w:rsid w:val="00AB015A"/>
    <w:rsid w:val="00AB019D"/>
    <w:rsid w:val="00AB01F3"/>
    <w:rsid w:val="00AB023A"/>
    <w:rsid w:val="00AB033B"/>
    <w:rsid w:val="00AB04DD"/>
    <w:rsid w:val="00AB0532"/>
    <w:rsid w:val="00AB077C"/>
    <w:rsid w:val="00AB08FC"/>
    <w:rsid w:val="00AB0A09"/>
    <w:rsid w:val="00AB0C0E"/>
    <w:rsid w:val="00AB0CAA"/>
    <w:rsid w:val="00AB0E54"/>
    <w:rsid w:val="00AB0E64"/>
    <w:rsid w:val="00AB1605"/>
    <w:rsid w:val="00AB1732"/>
    <w:rsid w:val="00AB1759"/>
    <w:rsid w:val="00AB185A"/>
    <w:rsid w:val="00AB1945"/>
    <w:rsid w:val="00AB1956"/>
    <w:rsid w:val="00AB1A15"/>
    <w:rsid w:val="00AB1A4C"/>
    <w:rsid w:val="00AB1A53"/>
    <w:rsid w:val="00AB1A5C"/>
    <w:rsid w:val="00AB1BA7"/>
    <w:rsid w:val="00AB1C43"/>
    <w:rsid w:val="00AB1CE8"/>
    <w:rsid w:val="00AB1D2A"/>
    <w:rsid w:val="00AB1D5A"/>
    <w:rsid w:val="00AB1F51"/>
    <w:rsid w:val="00AB1FE1"/>
    <w:rsid w:val="00AB2028"/>
    <w:rsid w:val="00AB207A"/>
    <w:rsid w:val="00AB2241"/>
    <w:rsid w:val="00AB22A8"/>
    <w:rsid w:val="00AB23AC"/>
    <w:rsid w:val="00AB23CA"/>
    <w:rsid w:val="00AB2466"/>
    <w:rsid w:val="00AB2516"/>
    <w:rsid w:val="00AB269E"/>
    <w:rsid w:val="00AB276A"/>
    <w:rsid w:val="00AB2795"/>
    <w:rsid w:val="00AB2800"/>
    <w:rsid w:val="00AB29B6"/>
    <w:rsid w:val="00AB2AF1"/>
    <w:rsid w:val="00AB2B67"/>
    <w:rsid w:val="00AB2EA5"/>
    <w:rsid w:val="00AB3027"/>
    <w:rsid w:val="00AB305C"/>
    <w:rsid w:val="00AB3105"/>
    <w:rsid w:val="00AB3162"/>
    <w:rsid w:val="00AB32D0"/>
    <w:rsid w:val="00AB3332"/>
    <w:rsid w:val="00AB333C"/>
    <w:rsid w:val="00AB339E"/>
    <w:rsid w:val="00AB3798"/>
    <w:rsid w:val="00AB3896"/>
    <w:rsid w:val="00AB3A11"/>
    <w:rsid w:val="00AB3B6B"/>
    <w:rsid w:val="00AB3C27"/>
    <w:rsid w:val="00AB3D28"/>
    <w:rsid w:val="00AB3DCC"/>
    <w:rsid w:val="00AB41CF"/>
    <w:rsid w:val="00AB43A1"/>
    <w:rsid w:val="00AB4678"/>
    <w:rsid w:val="00AB47CB"/>
    <w:rsid w:val="00AB47F2"/>
    <w:rsid w:val="00AB4910"/>
    <w:rsid w:val="00AB49D0"/>
    <w:rsid w:val="00AB4AC0"/>
    <w:rsid w:val="00AB4BED"/>
    <w:rsid w:val="00AB4D09"/>
    <w:rsid w:val="00AB4D42"/>
    <w:rsid w:val="00AB4EAE"/>
    <w:rsid w:val="00AB5127"/>
    <w:rsid w:val="00AB513F"/>
    <w:rsid w:val="00AB536A"/>
    <w:rsid w:val="00AB5659"/>
    <w:rsid w:val="00AB56D9"/>
    <w:rsid w:val="00AB5768"/>
    <w:rsid w:val="00AB5806"/>
    <w:rsid w:val="00AB5A71"/>
    <w:rsid w:val="00AB5B1C"/>
    <w:rsid w:val="00AB5B33"/>
    <w:rsid w:val="00AB5B57"/>
    <w:rsid w:val="00AB5C8B"/>
    <w:rsid w:val="00AB5DB9"/>
    <w:rsid w:val="00AB5DD4"/>
    <w:rsid w:val="00AB5F0A"/>
    <w:rsid w:val="00AB6007"/>
    <w:rsid w:val="00AB6318"/>
    <w:rsid w:val="00AB64C7"/>
    <w:rsid w:val="00AB64DB"/>
    <w:rsid w:val="00AB66B8"/>
    <w:rsid w:val="00AB66FA"/>
    <w:rsid w:val="00AB68E0"/>
    <w:rsid w:val="00AB6B37"/>
    <w:rsid w:val="00AB6E6F"/>
    <w:rsid w:val="00AB6E74"/>
    <w:rsid w:val="00AB6E94"/>
    <w:rsid w:val="00AB6EC8"/>
    <w:rsid w:val="00AB7022"/>
    <w:rsid w:val="00AB7038"/>
    <w:rsid w:val="00AB705D"/>
    <w:rsid w:val="00AB7110"/>
    <w:rsid w:val="00AB71AF"/>
    <w:rsid w:val="00AB7388"/>
    <w:rsid w:val="00AB75D3"/>
    <w:rsid w:val="00AB75ED"/>
    <w:rsid w:val="00AB7627"/>
    <w:rsid w:val="00AB76A6"/>
    <w:rsid w:val="00AB76B7"/>
    <w:rsid w:val="00AB7937"/>
    <w:rsid w:val="00AB7942"/>
    <w:rsid w:val="00AB7A26"/>
    <w:rsid w:val="00AB7AD2"/>
    <w:rsid w:val="00AB7B79"/>
    <w:rsid w:val="00AB7CA3"/>
    <w:rsid w:val="00AB7D12"/>
    <w:rsid w:val="00AB7E37"/>
    <w:rsid w:val="00AB7ED3"/>
    <w:rsid w:val="00AC00C7"/>
    <w:rsid w:val="00AC0108"/>
    <w:rsid w:val="00AC013A"/>
    <w:rsid w:val="00AC01D4"/>
    <w:rsid w:val="00AC0290"/>
    <w:rsid w:val="00AC03C0"/>
    <w:rsid w:val="00AC0423"/>
    <w:rsid w:val="00AC047B"/>
    <w:rsid w:val="00AC0488"/>
    <w:rsid w:val="00AC0610"/>
    <w:rsid w:val="00AC07A9"/>
    <w:rsid w:val="00AC08E5"/>
    <w:rsid w:val="00AC08E9"/>
    <w:rsid w:val="00AC096A"/>
    <w:rsid w:val="00AC0984"/>
    <w:rsid w:val="00AC0C1B"/>
    <w:rsid w:val="00AC0CE4"/>
    <w:rsid w:val="00AC0D5B"/>
    <w:rsid w:val="00AC0E10"/>
    <w:rsid w:val="00AC0E56"/>
    <w:rsid w:val="00AC0EAE"/>
    <w:rsid w:val="00AC1016"/>
    <w:rsid w:val="00AC11D4"/>
    <w:rsid w:val="00AC12A7"/>
    <w:rsid w:val="00AC14BB"/>
    <w:rsid w:val="00AC14F7"/>
    <w:rsid w:val="00AC1518"/>
    <w:rsid w:val="00AC151C"/>
    <w:rsid w:val="00AC15CC"/>
    <w:rsid w:val="00AC17D3"/>
    <w:rsid w:val="00AC182F"/>
    <w:rsid w:val="00AC1954"/>
    <w:rsid w:val="00AC1B1C"/>
    <w:rsid w:val="00AC1B2A"/>
    <w:rsid w:val="00AC1EAA"/>
    <w:rsid w:val="00AC1F9A"/>
    <w:rsid w:val="00AC219C"/>
    <w:rsid w:val="00AC2289"/>
    <w:rsid w:val="00AC2315"/>
    <w:rsid w:val="00AC23A0"/>
    <w:rsid w:val="00AC25E9"/>
    <w:rsid w:val="00AC268C"/>
    <w:rsid w:val="00AC26FF"/>
    <w:rsid w:val="00AC2835"/>
    <w:rsid w:val="00AC2867"/>
    <w:rsid w:val="00AC28EE"/>
    <w:rsid w:val="00AC2933"/>
    <w:rsid w:val="00AC2B89"/>
    <w:rsid w:val="00AC2C6A"/>
    <w:rsid w:val="00AC2D65"/>
    <w:rsid w:val="00AC2E72"/>
    <w:rsid w:val="00AC2F01"/>
    <w:rsid w:val="00AC2F10"/>
    <w:rsid w:val="00AC2F29"/>
    <w:rsid w:val="00AC30BE"/>
    <w:rsid w:val="00AC3212"/>
    <w:rsid w:val="00AC3257"/>
    <w:rsid w:val="00AC3462"/>
    <w:rsid w:val="00AC348A"/>
    <w:rsid w:val="00AC3501"/>
    <w:rsid w:val="00AC3556"/>
    <w:rsid w:val="00AC3604"/>
    <w:rsid w:val="00AC37CD"/>
    <w:rsid w:val="00AC3883"/>
    <w:rsid w:val="00AC3986"/>
    <w:rsid w:val="00AC3CE2"/>
    <w:rsid w:val="00AC3CF9"/>
    <w:rsid w:val="00AC3DD2"/>
    <w:rsid w:val="00AC40CF"/>
    <w:rsid w:val="00AC41A2"/>
    <w:rsid w:val="00AC41FD"/>
    <w:rsid w:val="00AC4355"/>
    <w:rsid w:val="00AC43C8"/>
    <w:rsid w:val="00AC44B2"/>
    <w:rsid w:val="00AC456E"/>
    <w:rsid w:val="00AC4579"/>
    <w:rsid w:val="00AC45E1"/>
    <w:rsid w:val="00AC45F9"/>
    <w:rsid w:val="00AC4745"/>
    <w:rsid w:val="00AC4889"/>
    <w:rsid w:val="00AC48B4"/>
    <w:rsid w:val="00AC4990"/>
    <w:rsid w:val="00AC4A7A"/>
    <w:rsid w:val="00AC4A93"/>
    <w:rsid w:val="00AC4BA7"/>
    <w:rsid w:val="00AC4F41"/>
    <w:rsid w:val="00AC4F66"/>
    <w:rsid w:val="00AC5113"/>
    <w:rsid w:val="00AC511C"/>
    <w:rsid w:val="00AC51B0"/>
    <w:rsid w:val="00AC5296"/>
    <w:rsid w:val="00AC53B1"/>
    <w:rsid w:val="00AC54EA"/>
    <w:rsid w:val="00AC563C"/>
    <w:rsid w:val="00AC5640"/>
    <w:rsid w:val="00AC5899"/>
    <w:rsid w:val="00AC5F07"/>
    <w:rsid w:val="00AC5F2E"/>
    <w:rsid w:val="00AC5FDE"/>
    <w:rsid w:val="00AC6057"/>
    <w:rsid w:val="00AC60DB"/>
    <w:rsid w:val="00AC6122"/>
    <w:rsid w:val="00AC62F3"/>
    <w:rsid w:val="00AC631B"/>
    <w:rsid w:val="00AC64FE"/>
    <w:rsid w:val="00AC66BE"/>
    <w:rsid w:val="00AC6724"/>
    <w:rsid w:val="00AC6835"/>
    <w:rsid w:val="00AC6910"/>
    <w:rsid w:val="00AC691B"/>
    <w:rsid w:val="00AC6978"/>
    <w:rsid w:val="00AC6BEE"/>
    <w:rsid w:val="00AC6D09"/>
    <w:rsid w:val="00AC6E3A"/>
    <w:rsid w:val="00AC6F2A"/>
    <w:rsid w:val="00AC6FD6"/>
    <w:rsid w:val="00AC6FE5"/>
    <w:rsid w:val="00AC70A8"/>
    <w:rsid w:val="00AC7149"/>
    <w:rsid w:val="00AC715A"/>
    <w:rsid w:val="00AC73E7"/>
    <w:rsid w:val="00AC743A"/>
    <w:rsid w:val="00AC7481"/>
    <w:rsid w:val="00AC7583"/>
    <w:rsid w:val="00AC75FB"/>
    <w:rsid w:val="00AC770C"/>
    <w:rsid w:val="00AC7722"/>
    <w:rsid w:val="00AC77E5"/>
    <w:rsid w:val="00AC788D"/>
    <w:rsid w:val="00AC799A"/>
    <w:rsid w:val="00AC7B98"/>
    <w:rsid w:val="00AC7EEE"/>
    <w:rsid w:val="00AD00DD"/>
    <w:rsid w:val="00AD02A0"/>
    <w:rsid w:val="00AD0532"/>
    <w:rsid w:val="00AD05AB"/>
    <w:rsid w:val="00AD05D4"/>
    <w:rsid w:val="00AD083C"/>
    <w:rsid w:val="00AD0924"/>
    <w:rsid w:val="00AD0BCF"/>
    <w:rsid w:val="00AD100A"/>
    <w:rsid w:val="00AD108B"/>
    <w:rsid w:val="00AD10B4"/>
    <w:rsid w:val="00AD1112"/>
    <w:rsid w:val="00AD135F"/>
    <w:rsid w:val="00AD143B"/>
    <w:rsid w:val="00AD1487"/>
    <w:rsid w:val="00AD1597"/>
    <w:rsid w:val="00AD15C1"/>
    <w:rsid w:val="00AD1673"/>
    <w:rsid w:val="00AD186E"/>
    <w:rsid w:val="00AD1A92"/>
    <w:rsid w:val="00AD1B50"/>
    <w:rsid w:val="00AD1BEA"/>
    <w:rsid w:val="00AD1DF3"/>
    <w:rsid w:val="00AD2560"/>
    <w:rsid w:val="00AD25A6"/>
    <w:rsid w:val="00AD27B1"/>
    <w:rsid w:val="00AD2936"/>
    <w:rsid w:val="00AD2D68"/>
    <w:rsid w:val="00AD2DB9"/>
    <w:rsid w:val="00AD2FB2"/>
    <w:rsid w:val="00AD31D2"/>
    <w:rsid w:val="00AD31F1"/>
    <w:rsid w:val="00AD32BC"/>
    <w:rsid w:val="00AD33D8"/>
    <w:rsid w:val="00AD3A87"/>
    <w:rsid w:val="00AD3AF7"/>
    <w:rsid w:val="00AD3B75"/>
    <w:rsid w:val="00AD3BF1"/>
    <w:rsid w:val="00AD400D"/>
    <w:rsid w:val="00AD4022"/>
    <w:rsid w:val="00AD453F"/>
    <w:rsid w:val="00AD464E"/>
    <w:rsid w:val="00AD465F"/>
    <w:rsid w:val="00AD4963"/>
    <w:rsid w:val="00AD4A9E"/>
    <w:rsid w:val="00AD4CB8"/>
    <w:rsid w:val="00AD4DC4"/>
    <w:rsid w:val="00AD4E9A"/>
    <w:rsid w:val="00AD515A"/>
    <w:rsid w:val="00AD51A4"/>
    <w:rsid w:val="00AD547B"/>
    <w:rsid w:val="00AD548A"/>
    <w:rsid w:val="00AD54BC"/>
    <w:rsid w:val="00AD55A2"/>
    <w:rsid w:val="00AD5695"/>
    <w:rsid w:val="00AD5745"/>
    <w:rsid w:val="00AD577B"/>
    <w:rsid w:val="00AD57ED"/>
    <w:rsid w:val="00AD5A22"/>
    <w:rsid w:val="00AD5B5B"/>
    <w:rsid w:val="00AD5B61"/>
    <w:rsid w:val="00AD5DD4"/>
    <w:rsid w:val="00AD5EFD"/>
    <w:rsid w:val="00AD5F1A"/>
    <w:rsid w:val="00AD61C5"/>
    <w:rsid w:val="00AD625A"/>
    <w:rsid w:val="00AD62B4"/>
    <w:rsid w:val="00AD63BE"/>
    <w:rsid w:val="00AD65F1"/>
    <w:rsid w:val="00AD661B"/>
    <w:rsid w:val="00AD68C0"/>
    <w:rsid w:val="00AD692B"/>
    <w:rsid w:val="00AD7049"/>
    <w:rsid w:val="00AD72CE"/>
    <w:rsid w:val="00AD7380"/>
    <w:rsid w:val="00AD744C"/>
    <w:rsid w:val="00AD7494"/>
    <w:rsid w:val="00AD7601"/>
    <w:rsid w:val="00AD7789"/>
    <w:rsid w:val="00AD77BA"/>
    <w:rsid w:val="00AD78B5"/>
    <w:rsid w:val="00AD7961"/>
    <w:rsid w:val="00AD7A2E"/>
    <w:rsid w:val="00AD7ADC"/>
    <w:rsid w:val="00AD7BAD"/>
    <w:rsid w:val="00AD7C52"/>
    <w:rsid w:val="00AD7F7B"/>
    <w:rsid w:val="00AE0300"/>
    <w:rsid w:val="00AE0380"/>
    <w:rsid w:val="00AE0438"/>
    <w:rsid w:val="00AE049F"/>
    <w:rsid w:val="00AE0547"/>
    <w:rsid w:val="00AE0559"/>
    <w:rsid w:val="00AE05DF"/>
    <w:rsid w:val="00AE0865"/>
    <w:rsid w:val="00AE0971"/>
    <w:rsid w:val="00AE0A64"/>
    <w:rsid w:val="00AE0BC8"/>
    <w:rsid w:val="00AE0CD5"/>
    <w:rsid w:val="00AE0FDD"/>
    <w:rsid w:val="00AE107B"/>
    <w:rsid w:val="00AE1632"/>
    <w:rsid w:val="00AE1837"/>
    <w:rsid w:val="00AE1A1B"/>
    <w:rsid w:val="00AE1B0B"/>
    <w:rsid w:val="00AE1B61"/>
    <w:rsid w:val="00AE1BFA"/>
    <w:rsid w:val="00AE1C18"/>
    <w:rsid w:val="00AE1D35"/>
    <w:rsid w:val="00AE1EBB"/>
    <w:rsid w:val="00AE1FDA"/>
    <w:rsid w:val="00AE2014"/>
    <w:rsid w:val="00AE21BA"/>
    <w:rsid w:val="00AE22A5"/>
    <w:rsid w:val="00AE244F"/>
    <w:rsid w:val="00AE2474"/>
    <w:rsid w:val="00AE248E"/>
    <w:rsid w:val="00AE26D1"/>
    <w:rsid w:val="00AE2743"/>
    <w:rsid w:val="00AE2764"/>
    <w:rsid w:val="00AE27E5"/>
    <w:rsid w:val="00AE2952"/>
    <w:rsid w:val="00AE2A5F"/>
    <w:rsid w:val="00AE2B51"/>
    <w:rsid w:val="00AE2BAE"/>
    <w:rsid w:val="00AE2C83"/>
    <w:rsid w:val="00AE2C9E"/>
    <w:rsid w:val="00AE2DB8"/>
    <w:rsid w:val="00AE305A"/>
    <w:rsid w:val="00AE3156"/>
    <w:rsid w:val="00AE32A2"/>
    <w:rsid w:val="00AE3409"/>
    <w:rsid w:val="00AE3457"/>
    <w:rsid w:val="00AE351E"/>
    <w:rsid w:val="00AE3548"/>
    <w:rsid w:val="00AE3642"/>
    <w:rsid w:val="00AE36FF"/>
    <w:rsid w:val="00AE3737"/>
    <w:rsid w:val="00AE3977"/>
    <w:rsid w:val="00AE39D8"/>
    <w:rsid w:val="00AE3AF2"/>
    <w:rsid w:val="00AE3F08"/>
    <w:rsid w:val="00AE3F25"/>
    <w:rsid w:val="00AE3F4E"/>
    <w:rsid w:val="00AE4092"/>
    <w:rsid w:val="00AE4116"/>
    <w:rsid w:val="00AE431C"/>
    <w:rsid w:val="00AE43F3"/>
    <w:rsid w:val="00AE449F"/>
    <w:rsid w:val="00AE4609"/>
    <w:rsid w:val="00AE47B5"/>
    <w:rsid w:val="00AE48E6"/>
    <w:rsid w:val="00AE48F0"/>
    <w:rsid w:val="00AE4C1D"/>
    <w:rsid w:val="00AE4C9F"/>
    <w:rsid w:val="00AE4DBD"/>
    <w:rsid w:val="00AE50F8"/>
    <w:rsid w:val="00AE5128"/>
    <w:rsid w:val="00AE51C7"/>
    <w:rsid w:val="00AE530D"/>
    <w:rsid w:val="00AE5486"/>
    <w:rsid w:val="00AE55C2"/>
    <w:rsid w:val="00AE58ED"/>
    <w:rsid w:val="00AE5921"/>
    <w:rsid w:val="00AE5A9D"/>
    <w:rsid w:val="00AE5AD3"/>
    <w:rsid w:val="00AE5B27"/>
    <w:rsid w:val="00AE5C0F"/>
    <w:rsid w:val="00AE5C22"/>
    <w:rsid w:val="00AE5C7D"/>
    <w:rsid w:val="00AE5DAB"/>
    <w:rsid w:val="00AE5FDB"/>
    <w:rsid w:val="00AE6052"/>
    <w:rsid w:val="00AE6168"/>
    <w:rsid w:val="00AE61F0"/>
    <w:rsid w:val="00AE62F5"/>
    <w:rsid w:val="00AE639D"/>
    <w:rsid w:val="00AE6607"/>
    <w:rsid w:val="00AE66A2"/>
    <w:rsid w:val="00AE6864"/>
    <w:rsid w:val="00AE6A06"/>
    <w:rsid w:val="00AE6A93"/>
    <w:rsid w:val="00AE6AC2"/>
    <w:rsid w:val="00AE6B00"/>
    <w:rsid w:val="00AE6B40"/>
    <w:rsid w:val="00AE6C29"/>
    <w:rsid w:val="00AE6D78"/>
    <w:rsid w:val="00AE6D84"/>
    <w:rsid w:val="00AE70A0"/>
    <w:rsid w:val="00AE7150"/>
    <w:rsid w:val="00AE7158"/>
    <w:rsid w:val="00AE722E"/>
    <w:rsid w:val="00AE742F"/>
    <w:rsid w:val="00AE758D"/>
    <w:rsid w:val="00AE774C"/>
    <w:rsid w:val="00AE7911"/>
    <w:rsid w:val="00AE7933"/>
    <w:rsid w:val="00AE7B0D"/>
    <w:rsid w:val="00AE7CC1"/>
    <w:rsid w:val="00AE7DFF"/>
    <w:rsid w:val="00AE7F60"/>
    <w:rsid w:val="00AE7FBF"/>
    <w:rsid w:val="00AF00DC"/>
    <w:rsid w:val="00AF02F0"/>
    <w:rsid w:val="00AF03CE"/>
    <w:rsid w:val="00AF04EC"/>
    <w:rsid w:val="00AF05D9"/>
    <w:rsid w:val="00AF073D"/>
    <w:rsid w:val="00AF0A5A"/>
    <w:rsid w:val="00AF0A9A"/>
    <w:rsid w:val="00AF0C77"/>
    <w:rsid w:val="00AF0CA9"/>
    <w:rsid w:val="00AF0D24"/>
    <w:rsid w:val="00AF0E09"/>
    <w:rsid w:val="00AF0EE5"/>
    <w:rsid w:val="00AF0F99"/>
    <w:rsid w:val="00AF0FB0"/>
    <w:rsid w:val="00AF0FFF"/>
    <w:rsid w:val="00AF1133"/>
    <w:rsid w:val="00AF12D7"/>
    <w:rsid w:val="00AF1315"/>
    <w:rsid w:val="00AF1423"/>
    <w:rsid w:val="00AF1435"/>
    <w:rsid w:val="00AF1439"/>
    <w:rsid w:val="00AF16D9"/>
    <w:rsid w:val="00AF179D"/>
    <w:rsid w:val="00AF1BBD"/>
    <w:rsid w:val="00AF1DFB"/>
    <w:rsid w:val="00AF22C3"/>
    <w:rsid w:val="00AF246F"/>
    <w:rsid w:val="00AF24B1"/>
    <w:rsid w:val="00AF2590"/>
    <w:rsid w:val="00AF289D"/>
    <w:rsid w:val="00AF28A0"/>
    <w:rsid w:val="00AF28A4"/>
    <w:rsid w:val="00AF2998"/>
    <w:rsid w:val="00AF2A9E"/>
    <w:rsid w:val="00AF2B86"/>
    <w:rsid w:val="00AF2DA0"/>
    <w:rsid w:val="00AF2F91"/>
    <w:rsid w:val="00AF2F96"/>
    <w:rsid w:val="00AF303C"/>
    <w:rsid w:val="00AF3199"/>
    <w:rsid w:val="00AF31DB"/>
    <w:rsid w:val="00AF32F3"/>
    <w:rsid w:val="00AF32F7"/>
    <w:rsid w:val="00AF3322"/>
    <w:rsid w:val="00AF3406"/>
    <w:rsid w:val="00AF3410"/>
    <w:rsid w:val="00AF3469"/>
    <w:rsid w:val="00AF3805"/>
    <w:rsid w:val="00AF38D0"/>
    <w:rsid w:val="00AF3BCC"/>
    <w:rsid w:val="00AF3C3C"/>
    <w:rsid w:val="00AF3E5C"/>
    <w:rsid w:val="00AF3EA3"/>
    <w:rsid w:val="00AF41B5"/>
    <w:rsid w:val="00AF41BC"/>
    <w:rsid w:val="00AF4333"/>
    <w:rsid w:val="00AF4376"/>
    <w:rsid w:val="00AF44A0"/>
    <w:rsid w:val="00AF4591"/>
    <w:rsid w:val="00AF45C6"/>
    <w:rsid w:val="00AF4609"/>
    <w:rsid w:val="00AF4634"/>
    <w:rsid w:val="00AF479F"/>
    <w:rsid w:val="00AF482A"/>
    <w:rsid w:val="00AF4854"/>
    <w:rsid w:val="00AF49C0"/>
    <w:rsid w:val="00AF4C93"/>
    <w:rsid w:val="00AF4CFE"/>
    <w:rsid w:val="00AF4D13"/>
    <w:rsid w:val="00AF4D81"/>
    <w:rsid w:val="00AF4E09"/>
    <w:rsid w:val="00AF50D3"/>
    <w:rsid w:val="00AF51A7"/>
    <w:rsid w:val="00AF51F8"/>
    <w:rsid w:val="00AF5341"/>
    <w:rsid w:val="00AF54F3"/>
    <w:rsid w:val="00AF5742"/>
    <w:rsid w:val="00AF5927"/>
    <w:rsid w:val="00AF59D9"/>
    <w:rsid w:val="00AF5AFA"/>
    <w:rsid w:val="00AF5CB8"/>
    <w:rsid w:val="00AF60D4"/>
    <w:rsid w:val="00AF60F3"/>
    <w:rsid w:val="00AF6379"/>
    <w:rsid w:val="00AF63C5"/>
    <w:rsid w:val="00AF6737"/>
    <w:rsid w:val="00AF6770"/>
    <w:rsid w:val="00AF6A95"/>
    <w:rsid w:val="00AF6C7D"/>
    <w:rsid w:val="00AF6D4C"/>
    <w:rsid w:val="00AF6D52"/>
    <w:rsid w:val="00AF6D5C"/>
    <w:rsid w:val="00AF6EA5"/>
    <w:rsid w:val="00AF7043"/>
    <w:rsid w:val="00AF717A"/>
    <w:rsid w:val="00AF71E1"/>
    <w:rsid w:val="00AF7219"/>
    <w:rsid w:val="00AF72A3"/>
    <w:rsid w:val="00AF73DA"/>
    <w:rsid w:val="00AF73FE"/>
    <w:rsid w:val="00AF7448"/>
    <w:rsid w:val="00AF76FD"/>
    <w:rsid w:val="00AF7781"/>
    <w:rsid w:val="00AF7787"/>
    <w:rsid w:val="00AF780D"/>
    <w:rsid w:val="00AF7871"/>
    <w:rsid w:val="00AF7A90"/>
    <w:rsid w:val="00AF7B11"/>
    <w:rsid w:val="00AF7F1B"/>
    <w:rsid w:val="00AF7F2F"/>
    <w:rsid w:val="00B00039"/>
    <w:rsid w:val="00B0013E"/>
    <w:rsid w:val="00B003C0"/>
    <w:rsid w:val="00B00431"/>
    <w:rsid w:val="00B0047C"/>
    <w:rsid w:val="00B00510"/>
    <w:rsid w:val="00B005B1"/>
    <w:rsid w:val="00B00653"/>
    <w:rsid w:val="00B00922"/>
    <w:rsid w:val="00B00A17"/>
    <w:rsid w:val="00B00A7B"/>
    <w:rsid w:val="00B00B86"/>
    <w:rsid w:val="00B00C65"/>
    <w:rsid w:val="00B010CA"/>
    <w:rsid w:val="00B011BB"/>
    <w:rsid w:val="00B01252"/>
    <w:rsid w:val="00B0175A"/>
    <w:rsid w:val="00B017D3"/>
    <w:rsid w:val="00B01820"/>
    <w:rsid w:val="00B0199D"/>
    <w:rsid w:val="00B01BE4"/>
    <w:rsid w:val="00B01C40"/>
    <w:rsid w:val="00B01CC4"/>
    <w:rsid w:val="00B01E12"/>
    <w:rsid w:val="00B01F7E"/>
    <w:rsid w:val="00B020F1"/>
    <w:rsid w:val="00B02221"/>
    <w:rsid w:val="00B0233D"/>
    <w:rsid w:val="00B02478"/>
    <w:rsid w:val="00B024DD"/>
    <w:rsid w:val="00B025F3"/>
    <w:rsid w:val="00B027BD"/>
    <w:rsid w:val="00B028A4"/>
    <w:rsid w:val="00B02A2C"/>
    <w:rsid w:val="00B02A41"/>
    <w:rsid w:val="00B02B4C"/>
    <w:rsid w:val="00B02BBA"/>
    <w:rsid w:val="00B02C30"/>
    <w:rsid w:val="00B02CCB"/>
    <w:rsid w:val="00B02DD6"/>
    <w:rsid w:val="00B02E3C"/>
    <w:rsid w:val="00B02F60"/>
    <w:rsid w:val="00B02F76"/>
    <w:rsid w:val="00B02FC6"/>
    <w:rsid w:val="00B030AC"/>
    <w:rsid w:val="00B031BC"/>
    <w:rsid w:val="00B031F9"/>
    <w:rsid w:val="00B03365"/>
    <w:rsid w:val="00B033C2"/>
    <w:rsid w:val="00B0347D"/>
    <w:rsid w:val="00B0360D"/>
    <w:rsid w:val="00B036A1"/>
    <w:rsid w:val="00B03851"/>
    <w:rsid w:val="00B03B4B"/>
    <w:rsid w:val="00B03C27"/>
    <w:rsid w:val="00B03DD5"/>
    <w:rsid w:val="00B03EAA"/>
    <w:rsid w:val="00B03ED1"/>
    <w:rsid w:val="00B03FF3"/>
    <w:rsid w:val="00B044B8"/>
    <w:rsid w:val="00B04610"/>
    <w:rsid w:val="00B046D2"/>
    <w:rsid w:val="00B048E9"/>
    <w:rsid w:val="00B04933"/>
    <w:rsid w:val="00B04991"/>
    <w:rsid w:val="00B04B7F"/>
    <w:rsid w:val="00B04C00"/>
    <w:rsid w:val="00B04D73"/>
    <w:rsid w:val="00B04E7E"/>
    <w:rsid w:val="00B04EC8"/>
    <w:rsid w:val="00B050E6"/>
    <w:rsid w:val="00B051F9"/>
    <w:rsid w:val="00B0526C"/>
    <w:rsid w:val="00B0537A"/>
    <w:rsid w:val="00B053B0"/>
    <w:rsid w:val="00B05417"/>
    <w:rsid w:val="00B054E9"/>
    <w:rsid w:val="00B05669"/>
    <w:rsid w:val="00B056D1"/>
    <w:rsid w:val="00B0575F"/>
    <w:rsid w:val="00B0576B"/>
    <w:rsid w:val="00B05896"/>
    <w:rsid w:val="00B058E5"/>
    <w:rsid w:val="00B059EA"/>
    <w:rsid w:val="00B0610B"/>
    <w:rsid w:val="00B06145"/>
    <w:rsid w:val="00B061D3"/>
    <w:rsid w:val="00B06228"/>
    <w:rsid w:val="00B062DC"/>
    <w:rsid w:val="00B0654E"/>
    <w:rsid w:val="00B0673C"/>
    <w:rsid w:val="00B06968"/>
    <w:rsid w:val="00B06A0A"/>
    <w:rsid w:val="00B06BD4"/>
    <w:rsid w:val="00B06C81"/>
    <w:rsid w:val="00B06D46"/>
    <w:rsid w:val="00B06D79"/>
    <w:rsid w:val="00B06F39"/>
    <w:rsid w:val="00B06FA5"/>
    <w:rsid w:val="00B071AF"/>
    <w:rsid w:val="00B07292"/>
    <w:rsid w:val="00B072F5"/>
    <w:rsid w:val="00B0732E"/>
    <w:rsid w:val="00B07331"/>
    <w:rsid w:val="00B0739A"/>
    <w:rsid w:val="00B0743C"/>
    <w:rsid w:val="00B07505"/>
    <w:rsid w:val="00B07557"/>
    <w:rsid w:val="00B075F7"/>
    <w:rsid w:val="00B077FD"/>
    <w:rsid w:val="00B07801"/>
    <w:rsid w:val="00B07945"/>
    <w:rsid w:val="00B07951"/>
    <w:rsid w:val="00B079EC"/>
    <w:rsid w:val="00B07A38"/>
    <w:rsid w:val="00B07B50"/>
    <w:rsid w:val="00B07CBC"/>
    <w:rsid w:val="00B07F0F"/>
    <w:rsid w:val="00B10099"/>
    <w:rsid w:val="00B100A4"/>
    <w:rsid w:val="00B10114"/>
    <w:rsid w:val="00B1011C"/>
    <w:rsid w:val="00B1020D"/>
    <w:rsid w:val="00B10212"/>
    <w:rsid w:val="00B102AD"/>
    <w:rsid w:val="00B103CC"/>
    <w:rsid w:val="00B103F2"/>
    <w:rsid w:val="00B1048E"/>
    <w:rsid w:val="00B106F4"/>
    <w:rsid w:val="00B10779"/>
    <w:rsid w:val="00B1079E"/>
    <w:rsid w:val="00B10872"/>
    <w:rsid w:val="00B108D3"/>
    <w:rsid w:val="00B109EB"/>
    <w:rsid w:val="00B10A2E"/>
    <w:rsid w:val="00B10A6E"/>
    <w:rsid w:val="00B10AEA"/>
    <w:rsid w:val="00B10BED"/>
    <w:rsid w:val="00B10CF8"/>
    <w:rsid w:val="00B10D04"/>
    <w:rsid w:val="00B10D38"/>
    <w:rsid w:val="00B10EAE"/>
    <w:rsid w:val="00B10EE3"/>
    <w:rsid w:val="00B10FBF"/>
    <w:rsid w:val="00B110C9"/>
    <w:rsid w:val="00B1119C"/>
    <w:rsid w:val="00B11438"/>
    <w:rsid w:val="00B114CD"/>
    <w:rsid w:val="00B11553"/>
    <w:rsid w:val="00B11781"/>
    <w:rsid w:val="00B1185F"/>
    <w:rsid w:val="00B11A2B"/>
    <w:rsid w:val="00B11C0A"/>
    <w:rsid w:val="00B11C22"/>
    <w:rsid w:val="00B11C7B"/>
    <w:rsid w:val="00B11F25"/>
    <w:rsid w:val="00B12012"/>
    <w:rsid w:val="00B123C1"/>
    <w:rsid w:val="00B12482"/>
    <w:rsid w:val="00B12494"/>
    <w:rsid w:val="00B12588"/>
    <w:rsid w:val="00B125A2"/>
    <w:rsid w:val="00B1291F"/>
    <w:rsid w:val="00B129F2"/>
    <w:rsid w:val="00B12A21"/>
    <w:rsid w:val="00B12B8B"/>
    <w:rsid w:val="00B12BBD"/>
    <w:rsid w:val="00B12C0C"/>
    <w:rsid w:val="00B12C51"/>
    <w:rsid w:val="00B12D48"/>
    <w:rsid w:val="00B12E5E"/>
    <w:rsid w:val="00B13184"/>
    <w:rsid w:val="00B13295"/>
    <w:rsid w:val="00B133A0"/>
    <w:rsid w:val="00B13675"/>
    <w:rsid w:val="00B136D3"/>
    <w:rsid w:val="00B136E4"/>
    <w:rsid w:val="00B1391A"/>
    <w:rsid w:val="00B13B1B"/>
    <w:rsid w:val="00B13D19"/>
    <w:rsid w:val="00B13F2D"/>
    <w:rsid w:val="00B14021"/>
    <w:rsid w:val="00B1402D"/>
    <w:rsid w:val="00B140C0"/>
    <w:rsid w:val="00B14317"/>
    <w:rsid w:val="00B14353"/>
    <w:rsid w:val="00B14369"/>
    <w:rsid w:val="00B1439E"/>
    <w:rsid w:val="00B1483F"/>
    <w:rsid w:val="00B149D1"/>
    <w:rsid w:val="00B14A2F"/>
    <w:rsid w:val="00B14BF0"/>
    <w:rsid w:val="00B14C92"/>
    <w:rsid w:val="00B14EE9"/>
    <w:rsid w:val="00B14FC4"/>
    <w:rsid w:val="00B1500E"/>
    <w:rsid w:val="00B1501D"/>
    <w:rsid w:val="00B1502E"/>
    <w:rsid w:val="00B15233"/>
    <w:rsid w:val="00B1523B"/>
    <w:rsid w:val="00B15264"/>
    <w:rsid w:val="00B15450"/>
    <w:rsid w:val="00B154BF"/>
    <w:rsid w:val="00B15521"/>
    <w:rsid w:val="00B15DB2"/>
    <w:rsid w:val="00B15ECE"/>
    <w:rsid w:val="00B16153"/>
    <w:rsid w:val="00B1635B"/>
    <w:rsid w:val="00B164ED"/>
    <w:rsid w:val="00B165D6"/>
    <w:rsid w:val="00B1681D"/>
    <w:rsid w:val="00B1699B"/>
    <w:rsid w:val="00B16B17"/>
    <w:rsid w:val="00B16B8B"/>
    <w:rsid w:val="00B16C58"/>
    <w:rsid w:val="00B16CCA"/>
    <w:rsid w:val="00B16F91"/>
    <w:rsid w:val="00B16FE1"/>
    <w:rsid w:val="00B1714A"/>
    <w:rsid w:val="00B17372"/>
    <w:rsid w:val="00B173CE"/>
    <w:rsid w:val="00B1743A"/>
    <w:rsid w:val="00B174A9"/>
    <w:rsid w:val="00B174FD"/>
    <w:rsid w:val="00B17516"/>
    <w:rsid w:val="00B1780F"/>
    <w:rsid w:val="00B1791C"/>
    <w:rsid w:val="00B17974"/>
    <w:rsid w:val="00B17BF6"/>
    <w:rsid w:val="00B17C95"/>
    <w:rsid w:val="00B17D73"/>
    <w:rsid w:val="00B17ED6"/>
    <w:rsid w:val="00B17EE6"/>
    <w:rsid w:val="00B17FD4"/>
    <w:rsid w:val="00B201C9"/>
    <w:rsid w:val="00B20313"/>
    <w:rsid w:val="00B20662"/>
    <w:rsid w:val="00B20898"/>
    <w:rsid w:val="00B20929"/>
    <w:rsid w:val="00B2099E"/>
    <w:rsid w:val="00B20B11"/>
    <w:rsid w:val="00B20C1F"/>
    <w:rsid w:val="00B20D0B"/>
    <w:rsid w:val="00B20EB5"/>
    <w:rsid w:val="00B20F3A"/>
    <w:rsid w:val="00B2100B"/>
    <w:rsid w:val="00B21106"/>
    <w:rsid w:val="00B211D1"/>
    <w:rsid w:val="00B2129D"/>
    <w:rsid w:val="00B2130F"/>
    <w:rsid w:val="00B2132F"/>
    <w:rsid w:val="00B2188F"/>
    <w:rsid w:val="00B218F4"/>
    <w:rsid w:val="00B2193E"/>
    <w:rsid w:val="00B21961"/>
    <w:rsid w:val="00B219FA"/>
    <w:rsid w:val="00B21A51"/>
    <w:rsid w:val="00B21A6A"/>
    <w:rsid w:val="00B21C05"/>
    <w:rsid w:val="00B21CD6"/>
    <w:rsid w:val="00B21E52"/>
    <w:rsid w:val="00B21EAB"/>
    <w:rsid w:val="00B21FE6"/>
    <w:rsid w:val="00B22009"/>
    <w:rsid w:val="00B221B5"/>
    <w:rsid w:val="00B222BD"/>
    <w:rsid w:val="00B224DA"/>
    <w:rsid w:val="00B22509"/>
    <w:rsid w:val="00B225AC"/>
    <w:rsid w:val="00B228AD"/>
    <w:rsid w:val="00B228B5"/>
    <w:rsid w:val="00B2297E"/>
    <w:rsid w:val="00B229C6"/>
    <w:rsid w:val="00B22AE2"/>
    <w:rsid w:val="00B22B6F"/>
    <w:rsid w:val="00B22CB4"/>
    <w:rsid w:val="00B23080"/>
    <w:rsid w:val="00B23098"/>
    <w:rsid w:val="00B230A0"/>
    <w:rsid w:val="00B23480"/>
    <w:rsid w:val="00B23481"/>
    <w:rsid w:val="00B23523"/>
    <w:rsid w:val="00B23657"/>
    <w:rsid w:val="00B23703"/>
    <w:rsid w:val="00B23758"/>
    <w:rsid w:val="00B23759"/>
    <w:rsid w:val="00B23778"/>
    <w:rsid w:val="00B237C1"/>
    <w:rsid w:val="00B23831"/>
    <w:rsid w:val="00B239FD"/>
    <w:rsid w:val="00B23A1C"/>
    <w:rsid w:val="00B23BAB"/>
    <w:rsid w:val="00B23BD9"/>
    <w:rsid w:val="00B23D5F"/>
    <w:rsid w:val="00B23D74"/>
    <w:rsid w:val="00B23DE5"/>
    <w:rsid w:val="00B23EA5"/>
    <w:rsid w:val="00B23ED0"/>
    <w:rsid w:val="00B23FD8"/>
    <w:rsid w:val="00B2408D"/>
    <w:rsid w:val="00B240A1"/>
    <w:rsid w:val="00B2427F"/>
    <w:rsid w:val="00B243D6"/>
    <w:rsid w:val="00B2447C"/>
    <w:rsid w:val="00B244BF"/>
    <w:rsid w:val="00B24591"/>
    <w:rsid w:val="00B24853"/>
    <w:rsid w:val="00B248C8"/>
    <w:rsid w:val="00B248D4"/>
    <w:rsid w:val="00B24DF4"/>
    <w:rsid w:val="00B250C6"/>
    <w:rsid w:val="00B25154"/>
    <w:rsid w:val="00B251A7"/>
    <w:rsid w:val="00B25231"/>
    <w:rsid w:val="00B25266"/>
    <w:rsid w:val="00B25336"/>
    <w:rsid w:val="00B25437"/>
    <w:rsid w:val="00B2550B"/>
    <w:rsid w:val="00B25586"/>
    <w:rsid w:val="00B256A2"/>
    <w:rsid w:val="00B2577D"/>
    <w:rsid w:val="00B25851"/>
    <w:rsid w:val="00B25BEB"/>
    <w:rsid w:val="00B25CB9"/>
    <w:rsid w:val="00B25D2F"/>
    <w:rsid w:val="00B25DD1"/>
    <w:rsid w:val="00B25F35"/>
    <w:rsid w:val="00B25F51"/>
    <w:rsid w:val="00B2612B"/>
    <w:rsid w:val="00B261BD"/>
    <w:rsid w:val="00B2626D"/>
    <w:rsid w:val="00B2635B"/>
    <w:rsid w:val="00B2660C"/>
    <w:rsid w:val="00B266A9"/>
    <w:rsid w:val="00B269C8"/>
    <w:rsid w:val="00B26B0D"/>
    <w:rsid w:val="00B26BC1"/>
    <w:rsid w:val="00B26E5D"/>
    <w:rsid w:val="00B26E86"/>
    <w:rsid w:val="00B26ED4"/>
    <w:rsid w:val="00B27021"/>
    <w:rsid w:val="00B27133"/>
    <w:rsid w:val="00B271D5"/>
    <w:rsid w:val="00B2761E"/>
    <w:rsid w:val="00B27657"/>
    <w:rsid w:val="00B276D2"/>
    <w:rsid w:val="00B27778"/>
    <w:rsid w:val="00B2788E"/>
    <w:rsid w:val="00B27987"/>
    <w:rsid w:val="00B279AD"/>
    <w:rsid w:val="00B27C71"/>
    <w:rsid w:val="00B27D89"/>
    <w:rsid w:val="00B27F25"/>
    <w:rsid w:val="00B27FC8"/>
    <w:rsid w:val="00B27FD4"/>
    <w:rsid w:val="00B300A6"/>
    <w:rsid w:val="00B3036B"/>
    <w:rsid w:val="00B303F7"/>
    <w:rsid w:val="00B303FD"/>
    <w:rsid w:val="00B3041C"/>
    <w:rsid w:val="00B3044C"/>
    <w:rsid w:val="00B3044F"/>
    <w:rsid w:val="00B30B11"/>
    <w:rsid w:val="00B30B9B"/>
    <w:rsid w:val="00B30C16"/>
    <w:rsid w:val="00B30C40"/>
    <w:rsid w:val="00B30ED7"/>
    <w:rsid w:val="00B30FAC"/>
    <w:rsid w:val="00B3108E"/>
    <w:rsid w:val="00B31096"/>
    <w:rsid w:val="00B3109A"/>
    <w:rsid w:val="00B31295"/>
    <w:rsid w:val="00B312F0"/>
    <w:rsid w:val="00B313CE"/>
    <w:rsid w:val="00B3151B"/>
    <w:rsid w:val="00B31677"/>
    <w:rsid w:val="00B31803"/>
    <w:rsid w:val="00B31870"/>
    <w:rsid w:val="00B31873"/>
    <w:rsid w:val="00B318C7"/>
    <w:rsid w:val="00B31A9A"/>
    <w:rsid w:val="00B31AAB"/>
    <w:rsid w:val="00B31AD0"/>
    <w:rsid w:val="00B31C9F"/>
    <w:rsid w:val="00B31D2F"/>
    <w:rsid w:val="00B31D54"/>
    <w:rsid w:val="00B32174"/>
    <w:rsid w:val="00B32258"/>
    <w:rsid w:val="00B32371"/>
    <w:rsid w:val="00B32579"/>
    <w:rsid w:val="00B32632"/>
    <w:rsid w:val="00B32682"/>
    <w:rsid w:val="00B326B4"/>
    <w:rsid w:val="00B327F6"/>
    <w:rsid w:val="00B32834"/>
    <w:rsid w:val="00B32888"/>
    <w:rsid w:val="00B3289D"/>
    <w:rsid w:val="00B328AB"/>
    <w:rsid w:val="00B329F6"/>
    <w:rsid w:val="00B32AF0"/>
    <w:rsid w:val="00B32C39"/>
    <w:rsid w:val="00B32E2C"/>
    <w:rsid w:val="00B32E4A"/>
    <w:rsid w:val="00B32F91"/>
    <w:rsid w:val="00B3313B"/>
    <w:rsid w:val="00B33163"/>
    <w:rsid w:val="00B33335"/>
    <w:rsid w:val="00B333BA"/>
    <w:rsid w:val="00B335D9"/>
    <w:rsid w:val="00B33647"/>
    <w:rsid w:val="00B336EB"/>
    <w:rsid w:val="00B33922"/>
    <w:rsid w:val="00B33C41"/>
    <w:rsid w:val="00B33DBE"/>
    <w:rsid w:val="00B33DBF"/>
    <w:rsid w:val="00B33E86"/>
    <w:rsid w:val="00B33F90"/>
    <w:rsid w:val="00B33F9D"/>
    <w:rsid w:val="00B3422B"/>
    <w:rsid w:val="00B342ED"/>
    <w:rsid w:val="00B342F0"/>
    <w:rsid w:val="00B34314"/>
    <w:rsid w:val="00B34466"/>
    <w:rsid w:val="00B34498"/>
    <w:rsid w:val="00B34747"/>
    <w:rsid w:val="00B34845"/>
    <w:rsid w:val="00B34867"/>
    <w:rsid w:val="00B348CD"/>
    <w:rsid w:val="00B34A2D"/>
    <w:rsid w:val="00B34B3F"/>
    <w:rsid w:val="00B34B63"/>
    <w:rsid w:val="00B34BFF"/>
    <w:rsid w:val="00B34DD6"/>
    <w:rsid w:val="00B34E4F"/>
    <w:rsid w:val="00B35279"/>
    <w:rsid w:val="00B352CE"/>
    <w:rsid w:val="00B353DB"/>
    <w:rsid w:val="00B35450"/>
    <w:rsid w:val="00B35502"/>
    <w:rsid w:val="00B355A8"/>
    <w:rsid w:val="00B35603"/>
    <w:rsid w:val="00B35651"/>
    <w:rsid w:val="00B35693"/>
    <w:rsid w:val="00B35930"/>
    <w:rsid w:val="00B35B4F"/>
    <w:rsid w:val="00B35C94"/>
    <w:rsid w:val="00B35DAF"/>
    <w:rsid w:val="00B35E9A"/>
    <w:rsid w:val="00B35F7D"/>
    <w:rsid w:val="00B3621F"/>
    <w:rsid w:val="00B364F9"/>
    <w:rsid w:val="00B36529"/>
    <w:rsid w:val="00B36610"/>
    <w:rsid w:val="00B36668"/>
    <w:rsid w:val="00B366FE"/>
    <w:rsid w:val="00B36781"/>
    <w:rsid w:val="00B367F0"/>
    <w:rsid w:val="00B36A4E"/>
    <w:rsid w:val="00B36B04"/>
    <w:rsid w:val="00B36B2A"/>
    <w:rsid w:val="00B36B3D"/>
    <w:rsid w:val="00B36C33"/>
    <w:rsid w:val="00B36DF2"/>
    <w:rsid w:val="00B36E62"/>
    <w:rsid w:val="00B36EB9"/>
    <w:rsid w:val="00B36F57"/>
    <w:rsid w:val="00B36F7D"/>
    <w:rsid w:val="00B370DA"/>
    <w:rsid w:val="00B3729C"/>
    <w:rsid w:val="00B372B6"/>
    <w:rsid w:val="00B373CE"/>
    <w:rsid w:val="00B3771C"/>
    <w:rsid w:val="00B377FA"/>
    <w:rsid w:val="00B37842"/>
    <w:rsid w:val="00B37884"/>
    <w:rsid w:val="00B3795A"/>
    <w:rsid w:val="00B37A91"/>
    <w:rsid w:val="00B37CAC"/>
    <w:rsid w:val="00B37DA9"/>
    <w:rsid w:val="00B37DE0"/>
    <w:rsid w:val="00B37E1A"/>
    <w:rsid w:val="00B37ED2"/>
    <w:rsid w:val="00B37F62"/>
    <w:rsid w:val="00B4007B"/>
    <w:rsid w:val="00B40099"/>
    <w:rsid w:val="00B40146"/>
    <w:rsid w:val="00B401D7"/>
    <w:rsid w:val="00B4037A"/>
    <w:rsid w:val="00B40602"/>
    <w:rsid w:val="00B40613"/>
    <w:rsid w:val="00B4067A"/>
    <w:rsid w:val="00B40750"/>
    <w:rsid w:val="00B407AB"/>
    <w:rsid w:val="00B40993"/>
    <w:rsid w:val="00B40A71"/>
    <w:rsid w:val="00B40AD8"/>
    <w:rsid w:val="00B40AEE"/>
    <w:rsid w:val="00B40C1B"/>
    <w:rsid w:val="00B40DBD"/>
    <w:rsid w:val="00B40DDA"/>
    <w:rsid w:val="00B40EDD"/>
    <w:rsid w:val="00B410C3"/>
    <w:rsid w:val="00B4119F"/>
    <w:rsid w:val="00B41321"/>
    <w:rsid w:val="00B41368"/>
    <w:rsid w:val="00B413E1"/>
    <w:rsid w:val="00B41439"/>
    <w:rsid w:val="00B414B5"/>
    <w:rsid w:val="00B41544"/>
    <w:rsid w:val="00B415AD"/>
    <w:rsid w:val="00B41655"/>
    <w:rsid w:val="00B41741"/>
    <w:rsid w:val="00B4196E"/>
    <w:rsid w:val="00B41AE1"/>
    <w:rsid w:val="00B41B5F"/>
    <w:rsid w:val="00B41C6C"/>
    <w:rsid w:val="00B41CC6"/>
    <w:rsid w:val="00B41D0F"/>
    <w:rsid w:val="00B41DA2"/>
    <w:rsid w:val="00B41F13"/>
    <w:rsid w:val="00B41F1F"/>
    <w:rsid w:val="00B4200C"/>
    <w:rsid w:val="00B42140"/>
    <w:rsid w:val="00B421E3"/>
    <w:rsid w:val="00B423B3"/>
    <w:rsid w:val="00B4240E"/>
    <w:rsid w:val="00B4242D"/>
    <w:rsid w:val="00B42586"/>
    <w:rsid w:val="00B42671"/>
    <w:rsid w:val="00B42709"/>
    <w:rsid w:val="00B42A0A"/>
    <w:rsid w:val="00B42A52"/>
    <w:rsid w:val="00B42D18"/>
    <w:rsid w:val="00B42DBD"/>
    <w:rsid w:val="00B42FA7"/>
    <w:rsid w:val="00B4304A"/>
    <w:rsid w:val="00B4306C"/>
    <w:rsid w:val="00B430AA"/>
    <w:rsid w:val="00B43304"/>
    <w:rsid w:val="00B43458"/>
    <w:rsid w:val="00B43625"/>
    <w:rsid w:val="00B4363A"/>
    <w:rsid w:val="00B437AD"/>
    <w:rsid w:val="00B43816"/>
    <w:rsid w:val="00B4391B"/>
    <w:rsid w:val="00B43B21"/>
    <w:rsid w:val="00B43BCE"/>
    <w:rsid w:val="00B43D82"/>
    <w:rsid w:val="00B43F61"/>
    <w:rsid w:val="00B43FBC"/>
    <w:rsid w:val="00B440D7"/>
    <w:rsid w:val="00B44122"/>
    <w:rsid w:val="00B44742"/>
    <w:rsid w:val="00B44772"/>
    <w:rsid w:val="00B4487B"/>
    <w:rsid w:val="00B44884"/>
    <w:rsid w:val="00B44A53"/>
    <w:rsid w:val="00B44BA8"/>
    <w:rsid w:val="00B44BCA"/>
    <w:rsid w:val="00B44C08"/>
    <w:rsid w:val="00B44C55"/>
    <w:rsid w:val="00B44CE1"/>
    <w:rsid w:val="00B45133"/>
    <w:rsid w:val="00B45156"/>
    <w:rsid w:val="00B4520B"/>
    <w:rsid w:val="00B4536E"/>
    <w:rsid w:val="00B453A8"/>
    <w:rsid w:val="00B45439"/>
    <w:rsid w:val="00B4548C"/>
    <w:rsid w:val="00B45529"/>
    <w:rsid w:val="00B4587B"/>
    <w:rsid w:val="00B45992"/>
    <w:rsid w:val="00B45A11"/>
    <w:rsid w:val="00B45A85"/>
    <w:rsid w:val="00B45B21"/>
    <w:rsid w:val="00B45D41"/>
    <w:rsid w:val="00B45D90"/>
    <w:rsid w:val="00B45DAC"/>
    <w:rsid w:val="00B45E42"/>
    <w:rsid w:val="00B45E5D"/>
    <w:rsid w:val="00B46068"/>
    <w:rsid w:val="00B46110"/>
    <w:rsid w:val="00B46458"/>
    <w:rsid w:val="00B464DB"/>
    <w:rsid w:val="00B46740"/>
    <w:rsid w:val="00B46784"/>
    <w:rsid w:val="00B46815"/>
    <w:rsid w:val="00B46A02"/>
    <w:rsid w:val="00B46A74"/>
    <w:rsid w:val="00B46B09"/>
    <w:rsid w:val="00B46C04"/>
    <w:rsid w:val="00B46C27"/>
    <w:rsid w:val="00B46CAA"/>
    <w:rsid w:val="00B46CBE"/>
    <w:rsid w:val="00B46DDF"/>
    <w:rsid w:val="00B47203"/>
    <w:rsid w:val="00B47258"/>
    <w:rsid w:val="00B472CE"/>
    <w:rsid w:val="00B47504"/>
    <w:rsid w:val="00B47730"/>
    <w:rsid w:val="00B47734"/>
    <w:rsid w:val="00B477E5"/>
    <w:rsid w:val="00B478E7"/>
    <w:rsid w:val="00B4790E"/>
    <w:rsid w:val="00B47C80"/>
    <w:rsid w:val="00B47DE3"/>
    <w:rsid w:val="00B47F93"/>
    <w:rsid w:val="00B47FF0"/>
    <w:rsid w:val="00B50229"/>
    <w:rsid w:val="00B5030D"/>
    <w:rsid w:val="00B5038D"/>
    <w:rsid w:val="00B503AA"/>
    <w:rsid w:val="00B5043C"/>
    <w:rsid w:val="00B504F1"/>
    <w:rsid w:val="00B5050D"/>
    <w:rsid w:val="00B5051C"/>
    <w:rsid w:val="00B50527"/>
    <w:rsid w:val="00B50705"/>
    <w:rsid w:val="00B50829"/>
    <w:rsid w:val="00B50869"/>
    <w:rsid w:val="00B50885"/>
    <w:rsid w:val="00B509A4"/>
    <w:rsid w:val="00B50CA3"/>
    <w:rsid w:val="00B50D57"/>
    <w:rsid w:val="00B50D69"/>
    <w:rsid w:val="00B50DD6"/>
    <w:rsid w:val="00B510EE"/>
    <w:rsid w:val="00B51218"/>
    <w:rsid w:val="00B513F2"/>
    <w:rsid w:val="00B51506"/>
    <w:rsid w:val="00B516DC"/>
    <w:rsid w:val="00B5185F"/>
    <w:rsid w:val="00B51950"/>
    <w:rsid w:val="00B51A41"/>
    <w:rsid w:val="00B51D57"/>
    <w:rsid w:val="00B51EE9"/>
    <w:rsid w:val="00B51F23"/>
    <w:rsid w:val="00B51F2C"/>
    <w:rsid w:val="00B52085"/>
    <w:rsid w:val="00B520F4"/>
    <w:rsid w:val="00B521A3"/>
    <w:rsid w:val="00B521D8"/>
    <w:rsid w:val="00B526F1"/>
    <w:rsid w:val="00B52729"/>
    <w:rsid w:val="00B5276D"/>
    <w:rsid w:val="00B527B8"/>
    <w:rsid w:val="00B52960"/>
    <w:rsid w:val="00B52B89"/>
    <w:rsid w:val="00B52CF9"/>
    <w:rsid w:val="00B52D0E"/>
    <w:rsid w:val="00B52D0F"/>
    <w:rsid w:val="00B52D62"/>
    <w:rsid w:val="00B52DB8"/>
    <w:rsid w:val="00B52DC0"/>
    <w:rsid w:val="00B52DD4"/>
    <w:rsid w:val="00B52E02"/>
    <w:rsid w:val="00B52EFA"/>
    <w:rsid w:val="00B52F4D"/>
    <w:rsid w:val="00B53030"/>
    <w:rsid w:val="00B53110"/>
    <w:rsid w:val="00B5319B"/>
    <w:rsid w:val="00B5370C"/>
    <w:rsid w:val="00B53740"/>
    <w:rsid w:val="00B537B7"/>
    <w:rsid w:val="00B537BB"/>
    <w:rsid w:val="00B537D7"/>
    <w:rsid w:val="00B538AB"/>
    <w:rsid w:val="00B539D8"/>
    <w:rsid w:val="00B53A85"/>
    <w:rsid w:val="00B53A96"/>
    <w:rsid w:val="00B53BDD"/>
    <w:rsid w:val="00B53D3D"/>
    <w:rsid w:val="00B53E20"/>
    <w:rsid w:val="00B5407E"/>
    <w:rsid w:val="00B541AC"/>
    <w:rsid w:val="00B5435C"/>
    <w:rsid w:val="00B54765"/>
    <w:rsid w:val="00B54781"/>
    <w:rsid w:val="00B54912"/>
    <w:rsid w:val="00B54978"/>
    <w:rsid w:val="00B549AE"/>
    <w:rsid w:val="00B54A32"/>
    <w:rsid w:val="00B54D1E"/>
    <w:rsid w:val="00B54DB8"/>
    <w:rsid w:val="00B54E4D"/>
    <w:rsid w:val="00B55498"/>
    <w:rsid w:val="00B55522"/>
    <w:rsid w:val="00B55526"/>
    <w:rsid w:val="00B5557C"/>
    <w:rsid w:val="00B55623"/>
    <w:rsid w:val="00B55708"/>
    <w:rsid w:val="00B5575C"/>
    <w:rsid w:val="00B55894"/>
    <w:rsid w:val="00B55AA5"/>
    <w:rsid w:val="00B55B05"/>
    <w:rsid w:val="00B55B31"/>
    <w:rsid w:val="00B55B3F"/>
    <w:rsid w:val="00B55BF5"/>
    <w:rsid w:val="00B55E6A"/>
    <w:rsid w:val="00B5623F"/>
    <w:rsid w:val="00B56280"/>
    <w:rsid w:val="00B56439"/>
    <w:rsid w:val="00B56485"/>
    <w:rsid w:val="00B566EF"/>
    <w:rsid w:val="00B56D44"/>
    <w:rsid w:val="00B56E02"/>
    <w:rsid w:val="00B56E3F"/>
    <w:rsid w:val="00B56F00"/>
    <w:rsid w:val="00B57035"/>
    <w:rsid w:val="00B5714C"/>
    <w:rsid w:val="00B573CB"/>
    <w:rsid w:val="00B5764A"/>
    <w:rsid w:val="00B5766C"/>
    <w:rsid w:val="00B5778B"/>
    <w:rsid w:val="00B5781E"/>
    <w:rsid w:val="00B57A6C"/>
    <w:rsid w:val="00B57A86"/>
    <w:rsid w:val="00B57CA9"/>
    <w:rsid w:val="00B57ED1"/>
    <w:rsid w:val="00B57ED5"/>
    <w:rsid w:val="00B57F21"/>
    <w:rsid w:val="00B57FC6"/>
    <w:rsid w:val="00B600E9"/>
    <w:rsid w:val="00B600ED"/>
    <w:rsid w:val="00B60263"/>
    <w:rsid w:val="00B602E5"/>
    <w:rsid w:val="00B60327"/>
    <w:rsid w:val="00B60356"/>
    <w:rsid w:val="00B603D5"/>
    <w:rsid w:val="00B603ED"/>
    <w:rsid w:val="00B60556"/>
    <w:rsid w:val="00B60A22"/>
    <w:rsid w:val="00B60A5E"/>
    <w:rsid w:val="00B60A7C"/>
    <w:rsid w:val="00B60B5E"/>
    <w:rsid w:val="00B60D7C"/>
    <w:rsid w:val="00B60E19"/>
    <w:rsid w:val="00B60EF4"/>
    <w:rsid w:val="00B61253"/>
    <w:rsid w:val="00B61446"/>
    <w:rsid w:val="00B614B3"/>
    <w:rsid w:val="00B61813"/>
    <w:rsid w:val="00B61950"/>
    <w:rsid w:val="00B61967"/>
    <w:rsid w:val="00B61984"/>
    <w:rsid w:val="00B61B45"/>
    <w:rsid w:val="00B61C37"/>
    <w:rsid w:val="00B61C42"/>
    <w:rsid w:val="00B61C8E"/>
    <w:rsid w:val="00B620EA"/>
    <w:rsid w:val="00B622C4"/>
    <w:rsid w:val="00B623B4"/>
    <w:rsid w:val="00B623CE"/>
    <w:rsid w:val="00B62483"/>
    <w:rsid w:val="00B625E8"/>
    <w:rsid w:val="00B626CA"/>
    <w:rsid w:val="00B62759"/>
    <w:rsid w:val="00B627B4"/>
    <w:rsid w:val="00B6292E"/>
    <w:rsid w:val="00B62A4A"/>
    <w:rsid w:val="00B62B69"/>
    <w:rsid w:val="00B62B77"/>
    <w:rsid w:val="00B62BFE"/>
    <w:rsid w:val="00B62C3A"/>
    <w:rsid w:val="00B62ED2"/>
    <w:rsid w:val="00B630B0"/>
    <w:rsid w:val="00B630F4"/>
    <w:rsid w:val="00B6360F"/>
    <w:rsid w:val="00B637B3"/>
    <w:rsid w:val="00B637BC"/>
    <w:rsid w:val="00B63807"/>
    <w:rsid w:val="00B6383A"/>
    <w:rsid w:val="00B6383F"/>
    <w:rsid w:val="00B63A1B"/>
    <w:rsid w:val="00B63A22"/>
    <w:rsid w:val="00B63A66"/>
    <w:rsid w:val="00B63A74"/>
    <w:rsid w:val="00B63A76"/>
    <w:rsid w:val="00B63A9D"/>
    <w:rsid w:val="00B63EF5"/>
    <w:rsid w:val="00B63F8A"/>
    <w:rsid w:val="00B640B8"/>
    <w:rsid w:val="00B6419B"/>
    <w:rsid w:val="00B642D2"/>
    <w:rsid w:val="00B645B9"/>
    <w:rsid w:val="00B645EC"/>
    <w:rsid w:val="00B64650"/>
    <w:rsid w:val="00B6484E"/>
    <w:rsid w:val="00B6491A"/>
    <w:rsid w:val="00B64A0B"/>
    <w:rsid w:val="00B64A4B"/>
    <w:rsid w:val="00B64AD0"/>
    <w:rsid w:val="00B64D1E"/>
    <w:rsid w:val="00B64D70"/>
    <w:rsid w:val="00B64D79"/>
    <w:rsid w:val="00B64DC7"/>
    <w:rsid w:val="00B64F6A"/>
    <w:rsid w:val="00B65318"/>
    <w:rsid w:val="00B65398"/>
    <w:rsid w:val="00B654E0"/>
    <w:rsid w:val="00B654E6"/>
    <w:rsid w:val="00B6550E"/>
    <w:rsid w:val="00B65601"/>
    <w:rsid w:val="00B65AEC"/>
    <w:rsid w:val="00B65C25"/>
    <w:rsid w:val="00B660D9"/>
    <w:rsid w:val="00B66313"/>
    <w:rsid w:val="00B66376"/>
    <w:rsid w:val="00B6637A"/>
    <w:rsid w:val="00B663B6"/>
    <w:rsid w:val="00B66501"/>
    <w:rsid w:val="00B66598"/>
    <w:rsid w:val="00B66892"/>
    <w:rsid w:val="00B668E5"/>
    <w:rsid w:val="00B66907"/>
    <w:rsid w:val="00B66923"/>
    <w:rsid w:val="00B66981"/>
    <w:rsid w:val="00B66C70"/>
    <w:rsid w:val="00B66E6E"/>
    <w:rsid w:val="00B66EA0"/>
    <w:rsid w:val="00B66EE9"/>
    <w:rsid w:val="00B66FE9"/>
    <w:rsid w:val="00B67091"/>
    <w:rsid w:val="00B671F0"/>
    <w:rsid w:val="00B67228"/>
    <w:rsid w:val="00B6722A"/>
    <w:rsid w:val="00B67338"/>
    <w:rsid w:val="00B67372"/>
    <w:rsid w:val="00B673E4"/>
    <w:rsid w:val="00B67490"/>
    <w:rsid w:val="00B674C8"/>
    <w:rsid w:val="00B67513"/>
    <w:rsid w:val="00B67C59"/>
    <w:rsid w:val="00B67D74"/>
    <w:rsid w:val="00B67F0C"/>
    <w:rsid w:val="00B67FF5"/>
    <w:rsid w:val="00B70182"/>
    <w:rsid w:val="00B70300"/>
    <w:rsid w:val="00B7036B"/>
    <w:rsid w:val="00B70376"/>
    <w:rsid w:val="00B7044E"/>
    <w:rsid w:val="00B70459"/>
    <w:rsid w:val="00B70465"/>
    <w:rsid w:val="00B705FD"/>
    <w:rsid w:val="00B70622"/>
    <w:rsid w:val="00B70981"/>
    <w:rsid w:val="00B70983"/>
    <w:rsid w:val="00B70AD6"/>
    <w:rsid w:val="00B70D2D"/>
    <w:rsid w:val="00B70D5E"/>
    <w:rsid w:val="00B70F4D"/>
    <w:rsid w:val="00B7100D"/>
    <w:rsid w:val="00B713D7"/>
    <w:rsid w:val="00B714FC"/>
    <w:rsid w:val="00B71740"/>
    <w:rsid w:val="00B71906"/>
    <w:rsid w:val="00B719A3"/>
    <w:rsid w:val="00B719AB"/>
    <w:rsid w:val="00B71CD6"/>
    <w:rsid w:val="00B71DB9"/>
    <w:rsid w:val="00B71E65"/>
    <w:rsid w:val="00B71EED"/>
    <w:rsid w:val="00B7203C"/>
    <w:rsid w:val="00B72122"/>
    <w:rsid w:val="00B7216F"/>
    <w:rsid w:val="00B722A4"/>
    <w:rsid w:val="00B7234F"/>
    <w:rsid w:val="00B72496"/>
    <w:rsid w:val="00B72650"/>
    <w:rsid w:val="00B72712"/>
    <w:rsid w:val="00B72737"/>
    <w:rsid w:val="00B727BA"/>
    <w:rsid w:val="00B729DB"/>
    <w:rsid w:val="00B72ED8"/>
    <w:rsid w:val="00B72F7A"/>
    <w:rsid w:val="00B73357"/>
    <w:rsid w:val="00B7339C"/>
    <w:rsid w:val="00B734F8"/>
    <w:rsid w:val="00B7384A"/>
    <w:rsid w:val="00B738E6"/>
    <w:rsid w:val="00B73A2A"/>
    <w:rsid w:val="00B73C35"/>
    <w:rsid w:val="00B73CBA"/>
    <w:rsid w:val="00B73D01"/>
    <w:rsid w:val="00B73DC8"/>
    <w:rsid w:val="00B73E2E"/>
    <w:rsid w:val="00B74146"/>
    <w:rsid w:val="00B742A7"/>
    <w:rsid w:val="00B7434A"/>
    <w:rsid w:val="00B743CE"/>
    <w:rsid w:val="00B74500"/>
    <w:rsid w:val="00B7464E"/>
    <w:rsid w:val="00B7473D"/>
    <w:rsid w:val="00B74746"/>
    <w:rsid w:val="00B7494C"/>
    <w:rsid w:val="00B74A72"/>
    <w:rsid w:val="00B74AC5"/>
    <w:rsid w:val="00B74B0D"/>
    <w:rsid w:val="00B74C1B"/>
    <w:rsid w:val="00B74C9E"/>
    <w:rsid w:val="00B75088"/>
    <w:rsid w:val="00B75250"/>
    <w:rsid w:val="00B753DF"/>
    <w:rsid w:val="00B755C6"/>
    <w:rsid w:val="00B75639"/>
    <w:rsid w:val="00B7582E"/>
    <w:rsid w:val="00B75BEE"/>
    <w:rsid w:val="00B75DE6"/>
    <w:rsid w:val="00B75E23"/>
    <w:rsid w:val="00B75E79"/>
    <w:rsid w:val="00B75EA9"/>
    <w:rsid w:val="00B75EB0"/>
    <w:rsid w:val="00B75ED8"/>
    <w:rsid w:val="00B75F94"/>
    <w:rsid w:val="00B76223"/>
    <w:rsid w:val="00B76399"/>
    <w:rsid w:val="00B7642A"/>
    <w:rsid w:val="00B7643E"/>
    <w:rsid w:val="00B764B9"/>
    <w:rsid w:val="00B76532"/>
    <w:rsid w:val="00B76584"/>
    <w:rsid w:val="00B765C2"/>
    <w:rsid w:val="00B7667C"/>
    <w:rsid w:val="00B766E4"/>
    <w:rsid w:val="00B766F0"/>
    <w:rsid w:val="00B76722"/>
    <w:rsid w:val="00B76BA6"/>
    <w:rsid w:val="00B76D68"/>
    <w:rsid w:val="00B76DA5"/>
    <w:rsid w:val="00B76F6D"/>
    <w:rsid w:val="00B76F9C"/>
    <w:rsid w:val="00B76FAC"/>
    <w:rsid w:val="00B77462"/>
    <w:rsid w:val="00B77492"/>
    <w:rsid w:val="00B7765D"/>
    <w:rsid w:val="00B777D3"/>
    <w:rsid w:val="00B7792F"/>
    <w:rsid w:val="00B77A3D"/>
    <w:rsid w:val="00B77AB2"/>
    <w:rsid w:val="00B77E20"/>
    <w:rsid w:val="00B80075"/>
    <w:rsid w:val="00B802A1"/>
    <w:rsid w:val="00B802B8"/>
    <w:rsid w:val="00B802D4"/>
    <w:rsid w:val="00B803C0"/>
    <w:rsid w:val="00B803C9"/>
    <w:rsid w:val="00B80553"/>
    <w:rsid w:val="00B80558"/>
    <w:rsid w:val="00B808D7"/>
    <w:rsid w:val="00B80AC3"/>
    <w:rsid w:val="00B80BCF"/>
    <w:rsid w:val="00B80E5F"/>
    <w:rsid w:val="00B81282"/>
    <w:rsid w:val="00B815D2"/>
    <w:rsid w:val="00B819D1"/>
    <w:rsid w:val="00B81A66"/>
    <w:rsid w:val="00B81ACF"/>
    <w:rsid w:val="00B81B08"/>
    <w:rsid w:val="00B81B7E"/>
    <w:rsid w:val="00B81B8E"/>
    <w:rsid w:val="00B81CEB"/>
    <w:rsid w:val="00B81CFD"/>
    <w:rsid w:val="00B81ED9"/>
    <w:rsid w:val="00B81F39"/>
    <w:rsid w:val="00B822C9"/>
    <w:rsid w:val="00B8231C"/>
    <w:rsid w:val="00B82383"/>
    <w:rsid w:val="00B823C0"/>
    <w:rsid w:val="00B82415"/>
    <w:rsid w:val="00B825F3"/>
    <w:rsid w:val="00B8264A"/>
    <w:rsid w:val="00B82673"/>
    <w:rsid w:val="00B8269E"/>
    <w:rsid w:val="00B82B9F"/>
    <w:rsid w:val="00B82BA2"/>
    <w:rsid w:val="00B82BFA"/>
    <w:rsid w:val="00B82DE3"/>
    <w:rsid w:val="00B82FC5"/>
    <w:rsid w:val="00B831E5"/>
    <w:rsid w:val="00B832C7"/>
    <w:rsid w:val="00B832E6"/>
    <w:rsid w:val="00B8342C"/>
    <w:rsid w:val="00B836DF"/>
    <w:rsid w:val="00B83964"/>
    <w:rsid w:val="00B83CB0"/>
    <w:rsid w:val="00B83CBC"/>
    <w:rsid w:val="00B83F19"/>
    <w:rsid w:val="00B83FB0"/>
    <w:rsid w:val="00B84372"/>
    <w:rsid w:val="00B84455"/>
    <w:rsid w:val="00B844D8"/>
    <w:rsid w:val="00B845BD"/>
    <w:rsid w:val="00B84701"/>
    <w:rsid w:val="00B84759"/>
    <w:rsid w:val="00B8496D"/>
    <w:rsid w:val="00B84B68"/>
    <w:rsid w:val="00B84C22"/>
    <w:rsid w:val="00B84C6C"/>
    <w:rsid w:val="00B84DFB"/>
    <w:rsid w:val="00B84E35"/>
    <w:rsid w:val="00B84E7D"/>
    <w:rsid w:val="00B84F24"/>
    <w:rsid w:val="00B84FB2"/>
    <w:rsid w:val="00B85148"/>
    <w:rsid w:val="00B8516B"/>
    <w:rsid w:val="00B851F3"/>
    <w:rsid w:val="00B85329"/>
    <w:rsid w:val="00B8535E"/>
    <w:rsid w:val="00B85463"/>
    <w:rsid w:val="00B85504"/>
    <w:rsid w:val="00B85602"/>
    <w:rsid w:val="00B85765"/>
    <w:rsid w:val="00B85767"/>
    <w:rsid w:val="00B85865"/>
    <w:rsid w:val="00B859FE"/>
    <w:rsid w:val="00B85A30"/>
    <w:rsid w:val="00B85A5E"/>
    <w:rsid w:val="00B85BCE"/>
    <w:rsid w:val="00B85E5F"/>
    <w:rsid w:val="00B85F16"/>
    <w:rsid w:val="00B8611E"/>
    <w:rsid w:val="00B86364"/>
    <w:rsid w:val="00B8642E"/>
    <w:rsid w:val="00B864A2"/>
    <w:rsid w:val="00B8665A"/>
    <w:rsid w:val="00B86663"/>
    <w:rsid w:val="00B867D1"/>
    <w:rsid w:val="00B868F0"/>
    <w:rsid w:val="00B86A89"/>
    <w:rsid w:val="00B86AE8"/>
    <w:rsid w:val="00B86AFD"/>
    <w:rsid w:val="00B86D17"/>
    <w:rsid w:val="00B86DDB"/>
    <w:rsid w:val="00B86E40"/>
    <w:rsid w:val="00B86F31"/>
    <w:rsid w:val="00B86F4C"/>
    <w:rsid w:val="00B86F74"/>
    <w:rsid w:val="00B8719D"/>
    <w:rsid w:val="00B87289"/>
    <w:rsid w:val="00B876AC"/>
    <w:rsid w:val="00B87740"/>
    <w:rsid w:val="00B877F8"/>
    <w:rsid w:val="00B8790D"/>
    <w:rsid w:val="00B87B50"/>
    <w:rsid w:val="00B87BC4"/>
    <w:rsid w:val="00B87C91"/>
    <w:rsid w:val="00B90192"/>
    <w:rsid w:val="00B901AF"/>
    <w:rsid w:val="00B901C8"/>
    <w:rsid w:val="00B9027B"/>
    <w:rsid w:val="00B90345"/>
    <w:rsid w:val="00B90531"/>
    <w:rsid w:val="00B906AE"/>
    <w:rsid w:val="00B90763"/>
    <w:rsid w:val="00B90824"/>
    <w:rsid w:val="00B90B04"/>
    <w:rsid w:val="00B90BAC"/>
    <w:rsid w:val="00B90CAC"/>
    <w:rsid w:val="00B90F05"/>
    <w:rsid w:val="00B90F10"/>
    <w:rsid w:val="00B90F61"/>
    <w:rsid w:val="00B90FF5"/>
    <w:rsid w:val="00B9109F"/>
    <w:rsid w:val="00B910AD"/>
    <w:rsid w:val="00B91197"/>
    <w:rsid w:val="00B91349"/>
    <w:rsid w:val="00B91391"/>
    <w:rsid w:val="00B91708"/>
    <w:rsid w:val="00B91881"/>
    <w:rsid w:val="00B91918"/>
    <w:rsid w:val="00B91958"/>
    <w:rsid w:val="00B91982"/>
    <w:rsid w:val="00B91ADB"/>
    <w:rsid w:val="00B91C82"/>
    <w:rsid w:val="00B91CF7"/>
    <w:rsid w:val="00B91D5E"/>
    <w:rsid w:val="00B91D9A"/>
    <w:rsid w:val="00B91DA5"/>
    <w:rsid w:val="00B91E03"/>
    <w:rsid w:val="00B91E17"/>
    <w:rsid w:val="00B91F8B"/>
    <w:rsid w:val="00B91F9D"/>
    <w:rsid w:val="00B91FFA"/>
    <w:rsid w:val="00B92055"/>
    <w:rsid w:val="00B92071"/>
    <w:rsid w:val="00B9232D"/>
    <w:rsid w:val="00B924A1"/>
    <w:rsid w:val="00B926CB"/>
    <w:rsid w:val="00B92899"/>
    <w:rsid w:val="00B92A73"/>
    <w:rsid w:val="00B92A88"/>
    <w:rsid w:val="00B92B69"/>
    <w:rsid w:val="00B92C26"/>
    <w:rsid w:val="00B92CC2"/>
    <w:rsid w:val="00B92D4A"/>
    <w:rsid w:val="00B92D8C"/>
    <w:rsid w:val="00B92DD6"/>
    <w:rsid w:val="00B92DF0"/>
    <w:rsid w:val="00B92F1C"/>
    <w:rsid w:val="00B93029"/>
    <w:rsid w:val="00B93128"/>
    <w:rsid w:val="00B9318D"/>
    <w:rsid w:val="00B93324"/>
    <w:rsid w:val="00B93412"/>
    <w:rsid w:val="00B93513"/>
    <w:rsid w:val="00B93558"/>
    <w:rsid w:val="00B935BC"/>
    <w:rsid w:val="00B936D8"/>
    <w:rsid w:val="00B93711"/>
    <w:rsid w:val="00B9380B"/>
    <w:rsid w:val="00B93906"/>
    <w:rsid w:val="00B93A68"/>
    <w:rsid w:val="00B93A80"/>
    <w:rsid w:val="00B93D0C"/>
    <w:rsid w:val="00B93D2C"/>
    <w:rsid w:val="00B93DBC"/>
    <w:rsid w:val="00B93EE7"/>
    <w:rsid w:val="00B93FD9"/>
    <w:rsid w:val="00B940CD"/>
    <w:rsid w:val="00B94281"/>
    <w:rsid w:val="00B9439C"/>
    <w:rsid w:val="00B947AF"/>
    <w:rsid w:val="00B94840"/>
    <w:rsid w:val="00B94958"/>
    <w:rsid w:val="00B94988"/>
    <w:rsid w:val="00B94BF9"/>
    <w:rsid w:val="00B94E40"/>
    <w:rsid w:val="00B94EE0"/>
    <w:rsid w:val="00B94EED"/>
    <w:rsid w:val="00B94F3A"/>
    <w:rsid w:val="00B94FA8"/>
    <w:rsid w:val="00B95073"/>
    <w:rsid w:val="00B950B9"/>
    <w:rsid w:val="00B950FE"/>
    <w:rsid w:val="00B9519D"/>
    <w:rsid w:val="00B952D2"/>
    <w:rsid w:val="00B95497"/>
    <w:rsid w:val="00B95591"/>
    <w:rsid w:val="00B955F0"/>
    <w:rsid w:val="00B9560F"/>
    <w:rsid w:val="00B956FA"/>
    <w:rsid w:val="00B9578B"/>
    <w:rsid w:val="00B958CC"/>
    <w:rsid w:val="00B95942"/>
    <w:rsid w:val="00B95AC6"/>
    <w:rsid w:val="00B95AE5"/>
    <w:rsid w:val="00B95CC1"/>
    <w:rsid w:val="00B95DA4"/>
    <w:rsid w:val="00B95DCB"/>
    <w:rsid w:val="00B95EE7"/>
    <w:rsid w:val="00B9616D"/>
    <w:rsid w:val="00B962A1"/>
    <w:rsid w:val="00B96374"/>
    <w:rsid w:val="00B9638F"/>
    <w:rsid w:val="00B964F0"/>
    <w:rsid w:val="00B9662F"/>
    <w:rsid w:val="00B9668D"/>
    <w:rsid w:val="00B966F9"/>
    <w:rsid w:val="00B967C1"/>
    <w:rsid w:val="00B96916"/>
    <w:rsid w:val="00B96952"/>
    <w:rsid w:val="00B96B06"/>
    <w:rsid w:val="00B96B46"/>
    <w:rsid w:val="00B96BE3"/>
    <w:rsid w:val="00B96D1D"/>
    <w:rsid w:val="00B96D55"/>
    <w:rsid w:val="00B97073"/>
    <w:rsid w:val="00B970A3"/>
    <w:rsid w:val="00B970EA"/>
    <w:rsid w:val="00B972D3"/>
    <w:rsid w:val="00B972D4"/>
    <w:rsid w:val="00B973AF"/>
    <w:rsid w:val="00B9784C"/>
    <w:rsid w:val="00B97890"/>
    <w:rsid w:val="00B97B77"/>
    <w:rsid w:val="00B97B7D"/>
    <w:rsid w:val="00B97BFD"/>
    <w:rsid w:val="00B97C69"/>
    <w:rsid w:val="00BA040E"/>
    <w:rsid w:val="00BA046F"/>
    <w:rsid w:val="00BA04C4"/>
    <w:rsid w:val="00BA0606"/>
    <w:rsid w:val="00BA06E9"/>
    <w:rsid w:val="00BA076A"/>
    <w:rsid w:val="00BA08AD"/>
    <w:rsid w:val="00BA0A71"/>
    <w:rsid w:val="00BA0A72"/>
    <w:rsid w:val="00BA0AAB"/>
    <w:rsid w:val="00BA0D90"/>
    <w:rsid w:val="00BA0DF6"/>
    <w:rsid w:val="00BA0E20"/>
    <w:rsid w:val="00BA0F7E"/>
    <w:rsid w:val="00BA0FA3"/>
    <w:rsid w:val="00BA100D"/>
    <w:rsid w:val="00BA105B"/>
    <w:rsid w:val="00BA1096"/>
    <w:rsid w:val="00BA11A2"/>
    <w:rsid w:val="00BA123C"/>
    <w:rsid w:val="00BA1492"/>
    <w:rsid w:val="00BA1645"/>
    <w:rsid w:val="00BA1646"/>
    <w:rsid w:val="00BA18EC"/>
    <w:rsid w:val="00BA1A6C"/>
    <w:rsid w:val="00BA1ABD"/>
    <w:rsid w:val="00BA1AD0"/>
    <w:rsid w:val="00BA1D70"/>
    <w:rsid w:val="00BA1D87"/>
    <w:rsid w:val="00BA1F24"/>
    <w:rsid w:val="00BA2251"/>
    <w:rsid w:val="00BA2286"/>
    <w:rsid w:val="00BA22D2"/>
    <w:rsid w:val="00BA240A"/>
    <w:rsid w:val="00BA242A"/>
    <w:rsid w:val="00BA2460"/>
    <w:rsid w:val="00BA24BB"/>
    <w:rsid w:val="00BA24CE"/>
    <w:rsid w:val="00BA2500"/>
    <w:rsid w:val="00BA25B0"/>
    <w:rsid w:val="00BA26C4"/>
    <w:rsid w:val="00BA270A"/>
    <w:rsid w:val="00BA2780"/>
    <w:rsid w:val="00BA2811"/>
    <w:rsid w:val="00BA28EC"/>
    <w:rsid w:val="00BA28F5"/>
    <w:rsid w:val="00BA2A34"/>
    <w:rsid w:val="00BA2B3D"/>
    <w:rsid w:val="00BA2BA3"/>
    <w:rsid w:val="00BA2C80"/>
    <w:rsid w:val="00BA2CBD"/>
    <w:rsid w:val="00BA2D34"/>
    <w:rsid w:val="00BA2EE7"/>
    <w:rsid w:val="00BA2F05"/>
    <w:rsid w:val="00BA2F6A"/>
    <w:rsid w:val="00BA2FC9"/>
    <w:rsid w:val="00BA3157"/>
    <w:rsid w:val="00BA33AC"/>
    <w:rsid w:val="00BA33B3"/>
    <w:rsid w:val="00BA3426"/>
    <w:rsid w:val="00BA3514"/>
    <w:rsid w:val="00BA354C"/>
    <w:rsid w:val="00BA36C6"/>
    <w:rsid w:val="00BA3817"/>
    <w:rsid w:val="00BA3B62"/>
    <w:rsid w:val="00BA3B7D"/>
    <w:rsid w:val="00BA3D32"/>
    <w:rsid w:val="00BA40B4"/>
    <w:rsid w:val="00BA4101"/>
    <w:rsid w:val="00BA411D"/>
    <w:rsid w:val="00BA416B"/>
    <w:rsid w:val="00BA431F"/>
    <w:rsid w:val="00BA4583"/>
    <w:rsid w:val="00BA45A1"/>
    <w:rsid w:val="00BA46A3"/>
    <w:rsid w:val="00BA46E4"/>
    <w:rsid w:val="00BA4834"/>
    <w:rsid w:val="00BA484B"/>
    <w:rsid w:val="00BA498F"/>
    <w:rsid w:val="00BA49B9"/>
    <w:rsid w:val="00BA4AC7"/>
    <w:rsid w:val="00BA4B53"/>
    <w:rsid w:val="00BA4DD3"/>
    <w:rsid w:val="00BA4E69"/>
    <w:rsid w:val="00BA4F22"/>
    <w:rsid w:val="00BA520C"/>
    <w:rsid w:val="00BA54A7"/>
    <w:rsid w:val="00BA54F3"/>
    <w:rsid w:val="00BA54FC"/>
    <w:rsid w:val="00BA5505"/>
    <w:rsid w:val="00BA551D"/>
    <w:rsid w:val="00BA5A48"/>
    <w:rsid w:val="00BA5A5F"/>
    <w:rsid w:val="00BA5B88"/>
    <w:rsid w:val="00BA5E0C"/>
    <w:rsid w:val="00BA5F47"/>
    <w:rsid w:val="00BA5F48"/>
    <w:rsid w:val="00BA5F56"/>
    <w:rsid w:val="00BA5FF4"/>
    <w:rsid w:val="00BA6185"/>
    <w:rsid w:val="00BA61D7"/>
    <w:rsid w:val="00BA64BC"/>
    <w:rsid w:val="00BA6826"/>
    <w:rsid w:val="00BA6A18"/>
    <w:rsid w:val="00BA6A3B"/>
    <w:rsid w:val="00BA6B3A"/>
    <w:rsid w:val="00BA6B89"/>
    <w:rsid w:val="00BA6C46"/>
    <w:rsid w:val="00BA6C8E"/>
    <w:rsid w:val="00BA7145"/>
    <w:rsid w:val="00BA7226"/>
    <w:rsid w:val="00BA74C4"/>
    <w:rsid w:val="00BA74F6"/>
    <w:rsid w:val="00BA77C6"/>
    <w:rsid w:val="00BA78A1"/>
    <w:rsid w:val="00BA7A21"/>
    <w:rsid w:val="00BA7C0A"/>
    <w:rsid w:val="00BA7DAD"/>
    <w:rsid w:val="00BA7DBB"/>
    <w:rsid w:val="00BA7F00"/>
    <w:rsid w:val="00BA7F69"/>
    <w:rsid w:val="00BB0116"/>
    <w:rsid w:val="00BB016B"/>
    <w:rsid w:val="00BB0174"/>
    <w:rsid w:val="00BB01E8"/>
    <w:rsid w:val="00BB01EE"/>
    <w:rsid w:val="00BB0205"/>
    <w:rsid w:val="00BB02A3"/>
    <w:rsid w:val="00BB03C5"/>
    <w:rsid w:val="00BB048F"/>
    <w:rsid w:val="00BB04DD"/>
    <w:rsid w:val="00BB0695"/>
    <w:rsid w:val="00BB0701"/>
    <w:rsid w:val="00BB0759"/>
    <w:rsid w:val="00BB08E9"/>
    <w:rsid w:val="00BB0907"/>
    <w:rsid w:val="00BB0A2B"/>
    <w:rsid w:val="00BB0BB2"/>
    <w:rsid w:val="00BB0BBA"/>
    <w:rsid w:val="00BB0D53"/>
    <w:rsid w:val="00BB0F0A"/>
    <w:rsid w:val="00BB0FCE"/>
    <w:rsid w:val="00BB0FF6"/>
    <w:rsid w:val="00BB1099"/>
    <w:rsid w:val="00BB109A"/>
    <w:rsid w:val="00BB13E3"/>
    <w:rsid w:val="00BB155F"/>
    <w:rsid w:val="00BB1629"/>
    <w:rsid w:val="00BB16DA"/>
    <w:rsid w:val="00BB16ED"/>
    <w:rsid w:val="00BB1817"/>
    <w:rsid w:val="00BB1934"/>
    <w:rsid w:val="00BB1949"/>
    <w:rsid w:val="00BB1D12"/>
    <w:rsid w:val="00BB1DE8"/>
    <w:rsid w:val="00BB1EA1"/>
    <w:rsid w:val="00BB1F07"/>
    <w:rsid w:val="00BB1F2B"/>
    <w:rsid w:val="00BB2241"/>
    <w:rsid w:val="00BB2392"/>
    <w:rsid w:val="00BB243D"/>
    <w:rsid w:val="00BB2464"/>
    <w:rsid w:val="00BB263E"/>
    <w:rsid w:val="00BB2869"/>
    <w:rsid w:val="00BB2A34"/>
    <w:rsid w:val="00BB2C1C"/>
    <w:rsid w:val="00BB2D2D"/>
    <w:rsid w:val="00BB2D76"/>
    <w:rsid w:val="00BB3068"/>
    <w:rsid w:val="00BB30CB"/>
    <w:rsid w:val="00BB30D5"/>
    <w:rsid w:val="00BB3188"/>
    <w:rsid w:val="00BB34F7"/>
    <w:rsid w:val="00BB357B"/>
    <w:rsid w:val="00BB35BB"/>
    <w:rsid w:val="00BB375E"/>
    <w:rsid w:val="00BB376A"/>
    <w:rsid w:val="00BB384C"/>
    <w:rsid w:val="00BB3B5C"/>
    <w:rsid w:val="00BB3CC7"/>
    <w:rsid w:val="00BB3DA5"/>
    <w:rsid w:val="00BB3E3D"/>
    <w:rsid w:val="00BB3F35"/>
    <w:rsid w:val="00BB3F51"/>
    <w:rsid w:val="00BB405A"/>
    <w:rsid w:val="00BB4064"/>
    <w:rsid w:val="00BB4178"/>
    <w:rsid w:val="00BB4333"/>
    <w:rsid w:val="00BB438F"/>
    <w:rsid w:val="00BB43DC"/>
    <w:rsid w:val="00BB4468"/>
    <w:rsid w:val="00BB446C"/>
    <w:rsid w:val="00BB4588"/>
    <w:rsid w:val="00BB45CD"/>
    <w:rsid w:val="00BB4668"/>
    <w:rsid w:val="00BB4751"/>
    <w:rsid w:val="00BB481E"/>
    <w:rsid w:val="00BB489E"/>
    <w:rsid w:val="00BB4996"/>
    <w:rsid w:val="00BB4CD5"/>
    <w:rsid w:val="00BB4D8F"/>
    <w:rsid w:val="00BB4EEA"/>
    <w:rsid w:val="00BB4F7B"/>
    <w:rsid w:val="00BB4FE7"/>
    <w:rsid w:val="00BB50CC"/>
    <w:rsid w:val="00BB528E"/>
    <w:rsid w:val="00BB533A"/>
    <w:rsid w:val="00BB5421"/>
    <w:rsid w:val="00BB5526"/>
    <w:rsid w:val="00BB558D"/>
    <w:rsid w:val="00BB55A3"/>
    <w:rsid w:val="00BB5666"/>
    <w:rsid w:val="00BB56FD"/>
    <w:rsid w:val="00BB572F"/>
    <w:rsid w:val="00BB5748"/>
    <w:rsid w:val="00BB5766"/>
    <w:rsid w:val="00BB578F"/>
    <w:rsid w:val="00BB5FAA"/>
    <w:rsid w:val="00BB60E7"/>
    <w:rsid w:val="00BB617F"/>
    <w:rsid w:val="00BB62B4"/>
    <w:rsid w:val="00BB64EE"/>
    <w:rsid w:val="00BB650F"/>
    <w:rsid w:val="00BB65A5"/>
    <w:rsid w:val="00BB65AC"/>
    <w:rsid w:val="00BB65D4"/>
    <w:rsid w:val="00BB661C"/>
    <w:rsid w:val="00BB665F"/>
    <w:rsid w:val="00BB66B8"/>
    <w:rsid w:val="00BB67EB"/>
    <w:rsid w:val="00BB6A23"/>
    <w:rsid w:val="00BB6A4F"/>
    <w:rsid w:val="00BB6AEF"/>
    <w:rsid w:val="00BB6C13"/>
    <w:rsid w:val="00BB6D20"/>
    <w:rsid w:val="00BB6D38"/>
    <w:rsid w:val="00BB6F42"/>
    <w:rsid w:val="00BB70F9"/>
    <w:rsid w:val="00BB7140"/>
    <w:rsid w:val="00BB723A"/>
    <w:rsid w:val="00BB7271"/>
    <w:rsid w:val="00BB752F"/>
    <w:rsid w:val="00BB7593"/>
    <w:rsid w:val="00BB75A6"/>
    <w:rsid w:val="00BB773A"/>
    <w:rsid w:val="00BB774C"/>
    <w:rsid w:val="00BB7A6F"/>
    <w:rsid w:val="00BB7ACB"/>
    <w:rsid w:val="00BB7B2F"/>
    <w:rsid w:val="00BB7C7A"/>
    <w:rsid w:val="00BB7E04"/>
    <w:rsid w:val="00BB7F9D"/>
    <w:rsid w:val="00BB7FA1"/>
    <w:rsid w:val="00BB7FBD"/>
    <w:rsid w:val="00BC02BE"/>
    <w:rsid w:val="00BC0549"/>
    <w:rsid w:val="00BC05A1"/>
    <w:rsid w:val="00BC07DF"/>
    <w:rsid w:val="00BC099C"/>
    <w:rsid w:val="00BC09CC"/>
    <w:rsid w:val="00BC0D31"/>
    <w:rsid w:val="00BC0DED"/>
    <w:rsid w:val="00BC0E16"/>
    <w:rsid w:val="00BC0EC2"/>
    <w:rsid w:val="00BC1409"/>
    <w:rsid w:val="00BC1474"/>
    <w:rsid w:val="00BC1663"/>
    <w:rsid w:val="00BC1670"/>
    <w:rsid w:val="00BC1834"/>
    <w:rsid w:val="00BC18BE"/>
    <w:rsid w:val="00BC1A6B"/>
    <w:rsid w:val="00BC1BB6"/>
    <w:rsid w:val="00BC1EBA"/>
    <w:rsid w:val="00BC1F98"/>
    <w:rsid w:val="00BC1FBF"/>
    <w:rsid w:val="00BC200B"/>
    <w:rsid w:val="00BC2079"/>
    <w:rsid w:val="00BC21F7"/>
    <w:rsid w:val="00BC2380"/>
    <w:rsid w:val="00BC23E0"/>
    <w:rsid w:val="00BC2448"/>
    <w:rsid w:val="00BC2527"/>
    <w:rsid w:val="00BC261F"/>
    <w:rsid w:val="00BC2629"/>
    <w:rsid w:val="00BC26B7"/>
    <w:rsid w:val="00BC2773"/>
    <w:rsid w:val="00BC28D3"/>
    <w:rsid w:val="00BC29D8"/>
    <w:rsid w:val="00BC2AD9"/>
    <w:rsid w:val="00BC2D28"/>
    <w:rsid w:val="00BC2E48"/>
    <w:rsid w:val="00BC2E7F"/>
    <w:rsid w:val="00BC2F8E"/>
    <w:rsid w:val="00BC3110"/>
    <w:rsid w:val="00BC3179"/>
    <w:rsid w:val="00BC318A"/>
    <w:rsid w:val="00BC3219"/>
    <w:rsid w:val="00BC324F"/>
    <w:rsid w:val="00BC32E9"/>
    <w:rsid w:val="00BC33B3"/>
    <w:rsid w:val="00BC358C"/>
    <w:rsid w:val="00BC35CE"/>
    <w:rsid w:val="00BC35E1"/>
    <w:rsid w:val="00BC35F1"/>
    <w:rsid w:val="00BC361C"/>
    <w:rsid w:val="00BC3937"/>
    <w:rsid w:val="00BC398C"/>
    <w:rsid w:val="00BC3A0D"/>
    <w:rsid w:val="00BC3A36"/>
    <w:rsid w:val="00BC3A7A"/>
    <w:rsid w:val="00BC3AE3"/>
    <w:rsid w:val="00BC3B1E"/>
    <w:rsid w:val="00BC3BAC"/>
    <w:rsid w:val="00BC3CA4"/>
    <w:rsid w:val="00BC3D2A"/>
    <w:rsid w:val="00BC3EFC"/>
    <w:rsid w:val="00BC4017"/>
    <w:rsid w:val="00BC42D1"/>
    <w:rsid w:val="00BC42D4"/>
    <w:rsid w:val="00BC4423"/>
    <w:rsid w:val="00BC4512"/>
    <w:rsid w:val="00BC459E"/>
    <w:rsid w:val="00BC465F"/>
    <w:rsid w:val="00BC4825"/>
    <w:rsid w:val="00BC48EF"/>
    <w:rsid w:val="00BC4934"/>
    <w:rsid w:val="00BC4973"/>
    <w:rsid w:val="00BC4CB7"/>
    <w:rsid w:val="00BC4D55"/>
    <w:rsid w:val="00BC4EC2"/>
    <w:rsid w:val="00BC510C"/>
    <w:rsid w:val="00BC51C4"/>
    <w:rsid w:val="00BC5418"/>
    <w:rsid w:val="00BC559D"/>
    <w:rsid w:val="00BC55D0"/>
    <w:rsid w:val="00BC562A"/>
    <w:rsid w:val="00BC5678"/>
    <w:rsid w:val="00BC58CB"/>
    <w:rsid w:val="00BC5941"/>
    <w:rsid w:val="00BC5965"/>
    <w:rsid w:val="00BC5A76"/>
    <w:rsid w:val="00BC5BA2"/>
    <w:rsid w:val="00BC5BB2"/>
    <w:rsid w:val="00BC5D27"/>
    <w:rsid w:val="00BC5F89"/>
    <w:rsid w:val="00BC5F97"/>
    <w:rsid w:val="00BC6000"/>
    <w:rsid w:val="00BC6082"/>
    <w:rsid w:val="00BC60EF"/>
    <w:rsid w:val="00BC61BB"/>
    <w:rsid w:val="00BC6206"/>
    <w:rsid w:val="00BC6211"/>
    <w:rsid w:val="00BC6213"/>
    <w:rsid w:val="00BC627C"/>
    <w:rsid w:val="00BC638F"/>
    <w:rsid w:val="00BC63DF"/>
    <w:rsid w:val="00BC6420"/>
    <w:rsid w:val="00BC66DD"/>
    <w:rsid w:val="00BC6939"/>
    <w:rsid w:val="00BC6A27"/>
    <w:rsid w:val="00BC6A2C"/>
    <w:rsid w:val="00BC6CFB"/>
    <w:rsid w:val="00BC6D3A"/>
    <w:rsid w:val="00BC6D79"/>
    <w:rsid w:val="00BC7023"/>
    <w:rsid w:val="00BC7225"/>
    <w:rsid w:val="00BC7431"/>
    <w:rsid w:val="00BC745F"/>
    <w:rsid w:val="00BC7741"/>
    <w:rsid w:val="00BC77A0"/>
    <w:rsid w:val="00BC77D3"/>
    <w:rsid w:val="00BC7865"/>
    <w:rsid w:val="00BC7C3E"/>
    <w:rsid w:val="00BC7CD7"/>
    <w:rsid w:val="00BD01F5"/>
    <w:rsid w:val="00BD0309"/>
    <w:rsid w:val="00BD0385"/>
    <w:rsid w:val="00BD03C1"/>
    <w:rsid w:val="00BD0495"/>
    <w:rsid w:val="00BD04BA"/>
    <w:rsid w:val="00BD0667"/>
    <w:rsid w:val="00BD06B8"/>
    <w:rsid w:val="00BD08B9"/>
    <w:rsid w:val="00BD0AE4"/>
    <w:rsid w:val="00BD0C26"/>
    <w:rsid w:val="00BD0D65"/>
    <w:rsid w:val="00BD0E03"/>
    <w:rsid w:val="00BD0ECD"/>
    <w:rsid w:val="00BD12CF"/>
    <w:rsid w:val="00BD1303"/>
    <w:rsid w:val="00BD1325"/>
    <w:rsid w:val="00BD1335"/>
    <w:rsid w:val="00BD138F"/>
    <w:rsid w:val="00BD1561"/>
    <w:rsid w:val="00BD161E"/>
    <w:rsid w:val="00BD163F"/>
    <w:rsid w:val="00BD182C"/>
    <w:rsid w:val="00BD187D"/>
    <w:rsid w:val="00BD1933"/>
    <w:rsid w:val="00BD19D8"/>
    <w:rsid w:val="00BD1BD0"/>
    <w:rsid w:val="00BD1BFF"/>
    <w:rsid w:val="00BD1D02"/>
    <w:rsid w:val="00BD1D59"/>
    <w:rsid w:val="00BD23D2"/>
    <w:rsid w:val="00BD250E"/>
    <w:rsid w:val="00BD2599"/>
    <w:rsid w:val="00BD271B"/>
    <w:rsid w:val="00BD2765"/>
    <w:rsid w:val="00BD27AE"/>
    <w:rsid w:val="00BD27F9"/>
    <w:rsid w:val="00BD2935"/>
    <w:rsid w:val="00BD2D8A"/>
    <w:rsid w:val="00BD2FF9"/>
    <w:rsid w:val="00BD3152"/>
    <w:rsid w:val="00BD31A6"/>
    <w:rsid w:val="00BD3209"/>
    <w:rsid w:val="00BD32F6"/>
    <w:rsid w:val="00BD331D"/>
    <w:rsid w:val="00BD331F"/>
    <w:rsid w:val="00BD3468"/>
    <w:rsid w:val="00BD3470"/>
    <w:rsid w:val="00BD366F"/>
    <w:rsid w:val="00BD3704"/>
    <w:rsid w:val="00BD380F"/>
    <w:rsid w:val="00BD3885"/>
    <w:rsid w:val="00BD38F1"/>
    <w:rsid w:val="00BD3AE6"/>
    <w:rsid w:val="00BD3D51"/>
    <w:rsid w:val="00BD3DB9"/>
    <w:rsid w:val="00BD3DE3"/>
    <w:rsid w:val="00BD3F1E"/>
    <w:rsid w:val="00BD3F37"/>
    <w:rsid w:val="00BD3F83"/>
    <w:rsid w:val="00BD40B3"/>
    <w:rsid w:val="00BD40BC"/>
    <w:rsid w:val="00BD4177"/>
    <w:rsid w:val="00BD418E"/>
    <w:rsid w:val="00BD41D4"/>
    <w:rsid w:val="00BD4395"/>
    <w:rsid w:val="00BD4808"/>
    <w:rsid w:val="00BD4866"/>
    <w:rsid w:val="00BD48D9"/>
    <w:rsid w:val="00BD4936"/>
    <w:rsid w:val="00BD4C41"/>
    <w:rsid w:val="00BD4C51"/>
    <w:rsid w:val="00BD4C8B"/>
    <w:rsid w:val="00BD4D6F"/>
    <w:rsid w:val="00BD4EC8"/>
    <w:rsid w:val="00BD4EF2"/>
    <w:rsid w:val="00BD4FD8"/>
    <w:rsid w:val="00BD5049"/>
    <w:rsid w:val="00BD50A4"/>
    <w:rsid w:val="00BD5301"/>
    <w:rsid w:val="00BD536B"/>
    <w:rsid w:val="00BD53B2"/>
    <w:rsid w:val="00BD5432"/>
    <w:rsid w:val="00BD5484"/>
    <w:rsid w:val="00BD570A"/>
    <w:rsid w:val="00BD571A"/>
    <w:rsid w:val="00BD599B"/>
    <w:rsid w:val="00BD59B5"/>
    <w:rsid w:val="00BD5B52"/>
    <w:rsid w:val="00BD5BF6"/>
    <w:rsid w:val="00BD5D89"/>
    <w:rsid w:val="00BD5EC4"/>
    <w:rsid w:val="00BD6170"/>
    <w:rsid w:val="00BD6253"/>
    <w:rsid w:val="00BD6430"/>
    <w:rsid w:val="00BD6485"/>
    <w:rsid w:val="00BD653B"/>
    <w:rsid w:val="00BD662A"/>
    <w:rsid w:val="00BD668D"/>
    <w:rsid w:val="00BD6751"/>
    <w:rsid w:val="00BD6759"/>
    <w:rsid w:val="00BD6926"/>
    <w:rsid w:val="00BD69E2"/>
    <w:rsid w:val="00BD6A58"/>
    <w:rsid w:val="00BD6B67"/>
    <w:rsid w:val="00BD6CE9"/>
    <w:rsid w:val="00BD6D20"/>
    <w:rsid w:val="00BD6D45"/>
    <w:rsid w:val="00BD6F55"/>
    <w:rsid w:val="00BD7020"/>
    <w:rsid w:val="00BD71DC"/>
    <w:rsid w:val="00BD72F2"/>
    <w:rsid w:val="00BD7318"/>
    <w:rsid w:val="00BD7628"/>
    <w:rsid w:val="00BD76AF"/>
    <w:rsid w:val="00BD76F3"/>
    <w:rsid w:val="00BD772B"/>
    <w:rsid w:val="00BD772C"/>
    <w:rsid w:val="00BD775E"/>
    <w:rsid w:val="00BD7764"/>
    <w:rsid w:val="00BD7869"/>
    <w:rsid w:val="00BD799D"/>
    <w:rsid w:val="00BD7A4C"/>
    <w:rsid w:val="00BD7A5E"/>
    <w:rsid w:val="00BD7AEE"/>
    <w:rsid w:val="00BD7BC9"/>
    <w:rsid w:val="00BD7CC8"/>
    <w:rsid w:val="00BE0069"/>
    <w:rsid w:val="00BE0073"/>
    <w:rsid w:val="00BE011E"/>
    <w:rsid w:val="00BE012D"/>
    <w:rsid w:val="00BE0285"/>
    <w:rsid w:val="00BE02FE"/>
    <w:rsid w:val="00BE031D"/>
    <w:rsid w:val="00BE0643"/>
    <w:rsid w:val="00BE0727"/>
    <w:rsid w:val="00BE07E6"/>
    <w:rsid w:val="00BE0803"/>
    <w:rsid w:val="00BE0938"/>
    <w:rsid w:val="00BE0957"/>
    <w:rsid w:val="00BE095B"/>
    <w:rsid w:val="00BE097F"/>
    <w:rsid w:val="00BE0AA6"/>
    <w:rsid w:val="00BE0BA6"/>
    <w:rsid w:val="00BE0CBC"/>
    <w:rsid w:val="00BE0CE6"/>
    <w:rsid w:val="00BE0CE7"/>
    <w:rsid w:val="00BE0D21"/>
    <w:rsid w:val="00BE0D2E"/>
    <w:rsid w:val="00BE0DB4"/>
    <w:rsid w:val="00BE0EED"/>
    <w:rsid w:val="00BE0F1B"/>
    <w:rsid w:val="00BE0F2B"/>
    <w:rsid w:val="00BE1133"/>
    <w:rsid w:val="00BE116B"/>
    <w:rsid w:val="00BE1309"/>
    <w:rsid w:val="00BE147D"/>
    <w:rsid w:val="00BE1518"/>
    <w:rsid w:val="00BE1711"/>
    <w:rsid w:val="00BE181A"/>
    <w:rsid w:val="00BE1842"/>
    <w:rsid w:val="00BE1983"/>
    <w:rsid w:val="00BE1A5E"/>
    <w:rsid w:val="00BE1C56"/>
    <w:rsid w:val="00BE1D4A"/>
    <w:rsid w:val="00BE1E0A"/>
    <w:rsid w:val="00BE1E60"/>
    <w:rsid w:val="00BE1EA2"/>
    <w:rsid w:val="00BE1EC8"/>
    <w:rsid w:val="00BE20B2"/>
    <w:rsid w:val="00BE20E1"/>
    <w:rsid w:val="00BE2124"/>
    <w:rsid w:val="00BE21DD"/>
    <w:rsid w:val="00BE2249"/>
    <w:rsid w:val="00BE231C"/>
    <w:rsid w:val="00BE236B"/>
    <w:rsid w:val="00BE24C1"/>
    <w:rsid w:val="00BE2552"/>
    <w:rsid w:val="00BE2632"/>
    <w:rsid w:val="00BE27C3"/>
    <w:rsid w:val="00BE2876"/>
    <w:rsid w:val="00BE2983"/>
    <w:rsid w:val="00BE2A98"/>
    <w:rsid w:val="00BE2B39"/>
    <w:rsid w:val="00BE2CE4"/>
    <w:rsid w:val="00BE2DD3"/>
    <w:rsid w:val="00BE304B"/>
    <w:rsid w:val="00BE3172"/>
    <w:rsid w:val="00BE3184"/>
    <w:rsid w:val="00BE319E"/>
    <w:rsid w:val="00BE31D5"/>
    <w:rsid w:val="00BE31D8"/>
    <w:rsid w:val="00BE347D"/>
    <w:rsid w:val="00BE3568"/>
    <w:rsid w:val="00BE356C"/>
    <w:rsid w:val="00BE372E"/>
    <w:rsid w:val="00BE3754"/>
    <w:rsid w:val="00BE3910"/>
    <w:rsid w:val="00BE3918"/>
    <w:rsid w:val="00BE3B3B"/>
    <w:rsid w:val="00BE3BCE"/>
    <w:rsid w:val="00BE3C52"/>
    <w:rsid w:val="00BE3D6D"/>
    <w:rsid w:val="00BE3DF4"/>
    <w:rsid w:val="00BE3E5D"/>
    <w:rsid w:val="00BE3EC9"/>
    <w:rsid w:val="00BE3FB0"/>
    <w:rsid w:val="00BE3FBE"/>
    <w:rsid w:val="00BE4128"/>
    <w:rsid w:val="00BE414C"/>
    <w:rsid w:val="00BE4285"/>
    <w:rsid w:val="00BE43C9"/>
    <w:rsid w:val="00BE45F3"/>
    <w:rsid w:val="00BE476F"/>
    <w:rsid w:val="00BE47B1"/>
    <w:rsid w:val="00BE4908"/>
    <w:rsid w:val="00BE4B04"/>
    <w:rsid w:val="00BE4B86"/>
    <w:rsid w:val="00BE4BCA"/>
    <w:rsid w:val="00BE4D4F"/>
    <w:rsid w:val="00BE4D74"/>
    <w:rsid w:val="00BE4E0A"/>
    <w:rsid w:val="00BE4EB4"/>
    <w:rsid w:val="00BE5011"/>
    <w:rsid w:val="00BE5046"/>
    <w:rsid w:val="00BE5240"/>
    <w:rsid w:val="00BE5318"/>
    <w:rsid w:val="00BE57B3"/>
    <w:rsid w:val="00BE59E2"/>
    <w:rsid w:val="00BE5A64"/>
    <w:rsid w:val="00BE5C61"/>
    <w:rsid w:val="00BE5CCF"/>
    <w:rsid w:val="00BE5CE3"/>
    <w:rsid w:val="00BE5D2D"/>
    <w:rsid w:val="00BE5E1D"/>
    <w:rsid w:val="00BE5EC9"/>
    <w:rsid w:val="00BE5F0D"/>
    <w:rsid w:val="00BE60D2"/>
    <w:rsid w:val="00BE6131"/>
    <w:rsid w:val="00BE61E9"/>
    <w:rsid w:val="00BE64A1"/>
    <w:rsid w:val="00BE679B"/>
    <w:rsid w:val="00BE679E"/>
    <w:rsid w:val="00BE6858"/>
    <w:rsid w:val="00BE68DC"/>
    <w:rsid w:val="00BE6C3E"/>
    <w:rsid w:val="00BE6CC0"/>
    <w:rsid w:val="00BE6DC6"/>
    <w:rsid w:val="00BE706D"/>
    <w:rsid w:val="00BE7094"/>
    <w:rsid w:val="00BE70B2"/>
    <w:rsid w:val="00BE7127"/>
    <w:rsid w:val="00BE7205"/>
    <w:rsid w:val="00BE722B"/>
    <w:rsid w:val="00BE72DD"/>
    <w:rsid w:val="00BE74D4"/>
    <w:rsid w:val="00BE776A"/>
    <w:rsid w:val="00BE779A"/>
    <w:rsid w:val="00BE7922"/>
    <w:rsid w:val="00BE793A"/>
    <w:rsid w:val="00BE79A1"/>
    <w:rsid w:val="00BE79AC"/>
    <w:rsid w:val="00BE79C4"/>
    <w:rsid w:val="00BE7ACA"/>
    <w:rsid w:val="00BE7D53"/>
    <w:rsid w:val="00BE7DCD"/>
    <w:rsid w:val="00BE7F42"/>
    <w:rsid w:val="00BE7FC2"/>
    <w:rsid w:val="00BE7FE0"/>
    <w:rsid w:val="00BF0067"/>
    <w:rsid w:val="00BF03EE"/>
    <w:rsid w:val="00BF04B8"/>
    <w:rsid w:val="00BF07FC"/>
    <w:rsid w:val="00BF0816"/>
    <w:rsid w:val="00BF09FB"/>
    <w:rsid w:val="00BF0ACA"/>
    <w:rsid w:val="00BF0AEC"/>
    <w:rsid w:val="00BF0B96"/>
    <w:rsid w:val="00BF0D4E"/>
    <w:rsid w:val="00BF0F55"/>
    <w:rsid w:val="00BF0FDF"/>
    <w:rsid w:val="00BF1002"/>
    <w:rsid w:val="00BF10B4"/>
    <w:rsid w:val="00BF11E8"/>
    <w:rsid w:val="00BF12C8"/>
    <w:rsid w:val="00BF1639"/>
    <w:rsid w:val="00BF17CE"/>
    <w:rsid w:val="00BF18D6"/>
    <w:rsid w:val="00BF1A17"/>
    <w:rsid w:val="00BF1A75"/>
    <w:rsid w:val="00BF1CC1"/>
    <w:rsid w:val="00BF1F78"/>
    <w:rsid w:val="00BF2143"/>
    <w:rsid w:val="00BF21B7"/>
    <w:rsid w:val="00BF2686"/>
    <w:rsid w:val="00BF2783"/>
    <w:rsid w:val="00BF279A"/>
    <w:rsid w:val="00BF279D"/>
    <w:rsid w:val="00BF282A"/>
    <w:rsid w:val="00BF2914"/>
    <w:rsid w:val="00BF2A5A"/>
    <w:rsid w:val="00BF2C72"/>
    <w:rsid w:val="00BF2D1D"/>
    <w:rsid w:val="00BF2E0F"/>
    <w:rsid w:val="00BF2F42"/>
    <w:rsid w:val="00BF3212"/>
    <w:rsid w:val="00BF3249"/>
    <w:rsid w:val="00BF33BB"/>
    <w:rsid w:val="00BF346C"/>
    <w:rsid w:val="00BF3C40"/>
    <w:rsid w:val="00BF3C71"/>
    <w:rsid w:val="00BF3CE7"/>
    <w:rsid w:val="00BF3DF6"/>
    <w:rsid w:val="00BF3E45"/>
    <w:rsid w:val="00BF3EBA"/>
    <w:rsid w:val="00BF3EDF"/>
    <w:rsid w:val="00BF3F58"/>
    <w:rsid w:val="00BF4140"/>
    <w:rsid w:val="00BF44F3"/>
    <w:rsid w:val="00BF452B"/>
    <w:rsid w:val="00BF4BDB"/>
    <w:rsid w:val="00BF4C01"/>
    <w:rsid w:val="00BF4C0E"/>
    <w:rsid w:val="00BF4D41"/>
    <w:rsid w:val="00BF4DDF"/>
    <w:rsid w:val="00BF4E05"/>
    <w:rsid w:val="00BF501E"/>
    <w:rsid w:val="00BF5105"/>
    <w:rsid w:val="00BF5110"/>
    <w:rsid w:val="00BF5293"/>
    <w:rsid w:val="00BF53B9"/>
    <w:rsid w:val="00BF543E"/>
    <w:rsid w:val="00BF59B8"/>
    <w:rsid w:val="00BF5B3D"/>
    <w:rsid w:val="00BF5C66"/>
    <w:rsid w:val="00BF5D8A"/>
    <w:rsid w:val="00BF5E50"/>
    <w:rsid w:val="00BF5EAF"/>
    <w:rsid w:val="00BF5FB2"/>
    <w:rsid w:val="00BF62C4"/>
    <w:rsid w:val="00BF649D"/>
    <w:rsid w:val="00BF6611"/>
    <w:rsid w:val="00BF661F"/>
    <w:rsid w:val="00BF67BB"/>
    <w:rsid w:val="00BF6B7F"/>
    <w:rsid w:val="00BF6B8B"/>
    <w:rsid w:val="00BF6CAD"/>
    <w:rsid w:val="00BF6EAE"/>
    <w:rsid w:val="00BF6ED7"/>
    <w:rsid w:val="00BF6F56"/>
    <w:rsid w:val="00BF700E"/>
    <w:rsid w:val="00BF707A"/>
    <w:rsid w:val="00BF72E5"/>
    <w:rsid w:val="00BF7339"/>
    <w:rsid w:val="00BF74EB"/>
    <w:rsid w:val="00BF7591"/>
    <w:rsid w:val="00BF75F1"/>
    <w:rsid w:val="00BF768D"/>
    <w:rsid w:val="00BF7883"/>
    <w:rsid w:val="00BF78B5"/>
    <w:rsid w:val="00BF78D7"/>
    <w:rsid w:val="00BF79E8"/>
    <w:rsid w:val="00BF7A4D"/>
    <w:rsid w:val="00BF7B58"/>
    <w:rsid w:val="00BF7E2E"/>
    <w:rsid w:val="00BF7E57"/>
    <w:rsid w:val="00C000EA"/>
    <w:rsid w:val="00C00178"/>
    <w:rsid w:val="00C00465"/>
    <w:rsid w:val="00C004C8"/>
    <w:rsid w:val="00C004FC"/>
    <w:rsid w:val="00C00659"/>
    <w:rsid w:val="00C00813"/>
    <w:rsid w:val="00C0087F"/>
    <w:rsid w:val="00C00982"/>
    <w:rsid w:val="00C00A62"/>
    <w:rsid w:val="00C00A6F"/>
    <w:rsid w:val="00C00A8C"/>
    <w:rsid w:val="00C00B1F"/>
    <w:rsid w:val="00C00C09"/>
    <w:rsid w:val="00C00C5B"/>
    <w:rsid w:val="00C00EF5"/>
    <w:rsid w:val="00C01016"/>
    <w:rsid w:val="00C01185"/>
    <w:rsid w:val="00C0119B"/>
    <w:rsid w:val="00C011C3"/>
    <w:rsid w:val="00C0138F"/>
    <w:rsid w:val="00C014AE"/>
    <w:rsid w:val="00C015B7"/>
    <w:rsid w:val="00C01642"/>
    <w:rsid w:val="00C01663"/>
    <w:rsid w:val="00C0188E"/>
    <w:rsid w:val="00C01947"/>
    <w:rsid w:val="00C0198E"/>
    <w:rsid w:val="00C01A22"/>
    <w:rsid w:val="00C01D79"/>
    <w:rsid w:val="00C01DC9"/>
    <w:rsid w:val="00C02095"/>
    <w:rsid w:val="00C02255"/>
    <w:rsid w:val="00C022E7"/>
    <w:rsid w:val="00C02411"/>
    <w:rsid w:val="00C02543"/>
    <w:rsid w:val="00C0275B"/>
    <w:rsid w:val="00C02785"/>
    <w:rsid w:val="00C027F7"/>
    <w:rsid w:val="00C029BF"/>
    <w:rsid w:val="00C029FB"/>
    <w:rsid w:val="00C02BDE"/>
    <w:rsid w:val="00C02CAF"/>
    <w:rsid w:val="00C02DFA"/>
    <w:rsid w:val="00C030A5"/>
    <w:rsid w:val="00C03267"/>
    <w:rsid w:val="00C0333C"/>
    <w:rsid w:val="00C033AA"/>
    <w:rsid w:val="00C033EC"/>
    <w:rsid w:val="00C0367C"/>
    <w:rsid w:val="00C03738"/>
    <w:rsid w:val="00C039CB"/>
    <w:rsid w:val="00C03AC6"/>
    <w:rsid w:val="00C03C70"/>
    <w:rsid w:val="00C03CB3"/>
    <w:rsid w:val="00C03DEA"/>
    <w:rsid w:val="00C03F06"/>
    <w:rsid w:val="00C03F33"/>
    <w:rsid w:val="00C041BA"/>
    <w:rsid w:val="00C04324"/>
    <w:rsid w:val="00C0435D"/>
    <w:rsid w:val="00C04369"/>
    <w:rsid w:val="00C0469C"/>
    <w:rsid w:val="00C0474F"/>
    <w:rsid w:val="00C047CB"/>
    <w:rsid w:val="00C0486C"/>
    <w:rsid w:val="00C0486E"/>
    <w:rsid w:val="00C04872"/>
    <w:rsid w:val="00C04A6D"/>
    <w:rsid w:val="00C04B00"/>
    <w:rsid w:val="00C04B24"/>
    <w:rsid w:val="00C04CAE"/>
    <w:rsid w:val="00C04DB0"/>
    <w:rsid w:val="00C05276"/>
    <w:rsid w:val="00C0536C"/>
    <w:rsid w:val="00C053A4"/>
    <w:rsid w:val="00C053AB"/>
    <w:rsid w:val="00C05542"/>
    <w:rsid w:val="00C05828"/>
    <w:rsid w:val="00C05835"/>
    <w:rsid w:val="00C05906"/>
    <w:rsid w:val="00C059EF"/>
    <w:rsid w:val="00C05C43"/>
    <w:rsid w:val="00C05DBA"/>
    <w:rsid w:val="00C05E1D"/>
    <w:rsid w:val="00C05F5A"/>
    <w:rsid w:val="00C05F84"/>
    <w:rsid w:val="00C06036"/>
    <w:rsid w:val="00C0604A"/>
    <w:rsid w:val="00C06296"/>
    <w:rsid w:val="00C063AC"/>
    <w:rsid w:val="00C0659F"/>
    <w:rsid w:val="00C066F9"/>
    <w:rsid w:val="00C06889"/>
    <w:rsid w:val="00C06B4E"/>
    <w:rsid w:val="00C06D3C"/>
    <w:rsid w:val="00C06DDD"/>
    <w:rsid w:val="00C06EA3"/>
    <w:rsid w:val="00C06EB7"/>
    <w:rsid w:val="00C07104"/>
    <w:rsid w:val="00C07239"/>
    <w:rsid w:val="00C07492"/>
    <w:rsid w:val="00C075A4"/>
    <w:rsid w:val="00C075A9"/>
    <w:rsid w:val="00C076A1"/>
    <w:rsid w:val="00C07700"/>
    <w:rsid w:val="00C077E5"/>
    <w:rsid w:val="00C07833"/>
    <w:rsid w:val="00C07840"/>
    <w:rsid w:val="00C078D3"/>
    <w:rsid w:val="00C078EF"/>
    <w:rsid w:val="00C07ABA"/>
    <w:rsid w:val="00C07B75"/>
    <w:rsid w:val="00C07BE0"/>
    <w:rsid w:val="00C07BFB"/>
    <w:rsid w:val="00C10073"/>
    <w:rsid w:val="00C101FB"/>
    <w:rsid w:val="00C1029D"/>
    <w:rsid w:val="00C103BF"/>
    <w:rsid w:val="00C10598"/>
    <w:rsid w:val="00C1062C"/>
    <w:rsid w:val="00C1078D"/>
    <w:rsid w:val="00C10910"/>
    <w:rsid w:val="00C10967"/>
    <w:rsid w:val="00C10BA7"/>
    <w:rsid w:val="00C10C39"/>
    <w:rsid w:val="00C10CF5"/>
    <w:rsid w:val="00C10E50"/>
    <w:rsid w:val="00C10F56"/>
    <w:rsid w:val="00C10FCB"/>
    <w:rsid w:val="00C1136D"/>
    <w:rsid w:val="00C1146E"/>
    <w:rsid w:val="00C114E2"/>
    <w:rsid w:val="00C11636"/>
    <w:rsid w:val="00C1164C"/>
    <w:rsid w:val="00C11716"/>
    <w:rsid w:val="00C11788"/>
    <w:rsid w:val="00C117B7"/>
    <w:rsid w:val="00C1197A"/>
    <w:rsid w:val="00C1198B"/>
    <w:rsid w:val="00C119C4"/>
    <w:rsid w:val="00C11A4B"/>
    <w:rsid w:val="00C11B13"/>
    <w:rsid w:val="00C11BF9"/>
    <w:rsid w:val="00C11CDA"/>
    <w:rsid w:val="00C11E22"/>
    <w:rsid w:val="00C11EC1"/>
    <w:rsid w:val="00C11ED3"/>
    <w:rsid w:val="00C11EF1"/>
    <w:rsid w:val="00C120D0"/>
    <w:rsid w:val="00C120EC"/>
    <w:rsid w:val="00C12119"/>
    <w:rsid w:val="00C123CA"/>
    <w:rsid w:val="00C123F0"/>
    <w:rsid w:val="00C126C4"/>
    <w:rsid w:val="00C1284D"/>
    <w:rsid w:val="00C12898"/>
    <w:rsid w:val="00C1296D"/>
    <w:rsid w:val="00C129C3"/>
    <w:rsid w:val="00C12AFC"/>
    <w:rsid w:val="00C12DD0"/>
    <w:rsid w:val="00C12DE5"/>
    <w:rsid w:val="00C12F2F"/>
    <w:rsid w:val="00C12F56"/>
    <w:rsid w:val="00C130BF"/>
    <w:rsid w:val="00C130CA"/>
    <w:rsid w:val="00C130ED"/>
    <w:rsid w:val="00C13207"/>
    <w:rsid w:val="00C135E4"/>
    <w:rsid w:val="00C136D9"/>
    <w:rsid w:val="00C137F0"/>
    <w:rsid w:val="00C139E6"/>
    <w:rsid w:val="00C13B88"/>
    <w:rsid w:val="00C13E02"/>
    <w:rsid w:val="00C13E39"/>
    <w:rsid w:val="00C13EDA"/>
    <w:rsid w:val="00C13EF8"/>
    <w:rsid w:val="00C1401C"/>
    <w:rsid w:val="00C140A4"/>
    <w:rsid w:val="00C141B9"/>
    <w:rsid w:val="00C142AA"/>
    <w:rsid w:val="00C1447F"/>
    <w:rsid w:val="00C144E0"/>
    <w:rsid w:val="00C145B7"/>
    <w:rsid w:val="00C146DB"/>
    <w:rsid w:val="00C1488B"/>
    <w:rsid w:val="00C148E3"/>
    <w:rsid w:val="00C149F3"/>
    <w:rsid w:val="00C14E85"/>
    <w:rsid w:val="00C151CD"/>
    <w:rsid w:val="00C151E7"/>
    <w:rsid w:val="00C151EB"/>
    <w:rsid w:val="00C155A1"/>
    <w:rsid w:val="00C156DD"/>
    <w:rsid w:val="00C157A5"/>
    <w:rsid w:val="00C157A9"/>
    <w:rsid w:val="00C15C8F"/>
    <w:rsid w:val="00C15CAE"/>
    <w:rsid w:val="00C15E67"/>
    <w:rsid w:val="00C16029"/>
    <w:rsid w:val="00C16041"/>
    <w:rsid w:val="00C16253"/>
    <w:rsid w:val="00C16449"/>
    <w:rsid w:val="00C16504"/>
    <w:rsid w:val="00C1661D"/>
    <w:rsid w:val="00C16A5C"/>
    <w:rsid w:val="00C16ABC"/>
    <w:rsid w:val="00C16CCF"/>
    <w:rsid w:val="00C1702D"/>
    <w:rsid w:val="00C17100"/>
    <w:rsid w:val="00C1717F"/>
    <w:rsid w:val="00C171A6"/>
    <w:rsid w:val="00C171DD"/>
    <w:rsid w:val="00C1732D"/>
    <w:rsid w:val="00C173AD"/>
    <w:rsid w:val="00C17711"/>
    <w:rsid w:val="00C177F3"/>
    <w:rsid w:val="00C17BDF"/>
    <w:rsid w:val="00C17C75"/>
    <w:rsid w:val="00C17CE6"/>
    <w:rsid w:val="00C17E41"/>
    <w:rsid w:val="00C17EB0"/>
    <w:rsid w:val="00C17F1E"/>
    <w:rsid w:val="00C20032"/>
    <w:rsid w:val="00C20130"/>
    <w:rsid w:val="00C20227"/>
    <w:rsid w:val="00C20296"/>
    <w:rsid w:val="00C2032D"/>
    <w:rsid w:val="00C2047F"/>
    <w:rsid w:val="00C204AD"/>
    <w:rsid w:val="00C2051C"/>
    <w:rsid w:val="00C2061E"/>
    <w:rsid w:val="00C20668"/>
    <w:rsid w:val="00C20BFD"/>
    <w:rsid w:val="00C20D1A"/>
    <w:rsid w:val="00C20D4F"/>
    <w:rsid w:val="00C20DC3"/>
    <w:rsid w:val="00C20E36"/>
    <w:rsid w:val="00C20E48"/>
    <w:rsid w:val="00C20F0B"/>
    <w:rsid w:val="00C21042"/>
    <w:rsid w:val="00C21258"/>
    <w:rsid w:val="00C212D6"/>
    <w:rsid w:val="00C21389"/>
    <w:rsid w:val="00C2148B"/>
    <w:rsid w:val="00C215E1"/>
    <w:rsid w:val="00C21613"/>
    <w:rsid w:val="00C217A6"/>
    <w:rsid w:val="00C218AC"/>
    <w:rsid w:val="00C2191E"/>
    <w:rsid w:val="00C21CB9"/>
    <w:rsid w:val="00C21D4F"/>
    <w:rsid w:val="00C21E3E"/>
    <w:rsid w:val="00C21EDA"/>
    <w:rsid w:val="00C21F04"/>
    <w:rsid w:val="00C21FD2"/>
    <w:rsid w:val="00C221D5"/>
    <w:rsid w:val="00C222C1"/>
    <w:rsid w:val="00C222F7"/>
    <w:rsid w:val="00C223A2"/>
    <w:rsid w:val="00C22596"/>
    <w:rsid w:val="00C225D7"/>
    <w:rsid w:val="00C2262C"/>
    <w:rsid w:val="00C2270A"/>
    <w:rsid w:val="00C22836"/>
    <w:rsid w:val="00C22AAA"/>
    <w:rsid w:val="00C22B2B"/>
    <w:rsid w:val="00C22B7E"/>
    <w:rsid w:val="00C22B8E"/>
    <w:rsid w:val="00C22C4E"/>
    <w:rsid w:val="00C22DCD"/>
    <w:rsid w:val="00C22E47"/>
    <w:rsid w:val="00C22F88"/>
    <w:rsid w:val="00C230DF"/>
    <w:rsid w:val="00C234A1"/>
    <w:rsid w:val="00C23509"/>
    <w:rsid w:val="00C235B0"/>
    <w:rsid w:val="00C237CA"/>
    <w:rsid w:val="00C23A70"/>
    <w:rsid w:val="00C23B26"/>
    <w:rsid w:val="00C23D5A"/>
    <w:rsid w:val="00C23F19"/>
    <w:rsid w:val="00C24321"/>
    <w:rsid w:val="00C244DE"/>
    <w:rsid w:val="00C24513"/>
    <w:rsid w:val="00C24660"/>
    <w:rsid w:val="00C246BF"/>
    <w:rsid w:val="00C248F2"/>
    <w:rsid w:val="00C2499C"/>
    <w:rsid w:val="00C249B3"/>
    <w:rsid w:val="00C24C62"/>
    <w:rsid w:val="00C24CA9"/>
    <w:rsid w:val="00C24DB7"/>
    <w:rsid w:val="00C25078"/>
    <w:rsid w:val="00C2508D"/>
    <w:rsid w:val="00C25346"/>
    <w:rsid w:val="00C254DB"/>
    <w:rsid w:val="00C25747"/>
    <w:rsid w:val="00C25821"/>
    <w:rsid w:val="00C259BB"/>
    <w:rsid w:val="00C259E1"/>
    <w:rsid w:val="00C25A35"/>
    <w:rsid w:val="00C25A5D"/>
    <w:rsid w:val="00C25BF3"/>
    <w:rsid w:val="00C25D37"/>
    <w:rsid w:val="00C2605E"/>
    <w:rsid w:val="00C26203"/>
    <w:rsid w:val="00C2626A"/>
    <w:rsid w:val="00C2635E"/>
    <w:rsid w:val="00C26516"/>
    <w:rsid w:val="00C26528"/>
    <w:rsid w:val="00C26682"/>
    <w:rsid w:val="00C26749"/>
    <w:rsid w:val="00C26857"/>
    <w:rsid w:val="00C268A7"/>
    <w:rsid w:val="00C2694A"/>
    <w:rsid w:val="00C269EA"/>
    <w:rsid w:val="00C26AE1"/>
    <w:rsid w:val="00C26ECA"/>
    <w:rsid w:val="00C26EE6"/>
    <w:rsid w:val="00C26FD3"/>
    <w:rsid w:val="00C26FDC"/>
    <w:rsid w:val="00C2727F"/>
    <w:rsid w:val="00C2742D"/>
    <w:rsid w:val="00C2745A"/>
    <w:rsid w:val="00C27471"/>
    <w:rsid w:val="00C277A3"/>
    <w:rsid w:val="00C277B3"/>
    <w:rsid w:val="00C2782F"/>
    <w:rsid w:val="00C2784F"/>
    <w:rsid w:val="00C278BF"/>
    <w:rsid w:val="00C2793A"/>
    <w:rsid w:val="00C27948"/>
    <w:rsid w:val="00C27DAC"/>
    <w:rsid w:val="00C27E1A"/>
    <w:rsid w:val="00C27E62"/>
    <w:rsid w:val="00C27EFE"/>
    <w:rsid w:val="00C27F49"/>
    <w:rsid w:val="00C27FE9"/>
    <w:rsid w:val="00C30110"/>
    <w:rsid w:val="00C30182"/>
    <w:rsid w:val="00C30191"/>
    <w:rsid w:val="00C303AF"/>
    <w:rsid w:val="00C30413"/>
    <w:rsid w:val="00C30464"/>
    <w:rsid w:val="00C30541"/>
    <w:rsid w:val="00C30582"/>
    <w:rsid w:val="00C305DB"/>
    <w:rsid w:val="00C30670"/>
    <w:rsid w:val="00C307D9"/>
    <w:rsid w:val="00C30AE4"/>
    <w:rsid w:val="00C30C9C"/>
    <w:rsid w:val="00C30D5A"/>
    <w:rsid w:val="00C31017"/>
    <w:rsid w:val="00C311C6"/>
    <w:rsid w:val="00C311D6"/>
    <w:rsid w:val="00C31459"/>
    <w:rsid w:val="00C31538"/>
    <w:rsid w:val="00C31601"/>
    <w:rsid w:val="00C31800"/>
    <w:rsid w:val="00C31884"/>
    <w:rsid w:val="00C318E8"/>
    <w:rsid w:val="00C318FA"/>
    <w:rsid w:val="00C319D6"/>
    <w:rsid w:val="00C319D9"/>
    <w:rsid w:val="00C31B35"/>
    <w:rsid w:val="00C31C67"/>
    <w:rsid w:val="00C31E41"/>
    <w:rsid w:val="00C31E49"/>
    <w:rsid w:val="00C31E58"/>
    <w:rsid w:val="00C31EB5"/>
    <w:rsid w:val="00C3219B"/>
    <w:rsid w:val="00C3225D"/>
    <w:rsid w:val="00C32375"/>
    <w:rsid w:val="00C323ED"/>
    <w:rsid w:val="00C32563"/>
    <w:rsid w:val="00C326B6"/>
    <w:rsid w:val="00C3281B"/>
    <w:rsid w:val="00C32922"/>
    <w:rsid w:val="00C32A97"/>
    <w:rsid w:val="00C32A9C"/>
    <w:rsid w:val="00C32B29"/>
    <w:rsid w:val="00C32CE9"/>
    <w:rsid w:val="00C32D0D"/>
    <w:rsid w:val="00C32D31"/>
    <w:rsid w:val="00C32DD1"/>
    <w:rsid w:val="00C32FBD"/>
    <w:rsid w:val="00C3310B"/>
    <w:rsid w:val="00C33142"/>
    <w:rsid w:val="00C33222"/>
    <w:rsid w:val="00C333F7"/>
    <w:rsid w:val="00C33421"/>
    <w:rsid w:val="00C33553"/>
    <w:rsid w:val="00C3363C"/>
    <w:rsid w:val="00C337DD"/>
    <w:rsid w:val="00C337DF"/>
    <w:rsid w:val="00C337ED"/>
    <w:rsid w:val="00C337EE"/>
    <w:rsid w:val="00C33974"/>
    <w:rsid w:val="00C33B16"/>
    <w:rsid w:val="00C33C54"/>
    <w:rsid w:val="00C33C71"/>
    <w:rsid w:val="00C33C86"/>
    <w:rsid w:val="00C33D02"/>
    <w:rsid w:val="00C33EA8"/>
    <w:rsid w:val="00C33F3A"/>
    <w:rsid w:val="00C33F8E"/>
    <w:rsid w:val="00C33FE4"/>
    <w:rsid w:val="00C34066"/>
    <w:rsid w:val="00C340F4"/>
    <w:rsid w:val="00C34272"/>
    <w:rsid w:val="00C342B1"/>
    <w:rsid w:val="00C342FE"/>
    <w:rsid w:val="00C34338"/>
    <w:rsid w:val="00C3440D"/>
    <w:rsid w:val="00C34421"/>
    <w:rsid w:val="00C34495"/>
    <w:rsid w:val="00C34574"/>
    <w:rsid w:val="00C34800"/>
    <w:rsid w:val="00C34AB3"/>
    <w:rsid w:val="00C34BEA"/>
    <w:rsid w:val="00C34C4D"/>
    <w:rsid w:val="00C34E81"/>
    <w:rsid w:val="00C3516C"/>
    <w:rsid w:val="00C351FD"/>
    <w:rsid w:val="00C356CD"/>
    <w:rsid w:val="00C3587D"/>
    <w:rsid w:val="00C35A6E"/>
    <w:rsid w:val="00C35B29"/>
    <w:rsid w:val="00C35E49"/>
    <w:rsid w:val="00C35E9C"/>
    <w:rsid w:val="00C35EC1"/>
    <w:rsid w:val="00C361A5"/>
    <w:rsid w:val="00C362B5"/>
    <w:rsid w:val="00C36318"/>
    <w:rsid w:val="00C363EB"/>
    <w:rsid w:val="00C36465"/>
    <w:rsid w:val="00C365A6"/>
    <w:rsid w:val="00C365E1"/>
    <w:rsid w:val="00C36606"/>
    <w:rsid w:val="00C3679D"/>
    <w:rsid w:val="00C368F1"/>
    <w:rsid w:val="00C36A31"/>
    <w:rsid w:val="00C36A90"/>
    <w:rsid w:val="00C36BBE"/>
    <w:rsid w:val="00C36BEF"/>
    <w:rsid w:val="00C36DCC"/>
    <w:rsid w:val="00C36DF3"/>
    <w:rsid w:val="00C36E60"/>
    <w:rsid w:val="00C36F96"/>
    <w:rsid w:val="00C36FF3"/>
    <w:rsid w:val="00C37209"/>
    <w:rsid w:val="00C37245"/>
    <w:rsid w:val="00C37247"/>
    <w:rsid w:val="00C372BC"/>
    <w:rsid w:val="00C37371"/>
    <w:rsid w:val="00C37472"/>
    <w:rsid w:val="00C37562"/>
    <w:rsid w:val="00C375DD"/>
    <w:rsid w:val="00C37660"/>
    <w:rsid w:val="00C37686"/>
    <w:rsid w:val="00C37795"/>
    <w:rsid w:val="00C377A8"/>
    <w:rsid w:val="00C377F0"/>
    <w:rsid w:val="00C3794F"/>
    <w:rsid w:val="00C37BFC"/>
    <w:rsid w:val="00C37C3F"/>
    <w:rsid w:val="00C37D7D"/>
    <w:rsid w:val="00C37D9D"/>
    <w:rsid w:val="00C37E86"/>
    <w:rsid w:val="00C4008C"/>
    <w:rsid w:val="00C40104"/>
    <w:rsid w:val="00C40274"/>
    <w:rsid w:val="00C403E6"/>
    <w:rsid w:val="00C404D3"/>
    <w:rsid w:val="00C405C8"/>
    <w:rsid w:val="00C4078D"/>
    <w:rsid w:val="00C407BD"/>
    <w:rsid w:val="00C40A12"/>
    <w:rsid w:val="00C40AAD"/>
    <w:rsid w:val="00C40AE1"/>
    <w:rsid w:val="00C40C56"/>
    <w:rsid w:val="00C40DA5"/>
    <w:rsid w:val="00C40DC4"/>
    <w:rsid w:val="00C40EB3"/>
    <w:rsid w:val="00C40ED8"/>
    <w:rsid w:val="00C40F5B"/>
    <w:rsid w:val="00C40FDC"/>
    <w:rsid w:val="00C41054"/>
    <w:rsid w:val="00C41103"/>
    <w:rsid w:val="00C411E2"/>
    <w:rsid w:val="00C413B1"/>
    <w:rsid w:val="00C4146C"/>
    <w:rsid w:val="00C41480"/>
    <w:rsid w:val="00C41498"/>
    <w:rsid w:val="00C41624"/>
    <w:rsid w:val="00C41777"/>
    <w:rsid w:val="00C41961"/>
    <w:rsid w:val="00C419CF"/>
    <w:rsid w:val="00C41D38"/>
    <w:rsid w:val="00C41E5D"/>
    <w:rsid w:val="00C41EC2"/>
    <w:rsid w:val="00C422A2"/>
    <w:rsid w:val="00C42462"/>
    <w:rsid w:val="00C425A1"/>
    <w:rsid w:val="00C42640"/>
    <w:rsid w:val="00C426AB"/>
    <w:rsid w:val="00C426B0"/>
    <w:rsid w:val="00C4275F"/>
    <w:rsid w:val="00C42780"/>
    <w:rsid w:val="00C427D2"/>
    <w:rsid w:val="00C428DA"/>
    <w:rsid w:val="00C42A87"/>
    <w:rsid w:val="00C42A8E"/>
    <w:rsid w:val="00C42ACB"/>
    <w:rsid w:val="00C42D82"/>
    <w:rsid w:val="00C42D8D"/>
    <w:rsid w:val="00C42E8A"/>
    <w:rsid w:val="00C42FEE"/>
    <w:rsid w:val="00C43012"/>
    <w:rsid w:val="00C4323F"/>
    <w:rsid w:val="00C432B7"/>
    <w:rsid w:val="00C43315"/>
    <w:rsid w:val="00C4332F"/>
    <w:rsid w:val="00C43387"/>
    <w:rsid w:val="00C434C3"/>
    <w:rsid w:val="00C435FF"/>
    <w:rsid w:val="00C4360D"/>
    <w:rsid w:val="00C4365F"/>
    <w:rsid w:val="00C43815"/>
    <w:rsid w:val="00C4397A"/>
    <w:rsid w:val="00C439AD"/>
    <w:rsid w:val="00C439D7"/>
    <w:rsid w:val="00C43A74"/>
    <w:rsid w:val="00C43ABE"/>
    <w:rsid w:val="00C43C8E"/>
    <w:rsid w:val="00C43CB6"/>
    <w:rsid w:val="00C43CF8"/>
    <w:rsid w:val="00C43D7F"/>
    <w:rsid w:val="00C43E2D"/>
    <w:rsid w:val="00C43EDC"/>
    <w:rsid w:val="00C44059"/>
    <w:rsid w:val="00C442AA"/>
    <w:rsid w:val="00C44607"/>
    <w:rsid w:val="00C44649"/>
    <w:rsid w:val="00C446E0"/>
    <w:rsid w:val="00C4470B"/>
    <w:rsid w:val="00C4478B"/>
    <w:rsid w:val="00C4491B"/>
    <w:rsid w:val="00C44A9D"/>
    <w:rsid w:val="00C44C4E"/>
    <w:rsid w:val="00C45046"/>
    <w:rsid w:val="00C450AF"/>
    <w:rsid w:val="00C451F6"/>
    <w:rsid w:val="00C455D3"/>
    <w:rsid w:val="00C45751"/>
    <w:rsid w:val="00C45771"/>
    <w:rsid w:val="00C45868"/>
    <w:rsid w:val="00C458DF"/>
    <w:rsid w:val="00C458F8"/>
    <w:rsid w:val="00C45C7D"/>
    <w:rsid w:val="00C45E07"/>
    <w:rsid w:val="00C45EB6"/>
    <w:rsid w:val="00C45EF0"/>
    <w:rsid w:val="00C46097"/>
    <w:rsid w:val="00C4616B"/>
    <w:rsid w:val="00C46234"/>
    <w:rsid w:val="00C46369"/>
    <w:rsid w:val="00C4638F"/>
    <w:rsid w:val="00C4664C"/>
    <w:rsid w:val="00C4667E"/>
    <w:rsid w:val="00C466F6"/>
    <w:rsid w:val="00C46908"/>
    <w:rsid w:val="00C469B7"/>
    <w:rsid w:val="00C46B75"/>
    <w:rsid w:val="00C46B77"/>
    <w:rsid w:val="00C46B93"/>
    <w:rsid w:val="00C46BC8"/>
    <w:rsid w:val="00C46BE6"/>
    <w:rsid w:val="00C46C68"/>
    <w:rsid w:val="00C46DB2"/>
    <w:rsid w:val="00C46DBD"/>
    <w:rsid w:val="00C47059"/>
    <w:rsid w:val="00C4710F"/>
    <w:rsid w:val="00C471DA"/>
    <w:rsid w:val="00C4725A"/>
    <w:rsid w:val="00C47465"/>
    <w:rsid w:val="00C474C9"/>
    <w:rsid w:val="00C47540"/>
    <w:rsid w:val="00C47A7A"/>
    <w:rsid w:val="00C47AC2"/>
    <w:rsid w:val="00C47C7F"/>
    <w:rsid w:val="00C47C9E"/>
    <w:rsid w:val="00C47DF4"/>
    <w:rsid w:val="00C47EDA"/>
    <w:rsid w:val="00C47F41"/>
    <w:rsid w:val="00C50090"/>
    <w:rsid w:val="00C5021C"/>
    <w:rsid w:val="00C5023F"/>
    <w:rsid w:val="00C5038C"/>
    <w:rsid w:val="00C503B7"/>
    <w:rsid w:val="00C50444"/>
    <w:rsid w:val="00C50461"/>
    <w:rsid w:val="00C5058E"/>
    <w:rsid w:val="00C506F2"/>
    <w:rsid w:val="00C50784"/>
    <w:rsid w:val="00C50852"/>
    <w:rsid w:val="00C509D3"/>
    <w:rsid w:val="00C50A2B"/>
    <w:rsid w:val="00C50AE2"/>
    <w:rsid w:val="00C50F49"/>
    <w:rsid w:val="00C50F78"/>
    <w:rsid w:val="00C51223"/>
    <w:rsid w:val="00C51257"/>
    <w:rsid w:val="00C512E8"/>
    <w:rsid w:val="00C51336"/>
    <w:rsid w:val="00C5148C"/>
    <w:rsid w:val="00C51561"/>
    <w:rsid w:val="00C51566"/>
    <w:rsid w:val="00C5183C"/>
    <w:rsid w:val="00C51B48"/>
    <w:rsid w:val="00C51B70"/>
    <w:rsid w:val="00C52001"/>
    <w:rsid w:val="00C521B2"/>
    <w:rsid w:val="00C52372"/>
    <w:rsid w:val="00C523B0"/>
    <w:rsid w:val="00C52470"/>
    <w:rsid w:val="00C52507"/>
    <w:rsid w:val="00C52593"/>
    <w:rsid w:val="00C529BF"/>
    <w:rsid w:val="00C52A05"/>
    <w:rsid w:val="00C52A8E"/>
    <w:rsid w:val="00C52CDA"/>
    <w:rsid w:val="00C52FA1"/>
    <w:rsid w:val="00C531A4"/>
    <w:rsid w:val="00C5320D"/>
    <w:rsid w:val="00C53410"/>
    <w:rsid w:val="00C53459"/>
    <w:rsid w:val="00C534AD"/>
    <w:rsid w:val="00C53537"/>
    <w:rsid w:val="00C537AF"/>
    <w:rsid w:val="00C53925"/>
    <w:rsid w:val="00C53979"/>
    <w:rsid w:val="00C53C83"/>
    <w:rsid w:val="00C53CC7"/>
    <w:rsid w:val="00C53F22"/>
    <w:rsid w:val="00C53F29"/>
    <w:rsid w:val="00C53FF2"/>
    <w:rsid w:val="00C5421D"/>
    <w:rsid w:val="00C542FD"/>
    <w:rsid w:val="00C543BD"/>
    <w:rsid w:val="00C54499"/>
    <w:rsid w:val="00C544B5"/>
    <w:rsid w:val="00C5454B"/>
    <w:rsid w:val="00C54600"/>
    <w:rsid w:val="00C546AE"/>
    <w:rsid w:val="00C546C1"/>
    <w:rsid w:val="00C547C4"/>
    <w:rsid w:val="00C54918"/>
    <w:rsid w:val="00C54AAB"/>
    <w:rsid w:val="00C54ADA"/>
    <w:rsid w:val="00C54B77"/>
    <w:rsid w:val="00C54CB4"/>
    <w:rsid w:val="00C54F0E"/>
    <w:rsid w:val="00C54F29"/>
    <w:rsid w:val="00C5500C"/>
    <w:rsid w:val="00C55280"/>
    <w:rsid w:val="00C552F2"/>
    <w:rsid w:val="00C553F1"/>
    <w:rsid w:val="00C55766"/>
    <w:rsid w:val="00C557E0"/>
    <w:rsid w:val="00C557F8"/>
    <w:rsid w:val="00C55878"/>
    <w:rsid w:val="00C55B92"/>
    <w:rsid w:val="00C55F23"/>
    <w:rsid w:val="00C55F88"/>
    <w:rsid w:val="00C56227"/>
    <w:rsid w:val="00C5661C"/>
    <w:rsid w:val="00C5677B"/>
    <w:rsid w:val="00C5690C"/>
    <w:rsid w:val="00C569BD"/>
    <w:rsid w:val="00C56B57"/>
    <w:rsid w:val="00C56BFC"/>
    <w:rsid w:val="00C56C13"/>
    <w:rsid w:val="00C56C75"/>
    <w:rsid w:val="00C56E22"/>
    <w:rsid w:val="00C56F0C"/>
    <w:rsid w:val="00C56F71"/>
    <w:rsid w:val="00C57233"/>
    <w:rsid w:val="00C572A1"/>
    <w:rsid w:val="00C57370"/>
    <w:rsid w:val="00C57698"/>
    <w:rsid w:val="00C576FE"/>
    <w:rsid w:val="00C5772E"/>
    <w:rsid w:val="00C577E5"/>
    <w:rsid w:val="00C579A2"/>
    <w:rsid w:val="00C579C9"/>
    <w:rsid w:val="00C57B7A"/>
    <w:rsid w:val="00C57DFE"/>
    <w:rsid w:val="00C57F7E"/>
    <w:rsid w:val="00C600BE"/>
    <w:rsid w:val="00C60121"/>
    <w:rsid w:val="00C60128"/>
    <w:rsid w:val="00C60132"/>
    <w:rsid w:val="00C60441"/>
    <w:rsid w:val="00C60515"/>
    <w:rsid w:val="00C6057D"/>
    <w:rsid w:val="00C609FD"/>
    <w:rsid w:val="00C60A6D"/>
    <w:rsid w:val="00C60BE9"/>
    <w:rsid w:val="00C60C36"/>
    <w:rsid w:val="00C60CAE"/>
    <w:rsid w:val="00C60CEA"/>
    <w:rsid w:val="00C60D59"/>
    <w:rsid w:val="00C60F8F"/>
    <w:rsid w:val="00C61073"/>
    <w:rsid w:val="00C61119"/>
    <w:rsid w:val="00C612CB"/>
    <w:rsid w:val="00C61303"/>
    <w:rsid w:val="00C6135E"/>
    <w:rsid w:val="00C61401"/>
    <w:rsid w:val="00C61651"/>
    <w:rsid w:val="00C61675"/>
    <w:rsid w:val="00C6171E"/>
    <w:rsid w:val="00C6176D"/>
    <w:rsid w:val="00C61783"/>
    <w:rsid w:val="00C6178F"/>
    <w:rsid w:val="00C617B8"/>
    <w:rsid w:val="00C61988"/>
    <w:rsid w:val="00C61A4D"/>
    <w:rsid w:val="00C61A50"/>
    <w:rsid w:val="00C61B1C"/>
    <w:rsid w:val="00C61BBE"/>
    <w:rsid w:val="00C61C97"/>
    <w:rsid w:val="00C61C9A"/>
    <w:rsid w:val="00C61CFB"/>
    <w:rsid w:val="00C61CFE"/>
    <w:rsid w:val="00C61F9B"/>
    <w:rsid w:val="00C61FE5"/>
    <w:rsid w:val="00C620FC"/>
    <w:rsid w:val="00C62429"/>
    <w:rsid w:val="00C626C6"/>
    <w:rsid w:val="00C627FB"/>
    <w:rsid w:val="00C628AA"/>
    <w:rsid w:val="00C628E2"/>
    <w:rsid w:val="00C6292D"/>
    <w:rsid w:val="00C62984"/>
    <w:rsid w:val="00C629CA"/>
    <w:rsid w:val="00C62A06"/>
    <w:rsid w:val="00C62AB0"/>
    <w:rsid w:val="00C62BD4"/>
    <w:rsid w:val="00C62C3C"/>
    <w:rsid w:val="00C62C42"/>
    <w:rsid w:val="00C62C63"/>
    <w:rsid w:val="00C62D2B"/>
    <w:rsid w:val="00C62D2C"/>
    <w:rsid w:val="00C62E5E"/>
    <w:rsid w:val="00C62EC2"/>
    <w:rsid w:val="00C62F4C"/>
    <w:rsid w:val="00C630A2"/>
    <w:rsid w:val="00C630A6"/>
    <w:rsid w:val="00C63163"/>
    <w:rsid w:val="00C6329A"/>
    <w:rsid w:val="00C632B6"/>
    <w:rsid w:val="00C633A1"/>
    <w:rsid w:val="00C6353C"/>
    <w:rsid w:val="00C637E1"/>
    <w:rsid w:val="00C63900"/>
    <w:rsid w:val="00C63933"/>
    <w:rsid w:val="00C63966"/>
    <w:rsid w:val="00C63AB8"/>
    <w:rsid w:val="00C63AEE"/>
    <w:rsid w:val="00C63BEE"/>
    <w:rsid w:val="00C63C27"/>
    <w:rsid w:val="00C63C2D"/>
    <w:rsid w:val="00C63C30"/>
    <w:rsid w:val="00C63C42"/>
    <w:rsid w:val="00C63D79"/>
    <w:rsid w:val="00C63DBA"/>
    <w:rsid w:val="00C63FB4"/>
    <w:rsid w:val="00C6414D"/>
    <w:rsid w:val="00C64282"/>
    <w:rsid w:val="00C64314"/>
    <w:rsid w:val="00C643C9"/>
    <w:rsid w:val="00C643E3"/>
    <w:rsid w:val="00C644A0"/>
    <w:rsid w:val="00C648B5"/>
    <w:rsid w:val="00C648F2"/>
    <w:rsid w:val="00C64BD6"/>
    <w:rsid w:val="00C64C62"/>
    <w:rsid w:val="00C64C96"/>
    <w:rsid w:val="00C64D46"/>
    <w:rsid w:val="00C64DD3"/>
    <w:rsid w:val="00C64E5B"/>
    <w:rsid w:val="00C64E80"/>
    <w:rsid w:val="00C64F51"/>
    <w:rsid w:val="00C6500C"/>
    <w:rsid w:val="00C650FB"/>
    <w:rsid w:val="00C65268"/>
    <w:rsid w:val="00C65273"/>
    <w:rsid w:val="00C65488"/>
    <w:rsid w:val="00C65778"/>
    <w:rsid w:val="00C657DF"/>
    <w:rsid w:val="00C6595B"/>
    <w:rsid w:val="00C65E53"/>
    <w:rsid w:val="00C66048"/>
    <w:rsid w:val="00C66140"/>
    <w:rsid w:val="00C66141"/>
    <w:rsid w:val="00C669A1"/>
    <w:rsid w:val="00C66D30"/>
    <w:rsid w:val="00C66FE0"/>
    <w:rsid w:val="00C67021"/>
    <w:rsid w:val="00C672FB"/>
    <w:rsid w:val="00C672FD"/>
    <w:rsid w:val="00C67312"/>
    <w:rsid w:val="00C6761E"/>
    <w:rsid w:val="00C6765D"/>
    <w:rsid w:val="00C676FB"/>
    <w:rsid w:val="00C67877"/>
    <w:rsid w:val="00C67A00"/>
    <w:rsid w:val="00C67B40"/>
    <w:rsid w:val="00C67D04"/>
    <w:rsid w:val="00C67ECD"/>
    <w:rsid w:val="00C67F55"/>
    <w:rsid w:val="00C70032"/>
    <w:rsid w:val="00C7005E"/>
    <w:rsid w:val="00C70545"/>
    <w:rsid w:val="00C70619"/>
    <w:rsid w:val="00C7078E"/>
    <w:rsid w:val="00C707CE"/>
    <w:rsid w:val="00C70891"/>
    <w:rsid w:val="00C70A9D"/>
    <w:rsid w:val="00C70B05"/>
    <w:rsid w:val="00C70D01"/>
    <w:rsid w:val="00C70E31"/>
    <w:rsid w:val="00C70E48"/>
    <w:rsid w:val="00C70E52"/>
    <w:rsid w:val="00C70EF4"/>
    <w:rsid w:val="00C70F21"/>
    <w:rsid w:val="00C70FAD"/>
    <w:rsid w:val="00C70FF3"/>
    <w:rsid w:val="00C710EE"/>
    <w:rsid w:val="00C712E7"/>
    <w:rsid w:val="00C71634"/>
    <w:rsid w:val="00C716AD"/>
    <w:rsid w:val="00C71856"/>
    <w:rsid w:val="00C7185C"/>
    <w:rsid w:val="00C71D65"/>
    <w:rsid w:val="00C7206B"/>
    <w:rsid w:val="00C72196"/>
    <w:rsid w:val="00C721F6"/>
    <w:rsid w:val="00C724A1"/>
    <w:rsid w:val="00C7257F"/>
    <w:rsid w:val="00C727DE"/>
    <w:rsid w:val="00C72BEA"/>
    <w:rsid w:val="00C72CD6"/>
    <w:rsid w:val="00C72CEC"/>
    <w:rsid w:val="00C72DDF"/>
    <w:rsid w:val="00C731DE"/>
    <w:rsid w:val="00C73220"/>
    <w:rsid w:val="00C7323C"/>
    <w:rsid w:val="00C7331A"/>
    <w:rsid w:val="00C734F0"/>
    <w:rsid w:val="00C735CB"/>
    <w:rsid w:val="00C73774"/>
    <w:rsid w:val="00C737D2"/>
    <w:rsid w:val="00C738BA"/>
    <w:rsid w:val="00C739BD"/>
    <w:rsid w:val="00C73A97"/>
    <w:rsid w:val="00C73BE3"/>
    <w:rsid w:val="00C73D18"/>
    <w:rsid w:val="00C73E88"/>
    <w:rsid w:val="00C73FFB"/>
    <w:rsid w:val="00C7402B"/>
    <w:rsid w:val="00C742D3"/>
    <w:rsid w:val="00C743C4"/>
    <w:rsid w:val="00C7457A"/>
    <w:rsid w:val="00C74774"/>
    <w:rsid w:val="00C748E6"/>
    <w:rsid w:val="00C74AD1"/>
    <w:rsid w:val="00C74D80"/>
    <w:rsid w:val="00C74DAB"/>
    <w:rsid w:val="00C74DEC"/>
    <w:rsid w:val="00C75419"/>
    <w:rsid w:val="00C7565B"/>
    <w:rsid w:val="00C75699"/>
    <w:rsid w:val="00C758F3"/>
    <w:rsid w:val="00C7590D"/>
    <w:rsid w:val="00C75967"/>
    <w:rsid w:val="00C759C8"/>
    <w:rsid w:val="00C759F0"/>
    <w:rsid w:val="00C75A48"/>
    <w:rsid w:val="00C75D7C"/>
    <w:rsid w:val="00C75E24"/>
    <w:rsid w:val="00C75E51"/>
    <w:rsid w:val="00C761E8"/>
    <w:rsid w:val="00C763BC"/>
    <w:rsid w:val="00C7648E"/>
    <w:rsid w:val="00C764D2"/>
    <w:rsid w:val="00C765FC"/>
    <w:rsid w:val="00C76676"/>
    <w:rsid w:val="00C76957"/>
    <w:rsid w:val="00C76986"/>
    <w:rsid w:val="00C76AAF"/>
    <w:rsid w:val="00C76D1D"/>
    <w:rsid w:val="00C76D9E"/>
    <w:rsid w:val="00C76E2D"/>
    <w:rsid w:val="00C77075"/>
    <w:rsid w:val="00C77279"/>
    <w:rsid w:val="00C7734B"/>
    <w:rsid w:val="00C77364"/>
    <w:rsid w:val="00C7768F"/>
    <w:rsid w:val="00C776B0"/>
    <w:rsid w:val="00C778E9"/>
    <w:rsid w:val="00C7793A"/>
    <w:rsid w:val="00C7793C"/>
    <w:rsid w:val="00C779C8"/>
    <w:rsid w:val="00C77A75"/>
    <w:rsid w:val="00C77A8E"/>
    <w:rsid w:val="00C77B3B"/>
    <w:rsid w:val="00C77BC5"/>
    <w:rsid w:val="00C77CA1"/>
    <w:rsid w:val="00C77D7C"/>
    <w:rsid w:val="00C80059"/>
    <w:rsid w:val="00C8009B"/>
    <w:rsid w:val="00C80246"/>
    <w:rsid w:val="00C804C9"/>
    <w:rsid w:val="00C80546"/>
    <w:rsid w:val="00C8063A"/>
    <w:rsid w:val="00C808A2"/>
    <w:rsid w:val="00C808DA"/>
    <w:rsid w:val="00C80A4A"/>
    <w:rsid w:val="00C80D50"/>
    <w:rsid w:val="00C80D7A"/>
    <w:rsid w:val="00C80DCE"/>
    <w:rsid w:val="00C80DFD"/>
    <w:rsid w:val="00C80E8B"/>
    <w:rsid w:val="00C80F08"/>
    <w:rsid w:val="00C80F90"/>
    <w:rsid w:val="00C810BA"/>
    <w:rsid w:val="00C8143D"/>
    <w:rsid w:val="00C816F1"/>
    <w:rsid w:val="00C817A2"/>
    <w:rsid w:val="00C817F1"/>
    <w:rsid w:val="00C81AA2"/>
    <w:rsid w:val="00C81B4F"/>
    <w:rsid w:val="00C81B6F"/>
    <w:rsid w:val="00C81C65"/>
    <w:rsid w:val="00C81E34"/>
    <w:rsid w:val="00C81EEE"/>
    <w:rsid w:val="00C82440"/>
    <w:rsid w:val="00C82842"/>
    <w:rsid w:val="00C82DA8"/>
    <w:rsid w:val="00C82ECF"/>
    <w:rsid w:val="00C830FF"/>
    <w:rsid w:val="00C83354"/>
    <w:rsid w:val="00C8342E"/>
    <w:rsid w:val="00C83549"/>
    <w:rsid w:val="00C836C2"/>
    <w:rsid w:val="00C8371B"/>
    <w:rsid w:val="00C838BC"/>
    <w:rsid w:val="00C839F7"/>
    <w:rsid w:val="00C83A15"/>
    <w:rsid w:val="00C83B16"/>
    <w:rsid w:val="00C83D54"/>
    <w:rsid w:val="00C83F32"/>
    <w:rsid w:val="00C84027"/>
    <w:rsid w:val="00C842BE"/>
    <w:rsid w:val="00C84387"/>
    <w:rsid w:val="00C8458D"/>
    <w:rsid w:val="00C84654"/>
    <w:rsid w:val="00C84658"/>
    <w:rsid w:val="00C84688"/>
    <w:rsid w:val="00C847A6"/>
    <w:rsid w:val="00C8482B"/>
    <w:rsid w:val="00C84A41"/>
    <w:rsid w:val="00C84BD0"/>
    <w:rsid w:val="00C84C71"/>
    <w:rsid w:val="00C84CF9"/>
    <w:rsid w:val="00C84DF4"/>
    <w:rsid w:val="00C84EF4"/>
    <w:rsid w:val="00C85171"/>
    <w:rsid w:val="00C853E6"/>
    <w:rsid w:val="00C854D2"/>
    <w:rsid w:val="00C85601"/>
    <w:rsid w:val="00C85618"/>
    <w:rsid w:val="00C8562C"/>
    <w:rsid w:val="00C85747"/>
    <w:rsid w:val="00C857C5"/>
    <w:rsid w:val="00C85898"/>
    <w:rsid w:val="00C8593C"/>
    <w:rsid w:val="00C85C19"/>
    <w:rsid w:val="00C85CB6"/>
    <w:rsid w:val="00C85D4A"/>
    <w:rsid w:val="00C85DDE"/>
    <w:rsid w:val="00C85DFF"/>
    <w:rsid w:val="00C85E5A"/>
    <w:rsid w:val="00C85EC5"/>
    <w:rsid w:val="00C85F20"/>
    <w:rsid w:val="00C86133"/>
    <w:rsid w:val="00C8630B"/>
    <w:rsid w:val="00C86392"/>
    <w:rsid w:val="00C86416"/>
    <w:rsid w:val="00C86528"/>
    <w:rsid w:val="00C865DD"/>
    <w:rsid w:val="00C8663C"/>
    <w:rsid w:val="00C8666B"/>
    <w:rsid w:val="00C866D6"/>
    <w:rsid w:val="00C868A9"/>
    <w:rsid w:val="00C86A6B"/>
    <w:rsid w:val="00C86ABE"/>
    <w:rsid w:val="00C86C5D"/>
    <w:rsid w:val="00C86CDC"/>
    <w:rsid w:val="00C86D17"/>
    <w:rsid w:val="00C86FFA"/>
    <w:rsid w:val="00C87058"/>
    <w:rsid w:val="00C87243"/>
    <w:rsid w:val="00C8724D"/>
    <w:rsid w:val="00C872E8"/>
    <w:rsid w:val="00C877B1"/>
    <w:rsid w:val="00C878E1"/>
    <w:rsid w:val="00C8799E"/>
    <w:rsid w:val="00C879FC"/>
    <w:rsid w:val="00C87A4F"/>
    <w:rsid w:val="00C87B50"/>
    <w:rsid w:val="00C87BBA"/>
    <w:rsid w:val="00C87DC7"/>
    <w:rsid w:val="00C87E0D"/>
    <w:rsid w:val="00C87F3D"/>
    <w:rsid w:val="00C9014A"/>
    <w:rsid w:val="00C902E0"/>
    <w:rsid w:val="00C90591"/>
    <w:rsid w:val="00C9068A"/>
    <w:rsid w:val="00C906AB"/>
    <w:rsid w:val="00C907C1"/>
    <w:rsid w:val="00C90938"/>
    <w:rsid w:val="00C90947"/>
    <w:rsid w:val="00C90989"/>
    <w:rsid w:val="00C90A77"/>
    <w:rsid w:val="00C90B34"/>
    <w:rsid w:val="00C90EC7"/>
    <w:rsid w:val="00C91098"/>
    <w:rsid w:val="00C911CC"/>
    <w:rsid w:val="00C91552"/>
    <w:rsid w:val="00C91556"/>
    <w:rsid w:val="00C9182F"/>
    <w:rsid w:val="00C9187A"/>
    <w:rsid w:val="00C91B9C"/>
    <w:rsid w:val="00C91C23"/>
    <w:rsid w:val="00C91D0A"/>
    <w:rsid w:val="00C91D97"/>
    <w:rsid w:val="00C91EEE"/>
    <w:rsid w:val="00C91F5F"/>
    <w:rsid w:val="00C91F93"/>
    <w:rsid w:val="00C91FAC"/>
    <w:rsid w:val="00C920CD"/>
    <w:rsid w:val="00C920D6"/>
    <w:rsid w:val="00C92141"/>
    <w:rsid w:val="00C92222"/>
    <w:rsid w:val="00C92489"/>
    <w:rsid w:val="00C92515"/>
    <w:rsid w:val="00C9273C"/>
    <w:rsid w:val="00C92798"/>
    <w:rsid w:val="00C92877"/>
    <w:rsid w:val="00C92917"/>
    <w:rsid w:val="00C92A99"/>
    <w:rsid w:val="00C92B56"/>
    <w:rsid w:val="00C92CF4"/>
    <w:rsid w:val="00C92E74"/>
    <w:rsid w:val="00C9344F"/>
    <w:rsid w:val="00C93648"/>
    <w:rsid w:val="00C936B8"/>
    <w:rsid w:val="00C93798"/>
    <w:rsid w:val="00C93993"/>
    <w:rsid w:val="00C939D5"/>
    <w:rsid w:val="00C93A74"/>
    <w:rsid w:val="00C93B67"/>
    <w:rsid w:val="00C93C83"/>
    <w:rsid w:val="00C93E4F"/>
    <w:rsid w:val="00C9403C"/>
    <w:rsid w:val="00C940E6"/>
    <w:rsid w:val="00C943F8"/>
    <w:rsid w:val="00C9464D"/>
    <w:rsid w:val="00C94810"/>
    <w:rsid w:val="00C94868"/>
    <w:rsid w:val="00C948E3"/>
    <w:rsid w:val="00C94939"/>
    <w:rsid w:val="00C9496D"/>
    <w:rsid w:val="00C949BB"/>
    <w:rsid w:val="00C94B71"/>
    <w:rsid w:val="00C94BC3"/>
    <w:rsid w:val="00C94E4E"/>
    <w:rsid w:val="00C94E75"/>
    <w:rsid w:val="00C94EBC"/>
    <w:rsid w:val="00C94EE0"/>
    <w:rsid w:val="00C9502E"/>
    <w:rsid w:val="00C9513B"/>
    <w:rsid w:val="00C9521D"/>
    <w:rsid w:val="00C95686"/>
    <w:rsid w:val="00C958AC"/>
    <w:rsid w:val="00C9593D"/>
    <w:rsid w:val="00C95A77"/>
    <w:rsid w:val="00C95D49"/>
    <w:rsid w:val="00C95DBA"/>
    <w:rsid w:val="00C95DCF"/>
    <w:rsid w:val="00C9632C"/>
    <w:rsid w:val="00C966DC"/>
    <w:rsid w:val="00C966FC"/>
    <w:rsid w:val="00C9685C"/>
    <w:rsid w:val="00C96A3B"/>
    <w:rsid w:val="00C96A6C"/>
    <w:rsid w:val="00C96ADF"/>
    <w:rsid w:val="00C96CE4"/>
    <w:rsid w:val="00C96CFC"/>
    <w:rsid w:val="00C96E9F"/>
    <w:rsid w:val="00C97011"/>
    <w:rsid w:val="00C97041"/>
    <w:rsid w:val="00C97124"/>
    <w:rsid w:val="00C9723A"/>
    <w:rsid w:val="00C972DE"/>
    <w:rsid w:val="00C9734F"/>
    <w:rsid w:val="00C9746F"/>
    <w:rsid w:val="00C97665"/>
    <w:rsid w:val="00C976D4"/>
    <w:rsid w:val="00C97743"/>
    <w:rsid w:val="00C97759"/>
    <w:rsid w:val="00C978E1"/>
    <w:rsid w:val="00C97CF3"/>
    <w:rsid w:val="00C97DA5"/>
    <w:rsid w:val="00C97E17"/>
    <w:rsid w:val="00C97E28"/>
    <w:rsid w:val="00CA00C6"/>
    <w:rsid w:val="00CA037D"/>
    <w:rsid w:val="00CA069D"/>
    <w:rsid w:val="00CA0847"/>
    <w:rsid w:val="00CA0A7D"/>
    <w:rsid w:val="00CA0AD8"/>
    <w:rsid w:val="00CA0AF1"/>
    <w:rsid w:val="00CA0BAA"/>
    <w:rsid w:val="00CA0DD1"/>
    <w:rsid w:val="00CA0E5C"/>
    <w:rsid w:val="00CA0FE6"/>
    <w:rsid w:val="00CA0FF8"/>
    <w:rsid w:val="00CA1049"/>
    <w:rsid w:val="00CA12F5"/>
    <w:rsid w:val="00CA143F"/>
    <w:rsid w:val="00CA1460"/>
    <w:rsid w:val="00CA1464"/>
    <w:rsid w:val="00CA14BC"/>
    <w:rsid w:val="00CA1E1F"/>
    <w:rsid w:val="00CA1E3A"/>
    <w:rsid w:val="00CA200C"/>
    <w:rsid w:val="00CA21F8"/>
    <w:rsid w:val="00CA25D2"/>
    <w:rsid w:val="00CA2B6B"/>
    <w:rsid w:val="00CA2C75"/>
    <w:rsid w:val="00CA2CFB"/>
    <w:rsid w:val="00CA2D7F"/>
    <w:rsid w:val="00CA2E88"/>
    <w:rsid w:val="00CA2F40"/>
    <w:rsid w:val="00CA2F6D"/>
    <w:rsid w:val="00CA300F"/>
    <w:rsid w:val="00CA3084"/>
    <w:rsid w:val="00CA31A8"/>
    <w:rsid w:val="00CA31C5"/>
    <w:rsid w:val="00CA32FC"/>
    <w:rsid w:val="00CA33AB"/>
    <w:rsid w:val="00CA3578"/>
    <w:rsid w:val="00CA35AE"/>
    <w:rsid w:val="00CA3646"/>
    <w:rsid w:val="00CA3800"/>
    <w:rsid w:val="00CA3ABD"/>
    <w:rsid w:val="00CA4062"/>
    <w:rsid w:val="00CA4349"/>
    <w:rsid w:val="00CA4572"/>
    <w:rsid w:val="00CA4670"/>
    <w:rsid w:val="00CA4741"/>
    <w:rsid w:val="00CA4761"/>
    <w:rsid w:val="00CA490C"/>
    <w:rsid w:val="00CA4941"/>
    <w:rsid w:val="00CA498F"/>
    <w:rsid w:val="00CA49C8"/>
    <w:rsid w:val="00CA4AC1"/>
    <w:rsid w:val="00CA4C5D"/>
    <w:rsid w:val="00CA5059"/>
    <w:rsid w:val="00CA5084"/>
    <w:rsid w:val="00CA50A3"/>
    <w:rsid w:val="00CA5102"/>
    <w:rsid w:val="00CA5113"/>
    <w:rsid w:val="00CA51CD"/>
    <w:rsid w:val="00CA525D"/>
    <w:rsid w:val="00CA5261"/>
    <w:rsid w:val="00CA52BA"/>
    <w:rsid w:val="00CA53A3"/>
    <w:rsid w:val="00CA53B6"/>
    <w:rsid w:val="00CA5429"/>
    <w:rsid w:val="00CA5584"/>
    <w:rsid w:val="00CA5624"/>
    <w:rsid w:val="00CA563C"/>
    <w:rsid w:val="00CA5907"/>
    <w:rsid w:val="00CA5B22"/>
    <w:rsid w:val="00CA5B25"/>
    <w:rsid w:val="00CA5DA0"/>
    <w:rsid w:val="00CA5DE7"/>
    <w:rsid w:val="00CA5EBF"/>
    <w:rsid w:val="00CA5FDF"/>
    <w:rsid w:val="00CA6050"/>
    <w:rsid w:val="00CA61E0"/>
    <w:rsid w:val="00CA651C"/>
    <w:rsid w:val="00CA6592"/>
    <w:rsid w:val="00CA6615"/>
    <w:rsid w:val="00CA683C"/>
    <w:rsid w:val="00CA684C"/>
    <w:rsid w:val="00CA68C4"/>
    <w:rsid w:val="00CA6951"/>
    <w:rsid w:val="00CA6B4B"/>
    <w:rsid w:val="00CA6B86"/>
    <w:rsid w:val="00CA6C49"/>
    <w:rsid w:val="00CA6F30"/>
    <w:rsid w:val="00CA71E1"/>
    <w:rsid w:val="00CA7304"/>
    <w:rsid w:val="00CA731E"/>
    <w:rsid w:val="00CA73A8"/>
    <w:rsid w:val="00CA7531"/>
    <w:rsid w:val="00CA7532"/>
    <w:rsid w:val="00CA7756"/>
    <w:rsid w:val="00CA7783"/>
    <w:rsid w:val="00CA780A"/>
    <w:rsid w:val="00CA78FD"/>
    <w:rsid w:val="00CA79BB"/>
    <w:rsid w:val="00CA7A16"/>
    <w:rsid w:val="00CA7B05"/>
    <w:rsid w:val="00CA7B43"/>
    <w:rsid w:val="00CA7EF0"/>
    <w:rsid w:val="00CA7FAB"/>
    <w:rsid w:val="00CB00F6"/>
    <w:rsid w:val="00CB030D"/>
    <w:rsid w:val="00CB039E"/>
    <w:rsid w:val="00CB0531"/>
    <w:rsid w:val="00CB0596"/>
    <w:rsid w:val="00CB05CB"/>
    <w:rsid w:val="00CB080F"/>
    <w:rsid w:val="00CB08E1"/>
    <w:rsid w:val="00CB08F8"/>
    <w:rsid w:val="00CB0AEF"/>
    <w:rsid w:val="00CB0C84"/>
    <w:rsid w:val="00CB0C85"/>
    <w:rsid w:val="00CB0CCD"/>
    <w:rsid w:val="00CB0CF4"/>
    <w:rsid w:val="00CB0D1E"/>
    <w:rsid w:val="00CB0D20"/>
    <w:rsid w:val="00CB1028"/>
    <w:rsid w:val="00CB1122"/>
    <w:rsid w:val="00CB11FD"/>
    <w:rsid w:val="00CB121B"/>
    <w:rsid w:val="00CB121F"/>
    <w:rsid w:val="00CB13C9"/>
    <w:rsid w:val="00CB13E4"/>
    <w:rsid w:val="00CB1437"/>
    <w:rsid w:val="00CB159B"/>
    <w:rsid w:val="00CB169D"/>
    <w:rsid w:val="00CB16FC"/>
    <w:rsid w:val="00CB177E"/>
    <w:rsid w:val="00CB18E2"/>
    <w:rsid w:val="00CB19BC"/>
    <w:rsid w:val="00CB1A66"/>
    <w:rsid w:val="00CB1B7A"/>
    <w:rsid w:val="00CB1BB8"/>
    <w:rsid w:val="00CB1D27"/>
    <w:rsid w:val="00CB1DC4"/>
    <w:rsid w:val="00CB20C7"/>
    <w:rsid w:val="00CB2160"/>
    <w:rsid w:val="00CB22C7"/>
    <w:rsid w:val="00CB237E"/>
    <w:rsid w:val="00CB24B9"/>
    <w:rsid w:val="00CB27F1"/>
    <w:rsid w:val="00CB2848"/>
    <w:rsid w:val="00CB29A2"/>
    <w:rsid w:val="00CB2B82"/>
    <w:rsid w:val="00CB2C7B"/>
    <w:rsid w:val="00CB2DE6"/>
    <w:rsid w:val="00CB2F18"/>
    <w:rsid w:val="00CB2F87"/>
    <w:rsid w:val="00CB2FA9"/>
    <w:rsid w:val="00CB33A8"/>
    <w:rsid w:val="00CB33BB"/>
    <w:rsid w:val="00CB3500"/>
    <w:rsid w:val="00CB35AC"/>
    <w:rsid w:val="00CB3777"/>
    <w:rsid w:val="00CB37CD"/>
    <w:rsid w:val="00CB39B9"/>
    <w:rsid w:val="00CB3A4E"/>
    <w:rsid w:val="00CB3AD3"/>
    <w:rsid w:val="00CB3AE0"/>
    <w:rsid w:val="00CB3C8B"/>
    <w:rsid w:val="00CB3D49"/>
    <w:rsid w:val="00CB3E9A"/>
    <w:rsid w:val="00CB3EE8"/>
    <w:rsid w:val="00CB4001"/>
    <w:rsid w:val="00CB40C9"/>
    <w:rsid w:val="00CB427C"/>
    <w:rsid w:val="00CB4389"/>
    <w:rsid w:val="00CB444F"/>
    <w:rsid w:val="00CB44DA"/>
    <w:rsid w:val="00CB44EB"/>
    <w:rsid w:val="00CB453A"/>
    <w:rsid w:val="00CB4634"/>
    <w:rsid w:val="00CB47A1"/>
    <w:rsid w:val="00CB4969"/>
    <w:rsid w:val="00CB49B1"/>
    <w:rsid w:val="00CB4BDA"/>
    <w:rsid w:val="00CB4C75"/>
    <w:rsid w:val="00CB4D12"/>
    <w:rsid w:val="00CB4E0F"/>
    <w:rsid w:val="00CB4E23"/>
    <w:rsid w:val="00CB4F10"/>
    <w:rsid w:val="00CB53D2"/>
    <w:rsid w:val="00CB5465"/>
    <w:rsid w:val="00CB551E"/>
    <w:rsid w:val="00CB5878"/>
    <w:rsid w:val="00CB58DE"/>
    <w:rsid w:val="00CB5963"/>
    <w:rsid w:val="00CB5965"/>
    <w:rsid w:val="00CB5A4B"/>
    <w:rsid w:val="00CB5C1F"/>
    <w:rsid w:val="00CB5C21"/>
    <w:rsid w:val="00CB5DC5"/>
    <w:rsid w:val="00CB5F25"/>
    <w:rsid w:val="00CB60EB"/>
    <w:rsid w:val="00CB6204"/>
    <w:rsid w:val="00CB6363"/>
    <w:rsid w:val="00CB668F"/>
    <w:rsid w:val="00CB6A16"/>
    <w:rsid w:val="00CB6A8B"/>
    <w:rsid w:val="00CB6AAA"/>
    <w:rsid w:val="00CB6AD5"/>
    <w:rsid w:val="00CB6E29"/>
    <w:rsid w:val="00CB6F64"/>
    <w:rsid w:val="00CB71CB"/>
    <w:rsid w:val="00CB7319"/>
    <w:rsid w:val="00CB737C"/>
    <w:rsid w:val="00CB73B8"/>
    <w:rsid w:val="00CB7484"/>
    <w:rsid w:val="00CB74C8"/>
    <w:rsid w:val="00CB7894"/>
    <w:rsid w:val="00CB792D"/>
    <w:rsid w:val="00CB7AEC"/>
    <w:rsid w:val="00CB7BD1"/>
    <w:rsid w:val="00CB7CC3"/>
    <w:rsid w:val="00CB7F55"/>
    <w:rsid w:val="00CC00B0"/>
    <w:rsid w:val="00CC01B3"/>
    <w:rsid w:val="00CC02D3"/>
    <w:rsid w:val="00CC0304"/>
    <w:rsid w:val="00CC0315"/>
    <w:rsid w:val="00CC0648"/>
    <w:rsid w:val="00CC065F"/>
    <w:rsid w:val="00CC06E6"/>
    <w:rsid w:val="00CC086B"/>
    <w:rsid w:val="00CC0A93"/>
    <w:rsid w:val="00CC0BB0"/>
    <w:rsid w:val="00CC0C0B"/>
    <w:rsid w:val="00CC0DF1"/>
    <w:rsid w:val="00CC0E36"/>
    <w:rsid w:val="00CC0EEA"/>
    <w:rsid w:val="00CC0F0F"/>
    <w:rsid w:val="00CC1021"/>
    <w:rsid w:val="00CC1027"/>
    <w:rsid w:val="00CC12A5"/>
    <w:rsid w:val="00CC136C"/>
    <w:rsid w:val="00CC1372"/>
    <w:rsid w:val="00CC1386"/>
    <w:rsid w:val="00CC1391"/>
    <w:rsid w:val="00CC13AF"/>
    <w:rsid w:val="00CC13D2"/>
    <w:rsid w:val="00CC1441"/>
    <w:rsid w:val="00CC14D7"/>
    <w:rsid w:val="00CC15F6"/>
    <w:rsid w:val="00CC17FB"/>
    <w:rsid w:val="00CC1982"/>
    <w:rsid w:val="00CC19B9"/>
    <w:rsid w:val="00CC1B36"/>
    <w:rsid w:val="00CC1BA7"/>
    <w:rsid w:val="00CC1C29"/>
    <w:rsid w:val="00CC1C77"/>
    <w:rsid w:val="00CC1FC2"/>
    <w:rsid w:val="00CC206E"/>
    <w:rsid w:val="00CC2071"/>
    <w:rsid w:val="00CC2123"/>
    <w:rsid w:val="00CC2327"/>
    <w:rsid w:val="00CC23BD"/>
    <w:rsid w:val="00CC2460"/>
    <w:rsid w:val="00CC24A9"/>
    <w:rsid w:val="00CC26BC"/>
    <w:rsid w:val="00CC2793"/>
    <w:rsid w:val="00CC27AD"/>
    <w:rsid w:val="00CC2817"/>
    <w:rsid w:val="00CC29EB"/>
    <w:rsid w:val="00CC2B56"/>
    <w:rsid w:val="00CC2DAE"/>
    <w:rsid w:val="00CC2DC4"/>
    <w:rsid w:val="00CC2E49"/>
    <w:rsid w:val="00CC2F45"/>
    <w:rsid w:val="00CC30C9"/>
    <w:rsid w:val="00CC3169"/>
    <w:rsid w:val="00CC32EA"/>
    <w:rsid w:val="00CC330D"/>
    <w:rsid w:val="00CC332E"/>
    <w:rsid w:val="00CC3349"/>
    <w:rsid w:val="00CC3378"/>
    <w:rsid w:val="00CC3720"/>
    <w:rsid w:val="00CC3836"/>
    <w:rsid w:val="00CC3919"/>
    <w:rsid w:val="00CC392B"/>
    <w:rsid w:val="00CC3979"/>
    <w:rsid w:val="00CC399A"/>
    <w:rsid w:val="00CC39D9"/>
    <w:rsid w:val="00CC3C51"/>
    <w:rsid w:val="00CC3CB3"/>
    <w:rsid w:val="00CC3D12"/>
    <w:rsid w:val="00CC3E40"/>
    <w:rsid w:val="00CC3E56"/>
    <w:rsid w:val="00CC3F7A"/>
    <w:rsid w:val="00CC3F84"/>
    <w:rsid w:val="00CC4074"/>
    <w:rsid w:val="00CC4284"/>
    <w:rsid w:val="00CC4413"/>
    <w:rsid w:val="00CC46CD"/>
    <w:rsid w:val="00CC485E"/>
    <w:rsid w:val="00CC486F"/>
    <w:rsid w:val="00CC48B5"/>
    <w:rsid w:val="00CC48CD"/>
    <w:rsid w:val="00CC48EB"/>
    <w:rsid w:val="00CC491F"/>
    <w:rsid w:val="00CC49AB"/>
    <w:rsid w:val="00CC4A60"/>
    <w:rsid w:val="00CC4A81"/>
    <w:rsid w:val="00CC4B25"/>
    <w:rsid w:val="00CC4B5F"/>
    <w:rsid w:val="00CC4D13"/>
    <w:rsid w:val="00CC4E6A"/>
    <w:rsid w:val="00CC4E7D"/>
    <w:rsid w:val="00CC4EE6"/>
    <w:rsid w:val="00CC4F75"/>
    <w:rsid w:val="00CC505E"/>
    <w:rsid w:val="00CC5065"/>
    <w:rsid w:val="00CC5103"/>
    <w:rsid w:val="00CC5156"/>
    <w:rsid w:val="00CC51B1"/>
    <w:rsid w:val="00CC530F"/>
    <w:rsid w:val="00CC5433"/>
    <w:rsid w:val="00CC548E"/>
    <w:rsid w:val="00CC55DE"/>
    <w:rsid w:val="00CC5AC0"/>
    <w:rsid w:val="00CC5BAA"/>
    <w:rsid w:val="00CC5CE6"/>
    <w:rsid w:val="00CC5D6F"/>
    <w:rsid w:val="00CC5DCC"/>
    <w:rsid w:val="00CC5F48"/>
    <w:rsid w:val="00CC5FDF"/>
    <w:rsid w:val="00CC5FE8"/>
    <w:rsid w:val="00CC600C"/>
    <w:rsid w:val="00CC632C"/>
    <w:rsid w:val="00CC63C5"/>
    <w:rsid w:val="00CC643F"/>
    <w:rsid w:val="00CC6593"/>
    <w:rsid w:val="00CC6618"/>
    <w:rsid w:val="00CC695C"/>
    <w:rsid w:val="00CC6A5B"/>
    <w:rsid w:val="00CC6A6C"/>
    <w:rsid w:val="00CC6C81"/>
    <w:rsid w:val="00CC6C9A"/>
    <w:rsid w:val="00CC6D0B"/>
    <w:rsid w:val="00CC6D20"/>
    <w:rsid w:val="00CC70B3"/>
    <w:rsid w:val="00CC72A3"/>
    <w:rsid w:val="00CC74C0"/>
    <w:rsid w:val="00CC74CB"/>
    <w:rsid w:val="00CC7558"/>
    <w:rsid w:val="00CC758C"/>
    <w:rsid w:val="00CC76B6"/>
    <w:rsid w:val="00CC76BB"/>
    <w:rsid w:val="00CC795D"/>
    <w:rsid w:val="00CC79A1"/>
    <w:rsid w:val="00CC7A01"/>
    <w:rsid w:val="00CC7A99"/>
    <w:rsid w:val="00CC7AE7"/>
    <w:rsid w:val="00CC7C3D"/>
    <w:rsid w:val="00CC7E22"/>
    <w:rsid w:val="00CC7FB9"/>
    <w:rsid w:val="00CC7FF3"/>
    <w:rsid w:val="00CD02B5"/>
    <w:rsid w:val="00CD03B8"/>
    <w:rsid w:val="00CD03EB"/>
    <w:rsid w:val="00CD05F3"/>
    <w:rsid w:val="00CD06EC"/>
    <w:rsid w:val="00CD0829"/>
    <w:rsid w:val="00CD0BA6"/>
    <w:rsid w:val="00CD0E4A"/>
    <w:rsid w:val="00CD0E75"/>
    <w:rsid w:val="00CD0EE4"/>
    <w:rsid w:val="00CD0F80"/>
    <w:rsid w:val="00CD103E"/>
    <w:rsid w:val="00CD115E"/>
    <w:rsid w:val="00CD1173"/>
    <w:rsid w:val="00CD13D3"/>
    <w:rsid w:val="00CD1446"/>
    <w:rsid w:val="00CD1557"/>
    <w:rsid w:val="00CD15A3"/>
    <w:rsid w:val="00CD166F"/>
    <w:rsid w:val="00CD187E"/>
    <w:rsid w:val="00CD18C2"/>
    <w:rsid w:val="00CD19BA"/>
    <w:rsid w:val="00CD1B13"/>
    <w:rsid w:val="00CD1B54"/>
    <w:rsid w:val="00CD1CAE"/>
    <w:rsid w:val="00CD1CD6"/>
    <w:rsid w:val="00CD1DA5"/>
    <w:rsid w:val="00CD207F"/>
    <w:rsid w:val="00CD209A"/>
    <w:rsid w:val="00CD20B2"/>
    <w:rsid w:val="00CD20D9"/>
    <w:rsid w:val="00CD2219"/>
    <w:rsid w:val="00CD226F"/>
    <w:rsid w:val="00CD2271"/>
    <w:rsid w:val="00CD2324"/>
    <w:rsid w:val="00CD24D6"/>
    <w:rsid w:val="00CD264D"/>
    <w:rsid w:val="00CD27EE"/>
    <w:rsid w:val="00CD27F8"/>
    <w:rsid w:val="00CD2B70"/>
    <w:rsid w:val="00CD2C7D"/>
    <w:rsid w:val="00CD2F06"/>
    <w:rsid w:val="00CD2F61"/>
    <w:rsid w:val="00CD3075"/>
    <w:rsid w:val="00CD3130"/>
    <w:rsid w:val="00CD3346"/>
    <w:rsid w:val="00CD35C3"/>
    <w:rsid w:val="00CD3682"/>
    <w:rsid w:val="00CD3826"/>
    <w:rsid w:val="00CD3865"/>
    <w:rsid w:val="00CD3A2A"/>
    <w:rsid w:val="00CD3E6B"/>
    <w:rsid w:val="00CD3EA4"/>
    <w:rsid w:val="00CD3EF4"/>
    <w:rsid w:val="00CD4043"/>
    <w:rsid w:val="00CD40BF"/>
    <w:rsid w:val="00CD40C6"/>
    <w:rsid w:val="00CD418F"/>
    <w:rsid w:val="00CD42A3"/>
    <w:rsid w:val="00CD444D"/>
    <w:rsid w:val="00CD448F"/>
    <w:rsid w:val="00CD463F"/>
    <w:rsid w:val="00CD4716"/>
    <w:rsid w:val="00CD4AB6"/>
    <w:rsid w:val="00CD4B23"/>
    <w:rsid w:val="00CD4D8D"/>
    <w:rsid w:val="00CD4D9C"/>
    <w:rsid w:val="00CD4DC4"/>
    <w:rsid w:val="00CD4EED"/>
    <w:rsid w:val="00CD4FC1"/>
    <w:rsid w:val="00CD5098"/>
    <w:rsid w:val="00CD5134"/>
    <w:rsid w:val="00CD5240"/>
    <w:rsid w:val="00CD52AC"/>
    <w:rsid w:val="00CD53CD"/>
    <w:rsid w:val="00CD544E"/>
    <w:rsid w:val="00CD5649"/>
    <w:rsid w:val="00CD571A"/>
    <w:rsid w:val="00CD5730"/>
    <w:rsid w:val="00CD57CB"/>
    <w:rsid w:val="00CD59E3"/>
    <w:rsid w:val="00CD59E7"/>
    <w:rsid w:val="00CD59FC"/>
    <w:rsid w:val="00CD5C36"/>
    <w:rsid w:val="00CD5C50"/>
    <w:rsid w:val="00CD5C55"/>
    <w:rsid w:val="00CD5F66"/>
    <w:rsid w:val="00CD5FC6"/>
    <w:rsid w:val="00CD5FF4"/>
    <w:rsid w:val="00CD615B"/>
    <w:rsid w:val="00CD63AA"/>
    <w:rsid w:val="00CD6503"/>
    <w:rsid w:val="00CD6554"/>
    <w:rsid w:val="00CD65F5"/>
    <w:rsid w:val="00CD6734"/>
    <w:rsid w:val="00CD6772"/>
    <w:rsid w:val="00CD68F0"/>
    <w:rsid w:val="00CD6A11"/>
    <w:rsid w:val="00CD6C0B"/>
    <w:rsid w:val="00CD6D3D"/>
    <w:rsid w:val="00CD6FC8"/>
    <w:rsid w:val="00CD70D5"/>
    <w:rsid w:val="00CD72C5"/>
    <w:rsid w:val="00CD7336"/>
    <w:rsid w:val="00CD738C"/>
    <w:rsid w:val="00CD73E1"/>
    <w:rsid w:val="00CD743E"/>
    <w:rsid w:val="00CD7551"/>
    <w:rsid w:val="00CD7627"/>
    <w:rsid w:val="00CD764D"/>
    <w:rsid w:val="00CD7697"/>
    <w:rsid w:val="00CD7810"/>
    <w:rsid w:val="00CD7A51"/>
    <w:rsid w:val="00CD7AC8"/>
    <w:rsid w:val="00CD7B78"/>
    <w:rsid w:val="00CD7CF8"/>
    <w:rsid w:val="00CD7F2A"/>
    <w:rsid w:val="00CD7F35"/>
    <w:rsid w:val="00CE001E"/>
    <w:rsid w:val="00CE01AE"/>
    <w:rsid w:val="00CE02E8"/>
    <w:rsid w:val="00CE0393"/>
    <w:rsid w:val="00CE047F"/>
    <w:rsid w:val="00CE048E"/>
    <w:rsid w:val="00CE0503"/>
    <w:rsid w:val="00CE07D3"/>
    <w:rsid w:val="00CE07D6"/>
    <w:rsid w:val="00CE0A4F"/>
    <w:rsid w:val="00CE0B54"/>
    <w:rsid w:val="00CE0B5A"/>
    <w:rsid w:val="00CE0B7C"/>
    <w:rsid w:val="00CE0F4A"/>
    <w:rsid w:val="00CE0FD7"/>
    <w:rsid w:val="00CE10A0"/>
    <w:rsid w:val="00CE1259"/>
    <w:rsid w:val="00CE12C0"/>
    <w:rsid w:val="00CE1359"/>
    <w:rsid w:val="00CE152B"/>
    <w:rsid w:val="00CE15BF"/>
    <w:rsid w:val="00CE17AE"/>
    <w:rsid w:val="00CE1873"/>
    <w:rsid w:val="00CE1901"/>
    <w:rsid w:val="00CE1A01"/>
    <w:rsid w:val="00CE1B65"/>
    <w:rsid w:val="00CE1BDE"/>
    <w:rsid w:val="00CE1C24"/>
    <w:rsid w:val="00CE1DF8"/>
    <w:rsid w:val="00CE1E68"/>
    <w:rsid w:val="00CE1FFC"/>
    <w:rsid w:val="00CE2145"/>
    <w:rsid w:val="00CE226F"/>
    <w:rsid w:val="00CE2394"/>
    <w:rsid w:val="00CE25F3"/>
    <w:rsid w:val="00CE264B"/>
    <w:rsid w:val="00CE26BB"/>
    <w:rsid w:val="00CE2BAF"/>
    <w:rsid w:val="00CE2C42"/>
    <w:rsid w:val="00CE2C5E"/>
    <w:rsid w:val="00CE2CCF"/>
    <w:rsid w:val="00CE2D64"/>
    <w:rsid w:val="00CE2DE2"/>
    <w:rsid w:val="00CE2E37"/>
    <w:rsid w:val="00CE2FDC"/>
    <w:rsid w:val="00CE301E"/>
    <w:rsid w:val="00CE3045"/>
    <w:rsid w:val="00CE308E"/>
    <w:rsid w:val="00CE34A1"/>
    <w:rsid w:val="00CE34D5"/>
    <w:rsid w:val="00CE35F9"/>
    <w:rsid w:val="00CE3A57"/>
    <w:rsid w:val="00CE3A85"/>
    <w:rsid w:val="00CE3B49"/>
    <w:rsid w:val="00CE3BFA"/>
    <w:rsid w:val="00CE3C67"/>
    <w:rsid w:val="00CE3D63"/>
    <w:rsid w:val="00CE3DBD"/>
    <w:rsid w:val="00CE3E6B"/>
    <w:rsid w:val="00CE40A6"/>
    <w:rsid w:val="00CE40DF"/>
    <w:rsid w:val="00CE42CE"/>
    <w:rsid w:val="00CE4413"/>
    <w:rsid w:val="00CE4455"/>
    <w:rsid w:val="00CE464E"/>
    <w:rsid w:val="00CE4C6D"/>
    <w:rsid w:val="00CE5138"/>
    <w:rsid w:val="00CE52D6"/>
    <w:rsid w:val="00CE5704"/>
    <w:rsid w:val="00CE587C"/>
    <w:rsid w:val="00CE59F1"/>
    <w:rsid w:val="00CE5CE2"/>
    <w:rsid w:val="00CE5D0B"/>
    <w:rsid w:val="00CE5E90"/>
    <w:rsid w:val="00CE5FCD"/>
    <w:rsid w:val="00CE62A7"/>
    <w:rsid w:val="00CE63D8"/>
    <w:rsid w:val="00CE649B"/>
    <w:rsid w:val="00CE6722"/>
    <w:rsid w:val="00CE67D3"/>
    <w:rsid w:val="00CE6C95"/>
    <w:rsid w:val="00CE6CE6"/>
    <w:rsid w:val="00CE6EC0"/>
    <w:rsid w:val="00CE6EEF"/>
    <w:rsid w:val="00CE6F6F"/>
    <w:rsid w:val="00CE702D"/>
    <w:rsid w:val="00CE706D"/>
    <w:rsid w:val="00CE70FC"/>
    <w:rsid w:val="00CE7280"/>
    <w:rsid w:val="00CE734A"/>
    <w:rsid w:val="00CE743B"/>
    <w:rsid w:val="00CE746D"/>
    <w:rsid w:val="00CE76AF"/>
    <w:rsid w:val="00CE76F8"/>
    <w:rsid w:val="00CE78A1"/>
    <w:rsid w:val="00CE7B08"/>
    <w:rsid w:val="00CE7B7D"/>
    <w:rsid w:val="00CE7C2E"/>
    <w:rsid w:val="00CE7CA6"/>
    <w:rsid w:val="00CF0014"/>
    <w:rsid w:val="00CF006E"/>
    <w:rsid w:val="00CF01B5"/>
    <w:rsid w:val="00CF01C4"/>
    <w:rsid w:val="00CF0605"/>
    <w:rsid w:val="00CF06D8"/>
    <w:rsid w:val="00CF0762"/>
    <w:rsid w:val="00CF076E"/>
    <w:rsid w:val="00CF0CB9"/>
    <w:rsid w:val="00CF0E0C"/>
    <w:rsid w:val="00CF0E6E"/>
    <w:rsid w:val="00CF0EAF"/>
    <w:rsid w:val="00CF0F3C"/>
    <w:rsid w:val="00CF0F5D"/>
    <w:rsid w:val="00CF0FA5"/>
    <w:rsid w:val="00CF1181"/>
    <w:rsid w:val="00CF12BD"/>
    <w:rsid w:val="00CF12E9"/>
    <w:rsid w:val="00CF1564"/>
    <w:rsid w:val="00CF15AC"/>
    <w:rsid w:val="00CF17B8"/>
    <w:rsid w:val="00CF1836"/>
    <w:rsid w:val="00CF1847"/>
    <w:rsid w:val="00CF195F"/>
    <w:rsid w:val="00CF1B55"/>
    <w:rsid w:val="00CF1BAF"/>
    <w:rsid w:val="00CF1F87"/>
    <w:rsid w:val="00CF1FB0"/>
    <w:rsid w:val="00CF1FC1"/>
    <w:rsid w:val="00CF1FEE"/>
    <w:rsid w:val="00CF2151"/>
    <w:rsid w:val="00CF22B0"/>
    <w:rsid w:val="00CF2438"/>
    <w:rsid w:val="00CF2452"/>
    <w:rsid w:val="00CF2497"/>
    <w:rsid w:val="00CF25CB"/>
    <w:rsid w:val="00CF288B"/>
    <w:rsid w:val="00CF28E7"/>
    <w:rsid w:val="00CF29BD"/>
    <w:rsid w:val="00CF2A91"/>
    <w:rsid w:val="00CF2D1E"/>
    <w:rsid w:val="00CF2E8B"/>
    <w:rsid w:val="00CF319D"/>
    <w:rsid w:val="00CF332A"/>
    <w:rsid w:val="00CF360D"/>
    <w:rsid w:val="00CF369F"/>
    <w:rsid w:val="00CF3742"/>
    <w:rsid w:val="00CF38AC"/>
    <w:rsid w:val="00CF39FA"/>
    <w:rsid w:val="00CF3AA8"/>
    <w:rsid w:val="00CF3B98"/>
    <w:rsid w:val="00CF3C4D"/>
    <w:rsid w:val="00CF3D00"/>
    <w:rsid w:val="00CF3E92"/>
    <w:rsid w:val="00CF3EE7"/>
    <w:rsid w:val="00CF415B"/>
    <w:rsid w:val="00CF42E5"/>
    <w:rsid w:val="00CF4473"/>
    <w:rsid w:val="00CF44D5"/>
    <w:rsid w:val="00CF46B3"/>
    <w:rsid w:val="00CF474B"/>
    <w:rsid w:val="00CF4766"/>
    <w:rsid w:val="00CF47F7"/>
    <w:rsid w:val="00CF4956"/>
    <w:rsid w:val="00CF4A47"/>
    <w:rsid w:val="00CF4CE4"/>
    <w:rsid w:val="00CF4E1A"/>
    <w:rsid w:val="00CF4FE4"/>
    <w:rsid w:val="00CF5229"/>
    <w:rsid w:val="00CF5256"/>
    <w:rsid w:val="00CF5316"/>
    <w:rsid w:val="00CF5418"/>
    <w:rsid w:val="00CF5471"/>
    <w:rsid w:val="00CF557F"/>
    <w:rsid w:val="00CF59D3"/>
    <w:rsid w:val="00CF5AE3"/>
    <w:rsid w:val="00CF5C9A"/>
    <w:rsid w:val="00CF5D90"/>
    <w:rsid w:val="00CF5E4F"/>
    <w:rsid w:val="00CF608A"/>
    <w:rsid w:val="00CF6121"/>
    <w:rsid w:val="00CF6166"/>
    <w:rsid w:val="00CF62FD"/>
    <w:rsid w:val="00CF6345"/>
    <w:rsid w:val="00CF63A0"/>
    <w:rsid w:val="00CF6605"/>
    <w:rsid w:val="00CF66CE"/>
    <w:rsid w:val="00CF6705"/>
    <w:rsid w:val="00CF678E"/>
    <w:rsid w:val="00CF68A0"/>
    <w:rsid w:val="00CF6A00"/>
    <w:rsid w:val="00CF6B32"/>
    <w:rsid w:val="00CF6B41"/>
    <w:rsid w:val="00CF6B56"/>
    <w:rsid w:val="00CF6BAD"/>
    <w:rsid w:val="00CF6D33"/>
    <w:rsid w:val="00CF6E6C"/>
    <w:rsid w:val="00CF6EE6"/>
    <w:rsid w:val="00CF6F1C"/>
    <w:rsid w:val="00CF6F24"/>
    <w:rsid w:val="00CF6F51"/>
    <w:rsid w:val="00CF708E"/>
    <w:rsid w:val="00CF7153"/>
    <w:rsid w:val="00CF728C"/>
    <w:rsid w:val="00CF7308"/>
    <w:rsid w:val="00CF73CB"/>
    <w:rsid w:val="00CF75B3"/>
    <w:rsid w:val="00CF76EB"/>
    <w:rsid w:val="00CF7841"/>
    <w:rsid w:val="00CF794E"/>
    <w:rsid w:val="00CF7B8F"/>
    <w:rsid w:val="00CF7BA1"/>
    <w:rsid w:val="00CF7BC6"/>
    <w:rsid w:val="00CF7C3E"/>
    <w:rsid w:val="00CF7C5F"/>
    <w:rsid w:val="00CF7D7E"/>
    <w:rsid w:val="00CF7F87"/>
    <w:rsid w:val="00D000B0"/>
    <w:rsid w:val="00D000E1"/>
    <w:rsid w:val="00D001A6"/>
    <w:rsid w:val="00D001D4"/>
    <w:rsid w:val="00D0028F"/>
    <w:rsid w:val="00D0037A"/>
    <w:rsid w:val="00D005A3"/>
    <w:rsid w:val="00D005A6"/>
    <w:rsid w:val="00D00603"/>
    <w:rsid w:val="00D0068B"/>
    <w:rsid w:val="00D0082A"/>
    <w:rsid w:val="00D008AA"/>
    <w:rsid w:val="00D00A2D"/>
    <w:rsid w:val="00D00B9D"/>
    <w:rsid w:val="00D00BD9"/>
    <w:rsid w:val="00D00F00"/>
    <w:rsid w:val="00D01064"/>
    <w:rsid w:val="00D01115"/>
    <w:rsid w:val="00D014DE"/>
    <w:rsid w:val="00D015ED"/>
    <w:rsid w:val="00D01644"/>
    <w:rsid w:val="00D01686"/>
    <w:rsid w:val="00D01729"/>
    <w:rsid w:val="00D0176B"/>
    <w:rsid w:val="00D0180E"/>
    <w:rsid w:val="00D01865"/>
    <w:rsid w:val="00D018DE"/>
    <w:rsid w:val="00D018EF"/>
    <w:rsid w:val="00D01979"/>
    <w:rsid w:val="00D019C9"/>
    <w:rsid w:val="00D01AAA"/>
    <w:rsid w:val="00D01AF3"/>
    <w:rsid w:val="00D01AF8"/>
    <w:rsid w:val="00D01B81"/>
    <w:rsid w:val="00D01DB4"/>
    <w:rsid w:val="00D01EF2"/>
    <w:rsid w:val="00D01F12"/>
    <w:rsid w:val="00D02222"/>
    <w:rsid w:val="00D0227D"/>
    <w:rsid w:val="00D022D5"/>
    <w:rsid w:val="00D0243A"/>
    <w:rsid w:val="00D02726"/>
    <w:rsid w:val="00D027F1"/>
    <w:rsid w:val="00D0287E"/>
    <w:rsid w:val="00D02901"/>
    <w:rsid w:val="00D029A2"/>
    <w:rsid w:val="00D02ABA"/>
    <w:rsid w:val="00D02C5A"/>
    <w:rsid w:val="00D02D2C"/>
    <w:rsid w:val="00D02DD8"/>
    <w:rsid w:val="00D02EA3"/>
    <w:rsid w:val="00D030C0"/>
    <w:rsid w:val="00D03188"/>
    <w:rsid w:val="00D031DC"/>
    <w:rsid w:val="00D0340A"/>
    <w:rsid w:val="00D0340C"/>
    <w:rsid w:val="00D03664"/>
    <w:rsid w:val="00D03704"/>
    <w:rsid w:val="00D03709"/>
    <w:rsid w:val="00D0370B"/>
    <w:rsid w:val="00D03A5C"/>
    <w:rsid w:val="00D03A77"/>
    <w:rsid w:val="00D03A9B"/>
    <w:rsid w:val="00D03AEF"/>
    <w:rsid w:val="00D03C57"/>
    <w:rsid w:val="00D03D5E"/>
    <w:rsid w:val="00D03D83"/>
    <w:rsid w:val="00D03FE7"/>
    <w:rsid w:val="00D0402D"/>
    <w:rsid w:val="00D041C4"/>
    <w:rsid w:val="00D041EA"/>
    <w:rsid w:val="00D04355"/>
    <w:rsid w:val="00D0440D"/>
    <w:rsid w:val="00D044B4"/>
    <w:rsid w:val="00D044DA"/>
    <w:rsid w:val="00D0457C"/>
    <w:rsid w:val="00D0481A"/>
    <w:rsid w:val="00D0485A"/>
    <w:rsid w:val="00D048E5"/>
    <w:rsid w:val="00D04979"/>
    <w:rsid w:val="00D04A95"/>
    <w:rsid w:val="00D04B8F"/>
    <w:rsid w:val="00D04B97"/>
    <w:rsid w:val="00D04D3B"/>
    <w:rsid w:val="00D04D54"/>
    <w:rsid w:val="00D04EF0"/>
    <w:rsid w:val="00D050F8"/>
    <w:rsid w:val="00D050FB"/>
    <w:rsid w:val="00D0523D"/>
    <w:rsid w:val="00D05282"/>
    <w:rsid w:val="00D052D0"/>
    <w:rsid w:val="00D0531F"/>
    <w:rsid w:val="00D053A0"/>
    <w:rsid w:val="00D05489"/>
    <w:rsid w:val="00D05681"/>
    <w:rsid w:val="00D05722"/>
    <w:rsid w:val="00D05730"/>
    <w:rsid w:val="00D058D6"/>
    <w:rsid w:val="00D05B78"/>
    <w:rsid w:val="00D05D22"/>
    <w:rsid w:val="00D05E1D"/>
    <w:rsid w:val="00D05E1E"/>
    <w:rsid w:val="00D05FE7"/>
    <w:rsid w:val="00D0600F"/>
    <w:rsid w:val="00D060CD"/>
    <w:rsid w:val="00D0622D"/>
    <w:rsid w:val="00D062CF"/>
    <w:rsid w:val="00D0643F"/>
    <w:rsid w:val="00D06583"/>
    <w:rsid w:val="00D0658A"/>
    <w:rsid w:val="00D06669"/>
    <w:rsid w:val="00D066E5"/>
    <w:rsid w:val="00D06797"/>
    <w:rsid w:val="00D06841"/>
    <w:rsid w:val="00D06942"/>
    <w:rsid w:val="00D06B72"/>
    <w:rsid w:val="00D06C12"/>
    <w:rsid w:val="00D06C82"/>
    <w:rsid w:val="00D06CF9"/>
    <w:rsid w:val="00D06E1A"/>
    <w:rsid w:val="00D06E87"/>
    <w:rsid w:val="00D06F17"/>
    <w:rsid w:val="00D07161"/>
    <w:rsid w:val="00D07170"/>
    <w:rsid w:val="00D07384"/>
    <w:rsid w:val="00D074B9"/>
    <w:rsid w:val="00D0768F"/>
    <w:rsid w:val="00D07758"/>
    <w:rsid w:val="00D077CF"/>
    <w:rsid w:val="00D078FC"/>
    <w:rsid w:val="00D07929"/>
    <w:rsid w:val="00D07950"/>
    <w:rsid w:val="00D07A1F"/>
    <w:rsid w:val="00D07D5E"/>
    <w:rsid w:val="00D07F4A"/>
    <w:rsid w:val="00D100E1"/>
    <w:rsid w:val="00D101BA"/>
    <w:rsid w:val="00D1029F"/>
    <w:rsid w:val="00D10377"/>
    <w:rsid w:val="00D10601"/>
    <w:rsid w:val="00D10B0B"/>
    <w:rsid w:val="00D10B35"/>
    <w:rsid w:val="00D10C5A"/>
    <w:rsid w:val="00D10E0D"/>
    <w:rsid w:val="00D10EC1"/>
    <w:rsid w:val="00D10F00"/>
    <w:rsid w:val="00D10F9B"/>
    <w:rsid w:val="00D11045"/>
    <w:rsid w:val="00D11083"/>
    <w:rsid w:val="00D11208"/>
    <w:rsid w:val="00D11217"/>
    <w:rsid w:val="00D11310"/>
    <w:rsid w:val="00D11365"/>
    <w:rsid w:val="00D1164B"/>
    <w:rsid w:val="00D117EE"/>
    <w:rsid w:val="00D11B8C"/>
    <w:rsid w:val="00D11BE8"/>
    <w:rsid w:val="00D11F8D"/>
    <w:rsid w:val="00D11F9B"/>
    <w:rsid w:val="00D11FD8"/>
    <w:rsid w:val="00D1207B"/>
    <w:rsid w:val="00D12266"/>
    <w:rsid w:val="00D12395"/>
    <w:rsid w:val="00D12597"/>
    <w:rsid w:val="00D12866"/>
    <w:rsid w:val="00D128B8"/>
    <w:rsid w:val="00D1293C"/>
    <w:rsid w:val="00D12942"/>
    <w:rsid w:val="00D12A38"/>
    <w:rsid w:val="00D12B9E"/>
    <w:rsid w:val="00D12C30"/>
    <w:rsid w:val="00D12CC1"/>
    <w:rsid w:val="00D12CE8"/>
    <w:rsid w:val="00D12E28"/>
    <w:rsid w:val="00D130B7"/>
    <w:rsid w:val="00D13226"/>
    <w:rsid w:val="00D132C5"/>
    <w:rsid w:val="00D1347F"/>
    <w:rsid w:val="00D134EF"/>
    <w:rsid w:val="00D13AAD"/>
    <w:rsid w:val="00D13B85"/>
    <w:rsid w:val="00D13CFF"/>
    <w:rsid w:val="00D13D6F"/>
    <w:rsid w:val="00D13D98"/>
    <w:rsid w:val="00D13E95"/>
    <w:rsid w:val="00D13F34"/>
    <w:rsid w:val="00D13F54"/>
    <w:rsid w:val="00D14323"/>
    <w:rsid w:val="00D14951"/>
    <w:rsid w:val="00D1498C"/>
    <w:rsid w:val="00D14A1C"/>
    <w:rsid w:val="00D14D7A"/>
    <w:rsid w:val="00D14D8D"/>
    <w:rsid w:val="00D14F3B"/>
    <w:rsid w:val="00D14F8D"/>
    <w:rsid w:val="00D15251"/>
    <w:rsid w:val="00D15442"/>
    <w:rsid w:val="00D1558D"/>
    <w:rsid w:val="00D155A1"/>
    <w:rsid w:val="00D15877"/>
    <w:rsid w:val="00D15882"/>
    <w:rsid w:val="00D159AB"/>
    <w:rsid w:val="00D159B5"/>
    <w:rsid w:val="00D15A87"/>
    <w:rsid w:val="00D15AA6"/>
    <w:rsid w:val="00D15B9A"/>
    <w:rsid w:val="00D15C6F"/>
    <w:rsid w:val="00D15F38"/>
    <w:rsid w:val="00D160AB"/>
    <w:rsid w:val="00D16104"/>
    <w:rsid w:val="00D163BC"/>
    <w:rsid w:val="00D163EB"/>
    <w:rsid w:val="00D16431"/>
    <w:rsid w:val="00D16453"/>
    <w:rsid w:val="00D1658B"/>
    <w:rsid w:val="00D165A1"/>
    <w:rsid w:val="00D167A6"/>
    <w:rsid w:val="00D16BEF"/>
    <w:rsid w:val="00D16CAC"/>
    <w:rsid w:val="00D16D5A"/>
    <w:rsid w:val="00D16DBD"/>
    <w:rsid w:val="00D16E48"/>
    <w:rsid w:val="00D16FE5"/>
    <w:rsid w:val="00D170B8"/>
    <w:rsid w:val="00D170F8"/>
    <w:rsid w:val="00D1715B"/>
    <w:rsid w:val="00D1715F"/>
    <w:rsid w:val="00D17170"/>
    <w:rsid w:val="00D17180"/>
    <w:rsid w:val="00D1721F"/>
    <w:rsid w:val="00D1727F"/>
    <w:rsid w:val="00D17297"/>
    <w:rsid w:val="00D17703"/>
    <w:rsid w:val="00D17793"/>
    <w:rsid w:val="00D1781D"/>
    <w:rsid w:val="00D1785C"/>
    <w:rsid w:val="00D1798F"/>
    <w:rsid w:val="00D179E3"/>
    <w:rsid w:val="00D17A13"/>
    <w:rsid w:val="00D17B53"/>
    <w:rsid w:val="00D17B72"/>
    <w:rsid w:val="00D17BBA"/>
    <w:rsid w:val="00D17CD7"/>
    <w:rsid w:val="00D17E22"/>
    <w:rsid w:val="00D17E85"/>
    <w:rsid w:val="00D20018"/>
    <w:rsid w:val="00D200BF"/>
    <w:rsid w:val="00D20101"/>
    <w:rsid w:val="00D201C3"/>
    <w:rsid w:val="00D20276"/>
    <w:rsid w:val="00D20332"/>
    <w:rsid w:val="00D20386"/>
    <w:rsid w:val="00D20391"/>
    <w:rsid w:val="00D2041D"/>
    <w:rsid w:val="00D2045B"/>
    <w:rsid w:val="00D2048E"/>
    <w:rsid w:val="00D20554"/>
    <w:rsid w:val="00D205FC"/>
    <w:rsid w:val="00D2068E"/>
    <w:rsid w:val="00D208B5"/>
    <w:rsid w:val="00D208C3"/>
    <w:rsid w:val="00D2098D"/>
    <w:rsid w:val="00D20D32"/>
    <w:rsid w:val="00D20D53"/>
    <w:rsid w:val="00D20DA0"/>
    <w:rsid w:val="00D20EE5"/>
    <w:rsid w:val="00D2102E"/>
    <w:rsid w:val="00D210AE"/>
    <w:rsid w:val="00D2130D"/>
    <w:rsid w:val="00D21390"/>
    <w:rsid w:val="00D213A1"/>
    <w:rsid w:val="00D21440"/>
    <w:rsid w:val="00D21659"/>
    <w:rsid w:val="00D216CC"/>
    <w:rsid w:val="00D21846"/>
    <w:rsid w:val="00D2192D"/>
    <w:rsid w:val="00D219AE"/>
    <w:rsid w:val="00D21AE2"/>
    <w:rsid w:val="00D21AEE"/>
    <w:rsid w:val="00D21CB4"/>
    <w:rsid w:val="00D21CE8"/>
    <w:rsid w:val="00D21F47"/>
    <w:rsid w:val="00D2206B"/>
    <w:rsid w:val="00D221AE"/>
    <w:rsid w:val="00D22254"/>
    <w:rsid w:val="00D222D7"/>
    <w:rsid w:val="00D223DC"/>
    <w:rsid w:val="00D223E8"/>
    <w:rsid w:val="00D22657"/>
    <w:rsid w:val="00D22830"/>
    <w:rsid w:val="00D22836"/>
    <w:rsid w:val="00D22902"/>
    <w:rsid w:val="00D22984"/>
    <w:rsid w:val="00D22ACB"/>
    <w:rsid w:val="00D22CEF"/>
    <w:rsid w:val="00D22DF3"/>
    <w:rsid w:val="00D22E4E"/>
    <w:rsid w:val="00D230BC"/>
    <w:rsid w:val="00D231BE"/>
    <w:rsid w:val="00D231F2"/>
    <w:rsid w:val="00D2320A"/>
    <w:rsid w:val="00D232BC"/>
    <w:rsid w:val="00D23324"/>
    <w:rsid w:val="00D23407"/>
    <w:rsid w:val="00D234AF"/>
    <w:rsid w:val="00D2353E"/>
    <w:rsid w:val="00D2358B"/>
    <w:rsid w:val="00D23620"/>
    <w:rsid w:val="00D2362A"/>
    <w:rsid w:val="00D237DA"/>
    <w:rsid w:val="00D23893"/>
    <w:rsid w:val="00D23899"/>
    <w:rsid w:val="00D23920"/>
    <w:rsid w:val="00D2392F"/>
    <w:rsid w:val="00D23B10"/>
    <w:rsid w:val="00D23BC1"/>
    <w:rsid w:val="00D23BEB"/>
    <w:rsid w:val="00D23BF2"/>
    <w:rsid w:val="00D23C5B"/>
    <w:rsid w:val="00D23E65"/>
    <w:rsid w:val="00D24094"/>
    <w:rsid w:val="00D240EA"/>
    <w:rsid w:val="00D24258"/>
    <w:rsid w:val="00D24288"/>
    <w:rsid w:val="00D243E8"/>
    <w:rsid w:val="00D245A1"/>
    <w:rsid w:val="00D24639"/>
    <w:rsid w:val="00D2480C"/>
    <w:rsid w:val="00D248A1"/>
    <w:rsid w:val="00D2492D"/>
    <w:rsid w:val="00D24B41"/>
    <w:rsid w:val="00D24B6F"/>
    <w:rsid w:val="00D24D93"/>
    <w:rsid w:val="00D24E72"/>
    <w:rsid w:val="00D24EE0"/>
    <w:rsid w:val="00D2508B"/>
    <w:rsid w:val="00D25184"/>
    <w:rsid w:val="00D2520E"/>
    <w:rsid w:val="00D25251"/>
    <w:rsid w:val="00D252D4"/>
    <w:rsid w:val="00D253B6"/>
    <w:rsid w:val="00D25448"/>
    <w:rsid w:val="00D255ED"/>
    <w:rsid w:val="00D2583B"/>
    <w:rsid w:val="00D2588D"/>
    <w:rsid w:val="00D258CA"/>
    <w:rsid w:val="00D2598D"/>
    <w:rsid w:val="00D25A3A"/>
    <w:rsid w:val="00D25C60"/>
    <w:rsid w:val="00D25C79"/>
    <w:rsid w:val="00D25CFF"/>
    <w:rsid w:val="00D25E65"/>
    <w:rsid w:val="00D261CC"/>
    <w:rsid w:val="00D2628C"/>
    <w:rsid w:val="00D263C3"/>
    <w:rsid w:val="00D26599"/>
    <w:rsid w:val="00D267CC"/>
    <w:rsid w:val="00D268C0"/>
    <w:rsid w:val="00D26B55"/>
    <w:rsid w:val="00D26E09"/>
    <w:rsid w:val="00D26EB6"/>
    <w:rsid w:val="00D2703D"/>
    <w:rsid w:val="00D270B4"/>
    <w:rsid w:val="00D2711D"/>
    <w:rsid w:val="00D271ED"/>
    <w:rsid w:val="00D273CB"/>
    <w:rsid w:val="00D2764C"/>
    <w:rsid w:val="00D276D7"/>
    <w:rsid w:val="00D27883"/>
    <w:rsid w:val="00D278B8"/>
    <w:rsid w:val="00D27A3E"/>
    <w:rsid w:val="00D27B75"/>
    <w:rsid w:val="00D27C2F"/>
    <w:rsid w:val="00D27C3D"/>
    <w:rsid w:val="00D27CE8"/>
    <w:rsid w:val="00D27DFB"/>
    <w:rsid w:val="00D27F4C"/>
    <w:rsid w:val="00D30112"/>
    <w:rsid w:val="00D30173"/>
    <w:rsid w:val="00D30232"/>
    <w:rsid w:val="00D30283"/>
    <w:rsid w:val="00D3032B"/>
    <w:rsid w:val="00D303BF"/>
    <w:rsid w:val="00D30656"/>
    <w:rsid w:val="00D3094E"/>
    <w:rsid w:val="00D3098E"/>
    <w:rsid w:val="00D309B1"/>
    <w:rsid w:val="00D30BC1"/>
    <w:rsid w:val="00D30C9C"/>
    <w:rsid w:val="00D30CC8"/>
    <w:rsid w:val="00D30D3E"/>
    <w:rsid w:val="00D30EB8"/>
    <w:rsid w:val="00D30EBD"/>
    <w:rsid w:val="00D311A3"/>
    <w:rsid w:val="00D313E9"/>
    <w:rsid w:val="00D3149D"/>
    <w:rsid w:val="00D31570"/>
    <w:rsid w:val="00D31648"/>
    <w:rsid w:val="00D3169F"/>
    <w:rsid w:val="00D316C6"/>
    <w:rsid w:val="00D31767"/>
    <w:rsid w:val="00D3179B"/>
    <w:rsid w:val="00D317AD"/>
    <w:rsid w:val="00D317D9"/>
    <w:rsid w:val="00D31889"/>
    <w:rsid w:val="00D318F9"/>
    <w:rsid w:val="00D31904"/>
    <w:rsid w:val="00D31C24"/>
    <w:rsid w:val="00D31CD1"/>
    <w:rsid w:val="00D31F18"/>
    <w:rsid w:val="00D3212D"/>
    <w:rsid w:val="00D3221D"/>
    <w:rsid w:val="00D32354"/>
    <w:rsid w:val="00D32374"/>
    <w:rsid w:val="00D323F1"/>
    <w:rsid w:val="00D326A0"/>
    <w:rsid w:val="00D328A8"/>
    <w:rsid w:val="00D32940"/>
    <w:rsid w:val="00D32D50"/>
    <w:rsid w:val="00D32E9A"/>
    <w:rsid w:val="00D32F63"/>
    <w:rsid w:val="00D33137"/>
    <w:rsid w:val="00D33232"/>
    <w:rsid w:val="00D333B0"/>
    <w:rsid w:val="00D3345D"/>
    <w:rsid w:val="00D3350E"/>
    <w:rsid w:val="00D3360D"/>
    <w:rsid w:val="00D3365D"/>
    <w:rsid w:val="00D3366F"/>
    <w:rsid w:val="00D33719"/>
    <w:rsid w:val="00D337C1"/>
    <w:rsid w:val="00D33951"/>
    <w:rsid w:val="00D33993"/>
    <w:rsid w:val="00D33A91"/>
    <w:rsid w:val="00D33B46"/>
    <w:rsid w:val="00D33B56"/>
    <w:rsid w:val="00D33D43"/>
    <w:rsid w:val="00D33FCC"/>
    <w:rsid w:val="00D3405B"/>
    <w:rsid w:val="00D3416C"/>
    <w:rsid w:val="00D34214"/>
    <w:rsid w:val="00D34308"/>
    <w:rsid w:val="00D3437F"/>
    <w:rsid w:val="00D3440C"/>
    <w:rsid w:val="00D344B3"/>
    <w:rsid w:val="00D34585"/>
    <w:rsid w:val="00D34623"/>
    <w:rsid w:val="00D3474F"/>
    <w:rsid w:val="00D347F7"/>
    <w:rsid w:val="00D3485D"/>
    <w:rsid w:val="00D34980"/>
    <w:rsid w:val="00D34A2F"/>
    <w:rsid w:val="00D34BB4"/>
    <w:rsid w:val="00D34CA6"/>
    <w:rsid w:val="00D34CBB"/>
    <w:rsid w:val="00D34CBC"/>
    <w:rsid w:val="00D34D03"/>
    <w:rsid w:val="00D35030"/>
    <w:rsid w:val="00D35348"/>
    <w:rsid w:val="00D35376"/>
    <w:rsid w:val="00D354B4"/>
    <w:rsid w:val="00D356EA"/>
    <w:rsid w:val="00D35736"/>
    <w:rsid w:val="00D35886"/>
    <w:rsid w:val="00D35926"/>
    <w:rsid w:val="00D35DBD"/>
    <w:rsid w:val="00D3603E"/>
    <w:rsid w:val="00D36184"/>
    <w:rsid w:val="00D362CD"/>
    <w:rsid w:val="00D363FD"/>
    <w:rsid w:val="00D36455"/>
    <w:rsid w:val="00D36749"/>
    <w:rsid w:val="00D3682B"/>
    <w:rsid w:val="00D36939"/>
    <w:rsid w:val="00D36C64"/>
    <w:rsid w:val="00D36C8E"/>
    <w:rsid w:val="00D36DB7"/>
    <w:rsid w:val="00D36FE5"/>
    <w:rsid w:val="00D36FE7"/>
    <w:rsid w:val="00D37144"/>
    <w:rsid w:val="00D3716C"/>
    <w:rsid w:val="00D37260"/>
    <w:rsid w:val="00D37270"/>
    <w:rsid w:val="00D376D4"/>
    <w:rsid w:val="00D3773F"/>
    <w:rsid w:val="00D3777C"/>
    <w:rsid w:val="00D377A3"/>
    <w:rsid w:val="00D377C9"/>
    <w:rsid w:val="00D37A5C"/>
    <w:rsid w:val="00D37BD9"/>
    <w:rsid w:val="00D37BDA"/>
    <w:rsid w:val="00D37C5C"/>
    <w:rsid w:val="00D37C77"/>
    <w:rsid w:val="00D37C8C"/>
    <w:rsid w:val="00D37D39"/>
    <w:rsid w:val="00D37D5E"/>
    <w:rsid w:val="00D37D70"/>
    <w:rsid w:val="00D37DE8"/>
    <w:rsid w:val="00D37EC3"/>
    <w:rsid w:val="00D37F24"/>
    <w:rsid w:val="00D40000"/>
    <w:rsid w:val="00D4004B"/>
    <w:rsid w:val="00D4010C"/>
    <w:rsid w:val="00D401CA"/>
    <w:rsid w:val="00D401E6"/>
    <w:rsid w:val="00D40304"/>
    <w:rsid w:val="00D403E4"/>
    <w:rsid w:val="00D403FC"/>
    <w:rsid w:val="00D4049F"/>
    <w:rsid w:val="00D4061D"/>
    <w:rsid w:val="00D40AEA"/>
    <w:rsid w:val="00D40B06"/>
    <w:rsid w:val="00D40B81"/>
    <w:rsid w:val="00D40C90"/>
    <w:rsid w:val="00D40CBC"/>
    <w:rsid w:val="00D40CCE"/>
    <w:rsid w:val="00D40D51"/>
    <w:rsid w:val="00D40F7C"/>
    <w:rsid w:val="00D40FA5"/>
    <w:rsid w:val="00D41029"/>
    <w:rsid w:val="00D41150"/>
    <w:rsid w:val="00D411B0"/>
    <w:rsid w:val="00D413E0"/>
    <w:rsid w:val="00D4142A"/>
    <w:rsid w:val="00D41456"/>
    <w:rsid w:val="00D414ED"/>
    <w:rsid w:val="00D414F6"/>
    <w:rsid w:val="00D41657"/>
    <w:rsid w:val="00D4177F"/>
    <w:rsid w:val="00D417AE"/>
    <w:rsid w:val="00D41987"/>
    <w:rsid w:val="00D419A3"/>
    <w:rsid w:val="00D41EA0"/>
    <w:rsid w:val="00D41F01"/>
    <w:rsid w:val="00D420F2"/>
    <w:rsid w:val="00D422C9"/>
    <w:rsid w:val="00D424C9"/>
    <w:rsid w:val="00D425DD"/>
    <w:rsid w:val="00D42763"/>
    <w:rsid w:val="00D428C9"/>
    <w:rsid w:val="00D42A1B"/>
    <w:rsid w:val="00D42BE2"/>
    <w:rsid w:val="00D42CEC"/>
    <w:rsid w:val="00D43127"/>
    <w:rsid w:val="00D4328D"/>
    <w:rsid w:val="00D43440"/>
    <w:rsid w:val="00D43460"/>
    <w:rsid w:val="00D4362D"/>
    <w:rsid w:val="00D43728"/>
    <w:rsid w:val="00D43B05"/>
    <w:rsid w:val="00D43B7F"/>
    <w:rsid w:val="00D43C0E"/>
    <w:rsid w:val="00D43C61"/>
    <w:rsid w:val="00D43C9C"/>
    <w:rsid w:val="00D43DE8"/>
    <w:rsid w:val="00D443BE"/>
    <w:rsid w:val="00D4468D"/>
    <w:rsid w:val="00D446A1"/>
    <w:rsid w:val="00D446B3"/>
    <w:rsid w:val="00D446CA"/>
    <w:rsid w:val="00D44749"/>
    <w:rsid w:val="00D44763"/>
    <w:rsid w:val="00D44796"/>
    <w:rsid w:val="00D4487E"/>
    <w:rsid w:val="00D4499E"/>
    <w:rsid w:val="00D449F6"/>
    <w:rsid w:val="00D44A49"/>
    <w:rsid w:val="00D44C1A"/>
    <w:rsid w:val="00D44CEA"/>
    <w:rsid w:val="00D44EA2"/>
    <w:rsid w:val="00D45248"/>
    <w:rsid w:val="00D45600"/>
    <w:rsid w:val="00D4580F"/>
    <w:rsid w:val="00D45981"/>
    <w:rsid w:val="00D459C6"/>
    <w:rsid w:val="00D45A9F"/>
    <w:rsid w:val="00D45BD3"/>
    <w:rsid w:val="00D45DEF"/>
    <w:rsid w:val="00D45E8B"/>
    <w:rsid w:val="00D45F2F"/>
    <w:rsid w:val="00D45F49"/>
    <w:rsid w:val="00D45FE2"/>
    <w:rsid w:val="00D4619F"/>
    <w:rsid w:val="00D4630D"/>
    <w:rsid w:val="00D463D0"/>
    <w:rsid w:val="00D46555"/>
    <w:rsid w:val="00D465EB"/>
    <w:rsid w:val="00D466E1"/>
    <w:rsid w:val="00D4679E"/>
    <w:rsid w:val="00D46870"/>
    <w:rsid w:val="00D46A8A"/>
    <w:rsid w:val="00D46C46"/>
    <w:rsid w:val="00D46C76"/>
    <w:rsid w:val="00D46E2D"/>
    <w:rsid w:val="00D46E6B"/>
    <w:rsid w:val="00D46EDD"/>
    <w:rsid w:val="00D46FD1"/>
    <w:rsid w:val="00D473A8"/>
    <w:rsid w:val="00D47713"/>
    <w:rsid w:val="00D4783B"/>
    <w:rsid w:val="00D4792A"/>
    <w:rsid w:val="00D47950"/>
    <w:rsid w:val="00D479CA"/>
    <w:rsid w:val="00D47A5A"/>
    <w:rsid w:val="00D47C2D"/>
    <w:rsid w:val="00D47D06"/>
    <w:rsid w:val="00D47E32"/>
    <w:rsid w:val="00D47E4A"/>
    <w:rsid w:val="00D47EEC"/>
    <w:rsid w:val="00D47F9A"/>
    <w:rsid w:val="00D50023"/>
    <w:rsid w:val="00D50095"/>
    <w:rsid w:val="00D50268"/>
    <w:rsid w:val="00D50617"/>
    <w:rsid w:val="00D50682"/>
    <w:rsid w:val="00D50749"/>
    <w:rsid w:val="00D50A2E"/>
    <w:rsid w:val="00D50A48"/>
    <w:rsid w:val="00D50A9F"/>
    <w:rsid w:val="00D50C5D"/>
    <w:rsid w:val="00D50D4B"/>
    <w:rsid w:val="00D50DBB"/>
    <w:rsid w:val="00D50E7D"/>
    <w:rsid w:val="00D5110C"/>
    <w:rsid w:val="00D51159"/>
    <w:rsid w:val="00D511D5"/>
    <w:rsid w:val="00D51211"/>
    <w:rsid w:val="00D51358"/>
    <w:rsid w:val="00D515BF"/>
    <w:rsid w:val="00D51681"/>
    <w:rsid w:val="00D516B7"/>
    <w:rsid w:val="00D516ED"/>
    <w:rsid w:val="00D51792"/>
    <w:rsid w:val="00D519D1"/>
    <w:rsid w:val="00D51A6F"/>
    <w:rsid w:val="00D51A97"/>
    <w:rsid w:val="00D51B07"/>
    <w:rsid w:val="00D51C0B"/>
    <w:rsid w:val="00D520C4"/>
    <w:rsid w:val="00D5214E"/>
    <w:rsid w:val="00D52596"/>
    <w:rsid w:val="00D525E4"/>
    <w:rsid w:val="00D5266E"/>
    <w:rsid w:val="00D52681"/>
    <w:rsid w:val="00D526F3"/>
    <w:rsid w:val="00D52957"/>
    <w:rsid w:val="00D52B93"/>
    <w:rsid w:val="00D52E23"/>
    <w:rsid w:val="00D52E92"/>
    <w:rsid w:val="00D52F6A"/>
    <w:rsid w:val="00D53019"/>
    <w:rsid w:val="00D5305E"/>
    <w:rsid w:val="00D53133"/>
    <w:rsid w:val="00D5319A"/>
    <w:rsid w:val="00D5344C"/>
    <w:rsid w:val="00D5358A"/>
    <w:rsid w:val="00D535A5"/>
    <w:rsid w:val="00D535C1"/>
    <w:rsid w:val="00D53715"/>
    <w:rsid w:val="00D538E6"/>
    <w:rsid w:val="00D5399C"/>
    <w:rsid w:val="00D53C28"/>
    <w:rsid w:val="00D53C9D"/>
    <w:rsid w:val="00D53CE1"/>
    <w:rsid w:val="00D53FB8"/>
    <w:rsid w:val="00D5406A"/>
    <w:rsid w:val="00D54082"/>
    <w:rsid w:val="00D5434F"/>
    <w:rsid w:val="00D54656"/>
    <w:rsid w:val="00D547A2"/>
    <w:rsid w:val="00D54AB1"/>
    <w:rsid w:val="00D54C49"/>
    <w:rsid w:val="00D54D2D"/>
    <w:rsid w:val="00D54D39"/>
    <w:rsid w:val="00D54F38"/>
    <w:rsid w:val="00D54F57"/>
    <w:rsid w:val="00D54F73"/>
    <w:rsid w:val="00D552E7"/>
    <w:rsid w:val="00D554C5"/>
    <w:rsid w:val="00D55582"/>
    <w:rsid w:val="00D5564B"/>
    <w:rsid w:val="00D557C7"/>
    <w:rsid w:val="00D559F9"/>
    <w:rsid w:val="00D55A0E"/>
    <w:rsid w:val="00D55A51"/>
    <w:rsid w:val="00D55AF7"/>
    <w:rsid w:val="00D55B11"/>
    <w:rsid w:val="00D55CA3"/>
    <w:rsid w:val="00D55D34"/>
    <w:rsid w:val="00D55D6C"/>
    <w:rsid w:val="00D55E33"/>
    <w:rsid w:val="00D55F58"/>
    <w:rsid w:val="00D5604D"/>
    <w:rsid w:val="00D561F2"/>
    <w:rsid w:val="00D5640C"/>
    <w:rsid w:val="00D5660B"/>
    <w:rsid w:val="00D566E9"/>
    <w:rsid w:val="00D568E1"/>
    <w:rsid w:val="00D56E01"/>
    <w:rsid w:val="00D56E83"/>
    <w:rsid w:val="00D56E96"/>
    <w:rsid w:val="00D57079"/>
    <w:rsid w:val="00D5708F"/>
    <w:rsid w:val="00D57170"/>
    <w:rsid w:val="00D572A1"/>
    <w:rsid w:val="00D572A2"/>
    <w:rsid w:val="00D57437"/>
    <w:rsid w:val="00D574F2"/>
    <w:rsid w:val="00D578F5"/>
    <w:rsid w:val="00D57A0A"/>
    <w:rsid w:val="00D57A10"/>
    <w:rsid w:val="00D57AE3"/>
    <w:rsid w:val="00D57B5D"/>
    <w:rsid w:val="00D57C1D"/>
    <w:rsid w:val="00D57C37"/>
    <w:rsid w:val="00D57E5E"/>
    <w:rsid w:val="00D57E7A"/>
    <w:rsid w:val="00D57E8A"/>
    <w:rsid w:val="00D57E9D"/>
    <w:rsid w:val="00D57F56"/>
    <w:rsid w:val="00D60094"/>
    <w:rsid w:val="00D601A2"/>
    <w:rsid w:val="00D6038F"/>
    <w:rsid w:val="00D60432"/>
    <w:rsid w:val="00D6046D"/>
    <w:rsid w:val="00D6063B"/>
    <w:rsid w:val="00D60666"/>
    <w:rsid w:val="00D6073E"/>
    <w:rsid w:val="00D607AB"/>
    <w:rsid w:val="00D607D8"/>
    <w:rsid w:val="00D607DD"/>
    <w:rsid w:val="00D60B56"/>
    <w:rsid w:val="00D60C21"/>
    <w:rsid w:val="00D60CDC"/>
    <w:rsid w:val="00D60D3C"/>
    <w:rsid w:val="00D60F15"/>
    <w:rsid w:val="00D61273"/>
    <w:rsid w:val="00D6131B"/>
    <w:rsid w:val="00D6147E"/>
    <w:rsid w:val="00D61687"/>
    <w:rsid w:val="00D616E4"/>
    <w:rsid w:val="00D61899"/>
    <w:rsid w:val="00D61BB7"/>
    <w:rsid w:val="00D61C10"/>
    <w:rsid w:val="00D61C97"/>
    <w:rsid w:val="00D61D21"/>
    <w:rsid w:val="00D61E13"/>
    <w:rsid w:val="00D61F87"/>
    <w:rsid w:val="00D62633"/>
    <w:rsid w:val="00D626E1"/>
    <w:rsid w:val="00D6275F"/>
    <w:rsid w:val="00D62860"/>
    <w:rsid w:val="00D628BF"/>
    <w:rsid w:val="00D62B4A"/>
    <w:rsid w:val="00D62F95"/>
    <w:rsid w:val="00D62FB6"/>
    <w:rsid w:val="00D63040"/>
    <w:rsid w:val="00D6317A"/>
    <w:rsid w:val="00D63399"/>
    <w:rsid w:val="00D6344E"/>
    <w:rsid w:val="00D6369B"/>
    <w:rsid w:val="00D636B8"/>
    <w:rsid w:val="00D638C5"/>
    <w:rsid w:val="00D638D1"/>
    <w:rsid w:val="00D638E8"/>
    <w:rsid w:val="00D6397B"/>
    <w:rsid w:val="00D63A87"/>
    <w:rsid w:val="00D63DB8"/>
    <w:rsid w:val="00D63E76"/>
    <w:rsid w:val="00D63EB6"/>
    <w:rsid w:val="00D63EDA"/>
    <w:rsid w:val="00D63F37"/>
    <w:rsid w:val="00D63FF7"/>
    <w:rsid w:val="00D641E8"/>
    <w:rsid w:val="00D64386"/>
    <w:rsid w:val="00D6442C"/>
    <w:rsid w:val="00D64553"/>
    <w:rsid w:val="00D6455B"/>
    <w:rsid w:val="00D6467A"/>
    <w:rsid w:val="00D6483C"/>
    <w:rsid w:val="00D648F5"/>
    <w:rsid w:val="00D648F7"/>
    <w:rsid w:val="00D64A7F"/>
    <w:rsid w:val="00D64B10"/>
    <w:rsid w:val="00D64C64"/>
    <w:rsid w:val="00D64D3D"/>
    <w:rsid w:val="00D65211"/>
    <w:rsid w:val="00D6547F"/>
    <w:rsid w:val="00D65491"/>
    <w:rsid w:val="00D657CD"/>
    <w:rsid w:val="00D65993"/>
    <w:rsid w:val="00D65A17"/>
    <w:rsid w:val="00D65A1B"/>
    <w:rsid w:val="00D65A40"/>
    <w:rsid w:val="00D65A82"/>
    <w:rsid w:val="00D65CD6"/>
    <w:rsid w:val="00D65E0E"/>
    <w:rsid w:val="00D65E96"/>
    <w:rsid w:val="00D65FE7"/>
    <w:rsid w:val="00D6602A"/>
    <w:rsid w:val="00D660C8"/>
    <w:rsid w:val="00D662AA"/>
    <w:rsid w:val="00D66358"/>
    <w:rsid w:val="00D66435"/>
    <w:rsid w:val="00D6665B"/>
    <w:rsid w:val="00D666E5"/>
    <w:rsid w:val="00D6675C"/>
    <w:rsid w:val="00D66793"/>
    <w:rsid w:val="00D66A82"/>
    <w:rsid w:val="00D66A95"/>
    <w:rsid w:val="00D66B2A"/>
    <w:rsid w:val="00D66B9F"/>
    <w:rsid w:val="00D67094"/>
    <w:rsid w:val="00D671AA"/>
    <w:rsid w:val="00D67382"/>
    <w:rsid w:val="00D674B3"/>
    <w:rsid w:val="00D675ED"/>
    <w:rsid w:val="00D676B5"/>
    <w:rsid w:val="00D676F1"/>
    <w:rsid w:val="00D67761"/>
    <w:rsid w:val="00D67A43"/>
    <w:rsid w:val="00D67E14"/>
    <w:rsid w:val="00D67E25"/>
    <w:rsid w:val="00D700B7"/>
    <w:rsid w:val="00D7014A"/>
    <w:rsid w:val="00D701A3"/>
    <w:rsid w:val="00D70415"/>
    <w:rsid w:val="00D70443"/>
    <w:rsid w:val="00D704DD"/>
    <w:rsid w:val="00D706BA"/>
    <w:rsid w:val="00D70749"/>
    <w:rsid w:val="00D70802"/>
    <w:rsid w:val="00D708CC"/>
    <w:rsid w:val="00D708E6"/>
    <w:rsid w:val="00D709B1"/>
    <w:rsid w:val="00D70A59"/>
    <w:rsid w:val="00D70A63"/>
    <w:rsid w:val="00D70A7C"/>
    <w:rsid w:val="00D70B14"/>
    <w:rsid w:val="00D70D82"/>
    <w:rsid w:val="00D70E73"/>
    <w:rsid w:val="00D70E98"/>
    <w:rsid w:val="00D710C0"/>
    <w:rsid w:val="00D710D7"/>
    <w:rsid w:val="00D71257"/>
    <w:rsid w:val="00D714B7"/>
    <w:rsid w:val="00D7171C"/>
    <w:rsid w:val="00D718A2"/>
    <w:rsid w:val="00D71CC1"/>
    <w:rsid w:val="00D71D62"/>
    <w:rsid w:val="00D71DA9"/>
    <w:rsid w:val="00D71F22"/>
    <w:rsid w:val="00D720D1"/>
    <w:rsid w:val="00D7231D"/>
    <w:rsid w:val="00D72724"/>
    <w:rsid w:val="00D728B6"/>
    <w:rsid w:val="00D728DF"/>
    <w:rsid w:val="00D728EE"/>
    <w:rsid w:val="00D729A6"/>
    <w:rsid w:val="00D72A05"/>
    <w:rsid w:val="00D72AA3"/>
    <w:rsid w:val="00D72B36"/>
    <w:rsid w:val="00D72B64"/>
    <w:rsid w:val="00D72B79"/>
    <w:rsid w:val="00D72C01"/>
    <w:rsid w:val="00D72E34"/>
    <w:rsid w:val="00D72FE0"/>
    <w:rsid w:val="00D7339E"/>
    <w:rsid w:val="00D733F6"/>
    <w:rsid w:val="00D734C7"/>
    <w:rsid w:val="00D73505"/>
    <w:rsid w:val="00D73568"/>
    <w:rsid w:val="00D7359B"/>
    <w:rsid w:val="00D735A2"/>
    <w:rsid w:val="00D7377C"/>
    <w:rsid w:val="00D737B2"/>
    <w:rsid w:val="00D739BB"/>
    <w:rsid w:val="00D739D5"/>
    <w:rsid w:val="00D73D30"/>
    <w:rsid w:val="00D73D90"/>
    <w:rsid w:val="00D73F15"/>
    <w:rsid w:val="00D73F35"/>
    <w:rsid w:val="00D740DA"/>
    <w:rsid w:val="00D7421C"/>
    <w:rsid w:val="00D743F2"/>
    <w:rsid w:val="00D744FF"/>
    <w:rsid w:val="00D745AA"/>
    <w:rsid w:val="00D74757"/>
    <w:rsid w:val="00D74763"/>
    <w:rsid w:val="00D74848"/>
    <w:rsid w:val="00D74859"/>
    <w:rsid w:val="00D74B8B"/>
    <w:rsid w:val="00D74E28"/>
    <w:rsid w:val="00D74E33"/>
    <w:rsid w:val="00D74E74"/>
    <w:rsid w:val="00D75024"/>
    <w:rsid w:val="00D7502F"/>
    <w:rsid w:val="00D7505E"/>
    <w:rsid w:val="00D75195"/>
    <w:rsid w:val="00D7581D"/>
    <w:rsid w:val="00D75883"/>
    <w:rsid w:val="00D758ED"/>
    <w:rsid w:val="00D758EF"/>
    <w:rsid w:val="00D759CA"/>
    <w:rsid w:val="00D759DE"/>
    <w:rsid w:val="00D75A45"/>
    <w:rsid w:val="00D75AA4"/>
    <w:rsid w:val="00D75AC0"/>
    <w:rsid w:val="00D75BC0"/>
    <w:rsid w:val="00D75C85"/>
    <w:rsid w:val="00D75C9A"/>
    <w:rsid w:val="00D75CE3"/>
    <w:rsid w:val="00D75D26"/>
    <w:rsid w:val="00D760D8"/>
    <w:rsid w:val="00D76121"/>
    <w:rsid w:val="00D76274"/>
    <w:rsid w:val="00D76422"/>
    <w:rsid w:val="00D76719"/>
    <w:rsid w:val="00D768ED"/>
    <w:rsid w:val="00D7690E"/>
    <w:rsid w:val="00D76A06"/>
    <w:rsid w:val="00D76A1A"/>
    <w:rsid w:val="00D76AD9"/>
    <w:rsid w:val="00D76BC0"/>
    <w:rsid w:val="00D76C10"/>
    <w:rsid w:val="00D76CD2"/>
    <w:rsid w:val="00D76DA2"/>
    <w:rsid w:val="00D77037"/>
    <w:rsid w:val="00D770FC"/>
    <w:rsid w:val="00D77175"/>
    <w:rsid w:val="00D77188"/>
    <w:rsid w:val="00D7719C"/>
    <w:rsid w:val="00D771CE"/>
    <w:rsid w:val="00D773F8"/>
    <w:rsid w:val="00D774BA"/>
    <w:rsid w:val="00D776E0"/>
    <w:rsid w:val="00D7773D"/>
    <w:rsid w:val="00D777A6"/>
    <w:rsid w:val="00D77801"/>
    <w:rsid w:val="00D7793F"/>
    <w:rsid w:val="00D77941"/>
    <w:rsid w:val="00D77955"/>
    <w:rsid w:val="00D77B85"/>
    <w:rsid w:val="00D77BB0"/>
    <w:rsid w:val="00D77DF3"/>
    <w:rsid w:val="00D802B8"/>
    <w:rsid w:val="00D802BE"/>
    <w:rsid w:val="00D80343"/>
    <w:rsid w:val="00D80385"/>
    <w:rsid w:val="00D8042C"/>
    <w:rsid w:val="00D804F6"/>
    <w:rsid w:val="00D805BD"/>
    <w:rsid w:val="00D805C6"/>
    <w:rsid w:val="00D80616"/>
    <w:rsid w:val="00D807A4"/>
    <w:rsid w:val="00D808A4"/>
    <w:rsid w:val="00D80A86"/>
    <w:rsid w:val="00D80B31"/>
    <w:rsid w:val="00D80CFE"/>
    <w:rsid w:val="00D80D76"/>
    <w:rsid w:val="00D80F31"/>
    <w:rsid w:val="00D80F3F"/>
    <w:rsid w:val="00D80F55"/>
    <w:rsid w:val="00D8147F"/>
    <w:rsid w:val="00D8162D"/>
    <w:rsid w:val="00D816CE"/>
    <w:rsid w:val="00D816D2"/>
    <w:rsid w:val="00D81703"/>
    <w:rsid w:val="00D81757"/>
    <w:rsid w:val="00D818CB"/>
    <w:rsid w:val="00D818F4"/>
    <w:rsid w:val="00D8199A"/>
    <w:rsid w:val="00D81A05"/>
    <w:rsid w:val="00D81A91"/>
    <w:rsid w:val="00D81B32"/>
    <w:rsid w:val="00D81D0F"/>
    <w:rsid w:val="00D81DE8"/>
    <w:rsid w:val="00D82140"/>
    <w:rsid w:val="00D822AF"/>
    <w:rsid w:val="00D82409"/>
    <w:rsid w:val="00D82438"/>
    <w:rsid w:val="00D82721"/>
    <w:rsid w:val="00D82739"/>
    <w:rsid w:val="00D82843"/>
    <w:rsid w:val="00D82AB1"/>
    <w:rsid w:val="00D82C0F"/>
    <w:rsid w:val="00D82C86"/>
    <w:rsid w:val="00D82E41"/>
    <w:rsid w:val="00D82EB3"/>
    <w:rsid w:val="00D83060"/>
    <w:rsid w:val="00D832ED"/>
    <w:rsid w:val="00D835F1"/>
    <w:rsid w:val="00D83684"/>
    <w:rsid w:val="00D838A7"/>
    <w:rsid w:val="00D83933"/>
    <w:rsid w:val="00D83F74"/>
    <w:rsid w:val="00D83FA7"/>
    <w:rsid w:val="00D8416D"/>
    <w:rsid w:val="00D8421B"/>
    <w:rsid w:val="00D8427E"/>
    <w:rsid w:val="00D84288"/>
    <w:rsid w:val="00D842C9"/>
    <w:rsid w:val="00D84616"/>
    <w:rsid w:val="00D8463A"/>
    <w:rsid w:val="00D84860"/>
    <w:rsid w:val="00D8495F"/>
    <w:rsid w:val="00D849B9"/>
    <w:rsid w:val="00D84B53"/>
    <w:rsid w:val="00D84CA8"/>
    <w:rsid w:val="00D84D3B"/>
    <w:rsid w:val="00D84D7E"/>
    <w:rsid w:val="00D84DAA"/>
    <w:rsid w:val="00D84F19"/>
    <w:rsid w:val="00D850E1"/>
    <w:rsid w:val="00D850FD"/>
    <w:rsid w:val="00D8511D"/>
    <w:rsid w:val="00D8515D"/>
    <w:rsid w:val="00D8536C"/>
    <w:rsid w:val="00D854CD"/>
    <w:rsid w:val="00D85831"/>
    <w:rsid w:val="00D85A20"/>
    <w:rsid w:val="00D85BE7"/>
    <w:rsid w:val="00D85D7A"/>
    <w:rsid w:val="00D85E0B"/>
    <w:rsid w:val="00D86001"/>
    <w:rsid w:val="00D86025"/>
    <w:rsid w:val="00D86157"/>
    <w:rsid w:val="00D86247"/>
    <w:rsid w:val="00D865A1"/>
    <w:rsid w:val="00D867C0"/>
    <w:rsid w:val="00D869D9"/>
    <w:rsid w:val="00D86D80"/>
    <w:rsid w:val="00D87050"/>
    <w:rsid w:val="00D87165"/>
    <w:rsid w:val="00D8727F"/>
    <w:rsid w:val="00D872B5"/>
    <w:rsid w:val="00D8730D"/>
    <w:rsid w:val="00D87331"/>
    <w:rsid w:val="00D8753A"/>
    <w:rsid w:val="00D875DA"/>
    <w:rsid w:val="00D87677"/>
    <w:rsid w:val="00D87698"/>
    <w:rsid w:val="00D876E0"/>
    <w:rsid w:val="00D878BC"/>
    <w:rsid w:val="00D87961"/>
    <w:rsid w:val="00D87A3F"/>
    <w:rsid w:val="00D87A5D"/>
    <w:rsid w:val="00D87B2E"/>
    <w:rsid w:val="00D87C7D"/>
    <w:rsid w:val="00D87D2F"/>
    <w:rsid w:val="00D87E1A"/>
    <w:rsid w:val="00D902C4"/>
    <w:rsid w:val="00D9045D"/>
    <w:rsid w:val="00D9046F"/>
    <w:rsid w:val="00D904F9"/>
    <w:rsid w:val="00D907DE"/>
    <w:rsid w:val="00D908AE"/>
    <w:rsid w:val="00D90A04"/>
    <w:rsid w:val="00D90B5C"/>
    <w:rsid w:val="00D90D8D"/>
    <w:rsid w:val="00D90DF9"/>
    <w:rsid w:val="00D90E4B"/>
    <w:rsid w:val="00D90EE3"/>
    <w:rsid w:val="00D90EE9"/>
    <w:rsid w:val="00D90FBE"/>
    <w:rsid w:val="00D910D1"/>
    <w:rsid w:val="00D91210"/>
    <w:rsid w:val="00D91394"/>
    <w:rsid w:val="00D91459"/>
    <w:rsid w:val="00D91575"/>
    <w:rsid w:val="00D915C1"/>
    <w:rsid w:val="00D91713"/>
    <w:rsid w:val="00D91822"/>
    <w:rsid w:val="00D91A4F"/>
    <w:rsid w:val="00D91C6E"/>
    <w:rsid w:val="00D91CE1"/>
    <w:rsid w:val="00D91EC7"/>
    <w:rsid w:val="00D91F15"/>
    <w:rsid w:val="00D91F83"/>
    <w:rsid w:val="00D91FE9"/>
    <w:rsid w:val="00D92018"/>
    <w:rsid w:val="00D920F8"/>
    <w:rsid w:val="00D9218E"/>
    <w:rsid w:val="00D92303"/>
    <w:rsid w:val="00D9249C"/>
    <w:rsid w:val="00D92542"/>
    <w:rsid w:val="00D92543"/>
    <w:rsid w:val="00D927C6"/>
    <w:rsid w:val="00D928A3"/>
    <w:rsid w:val="00D92921"/>
    <w:rsid w:val="00D92ADA"/>
    <w:rsid w:val="00D92C8E"/>
    <w:rsid w:val="00D92D7B"/>
    <w:rsid w:val="00D92E92"/>
    <w:rsid w:val="00D92F45"/>
    <w:rsid w:val="00D92F4F"/>
    <w:rsid w:val="00D93004"/>
    <w:rsid w:val="00D93040"/>
    <w:rsid w:val="00D93054"/>
    <w:rsid w:val="00D9329E"/>
    <w:rsid w:val="00D932C4"/>
    <w:rsid w:val="00D934BA"/>
    <w:rsid w:val="00D934EC"/>
    <w:rsid w:val="00D93536"/>
    <w:rsid w:val="00D93537"/>
    <w:rsid w:val="00D935A2"/>
    <w:rsid w:val="00D935E5"/>
    <w:rsid w:val="00D93876"/>
    <w:rsid w:val="00D938F0"/>
    <w:rsid w:val="00D939D7"/>
    <w:rsid w:val="00D93B41"/>
    <w:rsid w:val="00D93B5B"/>
    <w:rsid w:val="00D93BBA"/>
    <w:rsid w:val="00D93BED"/>
    <w:rsid w:val="00D93D96"/>
    <w:rsid w:val="00D93EBC"/>
    <w:rsid w:val="00D93F3E"/>
    <w:rsid w:val="00D9427C"/>
    <w:rsid w:val="00D942EC"/>
    <w:rsid w:val="00D94316"/>
    <w:rsid w:val="00D94376"/>
    <w:rsid w:val="00D947B6"/>
    <w:rsid w:val="00D9485E"/>
    <w:rsid w:val="00D94A89"/>
    <w:rsid w:val="00D94A8F"/>
    <w:rsid w:val="00D94C86"/>
    <w:rsid w:val="00D94CDC"/>
    <w:rsid w:val="00D94E02"/>
    <w:rsid w:val="00D94F58"/>
    <w:rsid w:val="00D953E0"/>
    <w:rsid w:val="00D9555D"/>
    <w:rsid w:val="00D956A1"/>
    <w:rsid w:val="00D95710"/>
    <w:rsid w:val="00D95724"/>
    <w:rsid w:val="00D9573C"/>
    <w:rsid w:val="00D95793"/>
    <w:rsid w:val="00D957BA"/>
    <w:rsid w:val="00D95850"/>
    <w:rsid w:val="00D958BD"/>
    <w:rsid w:val="00D959CE"/>
    <w:rsid w:val="00D95A7C"/>
    <w:rsid w:val="00D95ACE"/>
    <w:rsid w:val="00D95BD5"/>
    <w:rsid w:val="00D95E62"/>
    <w:rsid w:val="00D95E7A"/>
    <w:rsid w:val="00D960AC"/>
    <w:rsid w:val="00D960EA"/>
    <w:rsid w:val="00D9610E"/>
    <w:rsid w:val="00D96357"/>
    <w:rsid w:val="00D963AF"/>
    <w:rsid w:val="00D963DD"/>
    <w:rsid w:val="00D96598"/>
    <w:rsid w:val="00D965AD"/>
    <w:rsid w:val="00D965F8"/>
    <w:rsid w:val="00D9660F"/>
    <w:rsid w:val="00D96650"/>
    <w:rsid w:val="00D966CC"/>
    <w:rsid w:val="00D96832"/>
    <w:rsid w:val="00D96A66"/>
    <w:rsid w:val="00D96A8F"/>
    <w:rsid w:val="00D96BB8"/>
    <w:rsid w:val="00D96E03"/>
    <w:rsid w:val="00D97088"/>
    <w:rsid w:val="00D97102"/>
    <w:rsid w:val="00D97244"/>
    <w:rsid w:val="00D97257"/>
    <w:rsid w:val="00D972FD"/>
    <w:rsid w:val="00D97427"/>
    <w:rsid w:val="00D97526"/>
    <w:rsid w:val="00D977C7"/>
    <w:rsid w:val="00D97889"/>
    <w:rsid w:val="00D9794B"/>
    <w:rsid w:val="00D9796A"/>
    <w:rsid w:val="00D97ABF"/>
    <w:rsid w:val="00D97D16"/>
    <w:rsid w:val="00D97D80"/>
    <w:rsid w:val="00D97DE8"/>
    <w:rsid w:val="00D97E88"/>
    <w:rsid w:val="00D97EF9"/>
    <w:rsid w:val="00D97F5C"/>
    <w:rsid w:val="00DA008D"/>
    <w:rsid w:val="00DA039C"/>
    <w:rsid w:val="00DA03AB"/>
    <w:rsid w:val="00DA0425"/>
    <w:rsid w:val="00DA0626"/>
    <w:rsid w:val="00DA0976"/>
    <w:rsid w:val="00DA0CD2"/>
    <w:rsid w:val="00DA0D58"/>
    <w:rsid w:val="00DA0DD1"/>
    <w:rsid w:val="00DA0E9A"/>
    <w:rsid w:val="00DA0FD9"/>
    <w:rsid w:val="00DA10E6"/>
    <w:rsid w:val="00DA11CB"/>
    <w:rsid w:val="00DA1210"/>
    <w:rsid w:val="00DA12D0"/>
    <w:rsid w:val="00DA1509"/>
    <w:rsid w:val="00DA1603"/>
    <w:rsid w:val="00DA167B"/>
    <w:rsid w:val="00DA1824"/>
    <w:rsid w:val="00DA1A9B"/>
    <w:rsid w:val="00DA1EC8"/>
    <w:rsid w:val="00DA1FB5"/>
    <w:rsid w:val="00DA1FFC"/>
    <w:rsid w:val="00DA2159"/>
    <w:rsid w:val="00DA21C2"/>
    <w:rsid w:val="00DA2288"/>
    <w:rsid w:val="00DA24DE"/>
    <w:rsid w:val="00DA24F5"/>
    <w:rsid w:val="00DA288D"/>
    <w:rsid w:val="00DA29F5"/>
    <w:rsid w:val="00DA2A63"/>
    <w:rsid w:val="00DA2AB3"/>
    <w:rsid w:val="00DA2B28"/>
    <w:rsid w:val="00DA2B66"/>
    <w:rsid w:val="00DA2BF4"/>
    <w:rsid w:val="00DA2C5E"/>
    <w:rsid w:val="00DA2CF5"/>
    <w:rsid w:val="00DA2F52"/>
    <w:rsid w:val="00DA2FDF"/>
    <w:rsid w:val="00DA32B2"/>
    <w:rsid w:val="00DA3312"/>
    <w:rsid w:val="00DA3386"/>
    <w:rsid w:val="00DA33C9"/>
    <w:rsid w:val="00DA340B"/>
    <w:rsid w:val="00DA3565"/>
    <w:rsid w:val="00DA366C"/>
    <w:rsid w:val="00DA3A47"/>
    <w:rsid w:val="00DA3AEF"/>
    <w:rsid w:val="00DA3FCE"/>
    <w:rsid w:val="00DA4053"/>
    <w:rsid w:val="00DA408B"/>
    <w:rsid w:val="00DA40D0"/>
    <w:rsid w:val="00DA4232"/>
    <w:rsid w:val="00DA4404"/>
    <w:rsid w:val="00DA45F1"/>
    <w:rsid w:val="00DA467B"/>
    <w:rsid w:val="00DA46CB"/>
    <w:rsid w:val="00DA46E1"/>
    <w:rsid w:val="00DA4734"/>
    <w:rsid w:val="00DA48EF"/>
    <w:rsid w:val="00DA495E"/>
    <w:rsid w:val="00DA4ABA"/>
    <w:rsid w:val="00DA4EA3"/>
    <w:rsid w:val="00DA503D"/>
    <w:rsid w:val="00DA5089"/>
    <w:rsid w:val="00DA51AC"/>
    <w:rsid w:val="00DA5226"/>
    <w:rsid w:val="00DA545C"/>
    <w:rsid w:val="00DA548A"/>
    <w:rsid w:val="00DA5660"/>
    <w:rsid w:val="00DA59D6"/>
    <w:rsid w:val="00DA5ADD"/>
    <w:rsid w:val="00DA5CAF"/>
    <w:rsid w:val="00DA5D91"/>
    <w:rsid w:val="00DA5DCC"/>
    <w:rsid w:val="00DA5FB2"/>
    <w:rsid w:val="00DA5FD1"/>
    <w:rsid w:val="00DA60C1"/>
    <w:rsid w:val="00DA62FC"/>
    <w:rsid w:val="00DA63C4"/>
    <w:rsid w:val="00DA63F4"/>
    <w:rsid w:val="00DA66DE"/>
    <w:rsid w:val="00DA67EB"/>
    <w:rsid w:val="00DA6847"/>
    <w:rsid w:val="00DA6903"/>
    <w:rsid w:val="00DA6956"/>
    <w:rsid w:val="00DA6A21"/>
    <w:rsid w:val="00DA6BA6"/>
    <w:rsid w:val="00DA6BB1"/>
    <w:rsid w:val="00DA6C3D"/>
    <w:rsid w:val="00DA6D49"/>
    <w:rsid w:val="00DA6DE0"/>
    <w:rsid w:val="00DA6F87"/>
    <w:rsid w:val="00DA6FBB"/>
    <w:rsid w:val="00DA7044"/>
    <w:rsid w:val="00DA73D9"/>
    <w:rsid w:val="00DA74C2"/>
    <w:rsid w:val="00DA751D"/>
    <w:rsid w:val="00DA7698"/>
    <w:rsid w:val="00DA7815"/>
    <w:rsid w:val="00DA78B4"/>
    <w:rsid w:val="00DA7980"/>
    <w:rsid w:val="00DA7A74"/>
    <w:rsid w:val="00DA7B25"/>
    <w:rsid w:val="00DA7BA5"/>
    <w:rsid w:val="00DA7C33"/>
    <w:rsid w:val="00DA7C86"/>
    <w:rsid w:val="00DA7D52"/>
    <w:rsid w:val="00DA7FFE"/>
    <w:rsid w:val="00DB0069"/>
    <w:rsid w:val="00DB01F6"/>
    <w:rsid w:val="00DB0370"/>
    <w:rsid w:val="00DB0526"/>
    <w:rsid w:val="00DB0592"/>
    <w:rsid w:val="00DB06D0"/>
    <w:rsid w:val="00DB0734"/>
    <w:rsid w:val="00DB07FF"/>
    <w:rsid w:val="00DB099D"/>
    <w:rsid w:val="00DB0BA3"/>
    <w:rsid w:val="00DB0C7A"/>
    <w:rsid w:val="00DB0DBD"/>
    <w:rsid w:val="00DB0DF5"/>
    <w:rsid w:val="00DB0E8C"/>
    <w:rsid w:val="00DB0F02"/>
    <w:rsid w:val="00DB0FF4"/>
    <w:rsid w:val="00DB13CC"/>
    <w:rsid w:val="00DB14C9"/>
    <w:rsid w:val="00DB14ED"/>
    <w:rsid w:val="00DB1562"/>
    <w:rsid w:val="00DB15E9"/>
    <w:rsid w:val="00DB1810"/>
    <w:rsid w:val="00DB194B"/>
    <w:rsid w:val="00DB197F"/>
    <w:rsid w:val="00DB199F"/>
    <w:rsid w:val="00DB19EC"/>
    <w:rsid w:val="00DB19F1"/>
    <w:rsid w:val="00DB1B59"/>
    <w:rsid w:val="00DB1B9A"/>
    <w:rsid w:val="00DB1BD6"/>
    <w:rsid w:val="00DB1DCB"/>
    <w:rsid w:val="00DB1EB7"/>
    <w:rsid w:val="00DB2021"/>
    <w:rsid w:val="00DB222B"/>
    <w:rsid w:val="00DB22FE"/>
    <w:rsid w:val="00DB2334"/>
    <w:rsid w:val="00DB23ED"/>
    <w:rsid w:val="00DB2408"/>
    <w:rsid w:val="00DB24A5"/>
    <w:rsid w:val="00DB2628"/>
    <w:rsid w:val="00DB2715"/>
    <w:rsid w:val="00DB2784"/>
    <w:rsid w:val="00DB279B"/>
    <w:rsid w:val="00DB29A4"/>
    <w:rsid w:val="00DB2B8D"/>
    <w:rsid w:val="00DB2C4C"/>
    <w:rsid w:val="00DB2CD5"/>
    <w:rsid w:val="00DB2E0D"/>
    <w:rsid w:val="00DB2ED0"/>
    <w:rsid w:val="00DB2FB5"/>
    <w:rsid w:val="00DB30E1"/>
    <w:rsid w:val="00DB3138"/>
    <w:rsid w:val="00DB31BB"/>
    <w:rsid w:val="00DB3225"/>
    <w:rsid w:val="00DB323F"/>
    <w:rsid w:val="00DB330D"/>
    <w:rsid w:val="00DB333C"/>
    <w:rsid w:val="00DB33B9"/>
    <w:rsid w:val="00DB361A"/>
    <w:rsid w:val="00DB3715"/>
    <w:rsid w:val="00DB3AAD"/>
    <w:rsid w:val="00DB3ADC"/>
    <w:rsid w:val="00DB3BA1"/>
    <w:rsid w:val="00DB3D1F"/>
    <w:rsid w:val="00DB4169"/>
    <w:rsid w:val="00DB4172"/>
    <w:rsid w:val="00DB4179"/>
    <w:rsid w:val="00DB41A6"/>
    <w:rsid w:val="00DB41B7"/>
    <w:rsid w:val="00DB452F"/>
    <w:rsid w:val="00DB45E0"/>
    <w:rsid w:val="00DB46C6"/>
    <w:rsid w:val="00DB4715"/>
    <w:rsid w:val="00DB482C"/>
    <w:rsid w:val="00DB48E2"/>
    <w:rsid w:val="00DB4A22"/>
    <w:rsid w:val="00DB4AF2"/>
    <w:rsid w:val="00DB4BDC"/>
    <w:rsid w:val="00DB4C30"/>
    <w:rsid w:val="00DB4DA5"/>
    <w:rsid w:val="00DB503F"/>
    <w:rsid w:val="00DB50D3"/>
    <w:rsid w:val="00DB5127"/>
    <w:rsid w:val="00DB5165"/>
    <w:rsid w:val="00DB52AD"/>
    <w:rsid w:val="00DB54BF"/>
    <w:rsid w:val="00DB5561"/>
    <w:rsid w:val="00DB592A"/>
    <w:rsid w:val="00DB5948"/>
    <w:rsid w:val="00DB5982"/>
    <w:rsid w:val="00DB59BC"/>
    <w:rsid w:val="00DB59F0"/>
    <w:rsid w:val="00DB5AFC"/>
    <w:rsid w:val="00DB5CC3"/>
    <w:rsid w:val="00DB5D11"/>
    <w:rsid w:val="00DB5D29"/>
    <w:rsid w:val="00DB5D2E"/>
    <w:rsid w:val="00DB5D43"/>
    <w:rsid w:val="00DB5DF6"/>
    <w:rsid w:val="00DB5F69"/>
    <w:rsid w:val="00DB5FA9"/>
    <w:rsid w:val="00DB613E"/>
    <w:rsid w:val="00DB620F"/>
    <w:rsid w:val="00DB62B7"/>
    <w:rsid w:val="00DB6317"/>
    <w:rsid w:val="00DB640A"/>
    <w:rsid w:val="00DB64DE"/>
    <w:rsid w:val="00DB6906"/>
    <w:rsid w:val="00DB6A35"/>
    <w:rsid w:val="00DB6B74"/>
    <w:rsid w:val="00DB6BB0"/>
    <w:rsid w:val="00DB6BC0"/>
    <w:rsid w:val="00DB6BD3"/>
    <w:rsid w:val="00DB6C17"/>
    <w:rsid w:val="00DB6DD2"/>
    <w:rsid w:val="00DB6E0E"/>
    <w:rsid w:val="00DB6EAE"/>
    <w:rsid w:val="00DB6F27"/>
    <w:rsid w:val="00DB6FB5"/>
    <w:rsid w:val="00DB6FE2"/>
    <w:rsid w:val="00DB7260"/>
    <w:rsid w:val="00DB7379"/>
    <w:rsid w:val="00DB74C9"/>
    <w:rsid w:val="00DB7570"/>
    <w:rsid w:val="00DB75CB"/>
    <w:rsid w:val="00DB772C"/>
    <w:rsid w:val="00DB7759"/>
    <w:rsid w:val="00DB7779"/>
    <w:rsid w:val="00DB7786"/>
    <w:rsid w:val="00DB7A11"/>
    <w:rsid w:val="00DB7AAD"/>
    <w:rsid w:val="00DB7B15"/>
    <w:rsid w:val="00DB7B19"/>
    <w:rsid w:val="00DB7BA9"/>
    <w:rsid w:val="00DB7C3D"/>
    <w:rsid w:val="00DB7C4D"/>
    <w:rsid w:val="00DB7C78"/>
    <w:rsid w:val="00DB7EA6"/>
    <w:rsid w:val="00DB7F53"/>
    <w:rsid w:val="00DB7F67"/>
    <w:rsid w:val="00DB7FA6"/>
    <w:rsid w:val="00DB7FBE"/>
    <w:rsid w:val="00DC001C"/>
    <w:rsid w:val="00DC0047"/>
    <w:rsid w:val="00DC0075"/>
    <w:rsid w:val="00DC00AE"/>
    <w:rsid w:val="00DC01FC"/>
    <w:rsid w:val="00DC022A"/>
    <w:rsid w:val="00DC0296"/>
    <w:rsid w:val="00DC02FA"/>
    <w:rsid w:val="00DC031D"/>
    <w:rsid w:val="00DC0343"/>
    <w:rsid w:val="00DC0349"/>
    <w:rsid w:val="00DC03A7"/>
    <w:rsid w:val="00DC0489"/>
    <w:rsid w:val="00DC04A1"/>
    <w:rsid w:val="00DC0519"/>
    <w:rsid w:val="00DC05E5"/>
    <w:rsid w:val="00DC0947"/>
    <w:rsid w:val="00DC0A3C"/>
    <w:rsid w:val="00DC0C45"/>
    <w:rsid w:val="00DC0CC5"/>
    <w:rsid w:val="00DC0D07"/>
    <w:rsid w:val="00DC0DE3"/>
    <w:rsid w:val="00DC0E3D"/>
    <w:rsid w:val="00DC0F62"/>
    <w:rsid w:val="00DC10F1"/>
    <w:rsid w:val="00DC1224"/>
    <w:rsid w:val="00DC137A"/>
    <w:rsid w:val="00DC13AE"/>
    <w:rsid w:val="00DC1558"/>
    <w:rsid w:val="00DC1653"/>
    <w:rsid w:val="00DC18C0"/>
    <w:rsid w:val="00DC19B9"/>
    <w:rsid w:val="00DC1B38"/>
    <w:rsid w:val="00DC1BA1"/>
    <w:rsid w:val="00DC1D9F"/>
    <w:rsid w:val="00DC1DA0"/>
    <w:rsid w:val="00DC1F9A"/>
    <w:rsid w:val="00DC202F"/>
    <w:rsid w:val="00DC2045"/>
    <w:rsid w:val="00DC20BD"/>
    <w:rsid w:val="00DC20FE"/>
    <w:rsid w:val="00DC2156"/>
    <w:rsid w:val="00DC2271"/>
    <w:rsid w:val="00DC2284"/>
    <w:rsid w:val="00DC22E1"/>
    <w:rsid w:val="00DC244C"/>
    <w:rsid w:val="00DC2489"/>
    <w:rsid w:val="00DC258F"/>
    <w:rsid w:val="00DC2620"/>
    <w:rsid w:val="00DC26C3"/>
    <w:rsid w:val="00DC27A9"/>
    <w:rsid w:val="00DC27D7"/>
    <w:rsid w:val="00DC2A59"/>
    <w:rsid w:val="00DC2A6E"/>
    <w:rsid w:val="00DC2A9B"/>
    <w:rsid w:val="00DC2B09"/>
    <w:rsid w:val="00DC2B4A"/>
    <w:rsid w:val="00DC2EDF"/>
    <w:rsid w:val="00DC2F11"/>
    <w:rsid w:val="00DC353A"/>
    <w:rsid w:val="00DC362B"/>
    <w:rsid w:val="00DC376E"/>
    <w:rsid w:val="00DC3817"/>
    <w:rsid w:val="00DC3917"/>
    <w:rsid w:val="00DC3A71"/>
    <w:rsid w:val="00DC3BF6"/>
    <w:rsid w:val="00DC3F39"/>
    <w:rsid w:val="00DC4099"/>
    <w:rsid w:val="00DC4480"/>
    <w:rsid w:val="00DC44EC"/>
    <w:rsid w:val="00DC4578"/>
    <w:rsid w:val="00DC45D8"/>
    <w:rsid w:val="00DC461C"/>
    <w:rsid w:val="00DC4722"/>
    <w:rsid w:val="00DC486A"/>
    <w:rsid w:val="00DC4913"/>
    <w:rsid w:val="00DC4CFE"/>
    <w:rsid w:val="00DC4DC3"/>
    <w:rsid w:val="00DC5097"/>
    <w:rsid w:val="00DC50FA"/>
    <w:rsid w:val="00DC51CF"/>
    <w:rsid w:val="00DC522B"/>
    <w:rsid w:val="00DC526D"/>
    <w:rsid w:val="00DC5359"/>
    <w:rsid w:val="00DC53CF"/>
    <w:rsid w:val="00DC54EA"/>
    <w:rsid w:val="00DC5556"/>
    <w:rsid w:val="00DC557B"/>
    <w:rsid w:val="00DC57A4"/>
    <w:rsid w:val="00DC58D3"/>
    <w:rsid w:val="00DC5B5E"/>
    <w:rsid w:val="00DC5BF1"/>
    <w:rsid w:val="00DC5C3E"/>
    <w:rsid w:val="00DC5CD8"/>
    <w:rsid w:val="00DC5DE7"/>
    <w:rsid w:val="00DC5F15"/>
    <w:rsid w:val="00DC5FDD"/>
    <w:rsid w:val="00DC614D"/>
    <w:rsid w:val="00DC6222"/>
    <w:rsid w:val="00DC6293"/>
    <w:rsid w:val="00DC6485"/>
    <w:rsid w:val="00DC648B"/>
    <w:rsid w:val="00DC6541"/>
    <w:rsid w:val="00DC6878"/>
    <w:rsid w:val="00DC68EB"/>
    <w:rsid w:val="00DC6A16"/>
    <w:rsid w:val="00DC6AAF"/>
    <w:rsid w:val="00DC6B3B"/>
    <w:rsid w:val="00DC6D07"/>
    <w:rsid w:val="00DC6D8B"/>
    <w:rsid w:val="00DC7234"/>
    <w:rsid w:val="00DC72E9"/>
    <w:rsid w:val="00DC7342"/>
    <w:rsid w:val="00DC7367"/>
    <w:rsid w:val="00DC7444"/>
    <w:rsid w:val="00DC74B2"/>
    <w:rsid w:val="00DC74E9"/>
    <w:rsid w:val="00DC775F"/>
    <w:rsid w:val="00DC79BC"/>
    <w:rsid w:val="00DC79C1"/>
    <w:rsid w:val="00DC7A7C"/>
    <w:rsid w:val="00DC7F46"/>
    <w:rsid w:val="00DD0040"/>
    <w:rsid w:val="00DD011D"/>
    <w:rsid w:val="00DD01F8"/>
    <w:rsid w:val="00DD02E1"/>
    <w:rsid w:val="00DD0343"/>
    <w:rsid w:val="00DD0459"/>
    <w:rsid w:val="00DD04D4"/>
    <w:rsid w:val="00DD04F1"/>
    <w:rsid w:val="00DD056A"/>
    <w:rsid w:val="00DD05A7"/>
    <w:rsid w:val="00DD07DB"/>
    <w:rsid w:val="00DD08D7"/>
    <w:rsid w:val="00DD0A5B"/>
    <w:rsid w:val="00DD0AC4"/>
    <w:rsid w:val="00DD0AFE"/>
    <w:rsid w:val="00DD0C59"/>
    <w:rsid w:val="00DD0DF8"/>
    <w:rsid w:val="00DD0F07"/>
    <w:rsid w:val="00DD0FFC"/>
    <w:rsid w:val="00DD11EF"/>
    <w:rsid w:val="00DD1437"/>
    <w:rsid w:val="00DD1468"/>
    <w:rsid w:val="00DD1493"/>
    <w:rsid w:val="00DD14C0"/>
    <w:rsid w:val="00DD162C"/>
    <w:rsid w:val="00DD168D"/>
    <w:rsid w:val="00DD16C5"/>
    <w:rsid w:val="00DD196A"/>
    <w:rsid w:val="00DD196B"/>
    <w:rsid w:val="00DD19D1"/>
    <w:rsid w:val="00DD19FD"/>
    <w:rsid w:val="00DD1A3E"/>
    <w:rsid w:val="00DD1ADC"/>
    <w:rsid w:val="00DD1B2D"/>
    <w:rsid w:val="00DD1C7F"/>
    <w:rsid w:val="00DD1CFB"/>
    <w:rsid w:val="00DD1E55"/>
    <w:rsid w:val="00DD1E7A"/>
    <w:rsid w:val="00DD1EF7"/>
    <w:rsid w:val="00DD21A6"/>
    <w:rsid w:val="00DD22D2"/>
    <w:rsid w:val="00DD25B0"/>
    <w:rsid w:val="00DD27CA"/>
    <w:rsid w:val="00DD27E1"/>
    <w:rsid w:val="00DD29D0"/>
    <w:rsid w:val="00DD29DD"/>
    <w:rsid w:val="00DD2A57"/>
    <w:rsid w:val="00DD2B7B"/>
    <w:rsid w:val="00DD2D73"/>
    <w:rsid w:val="00DD2E31"/>
    <w:rsid w:val="00DD2E44"/>
    <w:rsid w:val="00DD2EF1"/>
    <w:rsid w:val="00DD30DE"/>
    <w:rsid w:val="00DD319A"/>
    <w:rsid w:val="00DD3236"/>
    <w:rsid w:val="00DD32CC"/>
    <w:rsid w:val="00DD330B"/>
    <w:rsid w:val="00DD352E"/>
    <w:rsid w:val="00DD356A"/>
    <w:rsid w:val="00DD36DB"/>
    <w:rsid w:val="00DD3721"/>
    <w:rsid w:val="00DD3984"/>
    <w:rsid w:val="00DD3C29"/>
    <w:rsid w:val="00DD3F3E"/>
    <w:rsid w:val="00DD3F3F"/>
    <w:rsid w:val="00DD3F63"/>
    <w:rsid w:val="00DD4053"/>
    <w:rsid w:val="00DD4152"/>
    <w:rsid w:val="00DD44BB"/>
    <w:rsid w:val="00DD44E5"/>
    <w:rsid w:val="00DD4751"/>
    <w:rsid w:val="00DD4788"/>
    <w:rsid w:val="00DD47DD"/>
    <w:rsid w:val="00DD4BBB"/>
    <w:rsid w:val="00DD4C6E"/>
    <w:rsid w:val="00DD4CFE"/>
    <w:rsid w:val="00DD4F05"/>
    <w:rsid w:val="00DD51C1"/>
    <w:rsid w:val="00DD51F1"/>
    <w:rsid w:val="00DD5301"/>
    <w:rsid w:val="00DD5342"/>
    <w:rsid w:val="00DD536B"/>
    <w:rsid w:val="00DD5372"/>
    <w:rsid w:val="00DD53F1"/>
    <w:rsid w:val="00DD5416"/>
    <w:rsid w:val="00DD553B"/>
    <w:rsid w:val="00DD55BF"/>
    <w:rsid w:val="00DD564B"/>
    <w:rsid w:val="00DD567C"/>
    <w:rsid w:val="00DD56F3"/>
    <w:rsid w:val="00DD570A"/>
    <w:rsid w:val="00DD5929"/>
    <w:rsid w:val="00DD5A7B"/>
    <w:rsid w:val="00DD5B36"/>
    <w:rsid w:val="00DD5BBD"/>
    <w:rsid w:val="00DD5D56"/>
    <w:rsid w:val="00DD5E68"/>
    <w:rsid w:val="00DD5E7D"/>
    <w:rsid w:val="00DD5F46"/>
    <w:rsid w:val="00DD5FCE"/>
    <w:rsid w:val="00DD6166"/>
    <w:rsid w:val="00DD61B8"/>
    <w:rsid w:val="00DD676F"/>
    <w:rsid w:val="00DD67D5"/>
    <w:rsid w:val="00DD682C"/>
    <w:rsid w:val="00DD68FC"/>
    <w:rsid w:val="00DD6929"/>
    <w:rsid w:val="00DD6937"/>
    <w:rsid w:val="00DD6990"/>
    <w:rsid w:val="00DD6B8E"/>
    <w:rsid w:val="00DD6C0F"/>
    <w:rsid w:val="00DD6C25"/>
    <w:rsid w:val="00DD6CE1"/>
    <w:rsid w:val="00DD6F12"/>
    <w:rsid w:val="00DD705D"/>
    <w:rsid w:val="00DD7101"/>
    <w:rsid w:val="00DD7137"/>
    <w:rsid w:val="00DD715F"/>
    <w:rsid w:val="00DD74D4"/>
    <w:rsid w:val="00DD74E9"/>
    <w:rsid w:val="00DD7680"/>
    <w:rsid w:val="00DD78F1"/>
    <w:rsid w:val="00DD7A2B"/>
    <w:rsid w:val="00DD7A8C"/>
    <w:rsid w:val="00DD7BA9"/>
    <w:rsid w:val="00DD7C75"/>
    <w:rsid w:val="00DD7D48"/>
    <w:rsid w:val="00DD7D5B"/>
    <w:rsid w:val="00DD7FDF"/>
    <w:rsid w:val="00DE00BE"/>
    <w:rsid w:val="00DE02DE"/>
    <w:rsid w:val="00DE03FB"/>
    <w:rsid w:val="00DE049A"/>
    <w:rsid w:val="00DE0A29"/>
    <w:rsid w:val="00DE0B26"/>
    <w:rsid w:val="00DE0CA0"/>
    <w:rsid w:val="00DE0CA2"/>
    <w:rsid w:val="00DE0F0A"/>
    <w:rsid w:val="00DE12DE"/>
    <w:rsid w:val="00DE1301"/>
    <w:rsid w:val="00DE14C9"/>
    <w:rsid w:val="00DE1510"/>
    <w:rsid w:val="00DE16A5"/>
    <w:rsid w:val="00DE16C6"/>
    <w:rsid w:val="00DE1760"/>
    <w:rsid w:val="00DE1871"/>
    <w:rsid w:val="00DE1A3E"/>
    <w:rsid w:val="00DE1B20"/>
    <w:rsid w:val="00DE1C69"/>
    <w:rsid w:val="00DE1F44"/>
    <w:rsid w:val="00DE1FF8"/>
    <w:rsid w:val="00DE2159"/>
    <w:rsid w:val="00DE2381"/>
    <w:rsid w:val="00DE23EF"/>
    <w:rsid w:val="00DE2549"/>
    <w:rsid w:val="00DE270B"/>
    <w:rsid w:val="00DE27F4"/>
    <w:rsid w:val="00DE283C"/>
    <w:rsid w:val="00DE2A95"/>
    <w:rsid w:val="00DE2BC7"/>
    <w:rsid w:val="00DE2DCD"/>
    <w:rsid w:val="00DE2E10"/>
    <w:rsid w:val="00DE2F24"/>
    <w:rsid w:val="00DE2F3D"/>
    <w:rsid w:val="00DE2F58"/>
    <w:rsid w:val="00DE3039"/>
    <w:rsid w:val="00DE3169"/>
    <w:rsid w:val="00DE32C3"/>
    <w:rsid w:val="00DE3338"/>
    <w:rsid w:val="00DE33D9"/>
    <w:rsid w:val="00DE3473"/>
    <w:rsid w:val="00DE3596"/>
    <w:rsid w:val="00DE3635"/>
    <w:rsid w:val="00DE374F"/>
    <w:rsid w:val="00DE3BFD"/>
    <w:rsid w:val="00DE3C32"/>
    <w:rsid w:val="00DE3C8C"/>
    <w:rsid w:val="00DE3D2D"/>
    <w:rsid w:val="00DE3D45"/>
    <w:rsid w:val="00DE3DF0"/>
    <w:rsid w:val="00DE3E01"/>
    <w:rsid w:val="00DE3E2E"/>
    <w:rsid w:val="00DE3E92"/>
    <w:rsid w:val="00DE42C3"/>
    <w:rsid w:val="00DE42FE"/>
    <w:rsid w:val="00DE455F"/>
    <w:rsid w:val="00DE4712"/>
    <w:rsid w:val="00DE484D"/>
    <w:rsid w:val="00DE4912"/>
    <w:rsid w:val="00DE4A71"/>
    <w:rsid w:val="00DE4C1A"/>
    <w:rsid w:val="00DE4F7E"/>
    <w:rsid w:val="00DE4F8C"/>
    <w:rsid w:val="00DE500F"/>
    <w:rsid w:val="00DE5196"/>
    <w:rsid w:val="00DE528D"/>
    <w:rsid w:val="00DE583B"/>
    <w:rsid w:val="00DE590C"/>
    <w:rsid w:val="00DE5926"/>
    <w:rsid w:val="00DE5B09"/>
    <w:rsid w:val="00DE5B23"/>
    <w:rsid w:val="00DE5B64"/>
    <w:rsid w:val="00DE5BF4"/>
    <w:rsid w:val="00DE5DB2"/>
    <w:rsid w:val="00DE5EB1"/>
    <w:rsid w:val="00DE5EC9"/>
    <w:rsid w:val="00DE604E"/>
    <w:rsid w:val="00DE613C"/>
    <w:rsid w:val="00DE616B"/>
    <w:rsid w:val="00DE6202"/>
    <w:rsid w:val="00DE63E3"/>
    <w:rsid w:val="00DE63F5"/>
    <w:rsid w:val="00DE6597"/>
    <w:rsid w:val="00DE663F"/>
    <w:rsid w:val="00DE6677"/>
    <w:rsid w:val="00DE669D"/>
    <w:rsid w:val="00DE6713"/>
    <w:rsid w:val="00DE6776"/>
    <w:rsid w:val="00DE67BE"/>
    <w:rsid w:val="00DE6952"/>
    <w:rsid w:val="00DE6CD5"/>
    <w:rsid w:val="00DE6D15"/>
    <w:rsid w:val="00DE6D2E"/>
    <w:rsid w:val="00DE6DE1"/>
    <w:rsid w:val="00DE6EA4"/>
    <w:rsid w:val="00DE6EBF"/>
    <w:rsid w:val="00DE6F03"/>
    <w:rsid w:val="00DE705C"/>
    <w:rsid w:val="00DE70DB"/>
    <w:rsid w:val="00DE7200"/>
    <w:rsid w:val="00DE726D"/>
    <w:rsid w:val="00DE730F"/>
    <w:rsid w:val="00DE7363"/>
    <w:rsid w:val="00DE73BA"/>
    <w:rsid w:val="00DE7409"/>
    <w:rsid w:val="00DE79AF"/>
    <w:rsid w:val="00DE7AFD"/>
    <w:rsid w:val="00DE7B63"/>
    <w:rsid w:val="00DE7C83"/>
    <w:rsid w:val="00DE7CE2"/>
    <w:rsid w:val="00DE7D58"/>
    <w:rsid w:val="00DE7D7F"/>
    <w:rsid w:val="00DE7E95"/>
    <w:rsid w:val="00DE7E9D"/>
    <w:rsid w:val="00DF03BB"/>
    <w:rsid w:val="00DF050D"/>
    <w:rsid w:val="00DF0784"/>
    <w:rsid w:val="00DF07A7"/>
    <w:rsid w:val="00DF088D"/>
    <w:rsid w:val="00DF08F5"/>
    <w:rsid w:val="00DF0965"/>
    <w:rsid w:val="00DF0997"/>
    <w:rsid w:val="00DF0D26"/>
    <w:rsid w:val="00DF0E03"/>
    <w:rsid w:val="00DF0F97"/>
    <w:rsid w:val="00DF0FC2"/>
    <w:rsid w:val="00DF0FEB"/>
    <w:rsid w:val="00DF1025"/>
    <w:rsid w:val="00DF1039"/>
    <w:rsid w:val="00DF1176"/>
    <w:rsid w:val="00DF12D2"/>
    <w:rsid w:val="00DF15C3"/>
    <w:rsid w:val="00DF15C8"/>
    <w:rsid w:val="00DF169B"/>
    <w:rsid w:val="00DF16D5"/>
    <w:rsid w:val="00DF17EB"/>
    <w:rsid w:val="00DF18CF"/>
    <w:rsid w:val="00DF19DE"/>
    <w:rsid w:val="00DF1A81"/>
    <w:rsid w:val="00DF1C3C"/>
    <w:rsid w:val="00DF1DF4"/>
    <w:rsid w:val="00DF1EDF"/>
    <w:rsid w:val="00DF217D"/>
    <w:rsid w:val="00DF2234"/>
    <w:rsid w:val="00DF228C"/>
    <w:rsid w:val="00DF2322"/>
    <w:rsid w:val="00DF24B7"/>
    <w:rsid w:val="00DF24E7"/>
    <w:rsid w:val="00DF2577"/>
    <w:rsid w:val="00DF265E"/>
    <w:rsid w:val="00DF28EC"/>
    <w:rsid w:val="00DF29DA"/>
    <w:rsid w:val="00DF2AE7"/>
    <w:rsid w:val="00DF2B27"/>
    <w:rsid w:val="00DF2B31"/>
    <w:rsid w:val="00DF2B3B"/>
    <w:rsid w:val="00DF2B3C"/>
    <w:rsid w:val="00DF30EF"/>
    <w:rsid w:val="00DF3233"/>
    <w:rsid w:val="00DF3430"/>
    <w:rsid w:val="00DF3571"/>
    <w:rsid w:val="00DF35AF"/>
    <w:rsid w:val="00DF3784"/>
    <w:rsid w:val="00DF3C0A"/>
    <w:rsid w:val="00DF3C8F"/>
    <w:rsid w:val="00DF3CB9"/>
    <w:rsid w:val="00DF3E0D"/>
    <w:rsid w:val="00DF3F76"/>
    <w:rsid w:val="00DF3FF4"/>
    <w:rsid w:val="00DF47D8"/>
    <w:rsid w:val="00DF492A"/>
    <w:rsid w:val="00DF4960"/>
    <w:rsid w:val="00DF4989"/>
    <w:rsid w:val="00DF4A3E"/>
    <w:rsid w:val="00DF4AA8"/>
    <w:rsid w:val="00DF4ABA"/>
    <w:rsid w:val="00DF4D7F"/>
    <w:rsid w:val="00DF4EC9"/>
    <w:rsid w:val="00DF4EE9"/>
    <w:rsid w:val="00DF4FB7"/>
    <w:rsid w:val="00DF50FA"/>
    <w:rsid w:val="00DF5161"/>
    <w:rsid w:val="00DF516F"/>
    <w:rsid w:val="00DF51B5"/>
    <w:rsid w:val="00DF51BF"/>
    <w:rsid w:val="00DF5386"/>
    <w:rsid w:val="00DF53D7"/>
    <w:rsid w:val="00DF54DA"/>
    <w:rsid w:val="00DF5812"/>
    <w:rsid w:val="00DF5AAB"/>
    <w:rsid w:val="00DF5B97"/>
    <w:rsid w:val="00DF5C0A"/>
    <w:rsid w:val="00DF5DDF"/>
    <w:rsid w:val="00DF5FDD"/>
    <w:rsid w:val="00DF6069"/>
    <w:rsid w:val="00DF6080"/>
    <w:rsid w:val="00DF60A9"/>
    <w:rsid w:val="00DF618E"/>
    <w:rsid w:val="00DF6199"/>
    <w:rsid w:val="00DF6455"/>
    <w:rsid w:val="00DF64E0"/>
    <w:rsid w:val="00DF64F4"/>
    <w:rsid w:val="00DF6547"/>
    <w:rsid w:val="00DF6597"/>
    <w:rsid w:val="00DF666B"/>
    <w:rsid w:val="00DF66A7"/>
    <w:rsid w:val="00DF66C9"/>
    <w:rsid w:val="00DF677B"/>
    <w:rsid w:val="00DF68B3"/>
    <w:rsid w:val="00DF691A"/>
    <w:rsid w:val="00DF6A5B"/>
    <w:rsid w:val="00DF6B38"/>
    <w:rsid w:val="00DF6BFD"/>
    <w:rsid w:val="00DF6DF2"/>
    <w:rsid w:val="00DF6E2F"/>
    <w:rsid w:val="00DF6E50"/>
    <w:rsid w:val="00DF7187"/>
    <w:rsid w:val="00DF72D2"/>
    <w:rsid w:val="00DF73E1"/>
    <w:rsid w:val="00DF756D"/>
    <w:rsid w:val="00DF75E0"/>
    <w:rsid w:val="00DF7AA8"/>
    <w:rsid w:val="00DF7AC6"/>
    <w:rsid w:val="00DF7B44"/>
    <w:rsid w:val="00DF7B79"/>
    <w:rsid w:val="00DF7DC9"/>
    <w:rsid w:val="00DF7F1F"/>
    <w:rsid w:val="00E00284"/>
    <w:rsid w:val="00E00303"/>
    <w:rsid w:val="00E0068F"/>
    <w:rsid w:val="00E00730"/>
    <w:rsid w:val="00E007F7"/>
    <w:rsid w:val="00E008D0"/>
    <w:rsid w:val="00E00901"/>
    <w:rsid w:val="00E0097E"/>
    <w:rsid w:val="00E009D7"/>
    <w:rsid w:val="00E00AAB"/>
    <w:rsid w:val="00E00B73"/>
    <w:rsid w:val="00E00BA7"/>
    <w:rsid w:val="00E00BE8"/>
    <w:rsid w:val="00E00BE9"/>
    <w:rsid w:val="00E00D21"/>
    <w:rsid w:val="00E00E63"/>
    <w:rsid w:val="00E00EF9"/>
    <w:rsid w:val="00E00F30"/>
    <w:rsid w:val="00E01161"/>
    <w:rsid w:val="00E015D6"/>
    <w:rsid w:val="00E0167B"/>
    <w:rsid w:val="00E01817"/>
    <w:rsid w:val="00E01993"/>
    <w:rsid w:val="00E01AD8"/>
    <w:rsid w:val="00E01CF8"/>
    <w:rsid w:val="00E01DA5"/>
    <w:rsid w:val="00E01DC5"/>
    <w:rsid w:val="00E01F53"/>
    <w:rsid w:val="00E02070"/>
    <w:rsid w:val="00E021CA"/>
    <w:rsid w:val="00E0268E"/>
    <w:rsid w:val="00E0284C"/>
    <w:rsid w:val="00E0299F"/>
    <w:rsid w:val="00E02B46"/>
    <w:rsid w:val="00E02C72"/>
    <w:rsid w:val="00E02CB9"/>
    <w:rsid w:val="00E02D20"/>
    <w:rsid w:val="00E02DF3"/>
    <w:rsid w:val="00E0325D"/>
    <w:rsid w:val="00E03340"/>
    <w:rsid w:val="00E0337D"/>
    <w:rsid w:val="00E0348D"/>
    <w:rsid w:val="00E03579"/>
    <w:rsid w:val="00E035D6"/>
    <w:rsid w:val="00E035EB"/>
    <w:rsid w:val="00E03622"/>
    <w:rsid w:val="00E036AB"/>
    <w:rsid w:val="00E0379C"/>
    <w:rsid w:val="00E0381D"/>
    <w:rsid w:val="00E03937"/>
    <w:rsid w:val="00E0393D"/>
    <w:rsid w:val="00E039B7"/>
    <w:rsid w:val="00E03C2E"/>
    <w:rsid w:val="00E04044"/>
    <w:rsid w:val="00E04090"/>
    <w:rsid w:val="00E040C8"/>
    <w:rsid w:val="00E04145"/>
    <w:rsid w:val="00E0419C"/>
    <w:rsid w:val="00E04351"/>
    <w:rsid w:val="00E043E0"/>
    <w:rsid w:val="00E04437"/>
    <w:rsid w:val="00E04448"/>
    <w:rsid w:val="00E044A9"/>
    <w:rsid w:val="00E0456C"/>
    <w:rsid w:val="00E048DA"/>
    <w:rsid w:val="00E04A73"/>
    <w:rsid w:val="00E04BF4"/>
    <w:rsid w:val="00E04C07"/>
    <w:rsid w:val="00E04D51"/>
    <w:rsid w:val="00E04FEB"/>
    <w:rsid w:val="00E050B2"/>
    <w:rsid w:val="00E050F9"/>
    <w:rsid w:val="00E05126"/>
    <w:rsid w:val="00E051DB"/>
    <w:rsid w:val="00E052C5"/>
    <w:rsid w:val="00E05575"/>
    <w:rsid w:val="00E0566B"/>
    <w:rsid w:val="00E05705"/>
    <w:rsid w:val="00E05796"/>
    <w:rsid w:val="00E057DE"/>
    <w:rsid w:val="00E0588D"/>
    <w:rsid w:val="00E058B2"/>
    <w:rsid w:val="00E05DD0"/>
    <w:rsid w:val="00E05FC3"/>
    <w:rsid w:val="00E0621A"/>
    <w:rsid w:val="00E06669"/>
    <w:rsid w:val="00E0669F"/>
    <w:rsid w:val="00E06782"/>
    <w:rsid w:val="00E06A71"/>
    <w:rsid w:val="00E06C11"/>
    <w:rsid w:val="00E06C50"/>
    <w:rsid w:val="00E06D04"/>
    <w:rsid w:val="00E06FB0"/>
    <w:rsid w:val="00E07057"/>
    <w:rsid w:val="00E0719D"/>
    <w:rsid w:val="00E071BF"/>
    <w:rsid w:val="00E072B5"/>
    <w:rsid w:val="00E07416"/>
    <w:rsid w:val="00E07454"/>
    <w:rsid w:val="00E075A2"/>
    <w:rsid w:val="00E078C8"/>
    <w:rsid w:val="00E0798B"/>
    <w:rsid w:val="00E07A47"/>
    <w:rsid w:val="00E07D7E"/>
    <w:rsid w:val="00E07E15"/>
    <w:rsid w:val="00E07F2C"/>
    <w:rsid w:val="00E1004D"/>
    <w:rsid w:val="00E100FA"/>
    <w:rsid w:val="00E10116"/>
    <w:rsid w:val="00E10245"/>
    <w:rsid w:val="00E102C4"/>
    <w:rsid w:val="00E106A0"/>
    <w:rsid w:val="00E10755"/>
    <w:rsid w:val="00E1088A"/>
    <w:rsid w:val="00E10AF1"/>
    <w:rsid w:val="00E10B51"/>
    <w:rsid w:val="00E10CFE"/>
    <w:rsid w:val="00E10DB7"/>
    <w:rsid w:val="00E10E00"/>
    <w:rsid w:val="00E10F11"/>
    <w:rsid w:val="00E110A2"/>
    <w:rsid w:val="00E11117"/>
    <w:rsid w:val="00E11182"/>
    <w:rsid w:val="00E115EE"/>
    <w:rsid w:val="00E11840"/>
    <w:rsid w:val="00E11844"/>
    <w:rsid w:val="00E11855"/>
    <w:rsid w:val="00E11B68"/>
    <w:rsid w:val="00E11B92"/>
    <w:rsid w:val="00E11D1E"/>
    <w:rsid w:val="00E11DED"/>
    <w:rsid w:val="00E11E42"/>
    <w:rsid w:val="00E11F73"/>
    <w:rsid w:val="00E11FCE"/>
    <w:rsid w:val="00E11FD1"/>
    <w:rsid w:val="00E12061"/>
    <w:rsid w:val="00E12079"/>
    <w:rsid w:val="00E1209C"/>
    <w:rsid w:val="00E1256E"/>
    <w:rsid w:val="00E12755"/>
    <w:rsid w:val="00E128D0"/>
    <w:rsid w:val="00E12937"/>
    <w:rsid w:val="00E129CD"/>
    <w:rsid w:val="00E12A5D"/>
    <w:rsid w:val="00E12B84"/>
    <w:rsid w:val="00E12C4E"/>
    <w:rsid w:val="00E12E25"/>
    <w:rsid w:val="00E12F39"/>
    <w:rsid w:val="00E12FE2"/>
    <w:rsid w:val="00E1302C"/>
    <w:rsid w:val="00E1313A"/>
    <w:rsid w:val="00E131E8"/>
    <w:rsid w:val="00E1329C"/>
    <w:rsid w:val="00E132C0"/>
    <w:rsid w:val="00E135C6"/>
    <w:rsid w:val="00E138C1"/>
    <w:rsid w:val="00E138D4"/>
    <w:rsid w:val="00E13A4B"/>
    <w:rsid w:val="00E13B25"/>
    <w:rsid w:val="00E13BAC"/>
    <w:rsid w:val="00E13C4A"/>
    <w:rsid w:val="00E13C70"/>
    <w:rsid w:val="00E13EAC"/>
    <w:rsid w:val="00E13F74"/>
    <w:rsid w:val="00E13F81"/>
    <w:rsid w:val="00E13FB9"/>
    <w:rsid w:val="00E13FBA"/>
    <w:rsid w:val="00E14268"/>
    <w:rsid w:val="00E14321"/>
    <w:rsid w:val="00E14431"/>
    <w:rsid w:val="00E1451D"/>
    <w:rsid w:val="00E14651"/>
    <w:rsid w:val="00E148AC"/>
    <w:rsid w:val="00E14A51"/>
    <w:rsid w:val="00E14A7D"/>
    <w:rsid w:val="00E14BB0"/>
    <w:rsid w:val="00E14DB6"/>
    <w:rsid w:val="00E14E6F"/>
    <w:rsid w:val="00E14F17"/>
    <w:rsid w:val="00E150AA"/>
    <w:rsid w:val="00E150C0"/>
    <w:rsid w:val="00E150F3"/>
    <w:rsid w:val="00E15287"/>
    <w:rsid w:val="00E15376"/>
    <w:rsid w:val="00E156F7"/>
    <w:rsid w:val="00E1588E"/>
    <w:rsid w:val="00E15AB4"/>
    <w:rsid w:val="00E15BF3"/>
    <w:rsid w:val="00E15C6F"/>
    <w:rsid w:val="00E15CFD"/>
    <w:rsid w:val="00E15D2E"/>
    <w:rsid w:val="00E15D4C"/>
    <w:rsid w:val="00E15FC1"/>
    <w:rsid w:val="00E161AB"/>
    <w:rsid w:val="00E1625A"/>
    <w:rsid w:val="00E166DE"/>
    <w:rsid w:val="00E16A35"/>
    <w:rsid w:val="00E16AF1"/>
    <w:rsid w:val="00E16B0A"/>
    <w:rsid w:val="00E16C71"/>
    <w:rsid w:val="00E16EB7"/>
    <w:rsid w:val="00E16F83"/>
    <w:rsid w:val="00E1704B"/>
    <w:rsid w:val="00E17075"/>
    <w:rsid w:val="00E17095"/>
    <w:rsid w:val="00E170D2"/>
    <w:rsid w:val="00E172FD"/>
    <w:rsid w:val="00E1732D"/>
    <w:rsid w:val="00E17471"/>
    <w:rsid w:val="00E1749E"/>
    <w:rsid w:val="00E1750C"/>
    <w:rsid w:val="00E175A9"/>
    <w:rsid w:val="00E175B9"/>
    <w:rsid w:val="00E17601"/>
    <w:rsid w:val="00E17821"/>
    <w:rsid w:val="00E1789D"/>
    <w:rsid w:val="00E17ED6"/>
    <w:rsid w:val="00E20046"/>
    <w:rsid w:val="00E20110"/>
    <w:rsid w:val="00E20477"/>
    <w:rsid w:val="00E204BC"/>
    <w:rsid w:val="00E20501"/>
    <w:rsid w:val="00E205F3"/>
    <w:rsid w:val="00E2069C"/>
    <w:rsid w:val="00E20744"/>
    <w:rsid w:val="00E207F7"/>
    <w:rsid w:val="00E208AA"/>
    <w:rsid w:val="00E2094F"/>
    <w:rsid w:val="00E209D0"/>
    <w:rsid w:val="00E20AB1"/>
    <w:rsid w:val="00E20CEB"/>
    <w:rsid w:val="00E20D53"/>
    <w:rsid w:val="00E21015"/>
    <w:rsid w:val="00E210EB"/>
    <w:rsid w:val="00E21116"/>
    <w:rsid w:val="00E21225"/>
    <w:rsid w:val="00E212E0"/>
    <w:rsid w:val="00E21304"/>
    <w:rsid w:val="00E21368"/>
    <w:rsid w:val="00E2153D"/>
    <w:rsid w:val="00E21606"/>
    <w:rsid w:val="00E2190F"/>
    <w:rsid w:val="00E21932"/>
    <w:rsid w:val="00E219E6"/>
    <w:rsid w:val="00E21B51"/>
    <w:rsid w:val="00E21B68"/>
    <w:rsid w:val="00E21CD3"/>
    <w:rsid w:val="00E21DF4"/>
    <w:rsid w:val="00E21E72"/>
    <w:rsid w:val="00E21E86"/>
    <w:rsid w:val="00E22003"/>
    <w:rsid w:val="00E22116"/>
    <w:rsid w:val="00E22291"/>
    <w:rsid w:val="00E22334"/>
    <w:rsid w:val="00E2244D"/>
    <w:rsid w:val="00E22694"/>
    <w:rsid w:val="00E22737"/>
    <w:rsid w:val="00E22766"/>
    <w:rsid w:val="00E22870"/>
    <w:rsid w:val="00E228B3"/>
    <w:rsid w:val="00E228FA"/>
    <w:rsid w:val="00E229A7"/>
    <w:rsid w:val="00E22A79"/>
    <w:rsid w:val="00E22AC4"/>
    <w:rsid w:val="00E22C7F"/>
    <w:rsid w:val="00E22DF1"/>
    <w:rsid w:val="00E22E2E"/>
    <w:rsid w:val="00E22FC5"/>
    <w:rsid w:val="00E22FD2"/>
    <w:rsid w:val="00E22FDE"/>
    <w:rsid w:val="00E230F0"/>
    <w:rsid w:val="00E23111"/>
    <w:rsid w:val="00E232BA"/>
    <w:rsid w:val="00E233E6"/>
    <w:rsid w:val="00E2359C"/>
    <w:rsid w:val="00E236D5"/>
    <w:rsid w:val="00E2375C"/>
    <w:rsid w:val="00E23964"/>
    <w:rsid w:val="00E23979"/>
    <w:rsid w:val="00E23A92"/>
    <w:rsid w:val="00E23B74"/>
    <w:rsid w:val="00E23B7D"/>
    <w:rsid w:val="00E23C2C"/>
    <w:rsid w:val="00E23CA8"/>
    <w:rsid w:val="00E23D5D"/>
    <w:rsid w:val="00E23D69"/>
    <w:rsid w:val="00E24083"/>
    <w:rsid w:val="00E240F3"/>
    <w:rsid w:val="00E242A5"/>
    <w:rsid w:val="00E24384"/>
    <w:rsid w:val="00E2441D"/>
    <w:rsid w:val="00E245B1"/>
    <w:rsid w:val="00E24812"/>
    <w:rsid w:val="00E24989"/>
    <w:rsid w:val="00E24A65"/>
    <w:rsid w:val="00E24A7A"/>
    <w:rsid w:val="00E24A83"/>
    <w:rsid w:val="00E24B46"/>
    <w:rsid w:val="00E24BA6"/>
    <w:rsid w:val="00E24BC9"/>
    <w:rsid w:val="00E24BFA"/>
    <w:rsid w:val="00E24C15"/>
    <w:rsid w:val="00E250C9"/>
    <w:rsid w:val="00E2513D"/>
    <w:rsid w:val="00E2514B"/>
    <w:rsid w:val="00E2517A"/>
    <w:rsid w:val="00E25294"/>
    <w:rsid w:val="00E25378"/>
    <w:rsid w:val="00E253DF"/>
    <w:rsid w:val="00E25422"/>
    <w:rsid w:val="00E25447"/>
    <w:rsid w:val="00E25850"/>
    <w:rsid w:val="00E259FF"/>
    <w:rsid w:val="00E25AB5"/>
    <w:rsid w:val="00E25AF2"/>
    <w:rsid w:val="00E25B22"/>
    <w:rsid w:val="00E25C42"/>
    <w:rsid w:val="00E25C43"/>
    <w:rsid w:val="00E25CBC"/>
    <w:rsid w:val="00E25D2B"/>
    <w:rsid w:val="00E25D40"/>
    <w:rsid w:val="00E25E6B"/>
    <w:rsid w:val="00E25E93"/>
    <w:rsid w:val="00E260CA"/>
    <w:rsid w:val="00E26137"/>
    <w:rsid w:val="00E265AD"/>
    <w:rsid w:val="00E265BA"/>
    <w:rsid w:val="00E26604"/>
    <w:rsid w:val="00E266D9"/>
    <w:rsid w:val="00E267A6"/>
    <w:rsid w:val="00E26821"/>
    <w:rsid w:val="00E26838"/>
    <w:rsid w:val="00E26A47"/>
    <w:rsid w:val="00E26A6E"/>
    <w:rsid w:val="00E26B15"/>
    <w:rsid w:val="00E26F04"/>
    <w:rsid w:val="00E27007"/>
    <w:rsid w:val="00E2709A"/>
    <w:rsid w:val="00E270DD"/>
    <w:rsid w:val="00E2714C"/>
    <w:rsid w:val="00E2727A"/>
    <w:rsid w:val="00E27431"/>
    <w:rsid w:val="00E274A1"/>
    <w:rsid w:val="00E2750D"/>
    <w:rsid w:val="00E2759C"/>
    <w:rsid w:val="00E27650"/>
    <w:rsid w:val="00E27690"/>
    <w:rsid w:val="00E276F4"/>
    <w:rsid w:val="00E2770F"/>
    <w:rsid w:val="00E277BC"/>
    <w:rsid w:val="00E278FE"/>
    <w:rsid w:val="00E27950"/>
    <w:rsid w:val="00E27A68"/>
    <w:rsid w:val="00E27A72"/>
    <w:rsid w:val="00E27C60"/>
    <w:rsid w:val="00E27D7F"/>
    <w:rsid w:val="00E30082"/>
    <w:rsid w:val="00E300F3"/>
    <w:rsid w:val="00E301D7"/>
    <w:rsid w:val="00E30220"/>
    <w:rsid w:val="00E30275"/>
    <w:rsid w:val="00E3028F"/>
    <w:rsid w:val="00E302D5"/>
    <w:rsid w:val="00E304BD"/>
    <w:rsid w:val="00E304EC"/>
    <w:rsid w:val="00E3053F"/>
    <w:rsid w:val="00E305E0"/>
    <w:rsid w:val="00E306BC"/>
    <w:rsid w:val="00E30754"/>
    <w:rsid w:val="00E3097E"/>
    <w:rsid w:val="00E30ADD"/>
    <w:rsid w:val="00E30BBD"/>
    <w:rsid w:val="00E30DFE"/>
    <w:rsid w:val="00E31020"/>
    <w:rsid w:val="00E310CB"/>
    <w:rsid w:val="00E31192"/>
    <w:rsid w:val="00E31430"/>
    <w:rsid w:val="00E31706"/>
    <w:rsid w:val="00E3177B"/>
    <w:rsid w:val="00E3178B"/>
    <w:rsid w:val="00E319C7"/>
    <w:rsid w:val="00E31C14"/>
    <w:rsid w:val="00E31DB7"/>
    <w:rsid w:val="00E31E34"/>
    <w:rsid w:val="00E31EC9"/>
    <w:rsid w:val="00E31FED"/>
    <w:rsid w:val="00E31FFE"/>
    <w:rsid w:val="00E3203E"/>
    <w:rsid w:val="00E32115"/>
    <w:rsid w:val="00E32131"/>
    <w:rsid w:val="00E32237"/>
    <w:rsid w:val="00E32319"/>
    <w:rsid w:val="00E3231D"/>
    <w:rsid w:val="00E3237E"/>
    <w:rsid w:val="00E323AB"/>
    <w:rsid w:val="00E323B4"/>
    <w:rsid w:val="00E32407"/>
    <w:rsid w:val="00E32472"/>
    <w:rsid w:val="00E325ED"/>
    <w:rsid w:val="00E32649"/>
    <w:rsid w:val="00E32682"/>
    <w:rsid w:val="00E328E3"/>
    <w:rsid w:val="00E32913"/>
    <w:rsid w:val="00E32B7C"/>
    <w:rsid w:val="00E32CDF"/>
    <w:rsid w:val="00E32F81"/>
    <w:rsid w:val="00E33019"/>
    <w:rsid w:val="00E330BD"/>
    <w:rsid w:val="00E331A3"/>
    <w:rsid w:val="00E331D6"/>
    <w:rsid w:val="00E3323D"/>
    <w:rsid w:val="00E33248"/>
    <w:rsid w:val="00E33278"/>
    <w:rsid w:val="00E33437"/>
    <w:rsid w:val="00E334C5"/>
    <w:rsid w:val="00E337A6"/>
    <w:rsid w:val="00E33AAE"/>
    <w:rsid w:val="00E33C62"/>
    <w:rsid w:val="00E33F9A"/>
    <w:rsid w:val="00E33FF3"/>
    <w:rsid w:val="00E34090"/>
    <w:rsid w:val="00E34195"/>
    <w:rsid w:val="00E341D8"/>
    <w:rsid w:val="00E344A3"/>
    <w:rsid w:val="00E344D1"/>
    <w:rsid w:val="00E347F8"/>
    <w:rsid w:val="00E348B2"/>
    <w:rsid w:val="00E348C8"/>
    <w:rsid w:val="00E348CB"/>
    <w:rsid w:val="00E34A48"/>
    <w:rsid w:val="00E34AF7"/>
    <w:rsid w:val="00E34C79"/>
    <w:rsid w:val="00E34C8B"/>
    <w:rsid w:val="00E34EE8"/>
    <w:rsid w:val="00E34F11"/>
    <w:rsid w:val="00E34FE8"/>
    <w:rsid w:val="00E3515C"/>
    <w:rsid w:val="00E351D3"/>
    <w:rsid w:val="00E351D7"/>
    <w:rsid w:val="00E35307"/>
    <w:rsid w:val="00E3544A"/>
    <w:rsid w:val="00E3557F"/>
    <w:rsid w:val="00E35598"/>
    <w:rsid w:val="00E357B3"/>
    <w:rsid w:val="00E357FF"/>
    <w:rsid w:val="00E35833"/>
    <w:rsid w:val="00E35835"/>
    <w:rsid w:val="00E3591E"/>
    <w:rsid w:val="00E35A79"/>
    <w:rsid w:val="00E35B33"/>
    <w:rsid w:val="00E35C75"/>
    <w:rsid w:val="00E35DAF"/>
    <w:rsid w:val="00E35E32"/>
    <w:rsid w:val="00E35FF2"/>
    <w:rsid w:val="00E360A2"/>
    <w:rsid w:val="00E3613F"/>
    <w:rsid w:val="00E3620A"/>
    <w:rsid w:val="00E36226"/>
    <w:rsid w:val="00E36576"/>
    <w:rsid w:val="00E36708"/>
    <w:rsid w:val="00E367E8"/>
    <w:rsid w:val="00E369C6"/>
    <w:rsid w:val="00E36BEC"/>
    <w:rsid w:val="00E36C18"/>
    <w:rsid w:val="00E36DBE"/>
    <w:rsid w:val="00E37074"/>
    <w:rsid w:val="00E373CD"/>
    <w:rsid w:val="00E373DF"/>
    <w:rsid w:val="00E3751B"/>
    <w:rsid w:val="00E37739"/>
    <w:rsid w:val="00E37760"/>
    <w:rsid w:val="00E378B7"/>
    <w:rsid w:val="00E37914"/>
    <w:rsid w:val="00E379D0"/>
    <w:rsid w:val="00E37A1D"/>
    <w:rsid w:val="00E37B56"/>
    <w:rsid w:val="00E37BD3"/>
    <w:rsid w:val="00E37C14"/>
    <w:rsid w:val="00E37DC5"/>
    <w:rsid w:val="00E37EA8"/>
    <w:rsid w:val="00E37ECD"/>
    <w:rsid w:val="00E37F00"/>
    <w:rsid w:val="00E37F82"/>
    <w:rsid w:val="00E40346"/>
    <w:rsid w:val="00E40556"/>
    <w:rsid w:val="00E405F1"/>
    <w:rsid w:val="00E4081C"/>
    <w:rsid w:val="00E4083B"/>
    <w:rsid w:val="00E40967"/>
    <w:rsid w:val="00E409CF"/>
    <w:rsid w:val="00E40AAE"/>
    <w:rsid w:val="00E40DFA"/>
    <w:rsid w:val="00E40F99"/>
    <w:rsid w:val="00E40FFB"/>
    <w:rsid w:val="00E410E2"/>
    <w:rsid w:val="00E41202"/>
    <w:rsid w:val="00E4130B"/>
    <w:rsid w:val="00E41341"/>
    <w:rsid w:val="00E413DE"/>
    <w:rsid w:val="00E4159B"/>
    <w:rsid w:val="00E415A8"/>
    <w:rsid w:val="00E417FF"/>
    <w:rsid w:val="00E418FB"/>
    <w:rsid w:val="00E419AD"/>
    <w:rsid w:val="00E41A77"/>
    <w:rsid w:val="00E41C19"/>
    <w:rsid w:val="00E41C89"/>
    <w:rsid w:val="00E42111"/>
    <w:rsid w:val="00E4212A"/>
    <w:rsid w:val="00E4230D"/>
    <w:rsid w:val="00E42365"/>
    <w:rsid w:val="00E42483"/>
    <w:rsid w:val="00E42560"/>
    <w:rsid w:val="00E425BA"/>
    <w:rsid w:val="00E42815"/>
    <w:rsid w:val="00E42880"/>
    <w:rsid w:val="00E428EA"/>
    <w:rsid w:val="00E429A6"/>
    <w:rsid w:val="00E42B8F"/>
    <w:rsid w:val="00E42BD9"/>
    <w:rsid w:val="00E42CD6"/>
    <w:rsid w:val="00E42D0B"/>
    <w:rsid w:val="00E42D87"/>
    <w:rsid w:val="00E42F59"/>
    <w:rsid w:val="00E42FB1"/>
    <w:rsid w:val="00E43180"/>
    <w:rsid w:val="00E431D6"/>
    <w:rsid w:val="00E431EC"/>
    <w:rsid w:val="00E4323E"/>
    <w:rsid w:val="00E434E6"/>
    <w:rsid w:val="00E43558"/>
    <w:rsid w:val="00E4364C"/>
    <w:rsid w:val="00E43809"/>
    <w:rsid w:val="00E4381B"/>
    <w:rsid w:val="00E438D1"/>
    <w:rsid w:val="00E438E2"/>
    <w:rsid w:val="00E4391B"/>
    <w:rsid w:val="00E43A6A"/>
    <w:rsid w:val="00E43C3C"/>
    <w:rsid w:val="00E43C93"/>
    <w:rsid w:val="00E43E10"/>
    <w:rsid w:val="00E43E35"/>
    <w:rsid w:val="00E43EEB"/>
    <w:rsid w:val="00E43F03"/>
    <w:rsid w:val="00E43FA9"/>
    <w:rsid w:val="00E4402B"/>
    <w:rsid w:val="00E440F6"/>
    <w:rsid w:val="00E4416A"/>
    <w:rsid w:val="00E444CD"/>
    <w:rsid w:val="00E44737"/>
    <w:rsid w:val="00E447AE"/>
    <w:rsid w:val="00E44800"/>
    <w:rsid w:val="00E44B0B"/>
    <w:rsid w:val="00E44C3D"/>
    <w:rsid w:val="00E44D80"/>
    <w:rsid w:val="00E44E5C"/>
    <w:rsid w:val="00E44EF5"/>
    <w:rsid w:val="00E4506E"/>
    <w:rsid w:val="00E450A1"/>
    <w:rsid w:val="00E450F2"/>
    <w:rsid w:val="00E45195"/>
    <w:rsid w:val="00E451CD"/>
    <w:rsid w:val="00E451E5"/>
    <w:rsid w:val="00E4523D"/>
    <w:rsid w:val="00E4531B"/>
    <w:rsid w:val="00E453EC"/>
    <w:rsid w:val="00E4549F"/>
    <w:rsid w:val="00E454FF"/>
    <w:rsid w:val="00E4558B"/>
    <w:rsid w:val="00E45630"/>
    <w:rsid w:val="00E457BF"/>
    <w:rsid w:val="00E459DD"/>
    <w:rsid w:val="00E45BA4"/>
    <w:rsid w:val="00E45BF0"/>
    <w:rsid w:val="00E45C85"/>
    <w:rsid w:val="00E45E6C"/>
    <w:rsid w:val="00E46010"/>
    <w:rsid w:val="00E46079"/>
    <w:rsid w:val="00E4614A"/>
    <w:rsid w:val="00E462FA"/>
    <w:rsid w:val="00E46325"/>
    <w:rsid w:val="00E46742"/>
    <w:rsid w:val="00E467D7"/>
    <w:rsid w:val="00E46862"/>
    <w:rsid w:val="00E46989"/>
    <w:rsid w:val="00E46B12"/>
    <w:rsid w:val="00E46CA5"/>
    <w:rsid w:val="00E46F7E"/>
    <w:rsid w:val="00E47086"/>
    <w:rsid w:val="00E470E3"/>
    <w:rsid w:val="00E471A3"/>
    <w:rsid w:val="00E4725F"/>
    <w:rsid w:val="00E472D4"/>
    <w:rsid w:val="00E47502"/>
    <w:rsid w:val="00E47570"/>
    <w:rsid w:val="00E47690"/>
    <w:rsid w:val="00E477A5"/>
    <w:rsid w:val="00E47907"/>
    <w:rsid w:val="00E479BF"/>
    <w:rsid w:val="00E47A18"/>
    <w:rsid w:val="00E47C1B"/>
    <w:rsid w:val="00E47C88"/>
    <w:rsid w:val="00E47DE9"/>
    <w:rsid w:val="00E47E04"/>
    <w:rsid w:val="00E47EB0"/>
    <w:rsid w:val="00E47FCE"/>
    <w:rsid w:val="00E50023"/>
    <w:rsid w:val="00E50125"/>
    <w:rsid w:val="00E5015B"/>
    <w:rsid w:val="00E50196"/>
    <w:rsid w:val="00E502A4"/>
    <w:rsid w:val="00E50337"/>
    <w:rsid w:val="00E5034A"/>
    <w:rsid w:val="00E50370"/>
    <w:rsid w:val="00E5040A"/>
    <w:rsid w:val="00E50412"/>
    <w:rsid w:val="00E50618"/>
    <w:rsid w:val="00E50954"/>
    <w:rsid w:val="00E50B88"/>
    <w:rsid w:val="00E50E08"/>
    <w:rsid w:val="00E50EBA"/>
    <w:rsid w:val="00E5123A"/>
    <w:rsid w:val="00E51305"/>
    <w:rsid w:val="00E5142A"/>
    <w:rsid w:val="00E51693"/>
    <w:rsid w:val="00E51785"/>
    <w:rsid w:val="00E51BF3"/>
    <w:rsid w:val="00E52016"/>
    <w:rsid w:val="00E522CF"/>
    <w:rsid w:val="00E525B2"/>
    <w:rsid w:val="00E525B4"/>
    <w:rsid w:val="00E526C6"/>
    <w:rsid w:val="00E52756"/>
    <w:rsid w:val="00E529B1"/>
    <w:rsid w:val="00E52A4B"/>
    <w:rsid w:val="00E52BF7"/>
    <w:rsid w:val="00E52DE7"/>
    <w:rsid w:val="00E52F43"/>
    <w:rsid w:val="00E530DB"/>
    <w:rsid w:val="00E53168"/>
    <w:rsid w:val="00E532A7"/>
    <w:rsid w:val="00E532C0"/>
    <w:rsid w:val="00E532DC"/>
    <w:rsid w:val="00E5336F"/>
    <w:rsid w:val="00E53521"/>
    <w:rsid w:val="00E53637"/>
    <w:rsid w:val="00E53672"/>
    <w:rsid w:val="00E53722"/>
    <w:rsid w:val="00E53739"/>
    <w:rsid w:val="00E53765"/>
    <w:rsid w:val="00E5384E"/>
    <w:rsid w:val="00E5395F"/>
    <w:rsid w:val="00E5396E"/>
    <w:rsid w:val="00E53D20"/>
    <w:rsid w:val="00E53D6E"/>
    <w:rsid w:val="00E53F6D"/>
    <w:rsid w:val="00E54028"/>
    <w:rsid w:val="00E5404B"/>
    <w:rsid w:val="00E541D5"/>
    <w:rsid w:val="00E542B7"/>
    <w:rsid w:val="00E5439B"/>
    <w:rsid w:val="00E54613"/>
    <w:rsid w:val="00E546A3"/>
    <w:rsid w:val="00E546F1"/>
    <w:rsid w:val="00E54948"/>
    <w:rsid w:val="00E54A80"/>
    <w:rsid w:val="00E54AB9"/>
    <w:rsid w:val="00E54B44"/>
    <w:rsid w:val="00E54B59"/>
    <w:rsid w:val="00E54B85"/>
    <w:rsid w:val="00E54BE5"/>
    <w:rsid w:val="00E54C9B"/>
    <w:rsid w:val="00E54CAA"/>
    <w:rsid w:val="00E54D2F"/>
    <w:rsid w:val="00E54D3E"/>
    <w:rsid w:val="00E5501D"/>
    <w:rsid w:val="00E55208"/>
    <w:rsid w:val="00E552FB"/>
    <w:rsid w:val="00E55347"/>
    <w:rsid w:val="00E55451"/>
    <w:rsid w:val="00E55477"/>
    <w:rsid w:val="00E5547A"/>
    <w:rsid w:val="00E5563E"/>
    <w:rsid w:val="00E5575B"/>
    <w:rsid w:val="00E55829"/>
    <w:rsid w:val="00E55836"/>
    <w:rsid w:val="00E55D5C"/>
    <w:rsid w:val="00E55DCC"/>
    <w:rsid w:val="00E55F11"/>
    <w:rsid w:val="00E55F4F"/>
    <w:rsid w:val="00E55FF2"/>
    <w:rsid w:val="00E56099"/>
    <w:rsid w:val="00E561BE"/>
    <w:rsid w:val="00E562AA"/>
    <w:rsid w:val="00E5639F"/>
    <w:rsid w:val="00E563B4"/>
    <w:rsid w:val="00E565A0"/>
    <w:rsid w:val="00E565F2"/>
    <w:rsid w:val="00E56898"/>
    <w:rsid w:val="00E569E9"/>
    <w:rsid w:val="00E56B3B"/>
    <w:rsid w:val="00E56C09"/>
    <w:rsid w:val="00E56C80"/>
    <w:rsid w:val="00E56D67"/>
    <w:rsid w:val="00E56E1E"/>
    <w:rsid w:val="00E56F63"/>
    <w:rsid w:val="00E57101"/>
    <w:rsid w:val="00E57176"/>
    <w:rsid w:val="00E57204"/>
    <w:rsid w:val="00E57247"/>
    <w:rsid w:val="00E5738E"/>
    <w:rsid w:val="00E57403"/>
    <w:rsid w:val="00E57677"/>
    <w:rsid w:val="00E577E7"/>
    <w:rsid w:val="00E57813"/>
    <w:rsid w:val="00E57A31"/>
    <w:rsid w:val="00E57AF9"/>
    <w:rsid w:val="00E57DD7"/>
    <w:rsid w:val="00E57E29"/>
    <w:rsid w:val="00E600C4"/>
    <w:rsid w:val="00E60235"/>
    <w:rsid w:val="00E602CA"/>
    <w:rsid w:val="00E602D9"/>
    <w:rsid w:val="00E60565"/>
    <w:rsid w:val="00E60699"/>
    <w:rsid w:val="00E6079F"/>
    <w:rsid w:val="00E608D1"/>
    <w:rsid w:val="00E60976"/>
    <w:rsid w:val="00E60B13"/>
    <w:rsid w:val="00E60B60"/>
    <w:rsid w:val="00E60BEF"/>
    <w:rsid w:val="00E60C58"/>
    <w:rsid w:val="00E60D20"/>
    <w:rsid w:val="00E60D60"/>
    <w:rsid w:val="00E60D87"/>
    <w:rsid w:val="00E61150"/>
    <w:rsid w:val="00E6115B"/>
    <w:rsid w:val="00E611FA"/>
    <w:rsid w:val="00E612EB"/>
    <w:rsid w:val="00E612FC"/>
    <w:rsid w:val="00E61379"/>
    <w:rsid w:val="00E6146C"/>
    <w:rsid w:val="00E61492"/>
    <w:rsid w:val="00E6181E"/>
    <w:rsid w:val="00E618E1"/>
    <w:rsid w:val="00E61A5F"/>
    <w:rsid w:val="00E61AB3"/>
    <w:rsid w:val="00E61C00"/>
    <w:rsid w:val="00E6204D"/>
    <w:rsid w:val="00E6206B"/>
    <w:rsid w:val="00E62200"/>
    <w:rsid w:val="00E622AF"/>
    <w:rsid w:val="00E6232C"/>
    <w:rsid w:val="00E6237A"/>
    <w:rsid w:val="00E623CE"/>
    <w:rsid w:val="00E6248C"/>
    <w:rsid w:val="00E62506"/>
    <w:rsid w:val="00E6260D"/>
    <w:rsid w:val="00E62832"/>
    <w:rsid w:val="00E628C4"/>
    <w:rsid w:val="00E628D1"/>
    <w:rsid w:val="00E62C50"/>
    <w:rsid w:val="00E62D3A"/>
    <w:rsid w:val="00E62D7C"/>
    <w:rsid w:val="00E63135"/>
    <w:rsid w:val="00E632EF"/>
    <w:rsid w:val="00E634A1"/>
    <w:rsid w:val="00E63540"/>
    <w:rsid w:val="00E6358B"/>
    <w:rsid w:val="00E6367F"/>
    <w:rsid w:val="00E636B8"/>
    <w:rsid w:val="00E63703"/>
    <w:rsid w:val="00E6373D"/>
    <w:rsid w:val="00E63883"/>
    <w:rsid w:val="00E63BD4"/>
    <w:rsid w:val="00E63C35"/>
    <w:rsid w:val="00E63CD8"/>
    <w:rsid w:val="00E63D7F"/>
    <w:rsid w:val="00E63F82"/>
    <w:rsid w:val="00E6404E"/>
    <w:rsid w:val="00E645A2"/>
    <w:rsid w:val="00E645B3"/>
    <w:rsid w:val="00E64613"/>
    <w:rsid w:val="00E6466B"/>
    <w:rsid w:val="00E64705"/>
    <w:rsid w:val="00E648B9"/>
    <w:rsid w:val="00E649E7"/>
    <w:rsid w:val="00E649FE"/>
    <w:rsid w:val="00E64B12"/>
    <w:rsid w:val="00E64C48"/>
    <w:rsid w:val="00E64D96"/>
    <w:rsid w:val="00E64DC6"/>
    <w:rsid w:val="00E64E2F"/>
    <w:rsid w:val="00E650AD"/>
    <w:rsid w:val="00E65349"/>
    <w:rsid w:val="00E6534E"/>
    <w:rsid w:val="00E65667"/>
    <w:rsid w:val="00E656E8"/>
    <w:rsid w:val="00E6580C"/>
    <w:rsid w:val="00E65816"/>
    <w:rsid w:val="00E65919"/>
    <w:rsid w:val="00E65A46"/>
    <w:rsid w:val="00E65B73"/>
    <w:rsid w:val="00E65D22"/>
    <w:rsid w:val="00E65D31"/>
    <w:rsid w:val="00E65D9C"/>
    <w:rsid w:val="00E65E29"/>
    <w:rsid w:val="00E65FAF"/>
    <w:rsid w:val="00E660B3"/>
    <w:rsid w:val="00E6628D"/>
    <w:rsid w:val="00E662EA"/>
    <w:rsid w:val="00E66388"/>
    <w:rsid w:val="00E6638D"/>
    <w:rsid w:val="00E663EA"/>
    <w:rsid w:val="00E664E8"/>
    <w:rsid w:val="00E6656C"/>
    <w:rsid w:val="00E66600"/>
    <w:rsid w:val="00E66625"/>
    <w:rsid w:val="00E66665"/>
    <w:rsid w:val="00E6696D"/>
    <w:rsid w:val="00E669D8"/>
    <w:rsid w:val="00E66AE0"/>
    <w:rsid w:val="00E66CE4"/>
    <w:rsid w:val="00E66D54"/>
    <w:rsid w:val="00E66E6C"/>
    <w:rsid w:val="00E66E71"/>
    <w:rsid w:val="00E66E88"/>
    <w:rsid w:val="00E66EF4"/>
    <w:rsid w:val="00E67020"/>
    <w:rsid w:val="00E67073"/>
    <w:rsid w:val="00E67118"/>
    <w:rsid w:val="00E67223"/>
    <w:rsid w:val="00E67287"/>
    <w:rsid w:val="00E67327"/>
    <w:rsid w:val="00E6736C"/>
    <w:rsid w:val="00E6737F"/>
    <w:rsid w:val="00E673F2"/>
    <w:rsid w:val="00E67703"/>
    <w:rsid w:val="00E67712"/>
    <w:rsid w:val="00E6793D"/>
    <w:rsid w:val="00E679F2"/>
    <w:rsid w:val="00E67CAA"/>
    <w:rsid w:val="00E67F2A"/>
    <w:rsid w:val="00E7000F"/>
    <w:rsid w:val="00E700C9"/>
    <w:rsid w:val="00E7016E"/>
    <w:rsid w:val="00E7022D"/>
    <w:rsid w:val="00E7022F"/>
    <w:rsid w:val="00E70603"/>
    <w:rsid w:val="00E70814"/>
    <w:rsid w:val="00E7084E"/>
    <w:rsid w:val="00E708D2"/>
    <w:rsid w:val="00E709CF"/>
    <w:rsid w:val="00E70A05"/>
    <w:rsid w:val="00E70B65"/>
    <w:rsid w:val="00E70B77"/>
    <w:rsid w:val="00E70D2E"/>
    <w:rsid w:val="00E70D65"/>
    <w:rsid w:val="00E70DA3"/>
    <w:rsid w:val="00E70DAB"/>
    <w:rsid w:val="00E70EAB"/>
    <w:rsid w:val="00E70EDC"/>
    <w:rsid w:val="00E70EFA"/>
    <w:rsid w:val="00E70F47"/>
    <w:rsid w:val="00E71040"/>
    <w:rsid w:val="00E71048"/>
    <w:rsid w:val="00E71288"/>
    <w:rsid w:val="00E713B0"/>
    <w:rsid w:val="00E71600"/>
    <w:rsid w:val="00E71623"/>
    <w:rsid w:val="00E71689"/>
    <w:rsid w:val="00E716FE"/>
    <w:rsid w:val="00E7178B"/>
    <w:rsid w:val="00E71811"/>
    <w:rsid w:val="00E71856"/>
    <w:rsid w:val="00E71866"/>
    <w:rsid w:val="00E718AE"/>
    <w:rsid w:val="00E71A45"/>
    <w:rsid w:val="00E71BD4"/>
    <w:rsid w:val="00E71DAF"/>
    <w:rsid w:val="00E71E05"/>
    <w:rsid w:val="00E71E21"/>
    <w:rsid w:val="00E71E98"/>
    <w:rsid w:val="00E71FB6"/>
    <w:rsid w:val="00E7202B"/>
    <w:rsid w:val="00E72258"/>
    <w:rsid w:val="00E722D9"/>
    <w:rsid w:val="00E7252F"/>
    <w:rsid w:val="00E72559"/>
    <w:rsid w:val="00E72570"/>
    <w:rsid w:val="00E7257B"/>
    <w:rsid w:val="00E725B9"/>
    <w:rsid w:val="00E72834"/>
    <w:rsid w:val="00E729D3"/>
    <w:rsid w:val="00E72A74"/>
    <w:rsid w:val="00E72A79"/>
    <w:rsid w:val="00E72AFD"/>
    <w:rsid w:val="00E72B41"/>
    <w:rsid w:val="00E72D10"/>
    <w:rsid w:val="00E72DB9"/>
    <w:rsid w:val="00E72DE2"/>
    <w:rsid w:val="00E72FA4"/>
    <w:rsid w:val="00E7330B"/>
    <w:rsid w:val="00E73352"/>
    <w:rsid w:val="00E733EF"/>
    <w:rsid w:val="00E73422"/>
    <w:rsid w:val="00E735D1"/>
    <w:rsid w:val="00E73642"/>
    <w:rsid w:val="00E7384D"/>
    <w:rsid w:val="00E7387D"/>
    <w:rsid w:val="00E738AC"/>
    <w:rsid w:val="00E73A36"/>
    <w:rsid w:val="00E73A78"/>
    <w:rsid w:val="00E73ABF"/>
    <w:rsid w:val="00E73ACA"/>
    <w:rsid w:val="00E73C98"/>
    <w:rsid w:val="00E73C9F"/>
    <w:rsid w:val="00E73DBA"/>
    <w:rsid w:val="00E74145"/>
    <w:rsid w:val="00E74199"/>
    <w:rsid w:val="00E74212"/>
    <w:rsid w:val="00E74307"/>
    <w:rsid w:val="00E745A7"/>
    <w:rsid w:val="00E745AB"/>
    <w:rsid w:val="00E74695"/>
    <w:rsid w:val="00E747F1"/>
    <w:rsid w:val="00E74A3B"/>
    <w:rsid w:val="00E74A8B"/>
    <w:rsid w:val="00E74AC7"/>
    <w:rsid w:val="00E74C69"/>
    <w:rsid w:val="00E74C9F"/>
    <w:rsid w:val="00E74CB5"/>
    <w:rsid w:val="00E74DA5"/>
    <w:rsid w:val="00E74DF9"/>
    <w:rsid w:val="00E74EEA"/>
    <w:rsid w:val="00E74F39"/>
    <w:rsid w:val="00E74F62"/>
    <w:rsid w:val="00E751C6"/>
    <w:rsid w:val="00E75368"/>
    <w:rsid w:val="00E753B7"/>
    <w:rsid w:val="00E75406"/>
    <w:rsid w:val="00E75477"/>
    <w:rsid w:val="00E754CA"/>
    <w:rsid w:val="00E7551F"/>
    <w:rsid w:val="00E75582"/>
    <w:rsid w:val="00E755F1"/>
    <w:rsid w:val="00E755FA"/>
    <w:rsid w:val="00E75691"/>
    <w:rsid w:val="00E75763"/>
    <w:rsid w:val="00E757A9"/>
    <w:rsid w:val="00E7588F"/>
    <w:rsid w:val="00E75BEA"/>
    <w:rsid w:val="00E75CED"/>
    <w:rsid w:val="00E75D15"/>
    <w:rsid w:val="00E75E60"/>
    <w:rsid w:val="00E75EFC"/>
    <w:rsid w:val="00E76012"/>
    <w:rsid w:val="00E7602A"/>
    <w:rsid w:val="00E761DA"/>
    <w:rsid w:val="00E76362"/>
    <w:rsid w:val="00E7652C"/>
    <w:rsid w:val="00E7656F"/>
    <w:rsid w:val="00E766C5"/>
    <w:rsid w:val="00E76707"/>
    <w:rsid w:val="00E76730"/>
    <w:rsid w:val="00E7675F"/>
    <w:rsid w:val="00E76833"/>
    <w:rsid w:val="00E76BA3"/>
    <w:rsid w:val="00E76DDA"/>
    <w:rsid w:val="00E76E68"/>
    <w:rsid w:val="00E77045"/>
    <w:rsid w:val="00E7712B"/>
    <w:rsid w:val="00E771D7"/>
    <w:rsid w:val="00E7726C"/>
    <w:rsid w:val="00E774FD"/>
    <w:rsid w:val="00E77614"/>
    <w:rsid w:val="00E77781"/>
    <w:rsid w:val="00E777C2"/>
    <w:rsid w:val="00E778E3"/>
    <w:rsid w:val="00E77944"/>
    <w:rsid w:val="00E77D56"/>
    <w:rsid w:val="00E77D61"/>
    <w:rsid w:val="00E77FDC"/>
    <w:rsid w:val="00E8006F"/>
    <w:rsid w:val="00E800FF"/>
    <w:rsid w:val="00E8013B"/>
    <w:rsid w:val="00E801AA"/>
    <w:rsid w:val="00E801FB"/>
    <w:rsid w:val="00E80324"/>
    <w:rsid w:val="00E80330"/>
    <w:rsid w:val="00E8037F"/>
    <w:rsid w:val="00E803E7"/>
    <w:rsid w:val="00E8042B"/>
    <w:rsid w:val="00E806B5"/>
    <w:rsid w:val="00E8073E"/>
    <w:rsid w:val="00E80754"/>
    <w:rsid w:val="00E80900"/>
    <w:rsid w:val="00E8094C"/>
    <w:rsid w:val="00E80B25"/>
    <w:rsid w:val="00E80C9F"/>
    <w:rsid w:val="00E80E51"/>
    <w:rsid w:val="00E80EB7"/>
    <w:rsid w:val="00E80FAF"/>
    <w:rsid w:val="00E8113B"/>
    <w:rsid w:val="00E811C5"/>
    <w:rsid w:val="00E814F0"/>
    <w:rsid w:val="00E815BD"/>
    <w:rsid w:val="00E81740"/>
    <w:rsid w:val="00E817CB"/>
    <w:rsid w:val="00E81882"/>
    <w:rsid w:val="00E81921"/>
    <w:rsid w:val="00E8193A"/>
    <w:rsid w:val="00E819EF"/>
    <w:rsid w:val="00E81BAD"/>
    <w:rsid w:val="00E81C90"/>
    <w:rsid w:val="00E81D03"/>
    <w:rsid w:val="00E81D9A"/>
    <w:rsid w:val="00E81E72"/>
    <w:rsid w:val="00E81EA2"/>
    <w:rsid w:val="00E81EE8"/>
    <w:rsid w:val="00E81F2C"/>
    <w:rsid w:val="00E8209E"/>
    <w:rsid w:val="00E82176"/>
    <w:rsid w:val="00E825CD"/>
    <w:rsid w:val="00E82790"/>
    <w:rsid w:val="00E827E3"/>
    <w:rsid w:val="00E8290B"/>
    <w:rsid w:val="00E829C3"/>
    <w:rsid w:val="00E82A25"/>
    <w:rsid w:val="00E82A50"/>
    <w:rsid w:val="00E82B08"/>
    <w:rsid w:val="00E82C19"/>
    <w:rsid w:val="00E82C2B"/>
    <w:rsid w:val="00E82C7A"/>
    <w:rsid w:val="00E82DD4"/>
    <w:rsid w:val="00E82E68"/>
    <w:rsid w:val="00E82F9B"/>
    <w:rsid w:val="00E83253"/>
    <w:rsid w:val="00E832A3"/>
    <w:rsid w:val="00E832CC"/>
    <w:rsid w:val="00E83402"/>
    <w:rsid w:val="00E83438"/>
    <w:rsid w:val="00E8346C"/>
    <w:rsid w:val="00E83523"/>
    <w:rsid w:val="00E8374B"/>
    <w:rsid w:val="00E8397E"/>
    <w:rsid w:val="00E83AAF"/>
    <w:rsid w:val="00E83D86"/>
    <w:rsid w:val="00E83E7F"/>
    <w:rsid w:val="00E8412E"/>
    <w:rsid w:val="00E84391"/>
    <w:rsid w:val="00E84465"/>
    <w:rsid w:val="00E8455A"/>
    <w:rsid w:val="00E8460F"/>
    <w:rsid w:val="00E84615"/>
    <w:rsid w:val="00E846EF"/>
    <w:rsid w:val="00E84887"/>
    <w:rsid w:val="00E848D5"/>
    <w:rsid w:val="00E848FA"/>
    <w:rsid w:val="00E84912"/>
    <w:rsid w:val="00E84AC3"/>
    <w:rsid w:val="00E84C52"/>
    <w:rsid w:val="00E84D38"/>
    <w:rsid w:val="00E84D3F"/>
    <w:rsid w:val="00E84ED2"/>
    <w:rsid w:val="00E84FD6"/>
    <w:rsid w:val="00E850A4"/>
    <w:rsid w:val="00E85191"/>
    <w:rsid w:val="00E8521D"/>
    <w:rsid w:val="00E8522B"/>
    <w:rsid w:val="00E85262"/>
    <w:rsid w:val="00E85284"/>
    <w:rsid w:val="00E8536C"/>
    <w:rsid w:val="00E855C2"/>
    <w:rsid w:val="00E85684"/>
    <w:rsid w:val="00E8577F"/>
    <w:rsid w:val="00E8598C"/>
    <w:rsid w:val="00E859AE"/>
    <w:rsid w:val="00E859C7"/>
    <w:rsid w:val="00E85AD7"/>
    <w:rsid w:val="00E85AFF"/>
    <w:rsid w:val="00E85B9F"/>
    <w:rsid w:val="00E85BFB"/>
    <w:rsid w:val="00E85C27"/>
    <w:rsid w:val="00E85E0C"/>
    <w:rsid w:val="00E85E6B"/>
    <w:rsid w:val="00E85E97"/>
    <w:rsid w:val="00E860C6"/>
    <w:rsid w:val="00E8611E"/>
    <w:rsid w:val="00E86120"/>
    <w:rsid w:val="00E86148"/>
    <w:rsid w:val="00E862B2"/>
    <w:rsid w:val="00E86545"/>
    <w:rsid w:val="00E86729"/>
    <w:rsid w:val="00E86788"/>
    <w:rsid w:val="00E8685A"/>
    <w:rsid w:val="00E86869"/>
    <w:rsid w:val="00E86893"/>
    <w:rsid w:val="00E86A0E"/>
    <w:rsid w:val="00E86B6D"/>
    <w:rsid w:val="00E86C66"/>
    <w:rsid w:val="00E86C84"/>
    <w:rsid w:val="00E86D30"/>
    <w:rsid w:val="00E86DC1"/>
    <w:rsid w:val="00E86E51"/>
    <w:rsid w:val="00E86F37"/>
    <w:rsid w:val="00E86FA0"/>
    <w:rsid w:val="00E86FC7"/>
    <w:rsid w:val="00E87108"/>
    <w:rsid w:val="00E8720F"/>
    <w:rsid w:val="00E87218"/>
    <w:rsid w:val="00E8726E"/>
    <w:rsid w:val="00E87350"/>
    <w:rsid w:val="00E8754E"/>
    <w:rsid w:val="00E87551"/>
    <w:rsid w:val="00E87590"/>
    <w:rsid w:val="00E875B3"/>
    <w:rsid w:val="00E87785"/>
    <w:rsid w:val="00E877A6"/>
    <w:rsid w:val="00E8790E"/>
    <w:rsid w:val="00E879C0"/>
    <w:rsid w:val="00E87C78"/>
    <w:rsid w:val="00E87D1B"/>
    <w:rsid w:val="00E87E59"/>
    <w:rsid w:val="00E903B2"/>
    <w:rsid w:val="00E9042C"/>
    <w:rsid w:val="00E9081D"/>
    <w:rsid w:val="00E908B7"/>
    <w:rsid w:val="00E90A14"/>
    <w:rsid w:val="00E90A94"/>
    <w:rsid w:val="00E90C63"/>
    <w:rsid w:val="00E90C69"/>
    <w:rsid w:val="00E90CD3"/>
    <w:rsid w:val="00E90E8D"/>
    <w:rsid w:val="00E90F0D"/>
    <w:rsid w:val="00E90FD5"/>
    <w:rsid w:val="00E9105A"/>
    <w:rsid w:val="00E91152"/>
    <w:rsid w:val="00E91223"/>
    <w:rsid w:val="00E91459"/>
    <w:rsid w:val="00E91543"/>
    <w:rsid w:val="00E91576"/>
    <w:rsid w:val="00E915B6"/>
    <w:rsid w:val="00E91602"/>
    <w:rsid w:val="00E91657"/>
    <w:rsid w:val="00E9168C"/>
    <w:rsid w:val="00E91739"/>
    <w:rsid w:val="00E917F9"/>
    <w:rsid w:val="00E9182F"/>
    <w:rsid w:val="00E919D3"/>
    <w:rsid w:val="00E91AA6"/>
    <w:rsid w:val="00E91B7E"/>
    <w:rsid w:val="00E91C38"/>
    <w:rsid w:val="00E91D23"/>
    <w:rsid w:val="00E91DC6"/>
    <w:rsid w:val="00E91F07"/>
    <w:rsid w:val="00E921C4"/>
    <w:rsid w:val="00E921E1"/>
    <w:rsid w:val="00E921F9"/>
    <w:rsid w:val="00E9223D"/>
    <w:rsid w:val="00E92286"/>
    <w:rsid w:val="00E922BC"/>
    <w:rsid w:val="00E924B5"/>
    <w:rsid w:val="00E92544"/>
    <w:rsid w:val="00E925E4"/>
    <w:rsid w:val="00E9283B"/>
    <w:rsid w:val="00E92C1B"/>
    <w:rsid w:val="00E92C38"/>
    <w:rsid w:val="00E93046"/>
    <w:rsid w:val="00E93056"/>
    <w:rsid w:val="00E932B9"/>
    <w:rsid w:val="00E932FF"/>
    <w:rsid w:val="00E93345"/>
    <w:rsid w:val="00E9346A"/>
    <w:rsid w:val="00E934F1"/>
    <w:rsid w:val="00E9373D"/>
    <w:rsid w:val="00E93767"/>
    <w:rsid w:val="00E9387C"/>
    <w:rsid w:val="00E93BD6"/>
    <w:rsid w:val="00E93EE3"/>
    <w:rsid w:val="00E9404C"/>
    <w:rsid w:val="00E9412C"/>
    <w:rsid w:val="00E94165"/>
    <w:rsid w:val="00E94275"/>
    <w:rsid w:val="00E94316"/>
    <w:rsid w:val="00E94415"/>
    <w:rsid w:val="00E9443D"/>
    <w:rsid w:val="00E94523"/>
    <w:rsid w:val="00E94656"/>
    <w:rsid w:val="00E94751"/>
    <w:rsid w:val="00E9477A"/>
    <w:rsid w:val="00E9490A"/>
    <w:rsid w:val="00E9493F"/>
    <w:rsid w:val="00E94A5F"/>
    <w:rsid w:val="00E94BF8"/>
    <w:rsid w:val="00E94C19"/>
    <w:rsid w:val="00E94E9C"/>
    <w:rsid w:val="00E95012"/>
    <w:rsid w:val="00E95091"/>
    <w:rsid w:val="00E95187"/>
    <w:rsid w:val="00E95408"/>
    <w:rsid w:val="00E955BD"/>
    <w:rsid w:val="00E958AC"/>
    <w:rsid w:val="00E95967"/>
    <w:rsid w:val="00E95973"/>
    <w:rsid w:val="00E95A01"/>
    <w:rsid w:val="00E95A99"/>
    <w:rsid w:val="00E95AA8"/>
    <w:rsid w:val="00E95AEB"/>
    <w:rsid w:val="00E95B19"/>
    <w:rsid w:val="00E95B83"/>
    <w:rsid w:val="00E95B94"/>
    <w:rsid w:val="00E95BF9"/>
    <w:rsid w:val="00E95C39"/>
    <w:rsid w:val="00E95D13"/>
    <w:rsid w:val="00E95F0B"/>
    <w:rsid w:val="00E95FA6"/>
    <w:rsid w:val="00E9601C"/>
    <w:rsid w:val="00E960E3"/>
    <w:rsid w:val="00E96105"/>
    <w:rsid w:val="00E961A5"/>
    <w:rsid w:val="00E961E6"/>
    <w:rsid w:val="00E963A3"/>
    <w:rsid w:val="00E963E0"/>
    <w:rsid w:val="00E965A7"/>
    <w:rsid w:val="00E965F4"/>
    <w:rsid w:val="00E9667A"/>
    <w:rsid w:val="00E96720"/>
    <w:rsid w:val="00E967D3"/>
    <w:rsid w:val="00E96877"/>
    <w:rsid w:val="00E9696E"/>
    <w:rsid w:val="00E96B41"/>
    <w:rsid w:val="00E96C9B"/>
    <w:rsid w:val="00E96D6B"/>
    <w:rsid w:val="00E96E5E"/>
    <w:rsid w:val="00E970E5"/>
    <w:rsid w:val="00E97205"/>
    <w:rsid w:val="00E976F7"/>
    <w:rsid w:val="00E977F4"/>
    <w:rsid w:val="00E9784D"/>
    <w:rsid w:val="00E97B6F"/>
    <w:rsid w:val="00E97DEF"/>
    <w:rsid w:val="00E97E74"/>
    <w:rsid w:val="00E97F2E"/>
    <w:rsid w:val="00E97F4F"/>
    <w:rsid w:val="00EA0012"/>
    <w:rsid w:val="00EA00BE"/>
    <w:rsid w:val="00EA016F"/>
    <w:rsid w:val="00EA01C4"/>
    <w:rsid w:val="00EA0287"/>
    <w:rsid w:val="00EA0347"/>
    <w:rsid w:val="00EA05E2"/>
    <w:rsid w:val="00EA0715"/>
    <w:rsid w:val="00EA07F9"/>
    <w:rsid w:val="00EA08CE"/>
    <w:rsid w:val="00EA0ABF"/>
    <w:rsid w:val="00EA0CBE"/>
    <w:rsid w:val="00EA0D6A"/>
    <w:rsid w:val="00EA0F21"/>
    <w:rsid w:val="00EA0F66"/>
    <w:rsid w:val="00EA10A8"/>
    <w:rsid w:val="00EA116E"/>
    <w:rsid w:val="00EA1471"/>
    <w:rsid w:val="00EA14C7"/>
    <w:rsid w:val="00EA155D"/>
    <w:rsid w:val="00EA176D"/>
    <w:rsid w:val="00EA17DD"/>
    <w:rsid w:val="00EA17EF"/>
    <w:rsid w:val="00EA18F8"/>
    <w:rsid w:val="00EA19C8"/>
    <w:rsid w:val="00EA1A92"/>
    <w:rsid w:val="00EA1BDD"/>
    <w:rsid w:val="00EA1C7C"/>
    <w:rsid w:val="00EA1D20"/>
    <w:rsid w:val="00EA1E6E"/>
    <w:rsid w:val="00EA1EEE"/>
    <w:rsid w:val="00EA21F2"/>
    <w:rsid w:val="00EA2324"/>
    <w:rsid w:val="00EA2798"/>
    <w:rsid w:val="00EA2A99"/>
    <w:rsid w:val="00EA2CD9"/>
    <w:rsid w:val="00EA2DCE"/>
    <w:rsid w:val="00EA2E41"/>
    <w:rsid w:val="00EA2F48"/>
    <w:rsid w:val="00EA3265"/>
    <w:rsid w:val="00EA33E1"/>
    <w:rsid w:val="00EA343F"/>
    <w:rsid w:val="00EA3454"/>
    <w:rsid w:val="00EA39DF"/>
    <w:rsid w:val="00EA3B31"/>
    <w:rsid w:val="00EA3B76"/>
    <w:rsid w:val="00EA3BD5"/>
    <w:rsid w:val="00EA3C83"/>
    <w:rsid w:val="00EA401F"/>
    <w:rsid w:val="00EA41C9"/>
    <w:rsid w:val="00EA43E1"/>
    <w:rsid w:val="00EA4566"/>
    <w:rsid w:val="00EA48CE"/>
    <w:rsid w:val="00EA4909"/>
    <w:rsid w:val="00EA49E8"/>
    <w:rsid w:val="00EA4D0B"/>
    <w:rsid w:val="00EA4E68"/>
    <w:rsid w:val="00EA4ECD"/>
    <w:rsid w:val="00EA4F2E"/>
    <w:rsid w:val="00EA5328"/>
    <w:rsid w:val="00EA53A4"/>
    <w:rsid w:val="00EA542C"/>
    <w:rsid w:val="00EA57B8"/>
    <w:rsid w:val="00EA57FB"/>
    <w:rsid w:val="00EA580E"/>
    <w:rsid w:val="00EA5A2C"/>
    <w:rsid w:val="00EA5B8C"/>
    <w:rsid w:val="00EA5CB5"/>
    <w:rsid w:val="00EA5CF3"/>
    <w:rsid w:val="00EA5D9D"/>
    <w:rsid w:val="00EA6066"/>
    <w:rsid w:val="00EA608E"/>
    <w:rsid w:val="00EA618E"/>
    <w:rsid w:val="00EA63DC"/>
    <w:rsid w:val="00EA64A7"/>
    <w:rsid w:val="00EA6737"/>
    <w:rsid w:val="00EA698E"/>
    <w:rsid w:val="00EA69F1"/>
    <w:rsid w:val="00EA6A22"/>
    <w:rsid w:val="00EA6B51"/>
    <w:rsid w:val="00EA6DA7"/>
    <w:rsid w:val="00EA6F9A"/>
    <w:rsid w:val="00EA70E7"/>
    <w:rsid w:val="00EA7286"/>
    <w:rsid w:val="00EA7415"/>
    <w:rsid w:val="00EA7556"/>
    <w:rsid w:val="00EA75C1"/>
    <w:rsid w:val="00EA7B62"/>
    <w:rsid w:val="00EA7B66"/>
    <w:rsid w:val="00EA7C45"/>
    <w:rsid w:val="00EA7F4E"/>
    <w:rsid w:val="00EB000F"/>
    <w:rsid w:val="00EB00C4"/>
    <w:rsid w:val="00EB02FD"/>
    <w:rsid w:val="00EB03F5"/>
    <w:rsid w:val="00EB059C"/>
    <w:rsid w:val="00EB0703"/>
    <w:rsid w:val="00EB099B"/>
    <w:rsid w:val="00EB09EF"/>
    <w:rsid w:val="00EB0A11"/>
    <w:rsid w:val="00EB0C28"/>
    <w:rsid w:val="00EB0C55"/>
    <w:rsid w:val="00EB0C6B"/>
    <w:rsid w:val="00EB0D22"/>
    <w:rsid w:val="00EB0D97"/>
    <w:rsid w:val="00EB0E30"/>
    <w:rsid w:val="00EB0F49"/>
    <w:rsid w:val="00EB119B"/>
    <w:rsid w:val="00EB12DF"/>
    <w:rsid w:val="00EB1323"/>
    <w:rsid w:val="00EB139D"/>
    <w:rsid w:val="00EB1562"/>
    <w:rsid w:val="00EB18D5"/>
    <w:rsid w:val="00EB1ABD"/>
    <w:rsid w:val="00EB1B82"/>
    <w:rsid w:val="00EB1C2D"/>
    <w:rsid w:val="00EB1CB3"/>
    <w:rsid w:val="00EB1CB7"/>
    <w:rsid w:val="00EB1D20"/>
    <w:rsid w:val="00EB1E39"/>
    <w:rsid w:val="00EB1FA5"/>
    <w:rsid w:val="00EB1FEA"/>
    <w:rsid w:val="00EB2021"/>
    <w:rsid w:val="00EB213E"/>
    <w:rsid w:val="00EB2180"/>
    <w:rsid w:val="00EB22F5"/>
    <w:rsid w:val="00EB23C8"/>
    <w:rsid w:val="00EB246E"/>
    <w:rsid w:val="00EB2537"/>
    <w:rsid w:val="00EB25AE"/>
    <w:rsid w:val="00EB2762"/>
    <w:rsid w:val="00EB2CC2"/>
    <w:rsid w:val="00EB2F6E"/>
    <w:rsid w:val="00EB3057"/>
    <w:rsid w:val="00EB30B5"/>
    <w:rsid w:val="00EB336D"/>
    <w:rsid w:val="00EB3519"/>
    <w:rsid w:val="00EB355B"/>
    <w:rsid w:val="00EB36C5"/>
    <w:rsid w:val="00EB380F"/>
    <w:rsid w:val="00EB38A3"/>
    <w:rsid w:val="00EB396C"/>
    <w:rsid w:val="00EB39EC"/>
    <w:rsid w:val="00EB39F1"/>
    <w:rsid w:val="00EB3AB2"/>
    <w:rsid w:val="00EB3B13"/>
    <w:rsid w:val="00EB3B40"/>
    <w:rsid w:val="00EB3BE9"/>
    <w:rsid w:val="00EB3BEF"/>
    <w:rsid w:val="00EB3C58"/>
    <w:rsid w:val="00EB3C80"/>
    <w:rsid w:val="00EB3C88"/>
    <w:rsid w:val="00EB3D62"/>
    <w:rsid w:val="00EB3D90"/>
    <w:rsid w:val="00EB3DEF"/>
    <w:rsid w:val="00EB3DF8"/>
    <w:rsid w:val="00EB3E61"/>
    <w:rsid w:val="00EB3FA0"/>
    <w:rsid w:val="00EB4048"/>
    <w:rsid w:val="00EB4060"/>
    <w:rsid w:val="00EB4186"/>
    <w:rsid w:val="00EB4234"/>
    <w:rsid w:val="00EB426D"/>
    <w:rsid w:val="00EB45C1"/>
    <w:rsid w:val="00EB4649"/>
    <w:rsid w:val="00EB4663"/>
    <w:rsid w:val="00EB46EA"/>
    <w:rsid w:val="00EB4733"/>
    <w:rsid w:val="00EB47C0"/>
    <w:rsid w:val="00EB4BFC"/>
    <w:rsid w:val="00EB4E60"/>
    <w:rsid w:val="00EB5046"/>
    <w:rsid w:val="00EB5140"/>
    <w:rsid w:val="00EB52F5"/>
    <w:rsid w:val="00EB5353"/>
    <w:rsid w:val="00EB5362"/>
    <w:rsid w:val="00EB53C1"/>
    <w:rsid w:val="00EB53D3"/>
    <w:rsid w:val="00EB54CA"/>
    <w:rsid w:val="00EB5505"/>
    <w:rsid w:val="00EB5597"/>
    <w:rsid w:val="00EB55DC"/>
    <w:rsid w:val="00EB5702"/>
    <w:rsid w:val="00EB57BF"/>
    <w:rsid w:val="00EB58FA"/>
    <w:rsid w:val="00EB5AD2"/>
    <w:rsid w:val="00EB5B20"/>
    <w:rsid w:val="00EB5C94"/>
    <w:rsid w:val="00EB5D92"/>
    <w:rsid w:val="00EB5F65"/>
    <w:rsid w:val="00EB60FC"/>
    <w:rsid w:val="00EB6140"/>
    <w:rsid w:val="00EB6626"/>
    <w:rsid w:val="00EB6AC5"/>
    <w:rsid w:val="00EB6C3B"/>
    <w:rsid w:val="00EB6E20"/>
    <w:rsid w:val="00EB6EE5"/>
    <w:rsid w:val="00EB6F71"/>
    <w:rsid w:val="00EB6F90"/>
    <w:rsid w:val="00EB7095"/>
    <w:rsid w:val="00EB70D8"/>
    <w:rsid w:val="00EB71CB"/>
    <w:rsid w:val="00EB7202"/>
    <w:rsid w:val="00EB728A"/>
    <w:rsid w:val="00EB7357"/>
    <w:rsid w:val="00EB73CF"/>
    <w:rsid w:val="00EB73D4"/>
    <w:rsid w:val="00EB7425"/>
    <w:rsid w:val="00EB76AC"/>
    <w:rsid w:val="00EB77EC"/>
    <w:rsid w:val="00EB785B"/>
    <w:rsid w:val="00EB7A3C"/>
    <w:rsid w:val="00EB7C43"/>
    <w:rsid w:val="00EB7CDF"/>
    <w:rsid w:val="00EB7CE7"/>
    <w:rsid w:val="00EB7D7B"/>
    <w:rsid w:val="00EB7DAB"/>
    <w:rsid w:val="00EC020A"/>
    <w:rsid w:val="00EC0286"/>
    <w:rsid w:val="00EC02AD"/>
    <w:rsid w:val="00EC02F5"/>
    <w:rsid w:val="00EC032F"/>
    <w:rsid w:val="00EC0444"/>
    <w:rsid w:val="00EC0612"/>
    <w:rsid w:val="00EC06FD"/>
    <w:rsid w:val="00EC0BFC"/>
    <w:rsid w:val="00EC0C82"/>
    <w:rsid w:val="00EC0CDA"/>
    <w:rsid w:val="00EC0D35"/>
    <w:rsid w:val="00EC0EFB"/>
    <w:rsid w:val="00EC0F80"/>
    <w:rsid w:val="00EC103B"/>
    <w:rsid w:val="00EC103F"/>
    <w:rsid w:val="00EC10CC"/>
    <w:rsid w:val="00EC1325"/>
    <w:rsid w:val="00EC1340"/>
    <w:rsid w:val="00EC1364"/>
    <w:rsid w:val="00EC1393"/>
    <w:rsid w:val="00EC13C6"/>
    <w:rsid w:val="00EC154C"/>
    <w:rsid w:val="00EC1607"/>
    <w:rsid w:val="00EC161B"/>
    <w:rsid w:val="00EC1864"/>
    <w:rsid w:val="00EC1876"/>
    <w:rsid w:val="00EC18CF"/>
    <w:rsid w:val="00EC1FB8"/>
    <w:rsid w:val="00EC1FC3"/>
    <w:rsid w:val="00EC263E"/>
    <w:rsid w:val="00EC286C"/>
    <w:rsid w:val="00EC293B"/>
    <w:rsid w:val="00EC2997"/>
    <w:rsid w:val="00EC2B93"/>
    <w:rsid w:val="00EC2BBB"/>
    <w:rsid w:val="00EC2CB0"/>
    <w:rsid w:val="00EC2D8A"/>
    <w:rsid w:val="00EC2F00"/>
    <w:rsid w:val="00EC304B"/>
    <w:rsid w:val="00EC30A7"/>
    <w:rsid w:val="00EC3287"/>
    <w:rsid w:val="00EC32DC"/>
    <w:rsid w:val="00EC34A5"/>
    <w:rsid w:val="00EC34B6"/>
    <w:rsid w:val="00EC3542"/>
    <w:rsid w:val="00EC3772"/>
    <w:rsid w:val="00EC3A23"/>
    <w:rsid w:val="00EC3ADF"/>
    <w:rsid w:val="00EC3AEF"/>
    <w:rsid w:val="00EC3B4A"/>
    <w:rsid w:val="00EC3D0D"/>
    <w:rsid w:val="00EC3E35"/>
    <w:rsid w:val="00EC3E4E"/>
    <w:rsid w:val="00EC41BC"/>
    <w:rsid w:val="00EC43A1"/>
    <w:rsid w:val="00EC4563"/>
    <w:rsid w:val="00EC4726"/>
    <w:rsid w:val="00EC4749"/>
    <w:rsid w:val="00EC4750"/>
    <w:rsid w:val="00EC4857"/>
    <w:rsid w:val="00EC486B"/>
    <w:rsid w:val="00EC4C77"/>
    <w:rsid w:val="00EC4F03"/>
    <w:rsid w:val="00EC513F"/>
    <w:rsid w:val="00EC528F"/>
    <w:rsid w:val="00EC52DC"/>
    <w:rsid w:val="00EC5387"/>
    <w:rsid w:val="00EC5425"/>
    <w:rsid w:val="00EC543C"/>
    <w:rsid w:val="00EC55FA"/>
    <w:rsid w:val="00EC5821"/>
    <w:rsid w:val="00EC586B"/>
    <w:rsid w:val="00EC592F"/>
    <w:rsid w:val="00EC59F7"/>
    <w:rsid w:val="00EC5A5F"/>
    <w:rsid w:val="00EC5B49"/>
    <w:rsid w:val="00EC5BFE"/>
    <w:rsid w:val="00EC5C85"/>
    <w:rsid w:val="00EC5DA6"/>
    <w:rsid w:val="00EC5F16"/>
    <w:rsid w:val="00EC604E"/>
    <w:rsid w:val="00EC6572"/>
    <w:rsid w:val="00EC65FC"/>
    <w:rsid w:val="00EC664B"/>
    <w:rsid w:val="00EC668B"/>
    <w:rsid w:val="00EC66A2"/>
    <w:rsid w:val="00EC68B6"/>
    <w:rsid w:val="00EC69DD"/>
    <w:rsid w:val="00EC6A70"/>
    <w:rsid w:val="00EC6AC1"/>
    <w:rsid w:val="00EC6B24"/>
    <w:rsid w:val="00EC6C4B"/>
    <w:rsid w:val="00EC6CD8"/>
    <w:rsid w:val="00EC6CE1"/>
    <w:rsid w:val="00EC7023"/>
    <w:rsid w:val="00EC7030"/>
    <w:rsid w:val="00EC711E"/>
    <w:rsid w:val="00EC7179"/>
    <w:rsid w:val="00EC7180"/>
    <w:rsid w:val="00EC71CA"/>
    <w:rsid w:val="00EC71D9"/>
    <w:rsid w:val="00EC743F"/>
    <w:rsid w:val="00EC74CA"/>
    <w:rsid w:val="00EC758C"/>
    <w:rsid w:val="00EC77A2"/>
    <w:rsid w:val="00EC786C"/>
    <w:rsid w:val="00EC78EE"/>
    <w:rsid w:val="00EC794B"/>
    <w:rsid w:val="00EC799E"/>
    <w:rsid w:val="00EC7AA9"/>
    <w:rsid w:val="00EC7BDD"/>
    <w:rsid w:val="00EC7C68"/>
    <w:rsid w:val="00EC7CCA"/>
    <w:rsid w:val="00EC7EDB"/>
    <w:rsid w:val="00EC7FCE"/>
    <w:rsid w:val="00ED026C"/>
    <w:rsid w:val="00ED0327"/>
    <w:rsid w:val="00ED0337"/>
    <w:rsid w:val="00ED0533"/>
    <w:rsid w:val="00ED0564"/>
    <w:rsid w:val="00ED0671"/>
    <w:rsid w:val="00ED09B1"/>
    <w:rsid w:val="00ED0B9A"/>
    <w:rsid w:val="00ED0C44"/>
    <w:rsid w:val="00ED0CF7"/>
    <w:rsid w:val="00ED0EFF"/>
    <w:rsid w:val="00ED0FFC"/>
    <w:rsid w:val="00ED12A2"/>
    <w:rsid w:val="00ED140F"/>
    <w:rsid w:val="00ED14B8"/>
    <w:rsid w:val="00ED15F1"/>
    <w:rsid w:val="00ED167B"/>
    <w:rsid w:val="00ED173A"/>
    <w:rsid w:val="00ED1847"/>
    <w:rsid w:val="00ED188F"/>
    <w:rsid w:val="00ED18E4"/>
    <w:rsid w:val="00ED1907"/>
    <w:rsid w:val="00ED1CCC"/>
    <w:rsid w:val="00ED1D70"/>
    <w:rsid w:val="00ED1E2D"/>
    <w:rsid w:val="00ED1F55"/>
    <w:rsid w:val="00ED202C"/>
    <w:rsid w:val="00ED2161"/>
    <w:rsid w:val="00ED21BA"/>
    <w:rsid w:val="00ED22AE"/>
    <w:rsid w:val="00ED22F2"/>
    <w:rsid w:val="00ED2416"/>
    <w:rsid w:val="00ED2874"/>
    <w:rsid w:val="00ED2B15"/>
    <w:rsid w:val="00ED2FAC"/>
    <w:rsid w:val="00ED312C"/>
    <w:rsid w:val="00ED3171"/>
    <w:rsid w:val="00ED31C7"/>
    <w:rsid w:val="00ED3397"/>
    <w:rsid w:val="00ED3442"/>
    <w:rsid w:val="00ED352B"/>
    <w:rsid w:val="00ED3726"/>
    <w:rsid w:val="00ED37F6"/>
    <w:rsid w:val="00ED3854"/>
    <w:rsid w:val="00ED39C5"/>
    <w:rsid w:val="00ED39C8"/>
    <w:rsid w:val="00ED39CA"/>
    <w:rsid w:val="00ED3CD4"/>
    <w:rsid w:val="00ED4051"/>
    <w:rsid w:val="00ED41AC"/>
    <w:rsid w:val="00ED4225"/>
    <w:rsid w:val="00ED4362"/>
    <w:rsid w:val="00ED43A4"/>
    <w:rsid w:val="00ED43D8"/>
    <w:rsid w:val="00ED443F"/>
    <w:rsid w:val="00ED4695"/>
    <w:rsid w:val="00ED46D0"/>
    <w:rsid w:val="00ED47CC"/>
    <w:rsid w:val="00ED4940"/>
    <w:rsid w:val="00ED49AA"/>
    <w:rsid w:val="00ED49CC"/>
    <w:rsid w:val="00ED4A8E"/>
    <w:rsid w:val="00ED4E71"/>
    <w:rsid w:val="00ED51A8"/>
    <w:rsid w:val="00ED51C4"/>
    <w:rsid w:val="00ED52AE"/>
    <w:rsid w:val="00ED52F1"/>
    <w:rsid w:val="00ED532A"/>
    <w:rsid w:val="00ED55D8"/>
    <w:rsid w:val="00ED562D"/>
    <w:rsid w:val="00ED5639"/>
    <w:rsid w:val="00ED563D"/>
    <w:rsid w:val="00ED564E"/>
    <w:rsid w:val="00ED56DE"/>
    <w:rsid w:val="00ED580F"/>
    <w:rsid w:val="00ED582A"/>
    <w:rsid w:val="00ED589B"/>
    <w:rsid w:val="00ED5A10"/>
    <w:rsid w:val="00ED5CA6"/>
    <w:rsid w:val="00ED5E38"/>
    <w:rsid w:val="00ED6025"/>
    <w:rsid w:val="00ED6034"/>
    <w:rsid w:val="00ED6063"/>
    <w:rsid w:val="00ED61B7"/>
    <w:rsid w:val="00ED61F6"/>
    <w:rsid w:val="00ED62A4"/>
    <w:rsid w:val="00ED6354"/>
    <w:rsid w:val="00ED636F"/>
    <w:rsid w:val="00ED64E6"/>
    <w:rsid w:val="00ED659E"/>
    <w:rsid w:val="00ED66F7"/>
    <w:rsid w:val="00ED6810"/>
    <w:rsid w:val="00ED6A88"/>
    <w:rsid w:val="00ED6AF5"/>
    <w:rsid w:val="00ED6C16"/>
    <w:rsid w:val="00ED6C68"/>
    <w:rsid w:val="00ED6CD3"/>
    <w:rsid w:val="00ED6D24"/>
    <w:rsid w:val="00ED6D2D"/>
    <w:rsid w:val="00ED6F44"/>
    <w:rsid w:val="00ED6F66"/>
    <w:rsid w:val="00ED7003"/>
    <w:rsid w:val="00ED7117"/>
    <w:rsid w:val="00ED712C"/>
    <w:rsid w:val="00ED72C3"/>
    <w:rsid w:val="00ED732D"/>
    <w:rsid w:val="00ED7343"/>
    <w:rsid w:val="00ED7378"/>
    <w:rsid w:val="00ED75E8"/>
    <w:rsid w:val="00ED7662"/>
    <w:rsid w:val="00ED7906"/>
    <w:rsid w:val="00ED7965"/>
    <w:rsid w:val="00ED799D"/>
    <w:rsid w:val="00ED7B5A"/>
    <w:rsid w:val="00ED7BB4"/>
    <w:rsid w:val="00ED7C24"/>
    <w:rsid w:val="00ED7D72"/>
    <w:rsid w:val="00ED7E1A"/>
    <w:rsid w:val="00ED7E9B"/>
    <w:rsid w:val="00ED7F94"/>
    <w:rsid w:val="00EE004E"/>
    <w:rsid w:val="00EE00FB"/>
    <w:rsid w:val="00EE0378"/>
    <w:rsid w:val="00EE038E"/>
    <w:rsid w:val="00EE0512"/>
    <w:rsid w:val="00EE0613"/>
    <w:rsid w:val="00EE0614"/>
    <w:rsid w:val="00EE087F"/>
    <w:rsid w:val="00EE095E"/>
    <w:rsid w:val="00EE0993"/>
    <w:rsid w:val="00EE0B40"/>
    <w:rsid w:val="00EE0C20"/>
    <w:rsid w:val="00EE0C42"/>
    <w:rsid w:val="00EE100B"/>
    <w:rsid w:val="00EE102A"/>
    <w:rsid w:val="00EE14D8"/>
    <w:rsid w:val="00EE1627"/>
    <w:rsid w:val="00EE1642"/>
    <w:rsid w:val="00EE1812"/>
    <w:rsid w:val="00EE199F"/>
    <w:rsid w:val="00EE19DC"/>
    <w:rsid w:val="00EE1A87"/>
    <w:rsid w:val="00EE1B8B"/>
    <w:rsid w:val="00EE1DE5"/>
    <w:rsid w:val="00EE1E7A"/>
    <w:rsid w:val="00EE20F7"/>
    <w:rsid w:val="00EE2126"/>
    <w:rsid w:val="00EE213F"/>
    <w:rsid w:val="00EE21CA"/>
    <w:rsid w:val="00EE22D1"/>
    <w:rsid w:val="00EE23BD"/>
    <w:rsid w:val="00EE261A"/>
    <w:rsid w:val="00EE2735"/>
    <w:rsid w:val="00EE2743"/>
    <w:rsid w:val="00EE2B1F"/>
    <w:rsid w:val="00EE2B2D"/>
    <w:rsid w:val="00EE2F3B"/>
    <w:rsid w:val="00EE301F"/>
    <w:rsid w:val="00EE302D"/>
    <w:rsid w:val="00EE31FB"/>
    <w:rsid w:val="00EE329F"/>
    <w:rsid w:val="00EE32A9"/>
    <w:rsid w:val="00EE32D5"/>
    <w:rsid w:val="00EE32E0"/>
    <w:rsid w:val="00EE378F"/>
    <w:rsid w:val="00EE389C"/>
    <w:rsid w:val="00EE3962"/>
    <w:rsid w:val="00EE39AF"/>
    <w:rsid w:val="00EE3B64"/>
    <w:rsid w:val="00EE3C28"/>
    <w:rsid w:val="00EE3CFE"/>
    <w:rsid w:val="00EE3DDF"/>
    <w:rsid w:val="00EE3E17"/>
    <w:rsid w:val="00EE3EBD"/>
    <w:rsid w:val="00EE3F50"/>
    <w:rsid w:val="00EE3FF9"/>
    <w:rsid w:val="00EE402C"/>
    <w:rsid w:val="00EE4071"/>
    <w:rsid w:val="00EE4165"/>
    <w:rsid w:val="00EE42A9"/>
    <w:rsid w:val="00EE4342"/>
    <w:rsid w:val="00EE4554"/>
    <w:rsid w:val="00EE4602"/>
    <w:rsid w:val="00EE48A7"/>
    <w:rsid w:val="00EE49B8"/>
    <w:rsid w:val="00EE4AFC"/>
    <w:rsid w:val="00EE4C92"/>
    <w:rsid w:val="00EE4D31"/>
    <w:rsid w:val="00EE4D72"/>
    <w:rsid w:val="00EE4E48"/>
    <w:rsid w:val="00EE51C2"/>
    <w:rsid w:val="00EE51E3"/>
    <w:rsid w:val="00EE5233"/>
    <w:rsid w:val="00EE5413"/>
    <w:rsid w:val="00EE5738"/>
    <w:rsid w:val="00EE5C13"/>
    <w:rsid w:val="00EE5CD7"/>
    <w:rsid w:val="00EE5CE2"/>
    <w:rsid w:val="00EE5F97"/>
    <w:rsid w:val="00EE61EC"/>
    <w:rsid w:val="00EE6811"/>
    <w:rsid w:val="00EE68E2"/>
    <w:rsid w:val="00EE6971"/>
    <w:rsid w:val="00EE69E8"/>
    <w:rsid w:val="00EE6A14"/>
    <w:rsid w:val="00EE6C9C"/>
    <w:rsid w:val="00EE6E1D"/>
    <w:rsid w:val="00EE6E80"/>
    <w:rsid w:val="00EE6F21"/>
    <w:rsid w:val="00EE70F0"/>
    <w:rsid w:val="00EE7220"/>
    <w:rsid w:val="00EE74E7"/>
    <w:rsid w:val="00EE751C"/>
    <w:rsid w:val="00EE7788"/>
    <w:rsid w:val="00EE7C28"/>
    <w:rsid w:val="00EE7C76"/>
    <w:rsid w:val="00EE7E19"/>
    <w:rsid w:val="00EE7E89"/>
    <w:rsid w:val="00EF00FD"/>
    <w:rsid w:val="00EF018B"/>
    <w:rsid w:val="00EF01B6"/>
    <w:rsid w:val="00EF01BD"/>
    <w:rsid w:val="00EF0251"/>
    <w:rsid w:val="00EF0258"/>
    <w:rsid w:val="00EF0321"/>
    <w:rsid w:val="00EF03DF"/>
    <w:rsid w:val="00EF0422"/>
    <w:rsid w:val="00EF04FE"/>
    <w:rsid w:val="00EF0659"/>
    <w:rsid w:val="00EF06AF"/>
    <w:rsid w:val="00EF0750"/>
    <w:rsid w:val="00EF07B5"/>
    <w:rsid w:val="00EF0A54"/>
    <w:rsid w:val="00EF0B18"/>
    <w:rsid w:val="00EF0C94"/>
    <w:rsid w:val="00EF0CCF"/>
    <w:rsid w:val="00EF0D16"/>
    <w:rsid w:val="00EF0D28"/>
    <w:rsid w:val="00EF0D44"/>
    <w:rsid w:val="00EF0E8C"/>
    <w:rsid w:val="00EF0EAF"/>
    <w:rsid w:val="00EF0EFA"/>
    <w:rsid w:val="00EF1261"/>
    <w:rsid w:val="00EF126E"/>
    <w:rsid w:val="00EF12F7"/>
    <w:rsid w:val="00EF1429"/>
    <w:rsid w:val="00EF14B6"/>
    <w:rsid w:val="00EF155E"/>
    <w:rsid w:val="00EF1757"/>
    <w:rsid w:val="00EF17AB"/>
    <w:rsid w:val="00EF18C3"/>
    <w:rsid w:val="00EF1A57"/>
    <w:rsid w:val="00EF1B17"/>
    <w:rsid w:val="00EF1BDE"/>
    <w:rsid w:val="00EF1DDD"/>
    <w:rsid w:val="00EF1E57"/>
    <w:rsid w:val="00EF1E63"/>
    <w:rsid w:val="00EF1E78"/>
    <w:rsid w:val="00EF1E7D"/>
    <w:rsid w:val="00EF1E87"/>
    <w:rsid w:val="00EF1F54"/>
    <w:rsid w:val="00EF1F9B"/>
    <w:rsid w:val="00EF210E"/>
    <w:rsid w:val="00EF242D"/>
    <w:rsid w:val="00EF2568"/>
    <w:rsid w:val="00EF26C4"/>
    <w:rsid w:val="00EF26C9"/>
    <w:rsid w:val="00EF26E5"/>
    <w:rsid w:val="00EF28D9"/>
    <w:rsid w:val="00EF29B4"/>
    <w:rsid w:val="00EF2A60"/>
    <w:rsid w:val="00EF2ABB"/>
    <w:rsid w:val="00EF2BA0"/>
    <w:rsid w:val="00EF2D1D"/>
    <w:rsid w:val="00EF2D53"/>
    <w:rsid w:val="00EF2DFD"/>
    <w:rsid w:val="00EF2E47"/>
    <w:rsid w:val="00EF34BD"/>
    <w:rsid w:val="00EF35E9"/>
    <w:rsid w:val="00EF3610"/>
    <w:rsid w:val="00EF3749"/>
    <w:rsid w:val="00EF3830"/>
    <w:rsid w:val="00EF39EC"/>
    <w:rsid w:val="00EF3A9D"/>
    <w:rsid w:val="00EF3C17"/>
    <w:rsid w:val="00EF3CC0"/>
    <w:rsid w:val="00EF3D06"/>
    <w:rsid w:val="00EF3D91"/>
    <w:rsid w:val="00EF3D92"/>
    <w:rsid w:val="00EF3DF1"/>
    <w:rsid w:val="00EF3EB0"/>
    <w:rsid w:val="00EF4092"/>
    <w:rsid w:val="00EF428B"/>
    <w:rsid w:val="00EF43DF"/>
    <w:rsid w:val="00EF4554"/>
    <w:rsid w:val="00EF45B0"/>
    <w:rsid w:val="00EF466E"/>
    <w:rsid w:val="00EF469A"/>
    <w:rsid w:val="00EF4727"/>
    <w:rsid w:val="00EF477F"/>
    <w:rsid w:val="00EF47C4"/>
    <w:rsid w:val="00EF4A62"/>
    <w:rsid w:val="00EF4CDB"/>
    <w:rsid w:val="00EF4DB2"/>
    <w:rsid w:val="00EF519B"/>
    <w:rsid w:val="00EF52D2"/>
    <w:rsid w:val="00EF588E"/>
    <w:rsid w:val="00EF5AAA"/>
    <w:rsid w:val="00EF5ACE"/>
    <w:rsid w:val="00EF5B91"/>
    <w:rsid w:val="00EF5CDA"/>
    <w:rsid w:val="00EF5D31"/>
    <w:rsid w:val="00EF5F1B"/>
    <w:rsid w:val="00EF5F6B"/>
    <w:rsid w:val="00EF5F8B"/>
    <w:rsid w:val="00EF616C"/>
    <w:rsid w:val="00EF62E9"/>
    <w:rsid w:val="00EF6310"/>
    <w:rsid w:val="00EF63BF"/>
    <w:rsid w:val="00EF669E"/>
    <w:rsid w:val="00EF66B4"/>
    <w:rsid w:val="00EF68B2"/>
    <w:rsid w:val="00EF6969"/>
    <w:rsid w:val="00EF696E"/>
    <w:rsid w:val="00EF6A61"/>
    <w:rsid w:val="00EF6A82"/>
    <w:rsid w:val="00EF6C0F"/>
    <w:rsid w:val="00EF6C19"/>
    <w:rsid w:val="00EF6DA0"/>
    <w:rsid w:val="00EF6E54"/>
    <w:rsid w:val="00EF7155"/>
    <w:rsid w:val="00EF71E2"/>
    <w:rsid w:val="00EF746B"/>
    <w:rsid w:val="00EF75F1"/>
    <w:rsid w:val="00EF76D9"/>
    <w:rsid w:val="00EF7803"/>
    <w:rsid w:val="00EF7BA8"/>
    <w:rsid w:val="00EF7C01"/>
    <w:rsid w:val="00EF7C0F"/>
    <w:rsid w:val="00EF7C98"/>
    <w:rsid w:val="00EF7CFB"/>
    <w:rsid w:val="00EF7DA8"/>
    <w:rsid w:val="00EF7DE2"/>
    <w:rsid w:val="00EF7EDA"/>
    <w:rsid w:val="00EF7F5F"/>
    <w:rsid w:val="00F00172"/>
    <w:rsid w:val="00F0026A"/>
    <w:rsid w:val="00F003D3"/>
    <w:rsid w:val="00F004F0"/>
    <w:rsid w:val="00F00543"/>
    <w:rsid w:val="00F005F5"/>
    <w:rsid w:val="00F006F7"/>
    <w:rsid w:val="00F0071B"/>
    <w:rsid w:val="00F008C1"/>
    <w:rsid w:val="00F008CE"/>
    <w:rsid w:val="00F00997"/>
    <w:rsid w:val="00F00A95"/>
    <w:rsid w:val="00F00BEE"/>
    <w:rsid w:val="00F00C91"/>
    <w:rsid w:val="00F00CAC"/>
    <w:rsid w:val="00F00E81"/>
    <w:rsid w:val="00F00F37"/>
    <w:rsid w:val="00F00F88"/>
    <w:rsid w:val="00F010A8"/>
    <w:rsid w:val="00F0125F"/>
    <w:rsid w:val="00F0134B"/>
    <w:rsid w:val="00F013FE"/>
    <w:rsid w:val="00F014A0"/>
    <w:rsid w:val="00F0152D"/>
    <w:rsid w:val="00F01532"/>
    <w:rsid w:val="00F01562"/>
    <w:rsid w:val="00F016D3"/>
    <w:rsid w:val="00F0178B"/>
    <w:rsid w:val="00F0189F"/>
    <w:rsid w:val="00F01A9A"/>
    <w:rsid w:val="00F01AB1"/>
    <w:rsid w:val="00F01C09"/>
    <w:rsid w:val="00F01D9E"/>
    <w:rsid w:val="00F01E85"/>
    <w:rsid w:val="00F01ECC"/>
    <w:rsid w:val="00F02090"/>
    <w:rsid w:val="00F020CB"/>
    <w:rsid w:val="00F020D7"/>
    <w:rsid w:val="00F02223"/>
    <w:rsid w:val="00F0222D"/>
    <w:rsid w:val="00F02278"/>
    <w:rsid w:val="00F0234F"/>
    <w:rsid w:val="00F023E8"/>
    <w:rsid w:val="00F02504"/>
    <w:rsid w:val="00F02569"/>
    <w:rsid w:val="00F025AE"/>
    <w:rsid w:val="00F02730"/>
    <w:rsid w:val="00F0286D"/>
    <w:rsid w:val="00F02B58"/>
    <w:rsid w:val="00F02CA5"/>
    <w:rsid w:val="00F02DA2"/>
    <w:rsid w:val="00F02E69"/>
    <w:rsid w:val="00F02EDE"/>
    <w:rsid w:val="00F03005"/>
    <w:rsid w:val="00F0320E"/>
    <w:rsid w:val="00F032D8"/>
    <w:rsid w:val="00F03386"/>
    <w:rsid w:val="00F033E7"/>
    <w:rsid w:val="00F0343D"/>
    <w:rsid w:val="00F03451"/>
    <w:rsid w:val="00F0349E"/>
    <w:rsid w:val="00F035AC"/>
    <w:rsid w:val="00F0369C"/>
    <w:rsid w:val="00F038C8"/>
    <w:rsid w:val="00F039DB"/>
    <w:rsid w:val="00F03A61"/>
    <w:rsid w:val="00F03E33"/>
    <w:rsid w:val="00F03E96"/>
    <w:rsid w:val="00F03F7D"/>
    <w:rsid w:val="00F03FE6"/>
    <w:rsid w:val="00F040F3"/>
    <w:rsid w:val="00F04233"/>
    <w:rsid w:val="00F042DA"/>
    <w:rsid w:val="00F04305"/>
    <w:rsid w:val="00F0439A"/>
    <w:rsid w:val="00F043D3"/>
    <w:rsid w:val="00F045A7"/>
    <w:rsid w:val="00F0478E"/>
    <w:rsid w:val="00F047E2"/>
    <w:rsid w:val="00F0484E"/>
    <w:rsid w:val="00F04873"/>
    <w:rsid w:val="00F04A63"/>
    <w:rsid w:val="00F04A76"/>
    <w:rsid w:val="00F04CD4"/>
    <w:rsid w:val="00F04F51"/>
    <w:rsid w:val="00F04FC9"/>
    <w:rsid w:val="00F050D4"/>
    <w:rsid w:val="00F05161"/>
    <w:rsid w:val="00F05223"/>
    <w:rsid w:val="00F054EF"/>
    <w:rsid w:val="00F055CE"/>
    <w:rsid w:val="00F05656"/>
    <w:rsid w:val="00F058A2"/>
    <w:rsid w:val="00F058DD"/>
    <w:rsid w:val="00F059FB"/>
    <w:rsid w:val="00F05A16"/>
    <w:rsid w:val="00F05AD5"/>
    <w:rsid w:val="00F05B19"/>
    <w:rsid w:val="00F05D7C"/>
    <w:rsid w:val="00F05DD8"/>
    <w:rsid w:val="00F05E6F"/>
    <w:rsid w:val="00F05F0E"/>
    <w:rsid w:val="00F05F2A"/>
    <w:rsid w:val="00F05F3F"/>
    <w:rsid w:val="00F06080"/>
    <w:rsid w:val="00F060F3"/>
    <w:rsid w:val="00F06124"/>
    <w:rsid w:val="00F06169"/>
    <w:rsid w:val="00F06186"/>
    <w:rsid w:val="00F06190"/>
    <w:rsid w:val="00F06204"/>
    <w:rsid w:val="00F0623A"/>
    <w:rsid w:val="00F06402"/>
    <w:rsid w:val="00F065D0"/>
    <w:rsid w:val="00F06619"/>
    <w:rsid w:val="00F06798"/>
    <w:rsid w:val="00F06833"/>
    <w:rsid w:val="00F06909"/>
    <w:rsid w:val="00F06A3D"/>
    <w:rsid w:val="00F06B11"/>
    <w:rsid w:val="00F06C7A"/>
    <w:rsid w:val="00F06D1F"/>
    <w:rsid w:val="00F06EB5"/>
    <w:rsid w:val="00F06EB7"/>
    <w:rsid w:val="00F070F5"/>
    <w:rsid w:val="00F0717A"/>
    <w:rsid w:val="00F0729F"/>
    <w:rsid w:val="00F0731D"/>
    <w:rsid w:val="00F073A6"/>
    <w:rsid w:val="00F07472"/>
    <w:rsid w:val="00F07509"/>
    <w:rsid w:val="00F07606"/>
    <w:rsid w:val="00F0763F"/>
    <w:rsid w:val="00F0764A"/>
    <w:rsid w:val="00F077C6"/>
    <w:rsid w:val="00F078EB"/>
    <w:rsid w:val="00F07AF5"/>
    <w:rsid w:val="00F07C63"/>
    <w:rsid w:val="00F07CAC"/>
    <w:rsid w:val="00F07D85"/>
    <w:rsid w:val="00F07E39"/>
    <w:rsid w:val="00F07FAA"/>
    <w:rsid w:val="00F07FEF"/>
    <w:rsid w:val="00F101A1"/>
    <w:rsid w:val="00F10619"/>
    <w:rsid w:val="00F10772"/>
    <w:rsid w:val="00F1080B"/>
    <w:rsid w:val="00F10853"/>
    <w:rsid w:val="00F108A7"/>
    <w:rsid w:val="00F10A02"/>
    <w:rsid w:val="00F10A0F"/>
    <w:rsid w:val="00F10B68"/>
    <w:rsid w:val="00F10CAB"/>
    <w:rsid w:val="00F10CCE"/>
    <w:rsid w:val="00F10DCA"/>
    <w:rsid w:val="00F11118"/>
    <w:rsid w:val="00F11166"/>
    <w:rsid w:val="00F1123D"/>
    <w:rsid w:val="00F112DB"/>
    <w:rsid w:val="00F1166F"/>
    <w:rsid w:val="00F11743"/>
    <w:rsid w:val="00F11862"/>
    <w:rsid w:val="00F1192A"/>
    <w:rsid w:val="00F11CE4"/>
    <w:rsid w:val="00F11D65"/>
    <w:rsid w:val="00F11DAB"/>
    <w:rsid w:val="00F11E59"/>
    <w:rsid w:val="00F11F0A"/>
    <w:rsid w:val="00F11FC0"/>
    <w:rsid w:val="00F12039"/>
    <w:rsid w:val="00F12048"/>
    <w:rsid w:val="00F12081"/>
    <w:rsid w:val="00F12116"/>
    <w:rsid w:val="00F123AE"/>
    <w:rsid w:val="00F123FE"/>
    <w:rsid w:val="00F1241C"/>
    <w:rsid w:val="00F125A6"/>
    <w:rsid w:val="00F12606"/>
    <w:rsid w:val="00F126AC"/>
    <w:rsid w:val="00F126D7"/>
    <w:rsid w:val="00F1279A"/>
    <w:rsid w:val="00F127BA"/>
    <w:rsid w:val="00F12893"/>
    <w:rsid w:val="00F128C5"/>
    <w:rsid w:val="00F12966"/>
    <w:rsid w:val="00F12A0B"/>
    <w:rsid w:val="00F12A87"/>
    <w:rsid w:val="00F12B1D"/>
    <w:rsid w:val="00F12C90"/>
    <w:rsid w:val="00F13097"/>
    <w:rsid w:val="00F132A5"/>
    <w:rsid w:val="00F1340C"/>
    <w:rsid w:val="00F13630"/>
    <w:rsid w:val="00F136F9"/>
    <w:rsid w:val="00F1371A"/>
    <w:rsid w:val="00F138F2"/>
    <w:rsid w:val="00F13A20"/>
    <w:rsid w:val="00F13B8B"/>
    <w:rsid w:val="00F13CF1"/>
    <w:rsid w:val="00F13D90"/>
    <w:rsid w:val="00F14175"/>
    <w:rsid w:val="00F141EB"/>
    <w:rsid w:val="00F1421C"/>
    <w:rsid w:val="00F14248"/>
    <w:rsid w:val="00F142E3"/>
    <w:rsid w:val="00F142F1"/>
    <w:rsid w:val="00F14512"/>
    <w:rsid w:val="00F145CB"/>
    <w:rsid w:val="00F147EE"/>
    <w:rsid w:val="00F1480B"/>
    <w:rsid w:val="00F14823"/>
    <w:rsid w:val="00F14905"/>
    <w:rsid w:val="00F149D5"/>
    <w:rsid w:val="00F14AB0"/>
    <w:rsid w:val="00F14BD4"/>
    <w:rsid w:val="00F14D46"/>
    <w:rsid w:val="00F14E81"/>
    <w:rsid w:val="00F14F46"/>
    <w:rsid w:val="00F14FAC"/>
    <w:rsid w:val="00F15037"/>
    <w:rsid w:val="00F15111"/>
    <w:rsid w:val="00F15266"/>
    <w:rsid w:val="00F15420"/>
    <w:rsid w:val="00F154FD"/>
    <w:rsid w:val="00F15510"/>
    <w:rsid w:val="00F1552E"/>
    <w:rsid w:val="00F157A2"/>
    <w:rsid w:val="00F157A6"/>
    <w:rsid w:val="00F15809"/>
    <w:rsid w:val="00F1585D"/>
    <w:rsid w:val="00F1598A"/>
    <w:rsid w:val="00F15A5D"/>
    <w:rsid w:val="00F15A90"/>
    <w:rsid w:val="00F15A97"/>
    <w:rsid w:val="00F15AE9"/>
    <w:rsid w:val="00F15B5B"/>
    <w:rsid w:val="00F15BCB"/>
    <w:rsid w:val="00F15C4C"/>
    <w:rsid w:val="00F15EAE"/>
    <w:rsid w:val="00F15F8D"/>
    <w:rsid w:val="00F160D6"/>
    <w:rsid w:val="00F16112"/>
    <w:rsid w:val="00F1629F"/>
    <w:rsid w:val="00F1689F"/>
    <w:rsid w:val="00F168FB"/>
    <w:rsid w:val="00F169E8"/>
    <w:rsid w:val="00F16A0E"/>
    <w:rsid w:val="00F16ABD"/>
    <w:rsid w:val="00F16AF2"/>
    <w:rsid w:val="00F16B72"/>
    <w:rsid w:val="00F16B81"/>
    <w:rsid w:val="00F16BA5"/>
    <w:rsid w:val="00F16C4E"/>
    <w:rsid w:val="00F16C7F"/>
    <w:rsid w:val="00F16E4A"/>
    <w:rsid w:val="00F16E8A"/>
    <w:rsid w:val="00F16EA3"/>
    <w:rsid w:val="00F170B8"/>
    <w:rsid w:val="00F172B0"/>
    <w:rsid w:val="00F173F6"/>
    <w:rsid w:val="00F1777A"/>
    <w:rsid w:val="00F177A5"/>
    <w:rsid w:val="00F17866"/>
    <w:rsid w:val="00F17B38"/>
    <w:rsid w:val="00F17B8E"/>
    <w:rsid w:val="00F17BB6"/>
    <w:rsid w:val="00F17C7C"/>
    <w:rsid w:val="00F17CA1"/>
    <w:rsid w:val="00F17D7D"/>
    <w:rsid w:val="00F17E98"/>
    <w:rsid w:val="00F2007B"/>
    <w:rsid w:val="00F203DB"/>
    <w:rsid w:val="00F20719"/>
    <w:rsid w:val="00F20784"/>
    <w:rsid w:val="00F20899"/>
    <w:rsid w:val="00F20B2B"/>
    <w:rsid w:val="00F20CE8"/>
    <w:rsid w:val="00F20E94"/>
    <w:rsid w:val="00F20F36"/>
    <w:rsid w:val="00F20FC8"/>
    <w:rsid w:val="00F21158"/>
    <w:rsid w:val="00F21211"/>
    <w:rsid w:val="00F212FA"/>
    <w:rsid w:val="00F213CB"/>
    <w:rsid w:val="00F21498"/>
    <w:rsid w:val="00F214C9"/>
    <w:rsid w:val="00F21555"/>
    <w:rsid w:val="00F2169B"/>
    <w:rsid w:val="00F21841"/>
    <w:rsid w:val="00F218F8"/>
    <w:rsid w:val="00F219EC"/>
    <w:rsid w:val="00F21AF4"/>
    <w:rsid w:val="00F21BD4"/>
    <w:rsid w:val="00F21FED"/>
    <w:rsid w:val="00F2203B"/>
    <w:rsid w:val="00F22158"/>
    <w:rsid w:val="00F22338"/>
    <w:rsid w:val="00F22503"/>
    <w:rsid w:val="00F225FA"/>
    <w:rsid w:val="00F2299D"/>
    <w:rsid w:val="00F229BE"/>
    <w:rsid w:val="00F229C7"/>
    <w:rsid w:val="00F22A0F"/>
    <w:rsid w:val="00F22A1B"/>
    <w:rsid w:val="00F22B43"/>
    <w:rsid w:val="00F22C0E"/>
    <w:rsid w:val="00F22C78"/>
    <w:rsid w:val="00F22D73"/>
    <w:rsid w:val="00F22D74"/>
    <w:rsid w:val="00F22FF5"/>
    <w:rsid w:val="00F23109"/>
    <w:rsid w:val="00F23112"/>
    <w:rsid w:val="00F23118"/>
    <w:rsid w:val="00F2319F"/>
    <w:rsid w:val="00F232C0"/>
    <w:rsid w:val="00F2338F"/>
    <w:rsid w:val="00F23427"/>
    <w:rsid w:val="00F234D0"/>
    <w:rsid w:val="00F2352E"/>
    <w:rsid w:val="00F236BC"/>
    <w:rsid w:val="00F2379F"/>
    <w:rsid w:val="00F237FE"/>
    <w:rsid w:val="00F23809"/>
    <w:rsid w:val="00F23992"/>
    <w:rsid w:val="00F23AEF"/>
    <w:rsid w:val="00F23B61"/>
    <w:rsid w:val="00F23C33"/>
    <w:rsid w:val="00F23C4B"/>
    <w:rsid w:val="00F23E3C"/>
    <w:rsid w:val="00F23E8A"/>
    <w:rsid w:val="00F23EB5"/>
    <w:rsid w:val="00F24100"/>
    <w:rsid w:val="00F241EA"/>
    <w:rsid w:val="00F242EB"/>
    <w:rsid w:val="00F242FF"/>
    <w:rsid w:val="00F24336"/>
    <w:rsid w:val="00F24362"/>
    <w:rsid w:val="00F243AD"/>
    <w:rsid w:val="00F24484"/>
    <w:rsid w:val="00F24586"/>
    <w:rsid w:val="00F24608"/>
    <w:rsid w:val="00F24769"/>
    <w:rsid w:val="00F247F2"/>
    <w:rsid w:val="00F248C6"/>
    <w:rsid w:val="00F248F2"/>
    <w:rsid w:val="00F24928"/>
    <w:rsid w:val="00F2492E"/>
    <w:rsid w:val="00F2493C"/>
    <w:rsid w:val="00F24A16"/>
    <w:rsid w:val="00F24B2F"/>
    <w:rsid w:val="00F24B37"/>
    <w:rsid w:val="00F24E93"/>
    <w:rsid w:val="00F24ECD"/>
    <w:rsid w:val="00F24EEF"/>
    <w:rsid w:val="00F24F20"/>
    <w:rsid w:val="00F24F61"/>
    <w:rsid w:val="00F25354"/>
    <w:rsid w:val="00F253D1"/>
    <w:rsid w:val="00F25444"/>
    <w:rsid w:val="00F25508"/>
    <w:rsid w:val="00F2552B"/>
    <w:rsid w:val="00F2552E"/>
    <w:rsid w:val="00F25530"/>
    <w:rsid w:val="00F258B8"/>
    <w:rsid w:val="00F25977"/>
    <w:rsid w:val="00F25B67"/>
    <w:rsid w:val="00F25BD1"/>
    <w:rsid w:val="00F25FFD"/>
    <w:rsid w:val="00F2602C"/>
    <w:rsid w:val="00F261B1"/>
    <w:rsid w:val="00F2624D"/>
    <w:rsid w:val="00F262AD"/>
    <w:rsid w:val="00F262FD"/>
    <w:rsid w:val="00F2635D"/>
    <w:rsid w:val="00F26612"/>
    <w:rsid w:val="00F266CD"/>
    <w:rsid w:val="00F267BD"/>
    <w:rsid w:val="00F268F7"/>
    <w:rsid w:val="00F26992"/>
    <w:rsid w:val="00F269C5"/>
    <w:rsid w:val="00F26A20"/>
    <w:rsid w:val="00F26C9D"/>
    <w:rsid w:val="00F26CE6"/>
    <w:rsid w:val="00F26CE8"/>
    <w:rsid w:val="00F26E0A"/>
    <w:rsid w:val="00F26E15"/>
    <w:rsid w:val="00F26E45"/>
    <w:rsid w:val="00F27080"/>
    <w:rsid w:val="00F27093"/>
    <w:rsid w:val="00F270B3"/>
    <w:rsid w:val="00F2723A"/>
    <w:rsid w:val="00F272F1"/>
    <w:rsid w:val="00F2732A"/>
    <w:rsid w:val="00F2745C"/>
    <w:rsid w:val="00F275FF"/>
    <w:rsid w:val="00F27666"/>
    <w:rsid w:val="00F276B5"/>
    <w:rsid w:val="00F27723"/>
    <w:rsid w:val="00F277D6"/>
    <w:rsid w:val="00F277EA"/>
    <w:rsid w:val="00F277F8"/>
    <w:rsid w:val="00F27851"/>
    <w:rsid w:val="00F2785D"/>
    <w:rsid w:val="00F2788C"/>
    <w:rsid w:val="00F27A99"/>
    <w:rsid w:val="00F27AA3"/>
    <w:rsid w:val="00F27AFD"/>
    <w:rsid w:val="00F27BA8"/>
    <w:rsid w:val="00F30013"/>
    <w:rsid w:val="00F3022B"/>
    <w:rsid w:val="00F30234"/>
    <w:rsid w:val="00F30578"/>
    <w:rsid w:val="00F306F6"/>
    <w:rsid w:val="00F306FE"/>
    <w:rsid w:val="00F309DA"/>
    <w:rsid w:val="00F30A1E"/>
    <w:rsid w:val="00F30AEE"/>
    <w:rsid w:val="00F30AF8"/>
    <w:rsid w:val="00F30B82"/>
    <w:rsid w:val="00F30D5B"/>
    <w:rsid w:val="00F30D7A"/>
    <w:rsid w:val="00F30EC8"/>
    <w:rsid w:val="00F30EE5"/>
    <w:rsid w:val="00F30EEC"/>
    <w:rsid w:val="00F30F88"/>
    <w:rsid w:val="00F31254"/>
    <w:rsid w:val="00F31506"/>
    <w:rsid w:val="00F3159B"/>
    <w:rsid w:val="00F315C4"/>
    <w:rsid w:val="00F315D5"/>
    <w:rsid w:val="00F31660"/>
    <w:rsid w:val="00F31689"/>
    <w:rsid w:val="00F3170A"/>
    <w:rsid w:val="00F3178E"/>
    <w:rsid w:val="00F31867"/>
    <w:rsid w:val="00F31A5A"/>
    <w:rsid w:val="00F31B2A"/>
    <w:rsid w:val="00F31B71"/>
    <w:rsid w:val="00F31C26"/>
    <w:rsid w:val="00F31CFE"/>
    <w:rsid w:val="00F32064"/>
    <w:rsid w:val="00F320ED"/>
    <w:rsid w:val="00F32157"/>
    <w:rsid w:val="00F322C9"/>
    <w:rsid w:val="00F32373"/>
    <w:rsid w:val="00F32464"/>
    <w:rsid w:val="00F32493"/>
    <w:rsid w:val="00F32929"/>
    <w:rsid w:val="00F32A53"/>
    <w:rsid w:val="00F32AEA"/>
    <w:rsid w:val="00F32BE2"/>
    <w:rsid w:val="00F32C5E"/>
    <w:rsid w:val="00F32DA8"/>
    <w:rsid w:val="00F32E03"/>
    <w:rsid w:val="00F330CF"/>
    <w:rsid w:val="00F3333E"/>
    <w:rsid w:val="00F333D8"/>
    <w:rsid w:val="00F333E3"/>
    <w:rsid w:val="00F334BF"/>
    <w:rsid w:val="00F337DF"/>
    <w:rsid w:val="00F33949"/>
    <w:rsid w:val="00F33A52"/>
    <w:rsid w:val="00F33AC2"/>
    <w:rsid w:val="00F33C08"/>
    <w:rsid w:val="00F33DDD"/>
    <w:rsid w:val="00F33FCF"/>
    <w:rsid w:val="00F34001"/>
    <w:rsid w:val="00F34088"/>
    <w:rsid w:val="00F34116"/>
    <w:rsid w:val="00F342D0"/>
    <w:rsid w:val="00F344F9"/>
    <w:rsid w:val="00F346BC"/>
    <w:rsid w:val="00F3480F"/>
    <w:rsid w:val="00F349B0"/>
    <w:rsid w:val="00F34AE1"/>
    <w:rsid w:val="00F34B15"/>
    <w:rsid w:val="00F34B78"/>
    <w:rsid w:val="00F34DD4"/>
    <w:rsid w:val="00F3505A"/>
    <w:rsid w:val="00F352CF"/>
    <w:rsid w:val="00F35541"/>
    <w:rsid w:val="00F3563D"/>
    <w:rsid w:val="00F35653"/>
    <w:rsid w:val="00F3570C"/>
    <w:rsid w:val="00F3570E"/>
    <w:rsid w:val="00F35BDF"/>
    <w:rsid w:val="00F35D60"/>
    <w:rsid w:val="00F363B2"/>
    <w:rsid w:val="00F36547"/>
    <w:rsid w:val="00F36655"/>
    <w:rsid w:val="00F366DF"/>
    <w:rsid w:val="00F3676D"/>
    <w:rsid w:val="00F36783"/>
    <w:rsid w:val="00F3681B"/>
    <w:rsid w:val="00F3687B"/>
    <w:rsid w:val="00F368A2"/>
    <w:rsid w:val="00F36B10"/>
    <w:rsid w:val="00F36BF1"/>
    <w:rsid w:val="00F36C3B"/>
    <w:rsid w:val="00F36D35"/>
    <w:rsid w:val="00F36D43"/>
    <w:rsid w:val="00F36D6C"/>
    <w:rsid w:val="00F36DF1"/>
    <w:rsid w:val="00F36E25"/>
    <w:rsid w:val="00F36E61"/>
    <w:rsid w:val="00F36F1F"/>
    <w:rsid w:val="00F370B4"/>
    <w:rsid w:val="00F37197"/>
    <w:rsid w:val="00F37212"/>
    <w:rsid w:val="00F372A5"/>
    <w:rsid w:val="00F373D4"/>
    <w:rsid w:val="00F37463"/>
    <w:rsid w:val="00F3747B"/>
    <w:rsid w:val="00F3758B"/>
    <w:rsid w:val="00F376AE"/>
    <w:rsid w:val="00F3776D"/>
    <w:rsid w:val="00F37876"/>
    <w:rsid w:val="00F378B0"/>
    <w:rsid w:val="00F378C2"/>
    <w:rsid w:val="00F379CF"/>
    <w:rsid w:val="00F37B16"/>
    <w:rsid w:val="00F37BF4"/>
    <w:rsid w:val="00F37F6A"/>
    <w:rsid w:val="00F40062"/>
    <w:rsid w:val="00F400A0"/>
    <w:rsid w:val="00F400D9"/>
    <w:rsid w:val="00F40152"/>
    <w:rsid w:val="00F40263"/>
    <w:rsid w:val="00F40272"/>
    <w:rsid w:val="00F402E0"/>
    <w:rsid w:val="00F40302"/>
    <w:rsid w:val="00F403B5"/>
    <w:rsid w:val="00F404DE"/>
    <w:rsid w:val="00F40584"/>
    <w:rsid w:val="00F40608"/>
    <w:rsid w:val="00F4063B"/>
    <w:rsid w:val="00F4079E"/>
    <w:rsid w:val="00F40A13"/>
    <w:rsid w:val="00F40A5A"/>
    <w:rsid w:val="00F40C13"/>
    <w:rsid w:val="00F40C46"/>
    <w:rsid w:val="00F40D54"/>
    <w:rsid w:val="00F40F91"/>
    <w:rsid w:val="00F40FD7"/>
    <w:rsid w:val="00F40FE1"/>
    <w:rsid w:val="00F40FE9"/>
    <w:rsid w:val="00F4100A"/>
    <w:rsid w:val="00F41052"/>
    <w:rsid w:val="00F41095"/>
    <w:rsid w:val="00F41150"/>
    <w:rsid w:val="00F4141A"/>
    <w:rsid w:val="00F41586"/>
    <w:rsid w:val="00F4163F"/>
    <w:rsid w:val="00F41668"/>
    <w:rsid w:val="00F417BD"/>
    <w:rsid w:val="00F4182A"/>
    <w:rsid w:val="00F41A4C"/>
    <w:rsid w:val="00F41B0B"/>
    <w:rsid w:val="00F41C7D"/>
    <w:rsid w:val="00F41DA1"/>
    <w:rsid w:val="00F41E1B"/>
    <w:rsid w:val="00F41EB5"/>
    <w:rsid w:val="00F41F4D"/>
    <w:rsid w:val="00F423AF"/>
    <w:rsid w:val="00F423EA"/>
    <w:rsid w:val="00F42482"/>
    <w:rsid w:val="00F42673"/>
    <w:rsid w:val="00F4270F"/>
    <w:rsid w:val="00F4282B"/>
    <w:rsid w:val="00F42870"/>
    <w:rsid w:val="00F429DF"/>
    <w:rsid w:val="00F42A2B"/>
    <w:rsid w:val="00F42B09"/>
    <w:rsid w:val="00F42B0A"/>
    <w:rsid w:val="00F42B83"/>
    <w:rsid w:val="00F42BB2"/>
    <w:rsid w:val="00F42D4A"/>
    <w:rsid w:val="00F42D80"/>
    <w:rsid w:val="00F42E11"/>
    <w:rsid w:val="00F42E4A"/>
    <w:rsid w:val="00F42E58"/>
    <w:rsid w:val="00F42F2F"/>
    <w:rsid w:val="00F43017"/>
    <w:rsid w:val="00F4301A"/>
    <w:rsid w:val="00F4303D"/>
    <w:rsid w:val="00F43152"/>
    <w:rsid w:val="00F4318E"/>
    <w:rsid w:val="00F4336C"/>
    <w:rsid w:val="00F43435"/>
    <w:rsid w:val="00F43475"/>
    <w:rsid w:val="00F435B2"/>
    <w:rsid w:val="00F435F8"/>
    <w:rsid w:val="00F4361F"/>
    <w:rsid w:val="00F43679"/>
    <w:rsid w:val="00F43710"/>
    <w:rsid w:val="00F437A6"/>
    <w:rsid w:val="00F438D7"/>
    <w:rsid w:val="00F43A52"/>
    <w:rsid w:val="00F43AA3"/>
    <w:rsid w:val="00F43BEE"/>
    <w:rsid w:val="00F43F08"/>
    <w:rsid w:val="00F43F48"/>
    <w:rsid w:val="00F43F6F"/>
    <w:rsid w:val="00F44034"/>
    <w:rsid w:val="00F44070"/>
    <w:rsid w:val="00F440DC"/>
    <w:rsid w:val="00F4437B"/>
    <w:rsid w:val="00F44524"/>
    <w:rsid w:val="00F44563"/>
    <w:rsid w:val="00F44AD0"/>
    <w:rsid w:val="00F44C7E"/>
    <w:rsid w:val="00F44CC7"/>
    <w:rsid w:val="00F44D46"/>
    <w:rsid w:val="00F44EB1"/>
    <w:rsid w:val="00F44ED6"/>
    <w:rsid w:val="00F44F1A"/>
    <w:rsid w:val="00F45225"/>
    <w:rsid w:val="00F4526A"/>
    <w:rsid w:val="00F4533F"/>
    <w:rsid w:val="00F453BB"/>
    <w:rsid w:val="00F453EC"/>
    <w:rsid w:val="00F45409"/>
    <w:rsid w:val="00F45466"/>
    <w:rsid w:val="00F45475"/>
    <w:rsid w:val="00F45496"/>
    <w:rsid w:val="00F4559E"/>
    <w:rsid w:val="00F45706"/>
    <w:rsid w:val="00F457AD"/>
    <w:rsid w:val="00F45867"/>
    <w:rsid w:val="00F45BF4"/>
    <w:rsid w:val="00F45D6E"/>
    <w:rsid w:val="00F45E72"/>
    <w:rsid w:val="00F45E8B"/>
    <w:rsid w:val="00F45F38"/>
    <w:rsid w:val="00F4606D"/>
    <w:rsid w:val="00F4610E"/>
    <w:rsid w:val="00F4622F"/>
    <w:rsid w:val="00F46240"/>
    <w:rsid w:val="00F46356"/>
    <w:rsid w:val="00F4643F"/>
    <w:rsid w:val="00F464E2"/>
    <w:rsid w:val="00F46519"/>
    <w:rsid w:val="00F4658E"/>
    <w:rsid w:val="00F465B6"/>
    <w:rsid w:val="00F4665D"/>
    <w:rsid w:val="00F46720"/>
    <w:rsid w:val="00F4674C"/>
    <w:rsid w:val="00F467B4"/>
    <w:rsid w:val="00F468A5"/>
    <w:rsid w:val="00F46923"/>
    <w:rsid w:val="00F46A03"/>
    <w:rsid w:val="00F46A04"/>
    <w:rsid w:val="00F46AF8"/>
    <w:rsid w:val="00F46CEA"/>
    <w:rsid w:val="00F46E21"/>
    <w:rsid w:val="00F46E6D"/>
    <w:rsid w:val="00F46E9E"/>
    <w:rsid w:val="00F46EF2"/>
    <w:rsid w:val="00F46EFA"/>
    <w:rsid w:val="00F46F22"/>
    <w:rsid w:val="00F47027"/>
    <w:rsid w:val="00F470F7"/>
    <w:rsid w:val="00F4728F"/>
    <w:rsid w:val="00F47398"/>
    <w:rsid w:val="00F4744A"/>
    <w:rsid w:val="00F474FF"/>
    <w:rsid w:val="00F47562"/>
    <w:rsid w:val="00F475D8"/>
    <w:rsid w:val="00F4770B"/>
    <w:rsid w:val="00F47834"/>
    <w:rsid w:val="00F47859"/>
    <w:rsid w:val="00F47883"/>
    <w:rsid w:val="00F47987"/>
    <w:rsid w:val="00F47AF9"/>
    <w:rsid w:val="00F47B8D"/>
    <w:rsid w:val="00F47C0B"/>
    <w:rsid w:val="00F47E77"/>
    <w:rsid w:val="00F47F16"/>
    <w:rsid w:val="00F47F76"/>
    <w:rsid w:val="00F47FCD"/>
    <w:rsid w:val="00F501E8"/>
    <w:rsid w:val="00F5021C"/>
    <w:rsid w:val="00F503E2"/>
    <w:rsid w:val="00F50529"/>
    <w:rsid w:val="00F5063B"/>
    <w:rsid w:val="00F506B1"/>
    <w:rsid w:val="00F5083F"/>
    <w:rsid w:val="00F50893"/>
    <w:rsid w:val="00F50B7F"/>
    <w:rsid w:val="00F50E4C"/>
    <w:rsid w:val="00F50EDC"/>
    <w:rsid w:val="00F50F16"/>
    <w:rsid w:val="00F51263"/>
    <w:rsid w:val="00F51437"/>
    <w:rsid w:val="00F51630"/>
    <w:rsid w:val="00F516E6"/>
    <w:rsid w:val="00F517D0"/>
    <w:rsid w:val="00F517F5"/>
    <w:rsid w:val="00F518D5"/>
    <w:rsid w:val="00F518FE"/>
    <w:rsid w:val="00F51934"/>
    <w:rsid w:val="00F51B12"/>
    <w:rsid w:val="00F51E6D"/>
    <w:rsid w:val="00F51FCC"/>
    <w:rsid w:val="00F520BE"/>
    <w:rsid w:val="00F520D1"/>
    <w:rsid w:val="00F5214B"/>
    <w:rsid w:val="00F52262"/>
    <w:rsid w:val="00F52796"/>
    <w:rsid w:val="00F52902"/>
    <w:rsid w:val="00F52A05"/>
    <w:rsid w:val="00F52AA6"/>
    <w:rsid w:val="00F52AD9"/>
    <w:rsid w:val="00F52AF2"/>
    <w:rsid w:val="00F52B1D"/>
    <w:rsid w:val="00F52B35"/>
    <w:rsid w:val="00F52D25"/>
    <w:rsid w:val="00F531E6"/>
    <w:rsid w:val="00F5322D"/>
    <w:rsid w:val="00F532CF"/>
    <w:rsid w:val="00F5334E"/>
    <w:rsid w:val="00F5348C"/>
    <w:rsid w:val="00F534A0"/>
    <w:rsid w:val="00F53599"/>
    <w:rsid w:val="00F53653"/>
    <w:rsid w:val="00F536DF"/>
    <w:rsid w:val="00F53729"/>
    <w:rsid w:val="00F53733"/>
    <w:rsid w:val="00F537FD"/>
    <w:rsid w:val="00F53877"/>
    <w:rsid w:val="00F53986"/>
    <w:rsid w:val="00F539F2"/>
    <w:rsid w:val="00F53A50"/>
    <w:rsid w:val="00F53B23"/>
    <w:rsid w:val="00F53B63"/>
    <w:rsid w:val="00F53B76"/>
    <w:rsid w:val="00F53BC3"/>
    <w:rsid w:val="00F53C88"/>
    <w:rsid w:val="00F53DFD"/>
    <w:rsid w:val="00F53E4E"/>
    <w:rsid w:val="00F53F46"/>
    <w:rsid w:val="00F53F77"/>
    <w:rsid w:val="00F54318"/>
    <w:rsid w:val="00F544C1"/>
    <w:rsid w:val="00F545BA"/>
    <w:rsid w:val="00F546CF"/>
    <w:rsid w:val="00F547AE"/>
    <w:rsid w:val="00F54806"/>
    <w:rsid w:val="00F5481B"/>
    <w:rsid w:val="00F549C6"/>
    <w:rsid w:val="00F54A29"/>
    <w:rsid w:val="00F54AED"/>
    <w:rsid w:val="00F54B60"/>
    <w:rsid w:val="00F54CE5"/>
    <w:rsid w:val="00F54DED"/>
    <w:rsid w:val="00F54FD8"/>
    <w:rsid w:val="00F55004"/>
    <w:rsid w:val="00F55070"/>
    <w:rsid w:val="00F550CD"/>
    <w:rsid w:val="00F550F3"/>
    <w:rsid w:val="00F55163"/>
    <w:rsid w:val="00F5518A"/>
    <w:rsid w:val="00F552BF"/>
    <w:rsid w:val="00F553C3"/>
    <w:rsid w:val="00F55673"/>
    <w:rsid w:val="00F558E2"/>
    <w:rsid w:val="00F55A12"/>
    <w:rsid w:val="00F55A48"/>
    <w:rsid w:val="00F55A9C"/>
    <w:rsid w:val="00F55B66"/>
    <w:rsid w:val="00F55C54"/>
    <w:rsid w:val="00F55C8D"/>
    <w:rsid w:val="00F55D5F"/>
    <w:rsid w:val="00F55EAE"/>
    <w:rsid w:val="00F55F18"/>
    <w:rsid w:val="00F55FCC"/>
    <w:rsid w:val="00F56246"/>
    <w:rsid w:val="00F56362"/>
    <w:rsid w:val="00F565C5"/>
    <w:rsid w:val="00F565E0"/>
    <w:rsid w:val="00F566AE"/>
    <w:rsid w:val="00F569FB"/>
    <w:rsid w:val="00F56A30"/>
    <w:rsid w:val="00F56A62"/>
    <w:rsid w:val="00F56B32"/>
    <w:rsid w:val="00F56B35"/>
    <w:rsid w:val="00F56B7E"/>
    <w:rsid w:val="00F56DF9"/>
    <w:rsid w:val="00F5711B"/>
    <w:rsid w:val="00F57470"/>
    <w:rsid w:val="00F57553"/>
    <w:rsid w:val="00F57614"/>
    <w:rsid w:val="00F57662"/>
    <w:rsid w:val="00F5769E"/>
    <w:rsid w:val="00F576FF"/>
    <w:rsid w:val="00F5777A"/>
    <w:rsid w:val="00F578FD"/>
    <w:rsid w:val="00F57A6F"/>
    <w:rsid w:val="00F57ECE"/>
    <w:rsid w:val="00F57F80"/>
    <w:rsid w:val="00F6010F"/>
    <w:rsid w:val="00F6044E"/>
    <w:rsid w:val="00F605AD"/>
    <w:rsid w:val="00F606F5"/>
    <w:rsid w:val="00F6079D"/>
    <w:rsid w:val="00F60850"/>
    <w:rsid w:val="00F60A36"/>
    <w:rsid w:val="00F60A9B"/>
    <w:rsid w:val="00F60AAF"/>
    <w:rsid w:val="00F60B05"/>
    <w:rsid w:val="00F60CA0"/>
    <w:rsid w:val="00F60EDA"/>
    <w:rsid w:val="00F60EEC"/>
    <w:rsid w:val="00F610F9"/>
    <w:rsid w:val="00F6144E"/>
    <w:rsid w:val="00F614CC"/>
    <w:rsid w:val="00F6153F"/>
    <w:rsid w:val="00F61565"/>
    <w:rsid w:val="00F61566"/>
    <w:rsid w:val="00F6156E"/>
    <w:rsid w:val="00F6157A"/>
    <w:rsid w:val="00F61730"/>
    <w:rsid w:val="00F61809"/>
    <w:rsid w:val="00F618E4"/>
    <w:rsid w:val="00F618F4"/>
    <w:rsid w:val="00F61C68"/>
    <w:rsid w:val="00F61F5D"/>
    <w:rsid w:val="00F620B0"/>
    <w:rsid w:val="00F62114"/>
    <w:rsid w:val="00F62179"/>
    <w:rsid w:val="00F6236E"/>
    <w:rsid w:val="00F623AD"/>
    <w:rsid w:val="00F62463"/>
    <w:rsid w:val="00F6253C"/>
    <w:rsid w:val="00F62800"/>
    <w:rsid w:val="00F628FD"/>
    <w:rsid w:val="00F62C21"/>
    <w:rsid w:val="00F62FFF"/>
    <w:rsid w:val="00F6303F"/>
    <w:rsid w:val="00F63127"/>
    <w:rsid w:val="00F631F8"/>
    <w:rsid w:val="00F63319"/>
    <w:rsid w:val="00F63321"/>
    <w:rsid w:val="00F6352C"/>
    <w:rsid w:val="00F63555"/>
    <w:rsid w:val="00F635BD"/>
    <w:rsid w:val="00F636EB"/>
    <w:rsid w:val="00F63779"/>
    <w:rsid w:val="00F6377D"/>
    <w:rsid w:val="00F637A0"/>
    <w:rsid w:val="00F637E9"/>
    <w:rsid w:val="00F639AA"/>
    <w:rsid w:val="00F63B18"/>
    <w:rsid w:val="00F63B7C"/>
    <w:rsid w:val="00F63D8A"/>
    <w:rsid w:val="00F63F6B"/>
    <w:rsid w:val="00F63FC3"/>
    <w:rsid w:val="00F64081"/>
    <w:rsid w:val="00F64092"/>
    <w:rsid w:val="00F640D3"/>
    <w:rsid w:val="00F6423B"/>
    <w:rsid w:val="00F642A3"/>
    <w:rsid w:val="00F64310"/>
    <w:rsid w:val="00F643F4"/>
    <w:rsid w:val="00F645AC"/>
    <w:rsid w:val="00F645AE"/>
    <w:rsid w:val="00F64668"/>
    <w:rsid w:val="00F6474C"/>
    <w:rsid w:val="00F64794"/>
    <w:rsid w:val="00F64921"/>
    <w:rsid w:val="00F64C10"/>
    <w:rsid w:val="00F64C9F"/>
    <w:rsid w:val="00F64E80"/>
    <w:rsid w:val="00F651FB"/>
    <w:rsid w:val="00F6552E"/>
    <w:rsid w:val="00F6581C"/>
    <w:rsid w:val="00F6592B"/>
    <w:rsid w:val="00F65987"/>
    <w:rsid w:val="00F659B6"/>
    <w:rsid w:val="00F65A8B"/>
    <w:rsid w:val="00F65BA5"/>
    <w:rsid w:val="00F65CF4"/>
    <w:rsid w:val="00F65DAC"/>
    <w:rsid w:val="00F65E3A"/>
    <w:rsid w:val="00F65F93"/>
    <w:rsid w:val="00F65FA5"/>
    <w:rsid w:val="00F65FAB"/>
    <w:rsid w:val="00F66138"/>
    <w:rsid w:val="00F661ED"/>
    <w:rsid w:val="00F66480"/>
    <w:rsid w:val="00F6662F"/>
    <w:rsid w:val="00F66855"/>
    <w:rsid w:val="00F66918"/>
    <w:rsid w:val="00F66CE9"/>
    <w:rsid w:val="00F66CEB"/>
    <w:rsid w:val="00F66D04"/>
    <w:rsid w:val="00F66E7F"/>
    <w:rsid w:val="00F67294"/>
    <w:rsid w:val="00F672D2"/>
    <w:rsid w:val="00F67357"/>
    <w:rsid w:val="00F6759D"/>
    <w:rsid w:val="00F67836"/>
    <w:rsid w:val="00F67879"/>
    <w:rsid w:val="00F678D5"/>
    <w:rsid w:val="00F678DC"/>
    <w:rsid w:val="00F6792E"/>
    <w:rsid w:val="00F67B11"/>
    <w:rsid w:val="00F67FD1"/>
    <w:rsid w:val="00F7014D"/>
    <w:rsid w:val="00F70301"/>
    <w:rsid w:val="00F70414"/>
    <w:rsid w:val="00F70436"/>
    <w:rsid w:val="00F704C4"/>
    <w:rsid w:val="00F70677"/>
    <w:rsid w:val="00F708C0"/>
    <w:rsid w:val="00F708C8"/>
    <w:rsid w:val="00F709C6"/>
    <w:rsid w:val="00F70AA6"/>
    <w:rsid w:val="00F70B43"/>
    <w:rsid w:val="00F70B9E"/>
    <w:rsid w:val="00F70F04"/>
    <w:rsid w:val="00F710DE"/>
    <w:rsid w:val="00F710E1"/>
    <w:rsid w:val="00F71150"/>
    <w:rsid w:val="00F711D6"/>
    <w:rsid w:val="00F71344"/>
    <w:rsid w:val="00F71490"/>
    <w:rsid w:val="00F715AD"/>
    <w:rsid w:val="00F71AEB"/>
    <w:rsid w:val="00F71B2A"/>
    <w:rsid w:val="00F71B2E"/>
    <w:rsid w:val="00F71CB5"/>
    <w:rsid w:val="00F71CD5"/>
    <w:rsid w:val="00F71E06"/>
    <w:rsid w:val="00F71E1A"/>
    <w:rsid w:val="00F71F12"/>
    <w:rsid w:val="00F71FD4"/>
    <w:rsid w:val="00F72097"/>
    <w:rsid w:val="00F720DB"/>
    <w:rsid w:val="00F721E7"/>
    <w:rsid w:val="00F7226E"/>
    <w:rsid w:val="00F7227A"/>
    <w:rsid w:val="00F722C3"/>
    <w:rsid w:val="00F72398"/>
    <w:rsid w:val="00F72442"/>
    <w:rsid w:val="00F726BD"/>
    <w:rsid w:val="00F72995"/>
    <w:rsid w:val="00F72A23"/>
    <w:rsid w:val="00F72A4D"/>
    <w:rsid w:val="00F72ADC"/>
    <w:rsid w:val="00F72BA6"/>
    <w:rsid w:val="00F72BE9"/>
    <w:rsid w:val="00F72E23"/>
    <w:rsid w:val="00F72EA2"/>
    <w:rsid w:val="00F730D4"/>
    <w:rsid w:val="00F731DE"/>
    <w:rsid w:val="00F73205"/>
    <w:rsid w:val="00F73257"/>
    <w:rsid w:val="00F732A0"/>
    <w:rsid w:val="00F733BB"/>
    <w:rsid w:val="00F733C8"/>
    <w:rsid w:val="00F73493"/>
    <w:rsid w:val="00F735A4"/>
    <w:rsid w:val="00F736A5"/>
    <w:rsid w:val="00F73759"/>
    <w:rsid w:val="00F737AC"/>
    <w:rsid w:val="00F737F0"/>
    <w:rsid w:val="00F73962"/>
    <w:rsid w:val="00F739E8"/>
    <w:rsid w:val="00F73BAF"/>
    <w:rsid w:val="00F73D07"/>
    <w:rsid w:val="00F73DB1"/>
    <w:rsid w:val="00F73EEB"/>
    <w:rsid w:val="00F73F75"/>
    <w:rsid w:val="00F73FCA"/>
    <w:rsid w:val="00F7413F"/>
    <w:rsid w:val="00F741D2"/>
    <w:rsid w:val="00F74278"/>
    <w:rsid w:val="00F74292"/>
    <w:rsid w:val="00F7435B"/>
    <w:rsid w:val="00F743B9"/>
    <w:rsid w:val="00F7447F"/>
    <w:rsid w:val="00F744F7"/>
    <w:rsid w:val="00F745B9"/>
    <w:rsid w:val="00F74602"/>
    <w:rsid w:val="00F74674"/>
    <w:rsid w:val="00F7468C"/>
    <w:rsid w:val="00F747CE"/>
    <w:rsid w:val="00F74A03"/>
    <w:rsid w:val="00F74B48"/>
    <w:rsid w:val="00F74C42"/>
    <w:rsid w:val="00F74CF2"/>
    <w:rsid w:val="00F74ED2"/>
    <w:rsid w:val="00F74EEF"/>
    <w:rsid w:val="00F74F22"/>
    <w:rsid w:val="00F752C2"/>
    <w:rsid w:val="00F752EC"/>
    <w:rsid w:val="00F7539B"/>
    <w:rsid w:val="00F7549F"/>
    <w:rsid w:val="00F7555A"/>
    <w:rsid w:val="00F755B6"/>
    <w:rsid w:val="00F755E1"/>
    <w:rsid w:val="00F75607"/>
    <w:rsid w:val="00F75651"/>
    <w:rsid w:val="00F756DE"/>
    <w:rsid w:val="00F756F7"/>
    <w:rsid w:val="00F75768"/>
    <w:rsid w:val="00F75839"/>
    <w:rsid w:val="00F758D1"/>
    <w:rsid w:val="00F75900"/>
    <w:rsid w:val="00F75A1E"/>
    <w:rsid w:val="00F75A3D"/>
    <w:rsid w:val="00F75A89"/>
    <w:rsid w:val="00F75AE4"/>
    <w:rsid w:val="00F75B12"/>
    <w:rsid w:val="00F75BBE"/>
    <w:rsid w:val="00F75F7E"/>
    <w:rsid w:val="00F761D8"/>
    <w:rsid w:val="00F762B0"/>
    <w:rsid w:val="00F762F3"/>
    <w:rsid w:val="00F763D3"/>
    <w:rsid w:val="00F76495"/>
    <w:rsid w:val="00F764B3"/>
    <w:rsid w:val="00F766B6"/>
    <w:rsid w:val="00F767CE"/>
    <w:rsid w:val="00F76C6C"/>
    <w:rsid w:val="00F76CEA"/>
    <w:rsid w:val="00F76E11"/>
    <w:rsid w:val="00F76EF8"/>
    <w:rsid w:val="00F76F66"/>
    <w:rsid w:val="00F76FF3"/>
    <w:rsid w:val="00F771B6"/>
    <w:rsid w:val="00F772B5"/>
    <w:rsid w:val="00F7733D"/>
    <w:rsid w:val="00F7735F"/>
    <w:rsid w:val="00F773EE"/>
    <w:rsid w:val="00F7749B"/>
    <w:rsid w:val="00F774C4"/>
    <w:rsid w:val="00F7768A"/>
    <w:rsid w:val="00F77834"/>
    <w:rsid w:val="00F779A3"/>
    <w:rsid w:val="00F77A60"/>
    <w:rsid w:val="00F77CC2"/>
    <w:rsid w:val="00F77F07"/>
    <w:rsid w:val="00F809DA"/>
    <w:rsid w:val="00F80D39"/>
    <w:rsid w:val="00F80E25"/>
    <w:rsid w:val="00F80F3A"/>
    <w:rsid w:val="00F8104A"/>
    <w:rsid w:val="00F810BC"/>
    <w:rsid w:val="00F81169"/>
    <w:rsid w:val="00F8132D"/>
    <w:rsid w:val="00F8139B"/>
    <w:rsid w:val="00F81517"/>
    <w:rsid w:val="00F815E8"/>
    <w:rsid w:val="00F8163A"/>
    <w:rsid w:val="00F81727"/>
    <w:rsid w:val="00F81875"/>
    <w:rsid w:val="00F818CB"/>
    <w:rsid w:val="00F818E5"/>
    <w:rsid w:val="00F81A39"/>
    <w:rsid w:val="00F81C78"/>
    <w:rsid w:val="00F81E6C"/>
    <w:rsid w:val="00F81EBD"/>
    <w:rsid w:val="00F81F6F"/>
    <w:rsid w:val="00F823F6"/>
    <w:rsid w:val="00F8241C"/>
    <w:rsid w:val="00F826B0"/>
    <w:rsid w:val="00F82A61"/>
    <w:rsid w:val="00F82D6D"/>
    <w:rsid w:val="00F82DDB"/>
    <w:rsid w:val="00F83056"/>
    <w:rsid w:val="00F83225"/>
    <w:rsid w:val="00F8333B"/>
    <w:rsid w:val="00F83380"/>
    <w:rsid w:val="00F834AC"/>
    <w:rsid w:val="00F834C8"/>
    <w:rsid w:val="00F8350D"/>
    <w:rsid w:val="00F83532"/>
    <w:rsid w:val="00F836EB"/>
    <w:rsid w:val="00F83728"/>
    <w:rsid w:val="00F8384E"/>
    <w:rsid w:val="00F83850"/>
    <w:rsid w:val="00F83AC7"/>
    <w:rsid w:val="00F83B77"/>
    <w:rsid w:val="00F83D1F"/>
    <w:rsid w:val="00F83F70"/>
    <w:rsid w:val="00F83FC0"/>
    <w:rsid w:val="00F84013"/>
    <w:rsid w:val="00F8409C"/>
    <w:rsid w:val="00F8419C"/>
    <w:rsid w:val="00F841DB"/>
    <w:rsid w:val="00F84247"/>
    <w:rsid w:val="00F844CA"/>
    <w:rsid w:val="00F84520"/>
    <w:rsid w:val="00F846CC"/>
    <w:rsid w:val="00F84700"/>
    <w:rsid w:val="00F8476C"/>
    <w:rsid w:val="00F8481C"/>
    <w:rsid w:val="00F84C96"/>
    <w:rsid w:val="00F84DA5"/>
    <w:rsid w:val="00F84E04"/>
    <w:rsid w:val="00F84E18"/>
    <w:rsid w:val="00F84EA1"/>
    <w:rsid w:val="00F84EFD"/>
    <w:rsid w:val="00F84F78"/>
    <w:rsid w:val="00F85116"/>
    <w:rsid w:val="00F85120"/>
    <w:rsid w:val="00F8535C"/>
    <w:rsid w:val="00F853AF"/>
    <w:rsid w:val="00F85465"/>
    <w:rsid w:val="00F85625"/>
    <w:rsid w:val="00F856A5"/>
    <w:rsid w:val="00F857F3"/>
    <w:rsid w:val="00F85836"/>
    <w:rsid w:val="00F85880"/>
    <w:rsid w:val="00F859CD"/>
    <w:rsid w:val="00F859F8"/>
    <w:rsid w:val="00F85B6B"/>
    <w:rsid w:val="00F85EB7"/>
    <w:rsid w:val="00F85FD7"/>
    <w:rsid w:val="00F862A1"/>
    <w:rsid w:val="00F8637D"/>
    <w:rsid w:val="00F863B6"/>
    <w:rsid w:val="00F8640C"/>
    <w:rsid w:val="00F8648F"/>
    <w:rsid w:val="00F86561"/>
    <w:rsid w:val="00F8657D"/>
    <w:rsid w:val="00F8698D"/>
    <w:rsid w:val="00F869BF"/>
    <w:rsid w:val="00F869DD"/>
    <w:rsid w:val="00F86E1D"/>
    <w:rsid w:val="00F86FA0"/>
    <w:rsid w:val="00F8726A"/>
    <w:rsid w:val="00F873D1"/>
    <w:rsid w:val="00F8750F"/>
    <w:rsid w:val="00F87837"/>
    <w:rsid w:val="00F878D6"/>
    <w:rsid w:val="00F878EA"/>
    <w:rsid w:val="00F87916"/>
    <w:rsid w:val="00F87930"/>
    <w:rsid w:val="00F87D2A"/>
    <w:rsid w:val="00F87F61"/>
    <w:rsid w:val="00F87FE0"/>
    <w:rsid w:val="00F9011F"/>
    <w:rsid w:val="00F90249"/>
    <w:rsid w:val="00F902AC"/>
    <w:rsid w:val="00F90473"/>
    <w:rsid w:val="00F904F4"/>
    <w:rsid w:val="00F904F7"/>
    <w:rsid w:val="00F90720"/>
    <w:rsid w:val="00F90722"/>
    <w:rsid w:val="00F90B1A"/>
    <w:rsid w:val="00F90B34"/>
    <w:rsid w:val="00F90BAA"/>
    <w:rsid w:val="00F90D88"/>
    <w:rsid w:val="00F90EBD"/>
    <w:rsid w:val="00F90F87"/>
    <w:rsid w:val="00F91001"/>
    <w:rsid w:val="00F91265"/>
    <w:rsid w:val="00F9132A"/>
    <w:rsid w:val="00F9137E"/>
    <w:rsid w:val="00F9138C"/>
    <w:rsid w:val="00F9147F"/>
    <w:rsid w:val="00F91496"/>
    <w:rsid w:val="00F9151A"/>
    <w:rsid w:val="00F91577"/>
    <w:rsid w:val="00F918DD"/>
    <w:rsid w:val="00F91925"/>
    <w:rsid w:val="00F91BAB"/>
    <w:rsid w:val="00F920E6"/>
    <w:rsid w:val="00F92329"/>
    <w:rsid w:val="00F92399"/>
    <w:rsid w:val="00F925EF"/>
    <w:rsid w:val="00F927FD"/>
    <w:rsid w:val="00F9283C"/>
    <w:rsid w:val="00F92883"/>
    <w:rsid w:val="00F929FE"/>
    <w:rsid w:val="00F92A27"/>
    <w:rsid w:val="00F92BA5"/>
    <w:rsid w:val="00F92C37"/>
    <w:rsid w:val="00F92E15"/>
    <w:rsid w:val="00F92EA9"/>
    <w:rsid w:val="00F92F7E"/>
    <w:rsid w:val="00F93180"/>
    <w:rsid w:val="00F9322A"/>
    <w:rsid w:val="00F933B1"/>
    <w:rsid w:val="00F933C3"/>
    <w:rsid w:val="00F93474"/>
    <w:rsid w:val="00F935BD"/>
    <w:rsid w:val="00F937D2"/>
    <w:rsid w:val="00F938ED"/>
    <w:rsid w:val="00F938EE"/>
    <w:rsid w:val="00F939FC"/>
    <w:rsid w:val="00F93B23"/>
    <w:rsid w:val="00F93B83"/>
    <w:rsid w:val="00F93B8F"/>
    <w:rsid w:val="00F93C34"/>
    <w:rsid w:val="00F93CDA"/>
    <w:rsid w:val="00F93D4E"/>
    <w:rsid w:val="00F93D59"/>
    <w:rsid w:val="00F93E0D"/>
    <w:rsid w:val="00F93EFF"/>
    <w:rsid w:val="00F940C2"/>
    <w:rsid w:val="00F94248"/>
    <w:rsid w:val="00F9434A"/>
    <w:rsid w:val="00F94355"/>
    <w:rsid w:val="00F943A8"/>
    <w:rsid w:val="00F9442E"/>
    <w:rsid w:val="00F94478"/>
    <w:rsid w:val="00F944F2"/>
    <w:rsid w:val="00F9454A"/>
    <w:rsid w:val="00F94681"/>
    <w:rsid w:val="00F94847"/>
    <w:rsid w:val="00F9491D"/>
    <w:rsid w:val="00F94925"/>
    <w:rsid w:val="00F94956"/>
    <w:rsid w:val="00F94B27"/>
    <w:rsid w:val="00F94D1C"/>
    <w:rsid w:val="00F94E2F"/>
    <w:rsid w:val="00F94F1C"/>
    <w:rsid w:val="00F94F64"/>
    <w:rsid w:val="00F9504B"/>
    <w:rsid w:val="00F95116"/>
    <w:rsid w:val="00F9511A"/>
    <w:rsid w:val="00F95187"/>
    <w:rsid w:val="00F951FB"/>
    <w:rsid w:val="00F952B6"/>
    <w:rsid w:val="00F9532F"/>
    <w:rsid w:val="00F9576C"/>
    <w:rsid w:val="00F95986"/>
    <w:rsid w:val="00F95AE5"/>
    <w:rsid w:val="00F95C34"/>
    <w:rsid w:val="00F95C4D"/>
    <w:rsid w:val="00F95CC3"/>
    <w:rsid w:val="00F95E35"/>
    <w:rsid w:val="00F96038"/>
    <w:rsid w:val="00F9608C"/>
    <w:rsid w:val="00F96144"/>
    <w:rsid w:val="00F9648A"/>
    <w:rsid w:val="00F9650E"/>
    <w:rsid w:val="00F96579"/>
    <w:rsid w:val="00F965F6"/>
    <w:rsid w:val="00F9667C"/>
    <w:rsid w:val="00F966CE"/>
    <w:rsid w:val="00F969C4"/>
    <w:rsid w:val="00F96B94"/>
    <w:rsid w:val="00F96BDD"/>
    <w:rsid w:val="00F96C7D"/>
    <w:rsid w:val="00F96C96"/>
    <w:rsid w:val="00F96C97"/>
    <w:rsid w:val="00F96E8D"/>
    <w:rsid w:val="00F97019"/>
    <w:rsid w:val="00F9717B"/>
    <w:rsid w:val="00F971E9"/>
    <w:rsid w:val="00F977A3"/>
    <w:rsid w:val="00F9783A"/>
    <w:rsid w:val="00F978B5"/>
    <w:rsid w:val="00F9792F"/>
    <w:rsid w:val="00F97A54"/>
    <w:rsid w:val="00F97ADC"/>
    <w:rsid w:val="00F97B92"/>
    <w:rsid w:val="00F97CC4"/>
    <w:rsid w:val="00F97D28"/>
    <w:rsid w:val="00F97D64"/>
    <w:rsid w:val="00F97E04"/>
    <w:rsid w:val="00F97EFB"/>
    <w:rsid w:val="00F97F73"/>
    <w:rsid w:val="00F97FA8"/>
    <w:rsid w:val="00FA0016"/>
    <w:rsid w:val="00FA0368"/>
    <w:rsid w:val="00FA03F3"/>
    <w:rsid w:val="00FA040E"/>
    <w:rsid w:val="00FA0555"/>
    <w:rsid w:val="00FA055B"/>
    <w:rsid w:val="00FA064F"/>
    <w:rsid w:val="00FA0652"/>
    <w:rsid w:val="00FA06BA"/>
    <w:rsid w:val="00FA075A"/>
    <w:rsid w:val="00FA09B9"/>
    <w:rsid w:val="00FA09BB"/>
    <w:rsid w:val="00FA0A59"/>
    <w:rsid w:val="00FA0A73"/>
    <w:rsid w:val="00FA0AA0"/>
    <w:rsid w:val="00FA0CB7"/>
    <w:rsid w:val="00FA0DF3"/>
    <w:rsid w:val="00FA11BC"/>
    <w:rsid w:val="00FA12FC"/>
    <w:rsid w:val="00FA134F"/>
    <w:rsid w:val="00FA13BB"/>
    <w:rsid w:val="00FA15B1"/>
    <w:rsid w:val="00FA167D"/>
    <w:rsid w:val="00FA19EA"/>
    <w:rsid w:val="00FA1A82"/>
    <w:rsid w:val="00FA1BBA"/>
    <w:rsid w:val="00FA1C23"/>
    <w:rsid w:val="00FA1EB8"/>
    <w:rsid w:val="00FA1EE6"/>
    <w:rsid w:val="00FA1EED"/>
    <w:rsid w:val="00FA1F43"/>
    <w:rsid w:val="00FA1F6D"/>
    <w:rsid w:val="00FA1F9B"/>
    <w:rsid w:val="00FA204E"/>
    <w:rsid w:val="00FA210B"/>
    <w:rsid w:val="00FA214E"/>
    <w:rsid w:val="00FA2258"/>
    <w:rsid w:val="00FA2398"/>
    <w:rsid w:val="00FA2474"/>
    <w:rsid w:val="00FA2498"/>
    <w:rsid w:val="00FA24C7"/>
    <w:rsid w:val="00FA2524"/>
    <w:rsid w:val="00FA257B"/>
    <w:rsid w:val="00FA25F6"/>
    <w:rsid w:val="00FA26E2"/>
    <w:rsid w:val="00FA2779"/>
    <w:rsid w:val="00FA27ED"/>
    <w:rsid w:val="00FA2A1E"/>
    <w:rsid w:val="00FA2C4E"/>
    <w:rsid w:val="00FA2CBB"/>
    <w:rsid w:val="00FA2F00"/>
    <w:rsid w:val="00FA3041"/>
    <w:rsid w:val="00FA3198"/>
    <w:rsid w:val="00FA33C1"/>
    <w:rsid w:val="00FA35B0"/>
    <w:rsid w:val="00FA3AA4"/>
    <w:rsid w:val="00FA3BA7"/>
    <w:rsid w:val="00FA3C3C"/>
    <w:rsid w:val="00FA3C94"/>
    <w:rsid w:val="00FA3DE6"/>
    <w:rsid w:val="00FA3ED6"/>
    <w:rsid w:val="00FA3F89"/>
    <w:rsid w:val="00FA3F90"/>
    <w:rsid w:val="00FA40D0"/>
    <w:rsid w:val="00FA40D1"/>
    <w:rsid w:val="00FA42B5"/>
    <w:rsid w:val="00FA4394"/>
    <w:rsid w:val="00FA4433"/>
    <w:rsid w:val="00FA449E"/>
    <w:rsid w:val="00FA4522"/>
    <w:rsid w:val="00FA4525"/>
    <w:rsid w:val="00FA4636"/>
    <w:rsid w:val="00FA4637"/>
    <w:rsid w:val="00FA47C7"/>
    <w:rsid w:val="00FA4837"/>
    <w:rsid w:val="00FA4A11"/>
    <w:rsid w:val="00FA4A31"/>
    <w:rsid w:val="00FA4E3C"/>
    <w:rsid w:val="00FA4E68"/>
    <w:rsid w:val="00FA4EED"/>
    <w:rsid w:val="00FA4FC8"/>
    <w:rsid w:val="00FA50AA"/>
    <w:rsid w:val="00FA5124"/>
    <w:rsid w:val="00FA51C8"/>
    <w:rsid w:val="00FA554A"/>
    <w:rsid w:val="00FA5593"/>
    <w:rsid w:val="00FA57DF"/>
    <w:rsid w:val="00FA58FC"/>
    <w:rsid w:val="00FA5B96"/>
    <w:rsid w:val="00FA5C26"/>
    <w:rsid w:val="00FA5C2B"/>
    <w:rsid w:val="00FA5C92"/>
    <w:rsid w:val="00FA5D5C"/>
    <w:rsid w:val="00FA5E35"/>
    <w:rsid w:val="00FA5F51"/>
    <w:rsid w:val="00FA5FB0"/>
    <w:rsid w:val="00FA601B"/>
    <w:rsid w:val="00FA607E"/>
    <w:rsid w:val="00FA60A2"/>
    <w:rsid w:val="00FA6148"/>
    <w:rsid w:val="00FA616C"/>
    <w:rsid w:val="00FA63AF"/>
    <w:rsid w:val="00FA64BE"/>
    <w:rsid w:val="00FA6602"/>
    <w:rsid w:val="00FA6676"/>
    <w:rsid w:val="00FA67C9"/>
    <w:rsid w:val="00FA689F"/>
    <w:rsid w:val="00FA6AF0"/>
    <w:rsid w:val="00FA6B26"/>
    <w:rsid w:val="00FA6C39"/>
    <w:rsid w:val="00FA6C3C"/>
    <w:rsid w:val="00FA6CAB"/>
    <w:rsid w:val="00FA6D78"/>
    <w:rsid w:val="00FA6F2B"/>
    <w:rsid w:val="00FA6F3D"/>
    <w:rsid w:val="00FA6F67"/>
    <w:rsid w:val="00FA6FE2"/>
    <w:rsid w:val="00FA7077"/>
    <w:rsid w:val="00FA713B"/>
    <w:rsid w:val="00FA726B"/>
    <w:rsid w:val="00FA7850"/>
    <w:rsid w:val="00FA7AD0"/>
    <w:rsid w:val="00FA7CEC"/>
    <w:rsid w:val="00FA7F7D"/>
    <w:rsid w:val="00FB0014"/>
    <w:rsid w:val="00FB0033"/>
    <w:rsid w:val="00FB0071"/>
    <w:rsid w:val="00FB028F"/>
    <w:rsid w:val="00FB04C9"/>
    <w:rsid w:val="00FB088D"/>
    <w:rsid w:val="00FB08A3"/>
    <w:rsid w:val="00FB0BB7"/>
    <w:rsid w:val="00FB0CAD"/>
    <w:rsid w:val="00FB0CB0"/>
    <w:rsid w:val="00FB0DB9"/>
    <w:rsid w:val="00FB0DE3"/>
    <w:rsid w:val="00FB0E98"/>
    <w:rsid w:val="00FB110F"/>
    <w:rsid w:val="00FB1146"/>
    <w:rsid w:val="00FB129F"/>
    <w:rsid w:val="00FB1364"/>
    <w:rsid w:val="00FB16EB"/>
    <w:rsid w:val="00FB1790"/>
    <w:rsid w:val="00FB184F"/>
    <w:rsid w:val="00FB18FE"/>
    <w:rsid w:val="00FB1A71"/>
    <w:rsid w:val="00FB1AD7"/>
    <w:rsid w:val="00FB1B89"/>
    <w:rsid w:val="00FB1B95"/>
    <w:rsid w:val="00FB1BBA"/>
    <w:rsid w:val="00FB1C0C"/>
    <w:rsid w:val="00FB1CA7"/>
    <w:rsid w:val="00FB1E81"/>
    <w:rsid w:val="00FB1FC7"/>
    <w:rsid w:val="00FB2036"/>
    <w:rsid w:val="00FB2053"/>
    <w:rsid w:val="00FB2085"/>
    <w:rsid w:val="00FB21B6"/>
    <w:rsid w:val="00FB2337"/>
    <w:rsid w:val="00FB23F6"/>
    <w:rsid w:val="00FB24DB"/>
    <w:rsid w:val="00FB2558"/>
    <w:rsid w:val="00FB25D5"/>
    <w:rsid w:val="00FB2677"/>
    <w:rsid w:val="00FB26E2"/>
    <w:rsid w:val="00FB27F8"/>
    <w:rsid w:val="00FB2990"/>
    <w:rsid w:val="00FB29A7"/>
    <w:rsid w:val="00FB29B1"/>
    <w:rsid w:val="00FB2A68"/>
    <w:rsid w:val="00FB2D53"/>
    <w:rsid w:val="00FB2D79"/>
    <w:rsid w:val="00FB2F1C"/>
    <w:rsid w:val="00FB2F9E"/>
    <w:rsid w:val="00FB302A"/>
    <w:rsid w:val="00FB3105"/>
    <w:rsid w:val="00FB324C"/>
    <w:rsid w:val="00FB33B9"/>
    <w:rsid w:val="00FB33C7"/>
    <w:rsid w:val="00FB343D"/>
    <w:rsid w:val="00FB3654"/>
    <w:rsid w:val="00FB36B2"/>
    <w:rsid w:val="00FB370B"/>
    <w:rsid w:val="00FB37F7"/>
    <w:rsid w:val="00FB3904"/>
    <w:rsid w:val="00FB3BCC"/>
    <w:rsid w:val="00FB3C9E"/>
    <w:rsid w:val="00FB3D43"/>
    <w:rsid w:val="00FB3D8D"/>
    <w:rsid w:val="00FB402C"/>
    <w:rsid w:val="00FB4049"/>
    <w:rsid w:val="00FB4070"/>
    <w:rsid w:val="00FB4117"/>
    <w:rsid w:val="00FB4153"/>
    <w:rsid w:val="00FB4288"/>
    <w:rsid w:val="00FB42D1"/>
    <w:rsid w:val="00FB42FD"/>
    <w:rsid w:val="00FB4408"/>
    <w:rsid w:val="00FB44A6"/>
    <w:rsid w:val="00FB4616"/>
    <w:rsid w:val="00FB47D5"/>
    <w:rsid w:val="00FB4828"/>
    <w:rsid w:val="00FB4836"/>
    <w:rsid w:val="00FB4967"/>
    <w:rsid w:val="00FB49D5"/>
    <w:rsid w:val="00FB4A5B"/>
    <w:rsid w:val="00FB4B3B"/>
    <w:rsid w:val="00FB4C72"/>
    <w:rsid w:val="00FB4CC2"/>
    <w:rsid w:val="00FB4E99"/>
    <w:rsid w:val="00FB4ECE"/>
    <w:rsid w:val="00FB4F01"/>
    <w:rsid w:val="00FB5424"/>
    <w:rsid w:val="00FB5486"/>
    <w:rsid w:val="00FB5911"/>
    <w:rsid w:val="00FB5CDF"/>
    <w:rsid w:val="00FB5D30"/>
    <w:rsid w:val="00FB5D56"/>
    <w:rsid w:val="00FB5EA7"/>
    <w:rsid w:val="00FB604B"/>
    <w:rsid w:val="00FB6134"/>
    <w:rsid w:val="00FB6289"/>
    <w:rsid w:val="00FB641F"/>
    <w:rsid w:val="00FB6529"/>
    <w:rsid w:val="00FB6DCC"/>
    <w:rsid w:val="00FB6E1B"/>
    <w:rsid w:val="00FB6E59"/>
    <w:rsid w:val="00FB6E8E"/>
    <w:rsid w:val="00FB6E99"/>
    <w:rsid w:val="00FB71B3"/>
    <w:rsid w:val="00FB72C6"/>
    <w:rsid w:val="00FB749A"/>
    <w:rsid w:val="00FB7848"/>
    <w:rsid w:val="00FB7856"/>
    <w:rsid w:val="00FB78A8"/>
    <w:rsid w:val="00FB795D"/>
    <w:rsid w:val="00FB7AE8"/>
    <w:rsid w:val="00FB7BAF"/>
    <w:rsid w:val="00FB7CF9"/>
    <w:rsid w:val="00FC000E"/>
    <w:rsid w:val="00FC01B6"/>
    <w:rsid w:val="00FC0251"/>
    <w:rsid w:val="00FC03FA"/>
    <w:rsid w:val="00FC0455"/>
    <w:rsid w:val="00FC05FB"/>
    <w:rsid w:val="00FC05FC"/>
    <w:rsid w:val="00FC09A3"/>
    <w:rsid w:val="00FC0ABA"/>
    <w:rsid w:val="00FC0AE9"/>
    <w:rsid w:val="00FC0C97"/>
    <w:rsid w:val="00FC0E79"/>
    <w:rsid w:val="00FC0E7A"/>
    <w:rsid w:val="00FC0EC1"/>
    <w:rsid w:val="00FC102C"/>
    <w:rsid w:val="00FC1106"/>
    <w:rsid w:val="00FC1275"/>
    <w:rsid w:val="00FC141C"/>
    <w:rsid w:val="00FC1494"/>
    <w:rsid w:val="00FC1508"/>
    <w:rsid w:val="00FC1582"/>
    <w:rsid w:val="00FC15C8"/>
    <w:rsid w:val="00FC15C9"/>
    <w:rsid w:val="00FC172C"/>
    <w:rsid w:val="00FC179B"/>
    <w:rsid w:val="00FC18F8"/>
    <w:rsid w:val="00FC1A85"/>
    <w:rsid w:val="00FC1AE8"/>
    <w:rsid w:val="00FC1B64"/>
    <w:rsid w:val="00FC1BCC"/>
    <w:rsid w:val="00FC1C00"/>
    <w:rsid w:val="00FC1CFD"/>
    <w:rsid w:val="00FC2005"/>
    <w:rsid w:val="00FC2026"/>
    <w:rsid w:val="00FC2388"/>
    <w:rsid w:val="00FC242C"/>
    <w:rsid w:val="00FC2538"/>
    <w:rsid w:val="00FC2882"/>
    <w:rsid w:val="00FC2A3D"/>
    <w:rsid w:val="00FC2AA2"/>
    <w:rsid w:val="00FC2AE7"/>
    <w:rsid w:val="00FC2BA6"/>
    <w:rsid w:val="00FC2C3A"/>
    <w:rsid w:val="00FC2C8E"/>
    <w:rsid w:val="00FC2CF1"/>
    <w:rsid w:val="00FC2D4E"/>
    <w:rsid w:val="00FC2E72"/>
    <w:rsid w:val="00FC3036"/>
    <w:rsid w:val="00FC304F"/>
    <w:rsid w:val="00FC30FF"/>
    <w:rsid w:val="00FC3106"/>
    <w:rsid w:val="00FC33E7"/>
    <w:rsid w:val="00FC343F"/>
    <w:rsid w:val="00FC3574"/>
    <w:rsid w:val="00FC3771"/>
    <w:rsid w:val="00FC3939"/>
    <w:rsid w:val="00FC39C3"/>
    <w:rsid w:val="00FC3BA5"/>
    <w:rsid w:val="00FC3BAC"/>
    <w:rsid w:val="00FC3C8D"/>
    <w:rsid w:val="00FC3D75"/>
    <w:rsid w:val="00FC3DCC"/>
    <w:rsid w:val="00FC3EA9"/>
    <w:rsid w:val="00FC3F3F"/>
    <w:rsid w:val="00FC4040"/>
    <w:rsid w:val="00FC40D6"/>
    <w:rsid w:val="00FC4219"/>
    <w:rsid w:val="00FC426D"/>
    <w:rsid w:val="00FC4283"/>
    <w:rsid w:val="00FC43E2"/>
    <w:rsid w:val="00FC4694"/>
    <w:rsid w:val="00FC477D"/>
    <w:rsid w:val="00FC47B4"/>
    <w:rsid w:val="00FC47C1"/>
    <w:rsid w:val="00FC48B7"/>
    <w:rsid w:val="00FC4D63"/>
    <w:rsid w:val="00FC4DF3"/>
    <w:rsid w:val="00FC4ED4"/>
    <w:rsid w:val="00FC4FA7"/>
    <w:rsid w:val="00FC50AB"/>
    <w:rsid w:val="00FC510A"/>
    <w:rsid w:val="00FC5121"/>
    <w:rsid w:val="00FC524E"/>
    <w:rsid w:val="00FC528A"/>
    <w:rsid w:val="00FC542A"/>
    <w:rsid w:val="00FC56DF"/>
    <w:rsid w:val="00FC571E"/>
    <w:rsid w:val="00FC5944"/>
    <w:rsid w:val="00FC598B"/>
    <w:rsid w:val="00FC5AE1"/>
    <w:rsid w:val="00FC5AE6"/>
    <w:rsid w:val="00FC5AFC"/>
    <w:rsid w:val="00FC5BB8"/>
    <w:rsid w:val="00FC5BC4"/>
    <w:rsid w:val="00FC601D"/>
    <w:rsid w:val="00FC6048"/>
    <w:rsid w:val="00FC6078"/>
    <w:rsid w:val="00FC6321"/>
    <w:rsid w:val="00FC638E"/>
    <w:rsid w:val="00FC646C"/>
    <w:rsid w:val="00FC649F"/>
    <w:rsid w:val="00FC6648"/>
    <w:rsid w:val="00FC6726"/>
    <w:rsid w:val="00FC67D2"/>
    <w:rsid w:val="00FC691A"/>
    <w:rsid w:val="00FC6998"/>
    <w:rsid w:val="00FC6A58"/>
    <w:rsid w:val="00FC6B2F"/>
    <w:rsid w:val="00FC6C49"/>
    <w:rsid w:val="00FC6C62"/>
    <w:rsid w:val="00FC6D1F"/>
    <w:rsid w:val="00FC6FA3"/>
    <w:rsid w:val="00FC717B"/>
    <w:rsid w:val="00FC71B9"/>
    <w:rsid w:val="00FC723F"/>
    <w:rsid w:val="00FC742C"/>
    <w:rsid w:val="00FC7505"/>
    <w:rsid w:val="00FC76C7"/>
    <w:rsid w:val="00FC77C6"/>
    <w:rsid w:val="00FC77D2"/>
    <w:rsid w:val="00FC78C5"/>
    <w:rsid w:val="00FC7912"/>
    <w:rsid w:val="00FC792A"/>
    <w:rsid w:val="00FC7A62"/>
    <w:rsid w:val="00FC7B19"/>
    <w:rsid w:val="00FC7BA6"/>
    <w:rsid w:val="00FC7C46"/>
    <w:rsid w:val="00FC7C60"/>
    <w:rsid w:val="00FC7D21"/>
    <w:rsid w:val="00FC7D5B"/>
    <w:rsid w:val="00FC7DF5"/>
    <w:rsid w:val="00FC7E8F"/>
    <w:rsid w:val="00FC7E96"/>
    <w:rsid w:val="00FD0112"/>
    <w:rsid w:val="00FD01F2"/>
    <w:rsid w:val="00FD04A3"/>
    <w:rsid w:val="00FD04C6"/>
    <w:rsid w:val="00FD0825"/>
    <w:rsid w:val="00FD0CF1"/>
    <w:rsid w:val="00FD0D16"/>
    <w:rsid w:val="00FD0DC4"/>
    <w:rsid w:val="00FD0F9E"/>
    <w:rsid w:val="00FD102F"/>
    <w:rsid w:val="00FD1333"/>
    <w:rsid w:val="00FD1336"/>
    <w:rsid w:val="00FD1337"/>
    <w:rsid w:val="00FD1590"/>
    <w:rsid w:val="00FD17E4"/>
    <w:rsid w:val="00FD1878"/>
    <w:rsid w:val="00FD1891"/>
    <w:rsid w:val="00FD1B44"/>
    <w:rsid w:val="00FD1EAE"/>
    <w:rsid w:val="00FD203E"/>
    <w:rsid w:val="00FD21B3"/>
    <w:rsid w:val="00FD2224"/>
    <w:rsid w:val="00FD2399"/>
    <w:rsid w:val="00FD23AE"/>
    <w:rsid w:val="00FD246D"/>
    <w:rsid w:val="00FD24F5"/>
    <w:rsid w:val="00FD25BE"/>
    <w:rsid w:val="00FD25DF"/>
    <w:rsid w:val="00FD25EB"/>
    <w:rsid w:val="00FD271B"/>
    <w:rsid w:val="00FD278F"/>
    <w:rsid w:val="00FD28CF"/>
    <w:rsid w:val="00FD29AC"/>
    <w:rsid w:val="00FD2A81"/>
    <w:rsid w:val="00FD2AB1"/>
    <w:rsid w:val="00FD2B4E"/>
    <w:rsid w:val="00FD2BC9"/>
    <w:rsid w:val="00FD2D8A"/>
    <w:rsid w:val="00FD2EB9"/>
    <w:rsid w:val="00FD310E"/>
    <w:rsid w:val="00FD31B0"/>
    <w:rsid w:val="00FD3388"/>
    <w:rsid w:val="00FD3459"/>
    <w:rsid w:val="00FD34AD"/>
    <w:rsid w:val="00FD3572"/>
    <w:rsid w:val="00FD358A"/>
    <w:rsid w:val="00FD35C6"/>
    <w:rsid w:val="00FD35D8"/>
    <w:rsid w:val="00FD3688"/>
    <w:rsid w:val="00FD3823"/>
    <w:rsid w:val="00FD3A56"/>
    <w:rsid w:val="00FD3ABD"/>
    <w:rsid w:val="00FD3AE1"/>
    <w:rsid w:val="00FD3E35"/>
    <w:rsid w:val="00FD4156"/>
    <w:rsid w:val="00FD4360"/>
    <w:rsid w:val="00FD4799"/>
    <w:rsid w:val="00FD4891"/>
    <w:rsid w:val="00FD49DA"/>
    <w:rsid w:val="00FD4A15"/>
    <w:rsid w:val="00FD4B75"/>
    <w:rsid w:val="00FD4D4F"/>
    <w:rsid w:val="00FD4EEA"/>
    <w:rsid w:val="00FD522F"/>
    <w:rsid w:val="00FD5386"/>
    <w:rsid w:val="00FD57EF"/>
    <w:rsid w:val="00FD58BF"/>
    <w:rsid w:val="00FD58CE"/>
    <w:rsid w:val="00FD5948"/>
    <w:rsid w:val="00FD59B3"/>
    <w:rsid w:val="00FD5A86"/>
    <w:rsid w:val="00FD5ABD"/>
    <w:rsid w:val="00FD5AC9"/>
    <w:rsid w:val="00FD5BAF"/>
    <w:rsid w:val="00FD5C11"/>
    <w:rsid w:val="00FD5CBE"/>
    <w:rsid w:val="00FD5D7E"/>
    <w:rsid w:val="00FD5F6A"/>
    <w:rsid w:val="00FD6074"/>
    <w:rsid w:val="00FD6413"/>
    <w:rsid w:val="00FD6581"/>
    <w:rsid w:val="00FD6779"/>
    <w:rsid w:val="00FD6786"/>
    <w:rsid w:val="00FD685D"/>
    <w:rsid w:val="00FD6889"/>
    <w:rsid w:val="00FD6A0E"/>
    <w:rsid w:val="00FD6A2B"/>
    <w:rsid w:val="00FD6A46"/>
    <w:rsid w:val="00FD6C55"/>
    <w:rsid w:val="00FD6D2A"/>
    <w:rsid w:val="00FD6E04"/>
    <w:rsid w:val="00FD7034"/>
    <w:rsid w:val="00FD724C"/>
    <w:rsid w:val="00FD72BF"/>
    <w:rsid w:val="00FD72DC"/>
    <w:rsid w:val="00FD7342"/>
    <w:rsid w:val="00FD73A6"/>
    <w:rsid w:val="00FD7585"/>
    <w:rsid w:val="00FD769B"/>
    <w:rsid w:val="00FD7798"/>
    <w:rsid w:val="00FD78F7"/>
    <w:rsid w:val="00FD7C77"/>
    <w:rsid w:val="00FE027F"/>
    <w:rsid w:val="00FE04C6"/>
    <w:rsid w:val="00FE0520"/>
    <w:rsid w:val="00FE057B"/>
    <w:rsid w:val="00FE0628"/>
    <w:rsid w:val="00FE0668"/>
    <w:rsid w:val="00FE076D"/>
    <w:rsid w:val="00FE0957"/>
    <w:rsid w:val="00FE099F"/>
    <w:rsid w:val="00FE0ACE"/>
    <w:rsid w:val="00FE0BD9"/>
    <w:rsid w:val="00FE0C4A"/>
    <w:rsid w:val="00FE0FBB"/>
    <w:rsid w:val="00FE1087"/>
    <w:rsid w:val="00FE10B7"/>
    <w:rsid w:val="00FE1120"/>
    <w:rsid w:val="00FE1162"/>
    <w:rsid w:val="00FE1452"/>
    <w:rsid w:val="00FE14E7"/>
    <w:rsid w:val="00FE1525"/>
    <w:rsid w:val="00FE154C"/>
    <w:rsid w:val="00FE1661"/>
    <w:rsid w:val="00FE172C"/>
    <w:rsid w:val="00FE1772"/>
    <w:rsid w:val="00FE17E7"/>
    <w:rsid w:val="00FE18CF"/>
    <w:rsid w:val="00FE1982"/>
    <w:rsid w:val="00FE1A93"/>
    <w:rsid w:val="00FE1B17"/>
    <w:rsid w:val="00FE1BC8"/>
    <w:rsid w:val="00FE1C99"/>
    <w:rsid w:val="00FE20C6"/>
    <w:rsid w:val="00FE2229"/>
    <w:rsid w:val="00FE22A8"/>
    <w:rsid w:val="00FE22C5"/>
    <w:rsid w:val="00FE2575"/>
    <w:rsid w:val="00FE2706"/>
    <w:rsid w:val="00FE2719"/>
    <w:rsid w:val="00FE275B"/>
    <w:rsid w:val="00FE29F3"/>
    <w:rsid w:val="00FE2D1D"/>
    <w:rsid w:val="00FE2DFB"/>
    <w:rsid w:val="00FE2E1D"/>
    <w:rsid w:val="00FE2FFB"/>
    <w:rsid w:val="00FE30D0"/>
    <w:rsid w:val="00FE31F4"/>
    <w:rsid w:val="00FE3212"/>
    <w:rsid w:val="00FE335B"/>
    <w:rsid w:val="00FE34F7"/>
    <w:rsid w:val="00FE3756"/>
    <w:rsid w:val="00FE37C3"/>
    <w:rsid w:val="00FE3998"/>
    <w:rsid w:val="00FE39B5"/>
    <w:rsid w:val="00FE3AB2"/>
    <w:rsid w:val="00FE3AC6"/>
    <w:rsid w:val="00FE3AD7"/>
    <w:rsid w:val="00FE3BE6"/>
    <w:rsid w:val="00FE3C6B"/>
    <w:rsid w:val="00FE3CD3"/>
    <w:rsid w:val="00FE3D13"/>
    <w:rsid w:val="00FE3D47"/>
    <w:rsid w:val="00FE3D7D"/>
    <w:rsid w:val="00FE3DB0"/>
    <w:rsid w:val="00FE3E67"/>
    <w:rsid w:val="00FE415C"/>
    <w:rsid w:val="00FE4213"/>
    <w:rsid w:val="00FE4332"/>
    <w:rsid w:val="00FE44CB"/>
    <w:rsid w:val="00FE45B3"/>
    <w:rsid w:val="00FE4638"/>
    <w:rsid w:val="00FE46B5"/>
    <w:rsid w:val="00FE48AD"/>
    <w:rsid w:val="00FE497D"/>
    <w:rsid w:val="00FE49C2"/>
    <w:rsid w:val="00FE49D6"/>
    <w:rsid w:val="00FE4BE0"/>
    <w:rsid w:val="00FE4DC8"/>
    <w:rsid w:val="00FE4E2C"/>
    <w:rsid w:val="00FE4ED7"/>
    <w:rsid w:val="00FE4F14"/>
    <w:rsid w:val="00FE501C"/>
    <w:rsid w:val="00FE5092"/>
    <w:rsid w:val="00FE50BC"/>
    <w:rsid w:val="00FE540F"/>
    <w:rsid w:val="00FE543A"/>
    <w:rsid w:val="00FE549E"/>
    <w:rsid w:val="00FE5523"/>
    <w:rsid w:val="00FE5572"/>
    <w:rsid w:val="00FE572B"/>
    <w:rsid w:val="00FE597F"/>
    <w:rsid w:val="00FE5998"/>
    <w:rsid w:val="00FE5BF8"/>
    <w:rsid w:val="00FE5D00"/>
    <w:rsid w:val="00FE5D17"/>
    <w:rsid w:val="00FE5E46"/>
    <w:rsid w:val="00FE5F71"/>
    <w:rsid w:val="00FE5F72"/>
    <w:rsid w:val="00FE60B1"/>
    <w:rsid w:val="00FE62A8"/>
    <w:rsid w:val="00FE65DF"/>
    <w:rsid w:val="00FE6607"/>
    <w:rsid w:val="00FE67E3"/>
    <w:rsid w:val="00FE689B"/>
    <w:rsid w:val="00FE6968"/>
    <w:rsid w:val="00FE69DD"/>
    <w:rsid w:val="00FE6ABD"/>
    <w:rsid w:val="00FE6DE6"/>
    <w:rsid w:val="00FE6E27"/>
    <w:rsid w:val="00FE701D"/>
    <w:rsid w:val="00FE70BD"/>
    <w:rsid w:val="00FE7264"/>
    <w:rsid w:val="00FE73E5"/>
    <w:rsid w:val="00FE753D"/>
    <w:rsid w:val="00FE779E"/>
    <w:rsid w:val="00FE77B9"/>
    <w:rsid w:val="00FE7851"/>
    <w:rsid w:val="00FE786A"/>
    <w:rsid w:val="00FE78A8"/>
    <w:rsid w:val="00FE78AC"/>
    <w:rsid w:val="00FE78E0"/>
    <w:rsid w:val="00FE78F5"/>
    <w:rsid w:val="00FE790A"/>
    <w:rsid w:val="00FE7944"/>
    <w:rsid w:val="00FE7A7D"/>
    <w:rsid w:val="00FE7AD9"/>
    <w:rsid w:val="00FE7AF7"/>
    <w:rsid w:val="00FE7C43"/>
    <w:rsid w:val="00FE7C56"/>
    <w:rsid w:val="00FE7F22"/>
    <w:rsid w:val="00FF0093"/>
    <w:rsid w:val="00FF00DC"/>
    <w:rsid w:val="00FF03D3"/>
    <w:rsid w:val="00FF044F"/>
    <w:rsid w:val="00FF055B"/>
    <w:rsid w:val="00FF062A"/>
    <w:rsid w:val="00FF07B4"/>
    <w:rsid w:val="00FF07B7"/>
    <w:rsid w:val="00FF09F9"/>
    <w:rsid w:val="00FF0A64"/>
    <w:rsid w:val="00FF0A8B"/>
    <w:rsid w:val="00FF0B25"/>
    <w:rsid w:val="00FF0B48"/>
    <w:rsid w:val="00FF0B59"/>
    <w:rsid w:val="00FF0CE2"/>
    <w:rsid w:val="00FF0EAF"/>
    <w:rsid w:val="00FF0F07"/>
    <w:rsid w:val="00FF0F80"/>
    <w:rsid w:val="00FF1488"/>
    <w:rsid w:val="00FF148C"/>
    <w:rsid w:val="00FF152E"/>
    <w:rsid w:val="00FF1555"/>
    <w:rsid w:val="00FF1558"/>
    <w:rsid w:val="00FF1652"/>
    <w:rsid w:val="00FF17BC"/>
    <w:rsid w:val="00FF17EE"/>
    <w:rsid w:val="00FF18D9"/>
    <w:rsid w:val="00FF1B7D"/>
    <w:rsid w:val="00FF1BC0"/>
    <w:rsid w:val="00FF1C72"/>
    <w:rsid w:val="00FF1CAE"/>
    <w:rsid w:val="00FF1F48"/>
    <w:rsid w:val="00FF1F6D"/>
    <w:rsid w:val="00FF1F80"/>
    <w:rsid w:val="00FF1FF5"/>
    <w:rsid w:val="00FF2013"/>
    <w:rsid w:val="00FF2093"/>
    <w:rsid w:val="00FF2148"/>
    <w:rsid w:val="00FF2185"/>
    <w:rsid w:val="00FF2233"/>
    <w:rsid w:val="00FF2335"/>
    <w:rsid w:val="00FF25F8"/>
    <w:rsid w:val="00FF2604"/>
    <w:rsid w:val="00FF29A2"/>
    <w:rsid w:val="00FF2A85"/>
    <w:rsid w:val="00FF2C67"/>
    <w:rsid w:val="00FF2CB3"/>
    <w:rsid w:val="00FF2D40"/>
    <w:rsid w:val="00FF2F0F"/>
    <w:rsid w:val="00FF2F36"/>
    <w:rsid w:val="00FF2F44"/>
    <w:rsid w:val="00FF2F78"/>
    <w:rsid w:val="00FF2FA0"/>
    <w:rsid w:val="00FF31EB"/>
    <w:rsid w:val="00FF32DC"/>
    <w:rsid w:val="00FF335A"/>
    <w:rsid w:val="00FF3397"/>
    <w:rsid w:val="00FF3502"/>
    <w:rsid w:val="00FF3596"/>
    <w:rsid w:val="00FF36D2"/>
    <w:rsid w:val="00FF375E"/>
    <w:rsid w:val="00FF38FE"/>
    <w:rsid w:val="00FF3923"/>
    <w:rsid w:val="00FF392E"/>
    <w:rsid w:val="00FF3A98"/>
    <w:rsid w:val="00FF3AB4"/>
    <w:rsid w:val="00FF3D42"/>
    <w:rsid w:val="00FF3ED2"/>
    <w:rsid w:val="00FF4116"/>
    <w:rsid w:val="00FF4343"/>
    <w:rsid w:val="00FF44B2"/>
    <w:rsid w:val="00FF451B"/>
    <w:rsid w:val="00FF4547"/>
    <w:rsid w:val="00FF45EC"/>
    <w:rsid w:val="00FF471D"/>
    <w:rsid w:val="00FF4810"/>
    <w:rsid w:val="00FF4915"/>
    <w:rsid w:val="00FF49D3"/>
    <w:rsid w:val="00FF49E4"/>
    <w:rsid w:val="00FF4ACD"/>
    <w:rsid w:val="00FF4B6F"/>
    <w:rsid w:val="00FF4BFB"/>
    <w:rsid w:val="00FF4C0F"/>
    <w:rsid w:val="00FF4CA4"/>
    <w:rsid w:val="00FF4D90"/>
    <w:rsid w:val="00FF4DC3"/>
    <w:rsid w:val="00FF4E13"/>
    <w:rsid w:val="00FF50D3"/>
    <w:rsid w:val="00FF51CA"/>
    <w:rsid w:val="00FF51DC"/>
    <w:rsid w:val="00FF54D4"/>
    <w:rsid w:val="00FF5640"/>
    <w:rsid w:val="00FF5673"/>
    <w:rsid w:val="00FF56CF"/>
    <w:rsid w:val="00FF582F"/>
    <w:rsid w:val="00FF58F3"/>
    <w:rsid w:val="00FF5924"/>
    <w:rsid w:val="00FF5A2B"/>
    <w:rsid w:val="00FF5C83"/>
    <w:rsid w:val="00FF5CF4"/>
    <w:rsid w:val="00FF61C3"/>
    <w:rsid w:val="00FF6310"/>
    <w:rsid w:val="00FF660B"/>
    <w:rsid w:val="00FF6624"/>
    <w:rsid w:val="00FF6802"/>
    <w:rsid w:val="00FF69A9"/>
    <w:rsid w:val="00FF6A31"/>
    <w:rsid w:val="00FF6B96"/>
    <w:rsid w:val="00FF6F85"/>
    <w:rsid w:val="00FF710B"/>
    <w:rsid w:val="00FF71CF"/>
    <w:rsid w:val="00FF7279"/>
    <w:rsid w:val="00FF72F3"/>
    <w:rsid w:val="00FF73A6"/>
    <w:rsid w:val="00FF7477"/>
    <w:rsid w:val="00FF77EA"/>
    <w:rsid w:val="00FF797D"/>
    <w:rsid w:val="00FF7B0D"/>
    <w:rsid w:val="00FF7B51"/>
    <w:rsid w:val="00FF7C25"/>
    <w:rsid w:val="00FF7C58"/>
    <w:rsid w:val="00FF7C9D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D35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35AA"/>
    <w:pPr>
      <w:keepNext/>
      <w:tabs>
        <w:tab w:val="num" w:pos="0"/>
      </w:tabs>
      <w:suppressAutoHyphens/>
      <w:jc w:val="center"/>
      <w:outlineLvl w:val="0"/>
    </w:pPr>
    <w:rPr>
      <w:b/>
      <w:sz w:val="4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4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45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451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45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45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4512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4512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45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202"/>
    <w:rPr>
      <w:rFonts w:eastAsia="Times New Roman" w:cs="Times New Roman"/>
      <w:b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145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1451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451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1451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14512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1451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1451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14512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F1451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6222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2220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451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4512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14512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D35AA"/>
    <w:rPr>
      <w:rFonts w:cs="Times New Roman"/>
      <w:i/>
      <w:iCs/>
    </w:rPr>
  </w:style>
  <w:style w:type="paragraph" w:styleId="NoSpacing">
    <w:name w:val="No Spacing"/>
    <w:uiPriority w:val="99"/>
    <w:qFormat/>
    <w:rsid w:val="00F1451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14512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F1451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14512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45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4512"/>
    <w:rPr>
      <w:rFonts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F14512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14512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1451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14512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14512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14512"/>
    <w:pPr>
      <w:tabs>
        <w:tab w:val="clear" w:pos="0"/>
      </w:tabs>
      <w:suppressAutoHyphens w:val="0"/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semiHidden/>
    <w:rsid w:val="00644E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644E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4E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644E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738</Words>
  <Characters>4209</Characters>
  <Application>Microsoft Office Outlook</Application>
  <DocSecurity>0</DocSecurity>
  <Lines>0</Lines>
  <Paragraphs>0</Paragraphs>
  <ScaleCrop>false</ScaleCrop>
  <Company>ООО ИЦ "Стандарт-юг"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Игнатиков</cp:lastModifiedBy>
  <cp:revision>5</cp:revision>
  <dcterms:created xsi:type="dcterms:W3CDTF">2015-10-01T10:56:00Z</dcterms:created>
  <dcterms:modified xsi:type="dcterms:W3CDTF">2017-06-07T20:46:00Z</dcterms:modified>
</cp:coreProperties>
</file>